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590" w:rsidRDefault="00D43590" w:rsidP="00D43590">
      <w:r>
        <w:rPr>
          <w:noProof/>
        </w:rPr>
        <w:drawing>
          <wp:inline distT="0" distB="0" distL="0" distR="0" wp14:anchorId="3737EEBA" wp14:editId="77CE1D6C">
            <wp:extent cx="9070975" cy="591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3590">
        <w:t xml:space="preserve"> </w:t>
      </w:r>
      <w:r>
        <w:t>Elemental Composition Report</w:t>
      </w:r>
    </w:p>
    <w:p w:rsidR="00D43590" w:rsidRDefault="00D43590" w:rsidP="00D43590"/>
    <w:p w:rsidR="00D43590" w:rsidRDefault="00D43590" w:rsidP="00D43590">
      <w:r>
        <w:t>Single Mass Analysis</w:t>
      </w:r>
    </w:p>
    <w:p w:rsidR="00D43590" w:rsidRDefault="00D43590" w:rsidP="00D43590">
      <w:r>
        <w:t>Tolerance = 10.0 PPM   /   DBE: min = -1.5, max = 100.0</w:t>
      </w:r>
    </w:p>
    <w:p w:rsidR="00D43590" w:rsidRDefault="00D43590" w:rsidP="00D43590">
      <w:r>
        <w:t xml:space="preserve">Element prediction: Off </w:t>
      </w:r>
    </w:p>
    <w:p w:rsidR="00D43590" w:rsidRDefault="00D43590" w:rsidP="00D43590">
      <w:r>
        <w:t>Number of isotope peaks used for i-FIT = 3</w:t>
      </w:r>
    </w:p>
    <w:p w:rsidR="00D43590" w:rsidRDefault="00D43590" w:rsidP="00D43590"/>
    <w:p w:rsidR="00D43590" w:rsidRDefault="00D43590" w:rsidP="00D43590">
      <w:proofErr w:type="spellStart"/>
      <w:r>
        <w:t>Monoisotopic</w:t>
      </w:r>
      <w:proofErr w:type="spellEnd"/>
      <w:r>
        <w:t xml:space="preserve"> Mass, Even Electron Ions</w:t>
      </w:r>
    </w:p>
    <w:p w:rsidR="00D43590" w:rsidRDefault="00D43590" w:rsidP="00D43590">
      <w:r>
        <w:t xml:space="preserve">237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D43590" w:rsidRDefault="00D43590" w:rsidP="00D43590">
      <w:r>
        <w:t>Elements Used:</w:t>
      </w:r>
    </w:p>
    <w:p w:rsidR="00D43590" w:rsidRDefault="00D43590" w:rsidP="00D43590">
      <w:r>
        <w:t xml:space="preserve">C: 33-33    H: 0-150    N: 0-10    O: 0-10    Na: 0-1    S: 1-1    </w:t>
      </w:r>
    </w:p>
    <w:p w:rsidR="00D43590" w:rsidRDefault="00D43590" w:rsidP="00D43590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D43590" w:rsidRDefault="00D43590" w:rsidP="00D43590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:rsidR="00D43590" w:rsidRDefault="00D43590" w:rsidP="00D43590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595483" w:rsidRDefault="00D43590" w:rsidP="00D43590">
      <w:r>
        <w:t xml:space="preserve">624.3222   </w:t>
      </w:r>
      <w:r>
        <w:tab/>
        <w:t xml:space="preserve">624.3220       </w:t>
      </w:r>
      <w:r>
        <w:tab/>
        <w:t xml:space="preserve">0.2      </w:t>
      </w:r>
      <w:r>
        <w:tab/>
        <w:t xml:space="preserve">0.3      </w:t>
      </w:r>
      <w:r>
        <w:tab/>
        <w:t xml:space="preserve">13.5     </w:t>
      </w:r>
      <w:r>
        <w:tab/>
        <w:t xml:space="preserve">123.7      </w:t>
      </w:r>
      <w:r>
        <w:tab/>
        <w:t xml:space="preserve">0.0          </w:t>
      </w:r>
      <w:r>
        <w:tab/>
      </w:r>
      <w:proofErr w:type="gramStart"/>
      <w:r>
        <w:t>C33  H46</w:t>
      </w:r>
      <w:proofErr w:type="gramEnd"/>
      <w:r>
        <w:t xml:space="preserve">  N5  O5  S</w:t>
      </w:r>
    </w:p>
    <w:p w:rsidR="00D43590" w:rsidRDefault="00D43590" w:rsidP="00D43590"/>
    <w:p w:rsidR="00D43590" w:rsidRDefault="00D43590" w:rsidP="00D43590"/>
    <w:p w:rsidR="00D43590" w:rsidRDefault="00D43590" w:rsidP="00D43590">
      <w:r>
        <w:t>REPORT MASSES AS +/-5mDa, referenced against</w:t>
      </w:r>
    </w:p>
    <w:p w:rsidR="00D43590" w:rsidRDefault="00D43590" w:rsidP="00D43590">
      <w:r>
        <w:t xml:space="preserve"> </w:t>
      </w:r>
      <w:proofErr w:type="spellStart"/>
      <w:proofErr w:type="gramStart"/>
      <w:r>
        <w:t>Leucine</w:t>
      </w:r>
      <w:proofErr w:type="spellEnd"/>
      <w:r>
        <w:t xml:space="preserve"> </w:t>
      </w:r>
      <w:proofErr w:type="spellStart"/>
      <w:r>
        <w:t>Enkelphalin</w:t>
      </w:r>
      <w:proofErr w:type="spellEnd"/>
      <w:r>
        <w:t xml:space="preserve"> @ 557.2802 (M+H, C13 isotope) and 556.2771 (M+H, C12 isotope) positive mode, 555.2645 (M-H, C13) and 554.2615 (M-H, C12) negative mode.</w:t>
      </w:r>
      <w:proofErr w:type="gramEnd"/>
    </w:p>
    <w:p w:rsidR="00D43590" w:rsidRDefault="00D43590" w:rsidP="00D43590">
      <w:proofErr w:type="gramStart"/>
      <w:r>
        <w:t>or</w:t>
      </w:r>
      <w:proofErr w:type="gramEnd"/>
      <w:r>
        <w:t xml:space="preserve"> </w:t>
      </w:r>
      <w:proofErr w:type="spellStart"/>
      <w:r>
        <w:t>Sulfadimethoxine</w:t>
      </w:r>
      <w:proofErr w:type="spellEnd"/>
      <w:r>
        <w:t xml:space="preserve"> @312.0840 (M+H, C13) and 311.0814 (M+H, C12) positive mode, 310.0684 (M-H, C13) and 309.0658 (M-H, C12) negative mode.</w:t>
      </w:r>
    </w:p>
    <w:p w:rsidR="00D43590" w:rsidRDefault="00D43590" w:rsidP="00D43590">
      <w:r>
        <w:lastRenderedPageBreak/>
        <w:t xml:space="preserve">This software version </w:t>
      </w:r>
      <w:proofErr w:type="spellStart"/>
      <w:r>
        <w:t>MassLynx</w:t>
      </w:r>
      <w:proofErr w:type="spellEnd"/>
      <w:r>
        <w:t xml:space="preserve"> 4.1 is calibrated ignoring the electron in all cases.</w:t>
      </w:r>
    </w:p>
    <w:p w:rsidR="00D43590" w:rsidRPr="00044EB7" w:rsidRDefault="00D43590" w:rsidP="00D43590"/>
    <w:p w:rsidR="00D43590" w:rsidRDefault="00D43590" w:rsidP="00D43590">
      <w:bookmarkStart w:id="0" w:name="_GoBack"/>
      <w:bookmarkEnd w:id="0"/>
    </w:p>
    <w:p w:rsidR="00D43590" w:rsidRDefault="00D43590" w:rsidP="00D43590"/>
    <w:p w:rsidR="00D43590" w:rsidRDefault="00D43590" w:rsidP="00D43590">
      <w:r>
        <w:t>150.0334</w:t>
      </w:r>
      <w:r>
        <w:tab/>
        <w:t>1.013e0</w:t>
      </w:r>
    </w:p>
    <w:p w:rsidR="00D43590" w:rsidRDefault="00D43590" w:rsidP="00D43590">
      <w:r>
        <w:t>150.0973</w:t>
      </w:r>
      <w:r>
        <w:tab/>
        <w:t>2.025e0</w:t>
      </w:r>
    </w:p>
    <w:p w:rsidR="00D43590" w:rsidRDefault="00D43590" w:rsidP="00D43590">
      <w:r>
        <w:t>150.3912</w:t>
      </w:r>
      <w:r>
        <w:tab/>
        <w:t>1.013e0</w:t>
      </w:r>
    </w:p>
    <w:p w:rsidR="00D43590" w:rsidRDefault="00D43590" w:rsidP="00D43590">
      <w:r>
        <w:t>150.4405</w:t>
      </w:r>
      <w:r>
        <w:tab/>
        <w:t>1.013e0</w:t>
      </w:r>
    </w:p>
    <w:p w:rsidR="00D43590" w:rsidRDefault="00D43590" w:rsidP="00D43590">
      <w:r>
        <w:t>150.4663</w:t>
      </w:r>
      <w:r>
        <w:tab/>
        <w:t>1.013e0</w:t>
      </w:r>
    </w:p>
    <w:p w:rsidR="00D43590" w:rsidRDefault="00D43590" w:rsidP="00D43590">
      <w:r>
        <w:t>150.4828</w:t>
      </w:r>
      <w:r>
        <w:tab/>
        <w:t>1.013e0</w:t>
      </w:r>
    </w:p>
    <w:p w:rsidR="00D43590" w:rsidRDefault="00D43590" w:rsidP="00D43590">
      <w:r>
        <w:t>150.5611</w:t>
      </w:r>
      <w:r>
        <w:tab/>
        <w:t>1.013e0</w:t>
      </w:r>
    </w:p>
    <w:p w:rsidR="00D43590" w:rsidRDefault="00D43590" w:rsidP="00D43590">
      <w:r>
        <w:t>150.6031</w:t>
      </w:r>
      <w:r>
        <w:tab/>
        <w:t>2.025e0</w:t>
      </w:r>
    </w:p>
    <w:p w:rsidR="00D43590" w:rsidRDefault="00D43590" w:rsidP="00D43590">
      <w:r>
        <w:t>150.6398</w:t>
      </w:r>
      <w:r>
        <w:tab/>
        <w:t>3.038e0</w:t>
      </w:r>
    </w:p>
    <w:p w:rsidR="00D43590" w:rsidRDefault="00D43590" w:rsidP="00D43590">
      <w:r>
        <w:t>150.7176</w:t>
      </w:r>
      <w:r>
        <w:tab/>
        <w:t>1.013e0</w:t>
      </w:r>
    </w:p>
    <w:p w:rsidR="00D43590" w:rsidRDefault="00D43590" w:rsidP="00D43590">
      <w:r>
        <w:t>150.7732</w:t>
      </w:r>
      <w:r>
        <w:tab/>
        <w:t>2.025e0</w:t>
      </w:r>
    </w:p>
    <w:p w:rsidR="00D43590" w:rsidRDefault="00D43590" w:rsidP="00D43590">
      <w:r>
        <w:t>150.8217</w:t>
      </w:r>
      <w:r>
        <w:tab/>
        <w:t>1.013e0</w:t>
      </w:r>
    </w:p>
    <w:p w:rsidR="00D43590" w:rsidRDefault="00D43590" w:rsidP="00D43590">
      <w:r>
        <w:t>150.8416</w:t>
      </w:r>
      <w:r>
        <w:tab/>
        <w:t>1.013e0</w:t>
      </w:r>
    </w:p>
    <w:p w:rsidR="00D43590" w:rsidRDefault="00D43590" w:rsidP="00D43590">
      <w:r>
        <w:t>150.9001</w:t>
      </w:r>
      <w:r>
        <w:tab/>
        <w:t>1.013e0</w:t>
      </w:r>
    </w:p>
    <w:p w:rsidR="00D43590" w:rsidRDefault="00D43590" w:rsidP="00D43590">
      <w:r>
        <w:t>150.9296</w:t>
      </w:r>
      <w:r>
        <w:tab/>
        <w:t>1.013e0</w:t>
      </w:r>
    </w:p>
    <w:p w:rsidR="00D43590" w:rsidRDefault="00D43590" w:rsidP="00D43590">
      <w:r>
        <w:lastRenderedPageBreak/>
        <w:t>150.9521</w:t>
      </w:r>
      <w:r>
        <w:tab/>
        <w:t>2.025e0</w:t>
      </w:r>
    </w:p>
    <w:p w:rsidR="00D43590" w:rsidRDefault="00D43590" w:rsidP="00D43590">
      <w:r>
        <w:t>150.9819</w:t>
      </w:r>
      <w:r>
        <w:tab/>
        <w:t>1.013e0</w:t>
      </w:r>
    </w:p>
    <w:p w:rsidR="00D43590" w:rsidRDefault="00D43590" w:rsidP="00D43590">
      <w:r>
        <w:t>151.0045</w:t>
      </w:r>
      <w:r>
        <w:tab/>
        <w:t>1.013e0</w:t>
      </w:r>
    </w:p>
    <w:p w:rsidR="00D43590" w:rsidRDefault="00D43590" w:rsidP="00D43590">
      <w:r>
        <w:t>151.0550</w:t>
      </w:r>
      <w:r>
        <w:tab/>
        <w:t>1.882e1</w:t>
      </w:r>
    </w:p>
    <w:p w:rsidR="00D43590" w:rsidRDefault="00D43590" w:rsidP="00D43590">
      <w:r>
        <w:t>151.1040</w:t>
      </w:r>
      <w:r>
        <w:tab/>
        <w:t>2.025e0</w:t>
      </w:r>
    </w:p>
    <w:p w:rsidR="00D43590" w:rsidRDefault="00D43590" w:rsidP="00D43590">
      <w:r>
        <w:t>151.1255</w:t>
      </w:r>
      <w:r>
        <w:tab/>
        <w:t>1.013e0</w:t>
      </w:r>
    </w:p>
    <w:p w:rsidR="00D43590" w:rsidRDefault="00D43590" w:rsidP="00D43590">
      <w:r>
        <w:t>151.1387</w:t>
      </w:r>
      <w:r>
        <w:tab/>
        <w:t>1.013e0</w:t>
      </w:r>
    </w:p>
    <w:p w:rsidR="00D43590" w:rsidRDefault="00D43590" w:rsidP="00D43590">
      <w:r>
        <w:t>151.1575</w:t>
      </w:r>
      <w:r>
        <w:tab/>
        <w:t>1.013e0</w:t>
      </w:r>
    </w:p>
    <w:p w:rsidR="00D43590" w:rsidRDefault="00D43590" w:rsidP="00D43590">
      <w:r>
        <w:t>151.1940</w:t>
      </w:r>
      <w:r>
        <w:tab/>
        <w:t>1.013e0</w:t>
      </w:r>
    </w:p>
    <w:p w:rsidR="00D43590" w:rsidRDefault="00D43590" w:rsidP="00D43590">
      <w:r>
        <w:t>151.2444</w:t>
      </w:r>
      <w:r>
        <w:tab/>
        <w:t>2.025e0</w:t>
      </w:r>
    </w:p>
    <w:p w:rsidR="00D43590" w:rsidRDefault="00D43590" w:rsidP="00D43590">
      <w:r>
        <w:t>151.2726</w:t>
      </w:r>
      <w:r>
        <w:tab/>
        <w:t>1.013e0</w:t>
      </w:r>
    </w:p>
    <w:p w:rsidR="00D43590" w:rsidRDefault="00D43590" w:rsidP="00D43590">
      <w:r>
        <w:t>151.4650</w:t>
      </w:r>
      <w:r>
        <w:tab/>
        <w:t>1.013e0</w:t>
      </w:r>
    </w:p>
    <w:p w:rsidR="00D43590" w:rsidRDefault="00D43590" w:rsidP="00D43590">
      <w:r>
        <w:t>151.4916</w:t>
      </w:r>
      <w:r>
        <w:tab/>
        <w:t>1.013e0</w:t>
      </w:r>
    </w:p>
    <w:p w:rsidR="00D43590" w:rsidRDefault="00D43590" w:rsidP="00D43590">
      <w:r>
        <w:t>151.5045</w:t>
      </w:r>
      <w:r>
        <w:tab/>
        <w:t>1.013e0</w:t>
      </w:r>
    </w:p>
    <w:p w:rsidR="00D43590" w:rsidRDefault="00D43590" w:rsidP="00D43590">
      <w:r>
        <w:t>151.5286</w:t>
      </w:r>
      <w:r>
        <w:tab/>
        <w:t>2.025e0</w:t>
      </w:r>
    </w:p>
    <w:p w:rsidR="00D43590" w:rsidRDefault="00D43590" w:rsidP="00D43590">
      <w:r>
        <w:t>151.5635</w:t>
      </w:r>
      <w:r>
        <w:tab/>
        <w:t>2.025e0</w:t>
      </w:r>
    </w:p>
    <w:p w:rsidR="00D43590" w:rsidRDefault="00D43590" w:rsidP="00D43590">
      <w:r>
        <w:t>151.5828</w:t>
      </w:r>
      <w:r>
        <w:tab/>
        <w:t>1.013e0</w:t>
      </w:r>
    </w:p>
    <w:p w:rsidR="00D43590" w:rsidRDefault="00D43590" w:rsidP="00D43590">
      <w:r>
        <w:t>151.6089</w:t>
      </w:r>
      <w:r>
        <w:tab/>
        <w:t>2.025e0</w:t>
      </w:r>
    </w:p>
    <w:p w:rsidR="00D43590" w:rsidRDefault="00D43590" w:rsidP="00D43590">
      <w:r>
        <w:t>151.6579</w:t>
      </w:r>
      <w:r>
        <w:tab/>
        <w:t>2.025e0</w:t>
      </w:r>
    </w:p>
    <w:p w:rsidR="00D43590" w:rsidRDefault="00D43590" w:rsidP="00D43590">
      <w:r>
        <w:lastRenderedPageBreak/>
        <w:t>151.7174</w:t>
      </w:r>
      <w:r>
        <w:tab/>
        <w:t>1.013e0</w:t>
      </w:r>
    </w:p>
    <w:p w:rsidR="00D43590" w:rsidRDefault="00D43590" w:rsidP="00D43590">
      <w:r>
        <w:t>151.7478</w:t>
      </w:r>
      <w:r>
        <w:tab/>
        <w:t>2.025e0</w:t>
      </w:r>
    </w:p>
    <w:p w:rsidR="00D43590" w:rsidRDefault="00D43590" w:rsidP="00D43590">
      <w:r>
        <w:t>151.8579</w:t>
      </w:r>
      <w:r>
        <w:tab/>
        <w:t>1.013e0</w:t>
      </w:r>
    </w:p>
    <w:p w:rsidR="00D43590" w:rsidRDefault="00D43590" w:rsidP="00D43590">
      <w:r>
        <w:t>151.8836</w:t>
      </w:r>
      <w:r>
        <w:tab/>
        <w:t>1.013e0</w:t>
      </w:r>
    </w:p>
    <w:p w:rsidR="00D43590" w:rsidRDefault="00D43590" w:rsidP="00D43590">
      <w:r>
        <w:t>151.9166</w:t>
      </w:r>
      <w:r>
        <w:tab/>
        <w:t>1.013e0</w:t>
      </w:r>
    </w:p>
    <w:p w:rsidR="00D43590" w:rsidRDefault="00D43590" w:rsidP="00D43590">
      <w:r>
        <w:t>152.0606</w:t>
      </w:r>
      <w:r>
        <w:tab/>
        <w:t>4.051e0</w:t>
      </w:r>
    </w:p>
    <w:p w:rsidR="00D43590" w:rsidRDefault="00D43590" w:rsidP="00D43590">
      <w:r>
        <w:t>152.0938</w:t>
      </w:r>
      <w:r>
        <w:tab/>
        <w:t>1.013e0</w:t>
      </w:r>
    </w:p>
    <w:p w:rsidR="00D43590" w:rsidRDefault="00D43590" w:rsidP="00D43590">
      <w:r>
        <w:t>152.1064</w:t>
      </w:r>
      <w:r>
        <w:tab/>
        <w:t>1.013e0</w:t>
      </w:r>
    </w:p>
    <w:p w:rsidR="00D43590" w:rsidRDefault="00D43590" w:rsidP="00D43590">
      <w:r>
        <w:t>152.1476</w:t>
      </w:r>
      <w:r>
        <w:tab/>
        <w:t>2.025e0</w:t>
      </w:r>
    </w:p>
    <w:p w:rsidR="00D43590" w:rsidRDefault="00D43590" w:rsidP="00D43590">
      <w:r>
        <w:t>152.1755</w:t>
      </w:r>
      <w:r>
        <w:tab/>
        <w:t>1.013e0</w:t>
      </w:r>
    </w:p>
    <w:p w:rsidR="00D43590" w:rsidRDefault="00D43590" w:rsidP="00D43590">
      <w:r>
        <w:t>152.2180</w:t>
      </w:r>
      <w:r>
        <w:tab/>
        <w:t>1.013e0</w:t>
      </w:r>
    </w:p>
    <w:p w:rsidR="00D43590" w:rsidRDefault="00D43590" w:rsidP="00D43590">
      <w:r>
        <w:t>152.2767</w:t>
      </w:r>
      <w:r>
        <w:tab/>
        <w:t>1.013e0</w:t>
      </w:r>
    </w:p>
    <w:p w:rsidR="00D43590" w:rsidRDefault="00D43590" w:rsidP="00D43590">
      <w:r>
        <w:t>152.4508</w:t>
      </w:r>
      <w:r>
        <w:tab/>
        <w:t>1.013e0</w:t>
      </w:r>
    </w:p>
    <w:p w:rsidR="00D43590" w:rsidRDefault="00D43590" w:rsidP="00D43590">
      <w:r>
        <w:t>152.4675</w:t>
      </w:r>
      <w:r>
        <w:tab/>
        <w:t>1.013e0</w:t>
      </w:r>
    </w:p>
    <w:p w:rsidR="00D43590" w:rsidRDefault="00D43590" w:rsidP="00D43590">
      <w:r>
        <w:t>152.5129</w:t>
      </w:r>
      <w:r>
        <w:tab/>
        <w:t>1.013e0</w:t>
      </w:r>
    </w:p>
    <w:p w:rsidR="00D43590" w:rsidRDefault="00D43590" w:rsidP="00D43590">
      <w:r>
        <w:t>152.5496</w:t>
      </w:r>
      <w:r>
        <w:tab/>
        <w:t>2.025e0</w:t>
      </w:r>
    </w:p>
    <w:p w:rsidR="00D43590" w:rsidRDefault="00D43590" w:rsidP="00D43590">
      <w:r>
        <w:t>152.6116</w:t>
      </w:r>
      <w:r>
        <w:tab/>
        <w:t>1.013e0</w:t>
      </w:r>
    </w:p>
    <w:p w:rsidR="00D43590" w:rsidRDefault="00D43590" w:rsidP="00D43590">
      <w:r>
        <w:t>152.6283</w:t>
      </w:r>
      <w:r>
        <w:tab/>
        <w:t>1.013e0</w:t>
      </w:r>
    </w:p>
    <w:p w:rsidR="00D43590" w:rsidRDefault="00D43590" w:rsidP="00D43590">
      <w:r>
        <w:t>152.6504</w:t>
      </w:r>
      <w:r>
        <w:tab/>
        <w:t>1.013e0</w:t>
      </w:r>
    </w:p>
    <w:p w:rsidR="00D43590" w:rsidRDefault="00D43590" w:rsidP="00D43590">
      <w:r>
        <w:lastRenderedPageBreak/>
        <w:t>152.6887</w:t>
      </w:r>
      <w:r>
        <w:tab/>
        <w:t>2.025e0</w:t>
      </w:r>
    </w:p>
    <w:p w:rsidR="00D43590" w:rsidRDefault="00D43590" w:rsidP="00D43590">
      <w:r>
        <w:t>152.7325</w:t>
      </w:r>
      <w:r>
        <w:tab/>
        <w:t>1.013e0</w:t>
      </w:r>
    </w:p>
    <w:p w:rsidR="00D43590" w:rsidRDefault="00D43590" w:rsidP="00D43590">
      <w:r>
        <w:t>152.7526</w:t>
      </w:r>
      <w:r>
        <w:tab/>
        <w:t>1.013e0</w:t>
      </w:r>
    </w:p>
    <w:p w:rsidR="00D43590" w:rsidRDefault="00D43590" w:rsidP="00D43590">
      <w:r>
        <w:t>152.8464</w:t>
      </w:r>
      <w:r>
        <w:tab/>
        <w:t>3.038e0</w:t>
      </w:r>
    </w:p>
    <w:p w:rsidR="00D43590" w:rsidRDefault="00D43590" w:rsidP="00D43590">
      <w:r>
        <w:t>152.9201</w:t>
      </w:r>
      <w:r>
        <w:tab/>
        <w:t>1.013e0</w:t>
      </w:r>
    </w:p>
    <w:p w:rsidR="00D43590" w:rsidRDefault="00D43590" w:rsidP="00D43590">
      <w:r>
        <w:t>152.9592</w:t>
      </w:r>
      <w:r>
        <w:tab/>
        <w:t>1.013e0</w:t>
      </w:r>
    </w:p>
    <w:p w:rsidR="00D43590" w:rsidRDefault="00D43590" w:rsidP="00D43590">
      <w:r>
        <w:t>152.9947</w:t>
      </w:r>
      <w:r>
        <w:tab/>
        <w:t>5.063e0</w:t>
      </w:r>
    </w:p>
    <w:p w:rsidR="00D43590" w:rsidRDefault="00D43590" w:rsidP="00D43590">
      <w:r>
        <w:t>153.0478</w:t>
      </w:r>
      <w:r>
        <w:tab/>
        <w:t>1.013e0</w:t>
      </w:r>
    </w:p>
    <w:p w:rsidR="00D43590" w:rsidRDefault="00D43590" w:rsidP="00D43590">
      <w:r>
        <w:t>153.0712</w:t>
      </w:r>
      <w:r>
        <w:tab/>
        <w:t>1.013e0</w:t>
      </w:r>
    </w:p>
    <w:p w:rsidR="00D43590" w:rsidRDefault="00D43590" w:rsidP="00D43590">
      <w:r>
        <w:t>153.1348</w:t>
      </w:r>
      <w:r>
        <w:tab/>
        <w:t>3.643e0</w:t>
      </w:r>
    </w:p>
    <w:p w:rsidR="00D43590" w:rsidRDefault="00D43590" w:rsidP="00D43590">
      <w:r>
        <w:t>153.1551</w:t>
      </w:r>
      <w:r>
        <w:tab/>
        <w:t>2.025e0</w:t>
      </w:r>
    </w:p>
    <w:p w:rsidR="00D43590" w:rsidRDefault="00D43590" w:rsidP="00D43590">
      <w:r>
        <w:t>153.1897</w:t>
      </w:r>
      <w:r>
        <w:tab/>
        <w:t>2.025e0</w:t>
      </w:r>
    </w:p>
    <w:p w:rsidR="00D43590" w:rsidRDefault="00D43590" w:rsidP="00D43590">
      <w:r>
        <w:t>153.2256</w:t>
      </w:r>
      <w:r>
        <w:tab/>
        <w:t>1.013e0</w:t>
      </w:r>
    </w:p>
    <w:p w:rsidR="00D43590" w:rsidRDefault="00D43590" w:rsidP="00D43590">
      <w:r>
        <w:t>153.2456</w:t>
      </w:r>
      <w:r>
        <w:tab/>
        <w:t>1.013e0</w:t>
      </w:r>
    </w:p>
    <w:p w:rsidR="00D43590" w:rsidRDefault="00D43590" w:rsidP="00D43590">
      <w:r>
        <w:t>153.3178</w:t>
      </w:r>
      <w:r>
        <w:tab/>
        <w:t>1.013e0</w:t>
      </w:r>
    </w:p>
    <w:p w:rsidR="00D43590" w:rsidRDefault="00D43590" w:rsidP="00D43590">
      <w:r>
        <w:t>153.3717</w:t>
      </w:r>
      <w:r>
        <w:tab/>
        <w:t>2.025e0</w:t>
      </w:r>
    </w:p>
    <w:p w:rsidR="00D43590" w:rsidRDefault="00D43590" w:rsidP="00D43590">
      <w:r>
        <w:t>153.4034</w:t>
      </w:r>
      <w:r>
        <w:tab/>
        <w:t>1.013e0</w:t>
      </w:r>
    </w:p>
    <w:p w:rsidR="00D43590" w:rsidRDefault="00D43590" w:rsidP="00D43590">
      <w:r>
        <w:t>153.4345</w:t>
      </w:r>
      <w:r>
        <w:tab/>
        <w:t>2.025e0</w:t>
      </w:r>
    </w:p>
    <w:p w:rsidR="00D43590" w:rsidRDefault="00D43590" w:rsidP="00D43590">
      <w:r>
        <w:t>153.4657</w:t>
      </w:r>
      <w:r>
        <w:tab/>
        <w:t>2.025e0</w:t>
      </w:r>
    </w:p>
    <w:p w:rsidR="00D43590" w:rsidRDefault="00D43590" w:rsidP="00D43590">
      <w:r>
        <w:lastRenderedPageBreak/>
        <w:t>153.4991</w:t>
      </w:r>
      <w:r>
        <w:tab/>
        <w:t>1.013e0</w:t>
      </w:r>
    </w:p>
    <w:p w:rsidR="00D43590" w:rsidRDefault="00D43590" w:rsidP="00D43590">
      <w:r>
        <w:t>153.5346</w:t>
      </w:r>
      <w:r>
        <w:tab/>
        <w:t>1.013e0</w:t>
      </w:r>
    </w:p>
    <w:p w:rsidR="00D43590" w:rsidRDefault="00D43590" w:rsidP="00D43590">
      <w:r>
        <w:t>153.5613</w:t>
      </w:r>
      <w:r>
        <w:tab/>
        <w:t>1.013e0</w:t>
      </w:r>
    </w:p>
    <w:p w:rsidR="00D43590" w:rsidRDefault="00D43590" w:rsidP="00D43590">
      <w:r>
        <w:t>153.6102</w:t>
      </w:r>
      <w:r>
        <w:tab/>
        <w:t>1.013e0</w:t>
      </w:r>
    </w:p>
    <w:p w:rsidR="00D43590" w:rsidRDefault="00D43590" w:rsidP="00D43590">
      <w:r>
        <w:t>153.6270</w:t>
      </w:r>
      <w:r>
        <w:tab/>
        <w:t>1.013e0</w:t>
      </w:r>
    </w:p>
    <w:p w:rsidR="00D43590" w:rsidRDefault="00D43590" w:rsidP="00D43590">
      <w:r>
        <w:t>153.6958</w:t>
      </w:r>
      <w:r>
        <w:tab/>
        <w:t>2.025e0</w:t>
      </w:r>
    </w:p>
    <w:p w:rsidR="00D43590" w:rsidRDefault="00D43590" w:rsidP="00D43590">
      <w:r>
        <w:t>153.7193</w:t>
      </w:r>
      <w:r>
        <w:tab/>
        <w:t>1.013e0</w:t>
      </w:r>
    </w:p>
    <w:p w:rsidR="00D43590" w:rsidRDefault="00D43590" w:rsidP="00D43590">
      <w:r>
        <w:t>153.8284</w:t>
      </w:r>
      <w:r>
        <w:tab/>
        <w:t>1.013e0</w:t>
      </w:r>
    </w:p>
    <w:p w:rsidR="00D43590" w:rsidRDefault="00D43590" w:rsidP="00D43590">
      <w:r>
        <w:t>153.8445</w:t>
      </w:r>
      <w:r>
        <w:tab/>
        <w:t>1.013e0</w:t>
      </w:r>
    </w:p>
    <w:p w:rsidR="00D43590" w:rsidRDefault="00D43590" w:rsidP="00D43590">
      <w:r>
        <w:t>153.9238</w:t>
      </w:r>
      <w:r>
        <w:tab/>
        <w:t>1.013e0</w:t>
      </w:r>
    </w:p>
    <w:p w:rsidR="00D43590" w:rsidRDefault="00D43590" w:rsidP="00D43590">
      <w:r>
        <w:t>153.9479</w:t>
      </w:r>
      <w:r>
        <w:tab/>
        <w:t>2.025e0</w:t>
      </w:r>
    </w:p>
    <w:p w:rsidR="00D43590" w:rsidRDefault="00D43590" w:rsidP="00D43590">
      <w:r>
        <w:t>153.9797</w:t>
      </w:r>
      <w:r>
        <w:tab/>
        <w:t>3.038e0</w:t>
      </w:r>
    </w:p>
    <w:p w:rsidR="00D43590" w:rsidRDefault="00D43590" w:rsidP="00D43590">
      <w:r>
        <w:t>154.0157</w:t>
      </w:r>
      <w:r>
        <w:tab/>
        <w:t>1.013e0</w:t>
      </w:r>
    </w:p>
    <w:p w:rsidR="00D43590" w:rsidRDefault="00D43590" w:rsidP="00D43590">
      <w:r>
        <w:t>154.0887</w:t>
      </w:r>
      <w:r>
        <w:tab/>
        <w:t>1.013e0</w:t>
      </w:r>
    </w:p>
    <w:p w:rsidR="00D43590" w:rsidRDefault="00D43590" w:rsidP="00D43590">
      <w:r>
        <w:t>154.1178</w:t>
      </w:r>
      <w:r>
        <w:tab/>
        <w:t>1.013e0</w:t>
      </w:r>
    </w:p>
    <w:p w:rsidR="00D43590" w:rsidRDefault="00D43590" w:rsidP="00D43590">
      <w:r>
        <w:t>154.1545</w:t>
      </w:r>
      <w:r>
        <w:tab/>
        <w:t>1.013e0</w:t>
      </w:r>
    </w:p>
    <w:p w:rsidR="00D43590" w:rsidRDefault="00D43590" w:rsidP="00D43590">
      <w:r>
        <w:t>154.2019</w:t>
      </w:r>
      <w:r>
        <w:tab/>
        <w:t>2.025e0</w:t>
      </w:r>
    </w:p>
    <w:p w:rsidR="00D43590" w:rsidRDefault="00D43590" w:rsidP="00D43590">
      <w:r>
        <w:t>154.2436</w:t>
      </w:r>
      <w:r>
        <w:tab/>
        <w:t>1.013e0</w:t>
      </w:r>
    </w:p>
    <w:p w:rsidR="00D43590" w:rsidRDefault="00D43590" w:rsidP="00D43590">
      <w:r>
        <w:t>154.2825</w:t>
      </w:r>
      <w:r>
        <w:tab/>
        <w:t>1.013e0</w:t>
      </w:r>
    </w:p>
    <w:p w:rsidR="00D43590" w:rsidRDefault="00D43590" w:rsidP="00D43590">
      <w:r>
        <w:lastRenderedPageBreak/>
        <w:t>154.3060</w:t>
      </w:r>
      <w:r>
        <w:tab/>
        <w:t>1.013e0</w:t>
      </w:r>
    </w:p>
    <w:p w:rsidR="00D43590" w:rsidRDefault="00D43590" w:rsidP="00D43590">
      <w:r>
        <w:t>154.3227</w:t>
      </w:r>
      <w:r>
        <w:tab/>
        <w:t>1.013e0</w:t>
      </w:r>
    </w:p>
    <w:p w:rsidR="00D43590" w:rsidRDefault="00D43590" w:rsidP="00D43590">
      <w:r>
        <w:t>154.3460</w:t>
      </w:r>
      <w:r>
        <w:tab/>
        <w:t>1.013e0</w:t>
      </w:r>
    </w:p>
    <w:p w:rsidR="00D43590" w:rsidRDefault="00D43590" w:rsidP="00D43590">
      <w:r>
        <w:t>154.4541</w:t>
      </w:r>
      <w:r>
        <w:tab/>
        <w:t>1.013e0</w:t>
      </w:r>
    </w:p>
    <w:p w:rsidR="00D43590" w:rsidRDefault="00D43590" w:rsidP="00D43590">
      <w:r>
        <w:t>154.4977</w:t>
      </w:r>
      <w:r>
        <w:tab/>
        <w:t>1.013e0</w:t>
      </w:r>
    </w:p>
    <w:p w:rsidR="00D43590" w:rsidRDefault="00D43590" w:rsidP="00D43590">
      <w:r>
        <w:t>154.5240</w:t>
      </w:r>
      <w:r>
        <w:tab/>
        <w:t>1.013e0</w:t>
      </w:r>
    </w:p>
    <w:p w:rsidR="00D43590" w:rsidRDefault="00D43590" w:rsidP="00D43590">
      <w:r>
        <w:t>154.5367</w:t>
      </w:r>
      <w:r>
        <w:tab/>
        <w:t>1.013e0</w:t>
      </w:r>
    </w:p>
    <w:p w:rsidR="00D43590" w:rsidRDefault="00D43590" w:rsidP="00D43590">
      <w:r>
        <w:t>154.5762</w:t>
      </w:r>
      <w:r>
        <w:tab/>
        <w:t>3.038e0</w:t>
      </w:r>
    </w:p>
    <w:p w:rsidR="00D43590" w:rsidRDefault="00D43590" w:rsidP="00D43590">
      <w:r>
        <w:t>154.6292</w:t>
      </w:r>
      <w:r>
        <w:tab/>
        <w:t>1.013e0</w:t>
      </w:r>
    </w:p>
    <w:p w:rsidR="00D43590" w:rsidRDefault="00D43590" w:rsidP="00D43590">
      <w:r>
        <w:t>154.6778</w:t>
      </w:r>
      <w:r>
        <w:tab/>
        <w:t>2.025e0</w:t>
      </w:r>
    </w:p>
    <w:p w:rsidR="00D43590" w:rsidRDefault="00D43590" w:rsidP="00D43590">
      <w:r>
        <w:t>154.6991</w:t>
      </w:r>
      <w:r>
        <w:tab/>
        <w:t>1.013e0</w:t>
      </w:r>
    </w:p>
    <w:p w:rsidR="00D43590" w:rsidRDefault="00D43590" w:rsidP="00D43590">
      <w:r>
        <w:t>154.7285</w:t>
      </w:r>
      <w:r>
        <w:tab/>
        <w:t>1.013e0</w:t>
      </w:r>
    </w:p>
    <w:p w:rsidR="00D43590" w:rsidRDefault="00D43590" w:rsidP="00D43590">
      <w:r>
        <w:t>154.7687</w:t>
      </w:r>
      <w:r>
        <w:tab/>
        <w:t>1.013e0</w:t>
      </w:r>
    </w:p>
    <w:p w:rsidR="00D43590" w:rsidRDefault="00D43590" w:rsidP="00D43590">
      <w:r>
        <w:t>154.8211</w:t>
      </w:r>
      <w:r>
        <w:tab/>
        <w:t>1.013e0</w:t>
      </w:r>
    </w:p>
    <w:p w:rsidR="00D43590" w:rsidRDefault="00D43590" w:rsidP="00D43590">
      <w:r>
        <w:t>154.8546</w:t>
      </w:r>
      <w:r>
        <w:tab/>
        <w:t>1.013e0</w:t>
      </w:r>
    </w:p>
    <w:p w:rsidR="00D43590" w:rsidRDefault="00D43590" w:rsidP="00D43590">
      <w:r>
        <w:t>154.8679</w:t>
      </w:r>
      <w:r>
        <w:tab/>
        <w:t>1.013e0</w:t>
      </w:r>
    </w:p>
    <w:p w:rsidR="00D43590" w:rsidRDefault="00D43590" w:rsidP="00D43590">
      <w:r>
        <w:t>154.9003</w:t>
      </w:r>
      <w:r>
        <w:tab/>
        <w:t>1.013e0</w:t>
      </w:r>
    </w:p>
    <w:p w:rsidR="00D43590" w:rsidRDefault="00D43590" w:rsidP="00D43590">
      <w:r>
        <w:t>154.9237</w:t>
      </w:r>
      <w:r>
        <w:tab/>
        <w:t>1.013e0</w:t>
      </w:r>
    </w:p>
    <w:p w:rsidR="00D43590" w:rsidRDefault="00D43590" w:rsidP="00D43590">
      <w:r>
        <w:t>155.0528</w:t>
      </w:r>
      <w:r>
        <w:tab/>
        <w:t>1.013e0</w:t>
      </w:r>
    </w:p>
    <w:p w:rsidR="00D43590" w:rsidRDefault="00D43590" w:rsidP="00D43590">
      <w:r>
        <w:lastRenderedPageBreak/>
        <w:t>155.1057</w:t>
      </w:r>
      <w:r>
        <w:tab/>
        <w:t>3.038e0</w:t>
      </w:r>
    </w:p>
    <w:p w:rsidR="00D43590" w:rsidRDefault="00D43590" w:rsidP="00D43590">
      <w:r>
        <w:t>155.1308</w:t>
      </w:r>
      <w:r>
        <w:tab/>
        <w:t>2.025e0</w:t>
      </w:r>
    </w:p>
    <w:p w:rsidR="00D43590" w:rsidRDefault="00D43590" w:rsidP="00D43590">
      <w:r>
        <w:t>155.1485</w:t>
      </w:r>
      <w:r>
        <w:tab/>
        <w:t>1.013e0</w:t>
      </w:r>
    </w:p>
    <w:p w:rsidR="00D43590" w:rsidRDefault="00D43590" w:rsidP="00D43590">
      <w:r>
        <w:t>155.1861</w:t>
      </w:r>
      <w:r>
        <w:tab/>
        <w:t>3.038e0</w:t>
      </w:r>
    </w:p>
    <w:p w:rsidR="00D43590" w:rsidRDefault="00D43590" w:rsidP="00D43590">
      <w:r>
        <w:t>155.2283</w:t>
      </w:r>
      <w:r>
        <w:tab/>
        <w:t>1.013e0</w:t>
      </w:r>
    </w:p>
    <w:p w:rsidR="00D43590" w:rsidRDefault="00D43590" w:rsidP="00D43590">
      <w:r>
        <w:t>155.3603</w:t>
      </w:r>
      <w:r>
        <w:tab/>
        <w:t>1.013e0</w:t>
      </w:r>
    </w:p>
    <w:p w:rsidR="00D43590" w:rsidRDefault="00D43590" w:rsidP="00D43590">
      <w:r>
        <w:t>155.3804</w:t>
      </w:r>
      <w:r>
        <w:tab/>
        <w:t>1.013e0</w:t>
      </w:r>
    </w:p>
    <w:p w:rsidR="00D43590" w:rsidRDefault="00D43590" w:rsidP="00D43590">
      <w:r>
        <w:t>155.4765</w:t>
      </w:r>
      <w:r>
        <w:tab/>
        <w:t>1.013e0</w:t>
      </w:r>
    </w:p>
    <w:p w:rsidR="00D43590" w:rsidRDefault="00D43590" w:rsidP="00D43590">
      <w:r>
        <w:t>155.5827</w:t>
      </w:r>
      <w:r>
        <w:tab/>
        <w:t>1.013e0</w:t>
      </w:r>
    </w:p>
    <w:p w:rsidR="00D43590" w:rsidRDefault="00D43590" w:rsidP="00D43590">
      <w:r>
        <w:t>155.6023</w:t>
      </w:r>
      <w:r>
        <w:tab/>
        <w:t>1.013e0</w:t>
      </w:r>
    </w:p>
    <w:p w:rsidR="00D43590" w:rsidRDefault="00D43590" w:rsidP="00D43590">
      <w:r>
        <w:t>155.6855</w:t>
      </w:r>
      <w:r>
        <w:tab/>
        <w:t>1.013e0</w:t>
      </w:r>
    </w:p>
    <w:p w:rsidR="00D43590" w:rsidRDefault="00D43590" w:rsidP="00D43590">
      <w:r>
        <w:t>155.7246</w:t>
      </w:r>
      <w:r>
        <w:tab/>
        <w:t>1.013e0</w:t>
      </w:r>
    </w:p>
    <w:p w:rsidR="00D43590" w:rsidRDefault="00D43590" w:rsidP="00D43590">
      <w:r>
        <w:t>155.7783</w:t>
      </w:r>
      <w:r>
        <w:tab/>
        <w:t>1.013e0</w:t>
      </w:r>
    </w:p>
    <w:p w:rsidR="00D43590" w:rsidRDefault="00D43590" w:rsidP="00D43590">
      <w:r>
        <w:t>155.8123</w:t>
      </w:r>
      <w:r>
        <w:tab/>
        <w:t>2.025e0</w:t>
      </w:r>
    </w:p>
    <w:p w:rsidR="00D43590" w:rsidRDefault="00D43590" w:rsidP="00D43590">
      <w:r>
        <w:t>155.8744</w:t>
      </w:r>
      <w:r>
        <w:tab/>
        <w:t>1.013e0</w:t>
      </w:r>
    </w:p>
    <w:p w:rsidR="00D43590" w:rsidRDefault="00D43590" w:rsidP="00D43590">
      <w:r>
        <w:t>155.9137</w:t>
      </w:r>
      <w:r>
        <w:tab/>
        <w:t>1.013e0</w:t>
      </w:r>
    </w:p>
    <w:p w:rsidR="00D43590" w:rsidRDefault="00D43590" w:rsidP="00D43590">
      <w:r>
        <w:t>155.9472</w:t>
      </w:r>
      <w:r>
        <w:tab/>
        <w:t>1.013e0</w:t>
      </w:r>
    </w:p>
    <w:p w:rsidR="00D43590" w:rsidRDefault="00D43590" w:rsidP="00D43590">
      <w:r>
        <w:t>155.9964</w:t>
      </w:r>
      <w:r>
        <w:tab/>
        <w:t>1.013e0</w:t>
      </w:r>
    </w:p>
    <w:p w:rsidR="00D43590" w:rsidRDefault="00D43590" w:rsidP="00D43590">
      <w:r>
        <w:t>156.0149</w:t>
      </w:r>
      <w:r>
        <w:tab/>
        <w:t>2.025e0</w:t>
      </w:r>
    </w:p>
    <w:p w:rsidR="00D43590" w:rsidRDefault="00D43590" w:rsidP="00D43590">
      <w:r>
        <w:lastRenderedPageBreak/>
        <w:t>156.0552</w:t>
      </w:r>
      <w:r>
        <w:tab/>
        <w:t>2.025e0</w:t>
      </w:r>
    </w:p>
    <w:p w:rsidR="00D43590" w:rsidRDefault="00D43590" w:rsidP="00D43590">
      <w:r>
        <w:t>156.0844</w:t>
      </w:r>
      <w:r>
        <w:tab/>
        <w:t>1.418e1</w:t>
      </w:r>
    </w:p>
    <w:p w:rsidR="00D43590" w:rsidRDefault="00D43590" w:rsidP="00D43590">
      <w:r>
        <w:t>156.1396</w:t>
      </w:r>
      <w:r>
        <w:tab/>
        <w:t>1.013e0</w:t>
      </w:r>
    </w:p>
    <w:p w:rsidR="00D43590" w:rsidRDefault="00D43590" w:rsidP="00D43590">
      <w:r>
        <w:t>156.1566</w:t>
      </w:r>
      <w:r>
        <w:tab/>
        <w:t>1.013e0</w:t>
      </w:r>
    </w:p>
    <w:p w:rsidR="00D43590" w:rsidRDefault="00D43590" w:rsidP="00D43590">
      <w:r>
        <w:t>156.1789</w:t>
      </w:r>
      <w:r>
        <w:tab/>
        <w:t>2.025e0</w:t>
      </w:r>
    </w:p>
    <w:p w:rsidR="00D43590" w:rsidRDefault="00D43590" w:rsidP="00D43590">
      <w:r>
        <w:t>156.3356</w:t>
      </w:r>
      <w:r>
        <w:tab/>
        <w:t>1.013e0</w:t>
      </w:r>
    </w:p>
    <w:p w:rsidR="00D43590" w:rsidRDefault="00D43590" w:rsidP="00D43590">
      <w:r>
        <w:t>156.3524</w:t>
      </w:r>
      <w:r>
        <w:tab/>
        <w:t>1.013e0</w:t>
      </w:r>
    </w:p>
    <w:p w:rsidR="00D43590" w:rsidRDefault="00D43590" w:rsidP="00D43590">
      <w:r>
        <w:t>156.3781</w:t>
      </w:r>
      <w:r>
        <w:tab/>
        <w:t>3.038e0</w:t>
      </w:r>
    </w:p>
    <w:p w:rsidR="00D43590" w:rsidRDefault="00D43590" w:rsidP="00D43590">
      <w:r>
        <w:t>156.4084</w:t>
      </w:r>
      <w:r>
        <w:tab/>
        <w:t>1.013e0</w:t>
      </w:r>
    </w:p>
    <w:p w:rsidR="00D43590" w:rsidRDefault="00D43590" w:rsidP="00D43590">
      <w:r>
        <w:t>156.4252</w:t>
      </w:r>
      <w:r>
        <w:tab/>
        <w:t>1.013e0</w:t>
      </w:r>
    </w:p>
    <w:p w:rsidR="00D43590" w:rsidRDefault="00D43590" w:rsidP="00D43590">
      <w:r>
        <w:t>156.5047</w:t>
      </w:r>
      <w:r>
        <w:tab/>
        <w:t>1.013e0</w:t>
      </w:r>
    </w:p>
    <w:p w:rsidR="00D43590" w:rsidRDefault="00D43590" w:rsidP="00D43590">
      <w:r>
        <w:t>156.5384</w:t>
      </w:r>
      <w:r>
        <w:tab/>
        <w:t>1.013e0</w:t>
      </w:r>
    </w:p>
    <w:p w:rsidR="00D43590" w:rsidRDefault="00D43590" w:rsidP="00D43590">
      <w:r>
        <w:t>156.6078</w:t>
      </w:r>
      <w:r>
        <w:tab/>
        <w:t>1.013e0</w:t>
      </w:r>
    </w:p>
    <w:p w:rsidR="00D43590" w:rsidRDefault="00D43590" w:rsidP="00D43590">
      <w:r>
        <w:t>156.6791</w:t>
      </w:r>
      <w:r>
        <w:tab/>
        <w:t>3.038e0</w:t>
      </w:r>
    </w:p>
    <w:p w:rsidR="00D43590" w:rsidRDefault="00D43590" w:rsidP="00D43590">
      <w:r>
        <w:t>156.7193</w:t>
      </w:r>
      <w:r>
        <w:tab/>
        <w:t>2.025e0</w:t>
      </w:r>
    </w:p>
    <w:p w:rsidR="00D43590" w:rsidRDefault="00D43590" w:rsidP="00D43590">
      <w:r>
        <w:t>156.8370</w:t>
      </w:r>
      <w:r>
        <w:tab/>
        <w:t>6.076e0</w:t>
      </w:r>
    </w:p>
    <w:p w:rsidR="00D43590" w:rsidRDefault="00D43590" w:rsidP="00D43590">
      <w:r>
        <w:t>156.8953</w:t>
      </w:r>
      <w:r>
        <w:tab/>
        <w:t>2.025e0</w:t>
      </w:r>
    </w:p>
    <w:p w:rsidR="00D43590" w:rsidRDefault="00D43590" w:rsidP="00D43590">
      <w:r>
        <w:t>156.9476</w:t>
      </w:r>
      <w:r>
        <w:tab/>
        <w:t>1.013e0</w:t>
      </w:r>
    </w:p>
    <w:p w:rsidR="00D43590" w:rsidRDefault="00D43590" w:rsidP="00D43590">
      <w:r>
        <w:t>156.9934</w:t>
      </w:r>
      <w:r>
        <w:tab/>
        <w:t>1.013e0</w:t>
      </w:r>
    </w:p>
    <w:p w:rsidR="00D43590" w:rsidRDefault="00D43590" w:rsidP="00D43590">
      <w:r>
        <w:lastRenderedPageBreak/>
        <w:t>157.0338</w:t>
      </w:r>
      <w:r>
        <w:tab/>
        <w:t>2.025e0</w:t>
      </w:r>
    </w:p>
    <w:p w:rsidR="00D43590" w:rsidRDefault="00D43590" w:rsidP="00D43590">
      <w:r>
        <w:t>157.0668</w:t>
      </w:r>
      <w:r>
        <w:tab/>
        <w:t>2.025e0</w:t>
      </w:r>
    </w:p>
    <w:p w:rsidR="00D43590" w:rsidRDefault="00D43590" w:rsidP="00D43590">
      <w:r>
        <w:t>157.0966</w:t>
      </w:r>
      <w:r>
        <w:tab/>
        <w:t>2.025e0</w:t>
      </w:r>
    </w:p>
    <w:p w:rsidR="00D43590" w:rsidRDefault="00D43590" w:rsidP="00D43590">
      <w:r>
        <w:t>157.1315</w:t>
      </w:r>
      <w:r>
        <w:tab/>
        <w:t>4.051e0</w:t>
      </w:r>
    </w:p>
    <w:p w:rsidR="00D43590" w:rsidRDefault="00D43590" w:rsidP="00D43590">
      <w:r>
        <w:t>157.2033</w:t>
      </w:r>
      <w:r>
        <w:tab/>
        <w:t>1.013e0</w:t>
      </w:r>
    </w:p>
    <w:p w:rsidR="00D43590" w:rsidRDefault="00D43590" w:rsidP="00D43590">
      <w:r>
        <w:t>157.2930</w:t>
      </w:r>
      <w:r>
        <w:tab/>
        <w:t>1.013e0</w:t>
      </w:r>
    </w:p>
    <w:p w:rsidR="00D43590" w:rsidRDefault="00D43590" w:rsidP="00D43590">
      <w:r>
        <w:t>157.3300</w:t>
      </w:r>
      <w:r>
        <w:tab/>
        <w:t>1.013e0</w:t>
      </w:r>
    </w:p>
    <w:p w:rsidR="00D43590" w:rsidRDefault="00D43590" w:rsidP="00D43590">
      <w:r>
        <w:t>157.3734</w:t>
      </w:r>
      <w:r>
        <w:tab/>
        <w:t>1.013e0</w:t>
      </w:r>
    </w:p>
    <w:p w:rsidR="00D43590" w:rsidRDefault="00D43590" w:rsidP="00D43590">
      <w:r>
        <w:t>157.4333</w:t>
      </w:r>
      <w:r>
        <w:tab/>
        <w:t>2.025e0</w:t>
      </w:r>
    </w:p>
    <w:p w:rsidR="00D43590" w:rsidRDefault="00D43590" w:rsidP="00D43590">
      <w:r>
        <w:t>157.4719</w:t>
      </w:r>
      <w:r>
        <w:tab/>
        <w:t>2.025e0</w:t>
      </w:r>
    </w:p>
    <w:p w:rsidR="00D43590" w:rsidRDefault="00D43590" w:rsidP="00D43590">
      <w:r>
        <w:t>157.5063</w:t>
      </w:r>
      <w:r>
        <w:tab/>
        <w:t>1.013e0</w:t>
      </w:r>
    </w:p>
    <w:p w:rsidR="00D43590" w:rsidRDefault="00D43590" w:rsidP="00D43590">
      <w:r>
        <w:t>157.5569</w:t>
      </w:r>
      <w:r>
        <w:tab/>
        <w:t>1.013e0</w:t>
      </w:r>
    </w:p>
    <w:p w:rsidR="00D43590" w:rsidRDefault="00D43590" w:rsidP="00D43590">
      <w:r>
        <w:t>157.6062</w:t>
      </w:r>
      <w:r>
        <w:tab/>
        <w:t>1.013e0</w:t>
      </w:r>
    </w:p>
    <w:p w:rsidR="00D43590" w:rsidRDefault="00D43590" w:rsidP="00D43590">
      <w:r>
        <w:t>157.6265</w:t>
      </w:r>
      <w:r>
        <w:tab/>
        <w:t>1.013e0</w:t>
      </w:r>
    </w:p>
    <w:p w:rsidR="00D43590" w:rsidRDefault="00D43590" w:rsidP="00D43590">
      <w:r>
        <w:t>157.6636</w:t>
      </w:r>
      <w:r>
        <w:tab/>
        <w:t>1.013e0</w:t>
      </w:r>
    </w:p>
    <w:p w:rsidR="00D43590" w:rsidRDefault="00D43590" w:rsidP="00D43590">
      <w:r>
        <w:t>157.6966</w:t>
      </w:r>
      <w:r>
        <w:tab/>
        <w:t>1.013e0</w:t>
      </w:r>
    </w:p>
    <w:p w:rsidR="00D43590" w:rsidRDefault="00D43590" w:rsidP="00D43590">
      <w:r>
        <w:t>157.7467</w:t>
      </w:r>
      <w:r>
        <w:tab/>
        <w:t>2.025e0</w:t>
      </w:r>
    </w:p>
    <w:p w:rsidR="00D43590" w:rsidRDefault="00D43590" w:rsidP="00D43590">
      <w:r>
        <w:t>157.8908</w:t>
      </w:r>
      <w:r>
        <w:tab/>
        <w:t>2.025e0</w:t>
      </w:r>
    </w:p>
    <w:p w:rsidR="00D43590" w:rsidRDefault="00D43590" w:rsidP="00D43590">
      <w:r>
        <w:t>157.9366</w:t>
      </w:r>
      <w:r>
        <w:tab/>
        <w:t>1.013e0</w:t>
      </w:r>
    </w:p>
    <w:p w:rsidR="00D43590" w:rsidRDefault="00D43590" w:rsidP="00D43590">
      <w:r>
        <w:lastRenderedPageBreak/>
        <w:t>157.9637</w:t>
      </w:r>
      <w:r>
        <w:tab/>
        <w:t>1.013e0</w:t>
      </w:r>
    </w:p>
    <w:p w:rsidR="00D43590" w:rsidRDefault="00D43590" w:rsidP="00D43590">
      <w:r>
        <w:t>157.9992</w:t>
      </w:r>
      <w:r>
        <w:tab/>
        <w:t>2.025e0</w:t>
      </w:r>
    </w:p>
    <w:p w:rsidR="00D43590" w:rsidRDefault="00D43590" w:rsidP="00D43590">
      <w:r>
        <w:t>158.0468</w:t>
      </w:r>
      <w:r>
        <w:tab/>
        <w:t>1.013e0</w:t>
      </w:r>
    </w:p>
    <w:p w:rsidR="00D43590" w:rsidRDefault="00D43590" w:rsidP="00D43590">
      <w:r>
        <w:t>158.1018</w:t>
      </w:r>
      <w:r>
        <w:tab/>
        <w:t>3.038e0</w:t>
      </w:r>
    </w:p>
    <w:p w:rsidR="00D43590" w:rsidRDefault="00D43590" w:rsidP="00D43590">
      <w:r>
        <w:t>158.1212</w:t>
      </w:r>
      <w:r>
        <w:tab/>
        <w:t>3.893e0</w:t>
      </w:r>
    </w:p>
    <w:p w:rsidR="00D43590" w:rsidRDefault="00D43590" w:rsidP="00D43590">
      <w:r>
        <w:t>158.1405</w:t>
      </w:r>
      <w:r>
        <w:tab/>
        <w:t>4.051e0</w:t>
      </w:r>
    </w:p>
    <w:p w:rsidR="00D43590" w:rsidRDefault="00D43590" w:rsidP="00D43590">
      <w:r>
        <w:t>158.1672</w:t>
      </w:r>
      <w:r>
        <w:tab/>
        <w:t>2.025e0</w:t>
      </w:r>
    </w:p>
    <w:p w:rsidR="00D43590" w:rsidRDefault="00D43590" w:rsidP="00D43590">
      <w:r>
        <w:t>158.2043</w:t>
      </w:r>
      <w:r>
        <w:tab/>
        <w:t>1.013e0</w:t>
      </w:r>
    </w:p>
    <w:p w:rsidR="00D43590" w:rsidRDefault="00D43590" w:rsidP="00D43590">
      <w:r>
        <w:t>158.2378</w:t>
      </w:r>
      <w:r>
        <w:tab/>
        <w:t>2.025e0</w:t>
      </w:r>
    </w:p>
    <w:p w:rsidR="00D43590" w:rsidRDefault="00D43590" w:rsidP="00D43590">
      <w:r>
        <w:t>158.2765</w:t>
      </w:r>
      <w:r>
        <w:tab/>
        <w:t>3.038e0</w:t>
      </w:r>
    </w:p>
    <w:p w:rsidR="00D43590" w:rsidRDefault="00D43590" w:rsidP="00D43590">
      <w:r>
        <w:t>158.2986</w:t>
      </w:r>
      <w:r>
        <w:tab/>
        <w:t>1.466e0</w:t>
      </w:r>
    </w:p>
    <w:p w:rsidR="00D43590" w:rsidRDefault="00D43590" w:rsidP="00D43590">
      <w:r>
        <w:t>158.3512</w:t>
      </w:r>
      <w:r>
        <w:tab/>
        <w:t>1.013e0</w:t>
      </w:r>
    </w:p>
    <w:p w:rsidR="00D43590" w:rsidRDefault="00D43590" w:rsidP="00D43590">
      <w:r>
        <w:t>158.3707</w:t>
      </w:r>
      <w:r>
        <w:tab/>
        <w:t>1.013e0</w:t>
      </w:r>
    </w:p>
    <w:p w:rsidR="00D43590" w:rsidRDefault="00D43590" w:rsidP="00D43590">
      <w:r>
        <w:t>158.3928</w:t>
      </w:r>
      <w:r>
        <w:tab/>
        <w:t>2.025e0</w:t>
      </w:r>
    </w:p>
    <w:p w:rsidR="00D43590" w:rsidRDefault="00D43590" w:rsidP="00D43590">
      <w:r>
        <w:t>158.4147</w:t>
      </w:r>
      <w:r>
        <w:tab/>
        <w:t>1.013e0</w:t>
      </w:r>
    </w:p>
    <w:p w:rsidR="00D43590" w:rsidRDefault="00D43590" w:rsidP="00D43590">
      <w:r>
        <w:t>158.4486</w:t>
      </w:r>
      <w:r>
        <w:tab/>
        <w:t>1.013e0</w:t>
      </w:r>
    </w:p>
    <w:p w:rsidR="00D43590" w:rsidRDefault="00D43590" w:rsidP="00D43590">
      <w:r>
        <w:t>158.4980</w:t>
      </w:r>
      <w:r>
        <w:tab/>
        <w:t>1.013e0</w:t>
      </w:r>
    </w:p>
    <w:p w:rsidR="00D43590" w:rsidRDefault="00D43590" w:rsidP="00D43590">
      <w:r>
        <w:t>158.5948</w:t>
      </w:r>
      <w:r>
        <w:tab/>
        <w:t>1.013e0</w:t>
      </w:r>
    </w:p>
    <w:p w:rsidR="00D43590" w:rsidRDefault="00D43590" w:rsidP="00D43590">
      <w:r>
        <w:t>158.6421</w:t>
      </w:r>
      <w:r>
        <w:tab/>
        <w:t>2.025e0</w:t>
      </w:r>
    </w:p>
    <w:p w:rsidR="00D43590" w:rsidRDefault="00D43590" w:rsidP="00D43590">
      <w:r>
        <w:lastRenderedPageBreak/>
        <w:t>158.6658</w:t>
      </w:r>
      <w:r>
        <w:tab/>
        <w:t>1.013e0</w:t>
      </w:r>
    </w:p>
    <w:p w:rsidR="00D43590" w:rsidRDefault="00D43590" w:rsidP="00D43590">
      <w:r>
        <w:t>158.7153</w:t>
      </w:r>
      <w:r>
        <w:tab/>
        <w:t>1.013e0</w:t>
      </w:r>
    </w:p>
    <w:p w:rsidR="00D43590" w:rsidRDefault="00D43590" w:rsidP="00D43590">
      <w:r>
        <w:t>158.7390</w:t>
      </w:r>
      <w:r>
        <w:tab/>
        <w:t>2.025e0</w:t>
      </w:r>
    </w:p>
    <w:p w:rsidR="00D43590" w:rsidRDefault="00D43590" w:rsidP="00D43590">
      <w:r>
        <w:t>158.8095</w:t>
      </w:r>
      <w:r>
        <w:tab/>
        <w:t>1.013e0</w:t>
      </w:r>
    </w:p>
    <w:p w:rsidR="00D43590" w:rsidRDefault="00D43590" w:rsidP="00D43590">
      <w:r>
        <w:t>158.9462</w:t>
      </w:r>
      <w:r>
        <w:tab/>
        <w:t>1.013e0</w:t>
      </w:r>
    </w:p>
    <w:p w:rsidR="00D43590" w:rsidRDefault="00D43590" w:rsidP="00D43590">
      <w:r>
        <w:t>159.0208</w:t>
      </w:r>
      <w:r>
        <w:tab/>
        <w:t>1.013e0</w:t>
      </w:r>
    </w:p>
    <w:p w:rsidR="00D43590" w:rsidRDefault="00D43590" w:rsidP="00D43590">
      <w:r>
        <w:t>159.0472</w:t>
      </w:r>
      <w:r>
        <w:tab/>
        <w:t>1.013e0</w:t>
      </w:r>
    </w:p>
    <w:p w:rsidR="00D43590" w:rsidRDefault="00D43590" w:rsidP="00D43590">
      <w:r>
        <w:t>159.0753</w:t>
      </w:r>
      <w:r>
        <w:tab/>
        <w:t>2.025e0</w:t>
      </w:r>
    </w:p>
    <w:p w:rsidR="00D43590" w:rsidRDefault="00D43590" w:rsidP="00D43590">
      <w:r>
        <w:t>159.1041</w:t>
      </w:r>
      <w:r>
        <w:tab/>
        <w:t>2.025e0</w:t>
      </w:r>
    </w:p>
    <w:p w:rsidR="00D43590" w:rsidRDefault="00D43590" w:rsidP="00D43590">
      <w:r>
        <w:t>159.1243</w:t>
      </w:r>
      <w:r>
        <w:tab/>
        <w:t>1.614e0</w:t>
      </w:r>
    </w:p>
    <w:p w:rsidR="00D43590" w:rsidRDefault="00D43590" w:rsidP="00D43590">
      <w:r>
        <w:t>159.2146</w:t>
      </w:r>
      <w:r>
        <w:tab/>
        <w:t>1.013e0</w:t>
      </w:r>
    </w:p>
    <w:p w:rsidR="00D43590" w:rsidRDefault="00D43590" w:rsidP="00D43590">
      <w:r>
        <w:t>159.2689</w:t>
      </w:r>
      <w:r>
        <w:tab/>
        <w:t>1.013e0</w:t>
      </w:r>
    </w:p>
    <w:p w:rsidR="00D43590" w:rsidRDefault="00D43590" w:rsidP="00D43590">
      <w:r>
        <w:t>159.3759</w:t>
      </w:r>
      <w:r>
        <w:tab/>
        <w:t>1.013e0</w:t>
      </w:r>
    </w:p>
    <w:p w:rsidR="00D43590" w:rsidRDefault="00D43590" w:rsidP="00D43590">
      <w:r>
        <w:t>159.3961</w:t>
      </w:r>
      <w:r>
        <w:tab/>
        <w:t>1.013e0</w:t>
      </w:r>
    </w:p>
    <w:p w:rsidR="00D43590" w:rsidRDefault="00D43590" w:rsidP="00D43590">
      <w:r>
        <w:t>159.4092</w:t>
      </w:r>
      <w:r>
        <w:tab/>
        <w:t>1.013e0</w:t>
      </w:r>
    </w:p>
    <w:p w:rsidR="00D43590" w:rsidRDefault="00D43590" w:rsidP="00D43590">
      <w:r>
        <w:t>159.4373</w:t>
      </w:r>
      <w:r>
        <w:tab/>
        <w:t>2.025e0</w:t>
      </w:r>
    </w:p>
    <w:p w:rsidR="00D43590" w:rsidRDefault="00D43590" w:rsidP="00D43590">
      <w:r>
        <w:t>159.4967</w:t>
      </w:r>
      <w:r>
        <w:tab/>
        <w:t>1.013e0</w:t>
      </w:r>
    </w:p>
    <w:p w:rsidR="00D43590" w:rsidRDefault="00D43590" w:rsidP="00D43590">
      <w:r>
        <w:t>159.6976</w:t>
      </w:r>
      <w:r>
        <w:tab/>
        <w:t>1.013e0</w:t>
      </w:r>
    </w:p>
    <w:p w:rsidR="00D43590" w:rsidRDefault="00D43590" w:rsidP="00D43590">
      <w:r>
        <w:t>159.7767</w:t>
      </w:r>
      <w:r>
        <w:tab/>
        <w:t>2.025e0</w:t>
      </w:r>
    </w:p>
    <w:p w:rsidR="00D43590" w:rsidRDefault="00D43590" w:rsidP="00D43590">
      <w:r>
        <w:lastRenderedPageBreak/>
        <w:t>159.7980</w:t>
      </w:r>
      <w:r>
        <w:tab/>
        <w:t>1.013e0</w:t>
      </w:r>
    </w:p>
    <w:p w:rsidR="00D43590" w:rsidRDefault="00D43590" w:rsidP="00D43590">
      <w:r>
        <w:t>159.8269</w:t>
      </w:r>
      <w:r>
        <w:tab/>
        <w:t>2.025e0</w:t>
      </w:r>
    </w:p>
    <w:p w:rsidR="00D43590" w:rsidRDefault="00D43590" w:rsidP="00D43590">
      <w:r>
        <w:t>159.8929</w:t>
      </w:r>
      <w:r>
        <w:tab/>
        <w:t>1.013e0</w:t>
      </w:r>
    </w:p>
    <w:p w:rsidR="00D43590" w:rsidRDefault="00D43590" w:rsidP="00D43590">
      <w:r>
        <w:t>159.9426</w:t>
      </w:r>
      <w:r>
        <w:tab/>
        <w:t>1.013e0</w:t>
      </w:r>
    </w:p>
    <w:p w:rsidR="00D43590" w:rsidRDefault="00D43590" w:rsidP="00D43590">
      <w:r>
        <w:t>160.0037</w:t>
      </w:r>
      <w:r>
        <w:tab/>
        <w:t>1.013e0</w:t>
      </w:r>
    </w:p>
    <w:p w:rsidR="00D43590" w:rsidRDefault="00D43590" w:rsidP="00D43590">
      <w:r>
        <w:t>160.0600</w:t>
      </w:r>
      <w:r>
        <w:tab/>
        <w:t>1.013e0</w:t>
      </w:r>
    </w:p>
    <w:p w:rsidR="00D43590" w:rsidRDefault="00D43590" w:rsidP="00D43590">
      <w:r>
        <w:t>160.1212</w:t>
      </w:r>
      <w:r>
        <w:tab/>
        <w:t>2.025e0</w:t>
      </w:r>
    </w:p>
    <w:p w:rsidR="00D43590" w:rsidRDefault="00D43590" w:rsidP="00D43590">
      <w:r>
        <w:t>160.1483</w:t>
      </w:r>
      <w:r>
        <w:tab/>
        <w:t>2.025e0</w:t>
      </w:r>
    </w:p>
    <w:p w:rsidR="00D43590" w:rsidRDefault="00D43590" w:rsidP="00D43590">
      <w:r>
        <w:t>160.1679</w:t>
      </w:r>
      <w:r>
        <w:tab/>
        <w:t>1.013e0</w:t>
      </w:r>
    </w:p>
    <w:p w:rsidR="00D43590" w:rsidRDefault="00D43590" w:rsidP="00D43590">
      <w:r>
        <w:t>160.2659</w:t>
      </w:r>
      <w:r>
        <w:tab/>
        <w:t>2.025e0</w:t>
      </w:r>
    </w:p>
    <w:p w:rsidR="00D43590" w:rsidRDefault="00D43590" w:rsidP="00D43590">
      <w:r>
        <w:t>160.2842</w:t>
      </w:r>
      <w:r>
        <w:tab/>
        <w:t>2.025e0</w:t>
      </w:r>
    </w:p>
    <w:p w:rsidR="00D43590" w:rsidRDefault="00D43590" w:rsidP="00D43590">
      <w:r>
        <w:t>160.3427</w:t>
      </w:r>
      <w:r>
        <w:tab/>
        <w:t>2.025e0</w:t>
      </w:r>
    </w:p>
    <w:p w:rsidR="00D43590" w:rsidRDefault="00D43590" w:rsidP="00D43590">
      <w:r>
        <w:t>160.3732</w:t>
      </w:r>
      <w:r>
        <w:tab/>
        <w:t>1.013e0</w:t>
      </w:r>
    </w:p>
    <w:p w:rsidR="00D43590" w:rsidRDefault="00D43590" w:rsidP="00D43590">
      <w:r>
        <w:t>160.4091</w:t>
      </w:r>
      <w:r>
        <w:tab/>
        <w:t>2.025e0</w:t>
      </w:r>
    </w:p>
    <w:p w:rsidR="00D43590" w:rsidRDefault="00D43590" w:rsidP="00D43590">
      <w:r>
        <w:t>160.4467</w:t>
      </w:r>
      <w:r>
        <w:tab/>
        <w:t>1.013e0</w:t>
      </w:r>
    </w:p>
    <w:p w:rsidR="00D43590" w:rsidRDefault="00D43590" w:rsidP="00D43590">
      <w:r>
        <w:t>160.6154</w:t>
      </w:r>
      <w:r>
        <w:tab/>
        <w:t>1.013e0</w:t>
      </w:r>
    </w:p>
    <w:p w:rsidR="00D43590" w:rsidRDefault="00D43590" w:rsidP="00D43590">
      <w:r>
        <w:t>160.7534</w:t>
      </w:r>
      <w:r>
        <w:tab/>
        <w:t>1.013e0</w:t>
      </w:r>
    </w:p>
    <w:p w:rsidR="00D43590" w:rsidRDefault="00D43590" w:rsidP="00D43590">
      <w:r>
        <w:t>161.0568</w:t>
      </w:r>
      <w:r>
        <w:tab/>
        <w:t>1.013e0</w:t>
      </w:r>
    </w:p>
    <w:p w:rsidR="00D43590" w:rsidRDefault="00D43590" w:rsidP="00D43590">
      <w:r>
        <w:t>161.1009</w:t>
      </w:r>
      <w:r>
        <w:tab/>
        <w:t>2.025e0</w:t>
      </w:r>
    </w:p>
    <w:p w:rsidR="00D43590" w:rsidRDefault="00D43590" w:rsidP="00D43590">
      <w:r>
        <w:lastRenderedPageBreak/>
        <w:t>161.1239</w:t>
      </w:r>
      <w:r>
        <w:tab/>
        <w:t>1.013e0</w:t>
      </w:r>
    </w:p>
    <w:p w:rsidR="00D43590" w:rsidRDefault="00D43590" w:rsidP="00D43590">
      <w:r>
        <w:t>161.1440</w:t>
      </w:r>
      <w:r>
        <w:tab/>
        <w:t>1.013e0</w:t>
      </w:r>
    </w:p>
    <w:p w:rsidR="00D43590" w:rsidRDefault="00D43590" w:rsidP="00D43590">
      <w:r>
        <w:t>161.1883</w:t>
      </w:r>
      <w:r>
        <w:tab/>
        <w:t>1.013e0</w:t>
      </w:r>
    </w:p>
    <w:p w:rsidR="00D43590" w:rsidRDefault="00D43590" w:rsidP="00D43590">
      <w:r>
        <w:t>161.2292</w:t>
      </w:r>
      <w:r>
        <w:tab/>
        <w:t>1.013e0</w:t>
      </w:r>
    </w:p>
    <w:p w:rsidR="00D43590" w:rsidRDefault="00D43590" w:rsidP="00D43590">
      <w:r>
        <w:t>161.2557</w:t>
      </w:r>
      <w:r>
        <w:tab/>
        <w:t>1.013e0</w:t>
      </w:r>
    </w:p>
    <w:p w:rsidR="00D43590" w:rsidRDefault="00D43590" w:rsidP="00D43590">
      <w:r>
        <w:t>161.2993</w:t>
      </w:r>
      <w:r>
        <w:tab/>
        <w:t>2.025e0</w:t>
      </w:r>
    </w:p>
    <w:p w:rsidR="00D43590" w:rsidRDefault="00D43590" w:rsidP="00D43590">
      <w:r>
        <w:t>161.4041</w:t>
      </w:r>
      <w:r>
        <w:tab/>
        <w:t>1.013e0</w:t>
      </w:r>
    </w:p>
    <w:p w:rsidR="00D43590" w:rsidRDefault="00D43590" w:rsidP="00D43590">
      <w:r>
        <w:t>161.4410</w:t>
      </w:r>
      <w:r>
        <w:tab/>
        <w:t>1.013e0</w:t>
      </w:r>
    </w:p>
    <w:p w:rsidR="00D43590" w:rsidRDefault="00D43590" w:rsidP="00D43590">
      <w:r>
        <w:t>161.4818</w:t>
      </w:r>
      <w:r>
        <w:tab/>
        <w:t>1.013e0</w:t>
      </w:r>
    </w:p>
    <w:p w:rsidR="00D43590" w:rsidRDefault="00D43590" w:rsidP="00D43590">
      <w:r>
        <w:t>161.5159</w:t>
      </w:r>
      <w:r>
        <w:tab/>
        <w:t>2.025e0</w:t>
      </w:r>
    </w:p>
    <w:p w:rsidR="00D43590" w:rsidRDefault="00D43590" w:rsidP="00D43590">
      <w:r>
        <w:t>161.5624</w:t>
      </w:r>
      <w:r>
        <w:tab/>
        <w:t>1.013e0</w:t>
      </w:r>
    </w:p>
    <w:p w:rsidR="00D43590" w:rsidRDefault="00D43590" w:rsidP="00D43590">
      <w:r>
        <w:t>161.5912</w:t>
      </w:r>
      <w:r>
        <w:tab/>
        <w:t>2.025e0</w:t>
      </w:r>
    </w:p>
    <w:p w:rsidR="00D43590" w:rsidRDefault="00D43590" w:rsidP="00D43590">
      <w:r>
        <w:t>161.6508</w:t>
      </w:r>
      <w:r>
        <w:tab/>
        <w:t>1.013e0</w:t>
      </w:r>
    </w:p>
    <w:p w:rsidR="00D43590" w:rsidRDefault="00D43590" w:rsidP="00D43590">
      <w:r>
        <w:t>161.6962</w:t>
      </w:r>
      <w:r>
        <w:tab/>
        <w:t>2.025e0</w:t>
      </w:r>
    </w:p>
    <w:p w:rsidR="00D43590" w:rsidRDefault="00D43590" w:rsidP="00D43590">
      <w:r>
        <w:t>161.7176</w:t>
      </w:r>
      <w:r>
        <w:tab/>
        <w:t>1.013e0</w:t>
      </w:r>
    </w:p>
    <w:p w:rsidR="00D43590" w:rsidRDefault="00D43590" w:rsidP="00D43590">
      <w:r>
        <w:t>161.7790</w:t>
      </w:r>
      <w:r>
        <w:tab/>
        <w:t>1.013e0</w:t>
      </w:r>
    </w:p>
    <w:p w:rsidR="00D43590" w:rsidRDefault="00D43590" w:rsidP="00D43590">
      <w:r>
        <w:t>161.8236</w:t>
      </w:r>
      <w:r>
        <w:tab/>
        <w:t>2.025e0</w:t>
      </w:r>
    </w:p>
    <w:p w:rsidR="00D43590" w:rsidRDefault="00D43590" w:rsidP="00D43590">
      <w:r>
        <w:t>161.8465</w:t>
      </w:r>
      <w:r>
        <w:tab/>
        <w:t>1.013e0</w:t>
      </w:r>
    </w:p>
    <w:p w:rsidR="00D43590" w:rsidRDefault="00D43590" w:rsidP="00D43590">
      <w:r>
        <w:t>162.0019</w:t>
      </w:r>
      <w:r>
        <w:tab/>
        <w:t>1.013e0</w:t>
      </w:r>
    </w:p>
    <w:p w:rsidR="00D43590" w:rsidRDefault="00D43590" w:rsidP="00D43590">
      <w:r>
        <w:lastRenderedPageBreak/>
        <w:t>162.0185</w:t>
      </w:r>
      <w:r>
        <w:tab/>
        <w:t>1.013e0</w:t>
      </w:r>
    </w:p>
    <w:p w:rsidR="00D43590" w:rsidRDefault="00D43590" w:rsidP="00D43590">
      <w:r>
        <w:t>162.0781</w:t>
      </w:r>
      <w:r>
        <w:tab/>
        <w:t>2.025e0</w:t>
      </w:r>
    </w:p>
    <w:p w:rsidR="00D43590" w:rsidRDefault="00D43590" w:rsidP="00D43590">
      <w:r>
        <w:t>162.1242</w:t>
      </w:r>
      <w:r>
        <w:tab/>
        <w:t>1.013e0</w:t>
      </w:r>
    </w:p>
    <w:p w:rsidR="00D43590" w:rsidRDefault="00D43590" w:rsidP="00D43590">
      <w:r>
        <w:t>162.1808</w:t>
      </w:r>
      <w:r>
        <w:tab/>
        <w:t>1.013e0</w:t>
      </w:r>
    </w:p>
    <w:p w:rsidR="00D43590" w:rsidRDefault="00D43590" w:rsidP="00D43590">
      <w:r>
        <w:t>162.2116</w:t>
      </w:r>
      <w:r>
        <w:tab/>
        <w:t>1.013e0</w:t>
      </w:r>
    </w:p>
    <w:p w:rsidR="00D43590" w:rsidRDefault="00D43590" w:rsidP="00D43590">
      <w:r>
        <w:t>162.2558</w:t>
      </w:r>
      <w:r>
        <w:tab/>
        <w:t>1.013e0</w:t>
      </w:r>
    </w:p>
    <w:p w:rsidR="00D43590" w:rsidRDefault="00D43590" w:rsidP="00D43590">
      <w:r>
        <w:t>162.3467</w:t>
      </w:r>
      <w:r>
        <w:tab/>
        <w:t>1.013e0</w:t>
      </w:r>
    </w:p>
    <w:p w:rsidR="00D43590" w:rsidRDefault="00D43590" w:rsidP="00D43590">
      <w:r>
        <w:t>162.3979</w:t>
      </w:r>
      <w:r>
        <w:tab/>
        <w:t>1.013e0</w:t>
      </w:r>
    </w:p>
    <w:p w:rsidR="00D43590" w:rsidRDefault="00D43590" w:rsidP="00D43590">
      <w:r>
        <w:t>162.5434</w:t>
      </w:r>
      <w:r>
        <w:tab/>
        <w:t>1.013e0</w:t>
      </w:r>
    </w:p>
    <w:p w:rsidR="00D43590" w:rsidRDefault="00D43590" w:rsidP="00D43590">
      <w:r>
        <w:t>162.5706</w:t>
      </w:r>
      <w:r>
        <w:tab/>
        <w:t>1.013e0</w:t>
      </w:r>
    </w:p>
    <w:p w:rsidR="00D43590" w:rsidRDefault="00D43590" w:rsidP="00D43590">
      <w:r>
        <w:t>162.5877</w:t>
      </w:r>
      <w:r>
        <w:tab/>
        <w:t>1.013e0</w:t>
      </w:r>
    </w:p>
    <w:p w:rsidR="00D43590" w:rsidRDefault="00D43590" w:rsidP="00D43590">
      <w:r>
        <w:t>162.6855</w:t>
      </w:r>
      <w:r>
        <w:tab/>
        <w:t>1.013e0</w:t>
      </w:r>
    </w:p>
    <w:p w:rsidR="00D43590" w:rsidRDefault="00D43590" w:rsidP="00D43590">
      <w:r>
        <w:t>162.7975</w:t>
      </w:r>
      <w:r>
        <w:tab/>
        <w:t>1.013e0</w:t>
      </w:r>
    </w:p>
    <w:p w:rsidR="00D43590" w:rsidRDefault="00D43590" w:rsidP="00D43590">
      <w:r>
        <w:t>162.8447</w:t>
      </w:r>
      <w:r>
        <w:tab/>
        <w:t>1.013e0</w:t>
      </w:r>
    </w:p>
    <w:p w:rsidR="00D43590" w:rsidRDefault="00D43590" w:rsidP="00D43590">
      <w:r>
        <w:t>162.9637</w:t>
      </w:r>
      <w:r>
        <w:tab/>
        <w:t>1.013e0</w:t>
      </w:r>
    </w:p>
    <w:p w:rsidR="00D43590" w:rsidRDefault="00D43590" w:rsidP="00D43590">
      <w:r>
        <w:t>163.0176</w:t>
      </w:r>
      <w:r>
        <w:tab/>
        <w:t>3.038e0</w:t>
      </w:r>
    </w:p>
    <w:p w:rsidR="00D43590" w:rsidRDefault="00D43590" w:rsidP="00D43590">
      <w:r>
        <w:t>163.1301</w:t>
      </w:r>
      <w:r>
        <w:tab/>
        <w:t>2.025e0</w:t>
      </w:r>
    </w:p>
    <w:p w:rsidR="00D43590" w:rsidRDefault="00D43590" w:rsidP="00D43590">
      <w:r>
        <w:t>163.1666</w:t>
      </w:r>
      <w:r>
        <w:tab/>
        <w:t>1.013e0</w:t>
      </w:r>
    </w:p>
    <w:p w:rsidR="00D43590" w:rsidRDefault="00D43590" w:rsidP="00D43590">
      <w:r>
        <w:t>163.2231</w:t>
      </w:r>
      <w:r>
        <w:tab/>
        <w:t>2.025e0</w:t>
      </w:r>
    </w:p>
    <w:p w:rsidR="00D43590" w:rsidRDefault="00D43590" w:rsidP="00D43590">
      <w:r>
        <w:lastRenderedPageBreak/>
        <w:t>163.2521</w:t>
      </w:r>
      <w:r>
        <w:tab/>
        <w:t>1.013e0</w:t>
      </w:r>
    </w:p>
    <w:p w:rsidR="00D43590" w:rsidRDefault="00D43590" w:rsidP="00D43590">
      <w:r>
        <w:t>163.3431</w:t>
      </w:r>
      <w:r>
        <w:tab/>
        <w:t>1.013e0</w:t>
      </w:r>
    </w:p>
    <w:p w:rsidR="00D43590" w:rsidRDefault="00D43590" w:rsidP="00D43590">
      <w:r>
        <w:t>163.3603</w:t>
      </w:r>
      <w:r>
        <w:tab/>
        <w:t>1.013e0</w:t>
      </w:r>
    </w:p>
    <w:p w:rsidR="00D43590" w:rsidRDefault="00D43590" w:rsidP="00D43590">
      <w:r>
        <w:t>163.3876</w:t>
      </w:r>
      <w:r>
        <w:tab/>
        <w:t>1.013e0</w:t>
      </w:r>
    </w:p>
    <w:p w:rsidR="00D43590" w:rsidRDefault="00D43590" w:rsidP="00D43590">
      <w:r>
        <w:t>163.4355</w:t>
      </w:r>
      <w:r>
        <w:tab/>
        <w:t>1.013e0</w:t>
      </w:r>
    </w:p>
    <w:p w:rsidR="00D43590" w:rsidRDefault="00D43590" w:rsidP="00D43590">
      <w:r>
        <w:t>163.4526</w:t>
      </w:r>
      <w:r>
        <w:tab/>
        <w:t>2.025e0</w:t>
      </w:r>
    </w:p>
    <w:p w:rsidR="00D43590" w:rsidRDefault="00D43590" w:rsidP="00D43590">
      <w:r>
        <w:t>163.6189</w:t>
      </w:r>
      <w:r>
        <w:tab/>
        <w:t>2.025e0</w:t>
      </w:r>
    </w:p>
    <w:p w:rsidR="00D43590" w:rsidRDefault="00D43590" w:rsidP="00D43590">
      <w:r>
        <w:t>163.7134</w:t>
      </w:r>
      <w:r>
        <w:tab/>
        <w:t>1.013e0</w:t>
      </w:r>
    </w:p>
    <w:p w:rsidR="00D43590" w:rsidRDefault="00D43590" w:rsidP="00D43590">
      <w:r>
        <w:t>163.7614</w:t>
      </w:r>
      <w:r>
        <w:tab/>
        <w:t>1.013e0</w:t>
      </w:r>
    </w:p>
    <w:p w:rsidR="00D43590" w:rsidRDefault="00D43590" w:rsidP="00D43590">
      <w:r>
        <w:t>163.9391</w:t>
      </w:r>
      <w:r>
        <w:tab/>
        <w:t>3.038e0</w:t>
      </w:r>
    </w:p>
    <w:p w:rsidR="00D43590" w:rsidRDefault="00D43590" w:rsidP="00D43590">
      <w:r>
        <w:t>163.9655</w:t>
      </w:r>
      <w:r>
        <w:tab/>
        <w:t>1.013e0</w:t>
      </w:r>
    </w:p>
    <w:p w:rsidR="00D43590" w:rsidRDefault="00D43590" w:rsidP="00D43590">
      <w:r>
        <w:t>163.9826</w:t>
      </w:r>
      <w:r>
        <w:tab/>
        <w:t>1.013e0</w:t>
      </w:r>
    </w:p>
    <w:p w:rsidR="00D43590" w:rsidRDefault="00D43590" w:rsidP="00D43590">
      <w:r>
        <w:t>164.0706</w:t>
      </w:r>
      <w:r>
        <w:tab/>
        <w:t>1.013e0</w:t>
      </w:r>
    </w:p>
    <w:p w:rsidR="00D43590" w:rsidRDefault="00D43590" w:rsidP="00D43590">
      <w:r>
        <w:t>164.0978</w:t>
      </w:r>
      <w:r>
        <w:tab/>
        <w:t>2.025e0</w:t>
      </w:r>
    </w:p>
    <w:p w:rsidR="00D43590" w:rsidRDefault="00D43590" w:rsidP="00D43590">
      <w:r>
        <w:t>164.1569</w:t>
      </w:r>
      <w:r>
        <w:tab/>
        <w:t>3.038e0</w:t>
      </w:r>
    </w:p>
    <w:p w:rsidR="00D43590" w:rsidRDefault="00D43590" w:rsidP="00D43590">
      <w:r>
        <w:t>164.1937</w:t>
      </w:r>
      <w:r>
        <w:tab/>
        <w:t>1.013e0</w:t>
      </w:r>
    </w:p>
    <w:p w:rsidR="00D43590" w:rsidRDefault="00D43590" w:rsidP="00D43590">
      <w:r>
        <w:t>164.3946</w:t>
      </w:r>
      <w:r>
        <w:tab/>
        <w:t>1.013e0</w:t>
      </w:r>
    </w:p>
    <w:p w:rsidR="00D43590" w:rsidRDefault="00D43590" w:rsidP="00D43590">
      <w:r>
        <w:t>164.4186</w:t>
      </w:r>
      <w:r>
        <w:tab/>
        <w:t>1.013e0</w:t>
      </w:r>
    </w:p>
    <w:p w:rsidR="00D43590" w:rsidRDefault="00D43590" w:rsidP="00D43590">
      <w:r>
        <w:t>164.4454</w:t>
      </w:r>
      <w:r>
        <w:tab/>
        <w:t>1.013e0</w:t>
      </w:r>
    </w:p>
    <w:p w:rsidR="00D43590" w:rsidRDefault="00D43590" w:rsidP="00D43590">
      <w:r>
        <w:lastRenderedPageBreak/>
        <w:t>164.4790</w:t>
      </w:r>
      <w:r>
        <w:tab/>
        <w:t>2.025e0</w:t>
      </w:r>
    </w:p>
    <w:p w:rsidR="00D43590" w:rsidRDefault="00D43590" w:rsidP="00D43590">
      <w:r>
        <w:t>164.4961</w:t>
      </w:r>
      <w:r>
        <w:tab/>
        <w:t>1.013e0</w:t>
      </w:r>
    </w:p>
    <w:p w:rsidR="00D43590" w:rsidRDefault="00D43590" w:rsidP="00D43590">
      <w:r>
        <w:t>164.5750</w:t>
      </w:r>
      <w:r>
        <w:tab/>
        <w:t>2.025e0</w:t>
      </w:r>
    </w:p>
    <w:p w:rsidR="00D43590" w:rsidRDefault="00D43590" w:rsidP="00D43590">
      <w:r>
        <w:t>164.6197</w:t>
      </w:r>
      <w:r>
        <w:tab/>
        <w:t>1.013e0</w:t>
      </w:r>
    </w:p>
    <w:p w:rsidR="00D43590" w:rsidRDefault="00D43590" w:rsidP="00D43590">
      <w:r>
        <w:t>164.6365</w:t>
      </w:r>
      <w:r>
        <w:tab/>
        <w:t>1.013e0</w:t>
      </w:r>
    </w:p>
    <w:p w:rsidR="00D43590" w:rsidRDefault="00D43590" w:rsidP="00D43590">
      <w:r>
        <w:t>164.6583</w:t>
      </w:r>
      <w:r>
        <w:tab/>
        <w:t>2.025e0</w:t>
      </w:r>
    </w:p>
    <w:p w:rsidR="00D43590" w:rsidRDefault="00D43590" w:rsidP="00D43590">
      <w:r>
        <w:t>164.7298</w:t>
      </w:r>
      <w:r>
        <w:tab/>
        <w:t>2.025e0</w:t>
      </w:r>
    </w:p>
    <w:p w:rsidR="00D43590" w:rsidRDefault="00D43590" w:rsidP="00D43590">
      <w:r>
        <w:t>164.7452</w:t>
      </w:r>
      <w:r>
        <w:tab/>
        <w:t>1.013e0</w:t>
      </w:r>
    </w:p>
    <w:p w:rsidR="00D43590" w:rsidRDefault="00D43590" w:rsidP="00D43590">
      <w:r>
        <w:t>164.7967</w:t>
      </w:r>
      <w:r>
        <w:tab/>
        <w:t>1.013e0</w:t>
      </w:r>
    </w:p>
    <w:p w:rsidR="00D43590" w:rsidRDefault="00D43590" w:rsidP="00D43590">
      <w:r>
        <w:t>164.8680</w:t>
      </w:r>
      <w:r>
        <w:tab/>
        <w:t>1.013e0</w:t>
      </w:r>
    </w:p>
    <w:p w:rsidR="00D43590" w:rsidRDefault="00D43590" w:rsidP="00D43590">
      <w:r>
        <w:t>164.9242</w:t>
      </w:r>
      <w:r>
        <w:tab/>
        <w:t>3.038e0</w:t>
      </w:r>
    </w:p>
    <w:p w:rsidR="00D43590" w:rsidRDefault="00D43590" w:rsidP="00D43590">
      <w:r>
        <w:t>164.9841</w:t>
      </w:r>
      <w:r>
        <w:tab/>
        <w:t>2.025e0</w:t>
      </w:r>
    </w:p>
    <w:p w:rsidR="00D43590" w:rsidRDefault="00D43590" w:rsidP="00D43590">
      <w:r>
        <w:t>165.0081</w:t>
      </w:r>
      <w:r>
        <w:tab/>
        <w:t>3.038e0</w:t>
      </w:r>
    </w:p>
    <w:p w:rsidR="00D43590" w:rsidRDefault="00D43590" w:rsidP="00D43590">
      <w:r>
        <w:t>165.0546</w:t>
      </w:r>
      <w:r>
        <w:tab/>
        <w:t>2.025e0</w:t>
      </w:r>
    </w:p>
    <w:p w:rsidR="00D43590" w:rsidRDefault="00D43590" w:rsidP="00D43590">
      <w:r>
        <w:t>165.1225</w:t>
      </w:r>
      <w:r>
        <w:tab/>
        <w:t>4.051e0</w:t>
      </w:r>
    </w:p>
    <w:p w:rsidR="00D43590" w:rsidRDefault="00D43590" w:rsidP="00D43590">
      <w:r>
        <w:t>165.1535</w:t>
      </w:r>
      <w:r>
        <w:tab/>
        <w:t>3.038e0</w:t>
      </w:r>
    </w:p>
    <w:p w:rsidR="00D43590" w:rsidRDefault="00D43590" w:rsidP="00D43590">
      <w:r>
        <w:t>165.2507</w:t>
      </w:r>
      <w:r>
        <w:tab/>
        <w:t>2.025e0</w:t>
      </w:r>
    </w:p>
    <w:p w:rsidR="00D43590" w:rsidRDefault="00D43590" w:rsidP="00D43590">
      <w:r>
        <w:t>165.3173</w:t>
      </w:r>
      <w:r>
        <w:tab/>
        <w:t>3.038e0</w:t>
      </w:r>
    </w:p>
    <w:p w:rsidR="00D43590" w:rsidRDefault="00D43590" w:rsidP="00D43590">
      <w:r>
        <w:t>165.3420</w:t>
      </w:r>
      <w:r>
        <w:tab/>
        <w:t>1.013e0</w:t>
      </w:r>
    </w:p>
    <w:p w:rsidR="00D43590" w:rsidRDefault="00D43590" w:rsidP="00D43590">
      <w:r>
        <w:lastRenderedPageBreak/>
        <w:t>165.4348</w:t>
      </w:r>
      <w:r>
        <w:tab/>
        <w:t>1.013e0</w:t>
      </w:r>
    </w:p>
    <w:p w:rsidR="00D43590" w:rsidRDefault="00D43590" w:rsidP="00D43590">
      <w:r>
        <w:t>165.4520</w:t>
      </w:r>
      <w:r>
        <w:tab/>
        <w:t>1.013e0</w:t>
      </w:r>
    </w:p>
    <w:p w:rsidR="00D43590" w:rsidRDefault="00D43590" w:rsidP="00D43590">
      <w:r>
        <w:t>165.4933</w:t>
      </w:r>
      <w:r>
        <w:tab/>
        <w:t>1.013e0</w:t>
      </w:r>
    </w:p>
    <w:p w:rsidR="00D43590" w:rsidRDefault="00D43590" w:rsidP="00D43590">
      <w:r>
        <w:t>165.5778</w:t>
      </w:r>
      <w:r>
        <w:tab/>
        <w:t>1.013e0</w:t>
      </w:r>
    </w:p>
    <w:p w:rsidR="00D43590" w:rsidRDefault="00D43590" w:rsidP="00D43590">
      <w:r>
        <w:t>165.6122</w:t>
      </w:r>
      <w:r>
        <w:tab/>
        <w:t>1.013e0</w:t>
      </w:r>
    </w:p>
    <w:p w:rsidR="00D43590" w:rsidRDefault="00D43590" w:rsidP="00D43590">
      <w:r>
        <w:t>165.6809</w:t>
      </w:r>
      <w:r>
        <w:tab/>
        <w:t>1.013e0</w:t>
      </w:r>
    </w:p>
    <w:p w:rsidR="00D43590" w:rsidRDefault="00D43590" w:rsidP="00D43590">
      <w:r>
        <w:t>165.7697</w:t>
      </w:r>
      <w:r>
        <w:tab/>
        <w:t>2.025e0</w:t>
      </w:r>
    </w:p>
    <w:p w:rsidR="00D43590" w:rsidRDefault="00D43590" w:rsidP="00D43590">
      <w:r>
        <w:t>165.8413</w:t>
      </w:r>
      <w:r>
        <w:tab/>
        <w:t>1.013e0</w:t>
      </w:r>
    </w:p>
    <w:p w:rsidR="00D43590" w:rsidRDefault="00D43590" w:rsidP="00D43590">
      <w:r>
        <w:t>165.9410</w:t>
      </w:r>
      <w:r>
        <w:tab/>
        <w:t>1.013e0</w:t>
      </w:r>
    </w:p>
    <w:p w:rsidR="00D43590" w:rsidRDefault="00D43590" w:rsidP="00D43590">
      <w:r>
        <w:t>165.9651</w:t>
      </w:r>
      <w:r>
        <w:tab/>
        <w:t>1.013e0</w:t>
      </w:r>
    </w:p>
    <w:p w:rsidR="00D43590" w:rsidRDefault="00D43590" w:rsidP="00D43590">
      <w:r>
        <w:t>165.9859</w:t>
      </w:r>
      <w:r>
        <w:tab/>
        <w:t>2.025e0</w:t>
      </w:r>
    </w:p>
    <w:p w:rsidR="00D43590" w:rsidRDefault="00D43590" w:rsidP="00D43590">
      <w:r>
        <w:t>166.0161</w:t>
      </w:r>
      <w:r>
        <w:tab/>
        <w:t>1.013e0</w:t>
      </w:r>
    </w:p>
    <w:p w:rsidR="00D43590" w:rsidRDefault="00D43590" w:rsidP="00D43590">
      <w:r>
        <w:t>166.0296</w:t>
      </w:r>
      <w:r>
        <w:tab/>
        <w:t>1.013e0</w:t>
      </w:r>
    </w:p>
    <w:p w:rsidR="00D43590" w:rsidRDefault="00D43590" w:rsidP="00D43590">
      <w:r>
        <w:t>166.0669</w:t>
      </w:r>
      <w:r>
        <w:tab/>
        <w:t>2.025e0</w:t>
      </w:r>
    </w:p>
    <w:p w:rsidR="00D43590" w:rsidRDefault="00D43590" w:rsidP="00D43590">
      <w:r>
        <w:t>166.1117</w:t>
      </w:r>
      <w:r>
        <w:tab/>
        <w:t>1.013e0</w:t>
      </w:r>
    </w:p>
    <w:p w:rsidR="00D43590" w:rsidRDefault="00D43590" w:rsidP="00D43590">
      <w:r>
        <w:t>166.2184</w:t>
      </w:r>
      <w:r>
        <w:tab/>
        <w:t>1.013e0</w:t>
      </w:r>
    </w:p>
    <w:p w:rsidR="00D43590" w:rsidRDefault="00D43590" w:rsidP="00D43590">
      <w:r>
        <w:t>166.3703</w:t>
      </w:r>
      <w:r>
        <w:tab/>
        <w:t>2.025e0</w:t>
      </w:r>
    </w:p>
    <w:p w:rsidR="00D43590" w:rsidRDefault="00D43590" w:rsidP="00D43590">
      <w:r>
        <w:t>166.4271</w:t>
      </w:r>
      <w:r>
        <w:tab/>
        <w:t>1.013e0</w:t>
      </w:r>
    </w:p>
    <w:p w:rsidR="00D43590" w:rsidRDefault="00D43590" w:rsidP="00D43590">
      <w:r>
        <w:t>166.4961</w:t>
      </w:r>
      <w:r>
        <w:tab/>
        <w:t>1.013e0</w:t>
      </w:r>
    </w:p>
    <w:p w:rsidR="00D43590" w:rsidRDefault="00D43590" w:rsidP="00D43590">
      <w:r>
        <w:lastRenderedPageBreak/>
        <w:t>166.5345</w:t>
      </w:r>
      <w:r>
        <w:tab/>
        <w:t>3.038e0</w:t>
      </w:r>
    </w:p>
    <w:p w:rsidR="00D43590" w:rsidRDefault="00D43590" w:rsidP="00D43590">
      <w:r>
        <w:t>166.5945</w:t>
      </w:r>
      <w:r>
        <w:tab/>
        <w:t>1.013e0</w:t>
      </w:r>
    </w:p>
    <w:p w:rsidR="00D43590" w:rsidRDefault="00D43590" w:rsidP="00D43590">
      <w:r>
        <w:t>166.6910</w:t>
      </w:r>
      <w:r>
        <w:tab/>
        <w:t>1.013e0</w:t>
      </w:r>
    </w:p>
    <w:p w:rsidR="00D43590" w:rsidRDefault="00D43590" w:rsidP="00D43590">
      <w:r>
        <w:t>166.7220</w:t>
      </w:r>
      <w:r>
        <w:tab/>
        <w:t>1.013e0</w:t>
      </w:r>
    </w:p>
    <w:p w:rsidR="00D43590" w:rsidRDefault="00D43590" w:rsidP="00D43590">
      <w:r>
        <w:t>166.7976</w:t>
      </w:r>
      <w:r>
        <w:tab/>
        <w:t>1.013e0</w:t>
      </w:r>
    </w:p>
    <w:p w:rsidR="00D43590" w:rsidRDefault="00D43590" w:rsidP="00D43590">
      <w:r>
        <w:t>166.8213</w:t>
      </w:r>
      <w:r>
        <w:tab/>
        <w:t>1.013e0</w:t>
      </w:r>
    </w:p>
    <w:p w:rsidR="00D43590" w:rsidRDefault="00D43590" w:rsidP="00D43590">
      <w:r>
        <w:t>166.8723</w:t>
      </w:r>
      <w:r>
        <w:tab/>
        <w:t>1.013e0</w:t>
      </w:r>
    </w:p>
    <w:p w:rsidR="00D43590" w:rsidRDefault="00D43590" w:rsidP="00D43590">
      <w:r>
        <w:t>166.9034</w:t>
      </w:r>
      <w:r>
        <w:tab/>
        <w:t>2.025e0</w:t>
      </w:r>
    </w:p>
    <w:p w:rsidR="00D43590" w:rsidRDefault="00D43590" w:rsidP="00D43590">
      <w:r>
        <w:t>166.9723</w:t>
      </w:r>
      <w:r>
        <w:tab/>
        <w:t>1.013e0</w:t>
      </w:r>
    </w:p>
    <w:p w:rsidR="00D43590" w:rsidRDefault="00D43590" w:rsidP="00D43590">
      <w:r>
        <w:t>167.0413</w:t>
      </w:r>
      <w:r>
        <w:tab/>
        <w:t>2.025e0</w:t>
      </w:r>
    </w:p>
    <w:p w:rsidR="00D43590" w:rsidRDefault="00D43590" w:rsidP="00D43590">
      <w:r>
        <w:t>167.0638</w:t>
      </w:r>
      <w:r>
        <w:tab/>
        <w:t>2.025e0</w:t>
      </w:r>
    </w:p>
    <w:p w:rsidR="00D43590" w:rsidRDefault="00D43590" w:rsidP="00D43590">
      <w:r>
        <w:t>167.0859</w:t>
      </w:r>
      <w:r>
        <w:tab/>
        <w:t>1.013e0</w:t>
      </w:r>
    </w:p>
    <w:p w:rsidR="00D43590" w:rsidRDefault="00D43590" w:rsidP="00D43590">
      <w:r>
        <w:t>167.1097</w:t>
      </w:r>
      <w:r>
        <w:tab/>
        <w:t>2.025e0</w:t>
      </w:r>
    </w:p>
    <w:p w:rsidR="00D43590" w:rsidRDefault="00D43590" w:rsidP="00D43590">
      <w:r>
        <w:t>167.1639</w:t>
      </w:r>
      <w:r>
        <w:tab/>
        <w:t>4.051e0</w:t>
      </w:r>
    </w:p>
    <w:p w:rsidR="00D43590" w:rsidRDefault="00D43590" w:rsidP="00D43590">
      <w:r>
        <w:t>167.3297</w:t>
      </w:r>
      <w:r>
        <w:tab/>
        <w:t>1.013e0</w:t>
      </w:r>
    </w:p>
    <w:p w:rsidR="00D43590" w:rsidRDefault="00D43590" w:rsidP="00D43590">
      <w:r>
        <w:t>167.3574</w:t>
      </w:r>
      <w:r>
        <w:tab/>
        <w:t>1.013e0</w:t>
      </w:r>
    </w:p>
    <w:p w:rsidR="00D43590" w:rsidRDefault="00D43590" w:rsidP="00D43590">
      <w:r>
        <w:t>167.4665</w:t>
      </w:r>
      <w:r>
        <w:tab/>
        <w:t>1.013e0</w:t>
      </w:r>
    </w:p>
    <w:p w:rsidR="00D43590" w:rsidRDefault="00D43590" w:rsidP="00D43590">
      <w:r>
        <w:t>167.4905</w:t>
      </w:r>
      <w:r>
        <w:tab/>
        <w:t>1.013e0</w:t>
      </w:r>
    </w:p>
    <w:p w:rsidR="00D43590" w:rsidRDefault="00D43590" w:rsidP="00D43590">
      <w:r>
        <w:t>167.5596</w:t>
      </w:r>
      <w:r>
        <w:tab/>
        <w:t>1.013e0</w:t>
      </w:r>
    </w:p>
    <w:p w:rsidR="00D43590" w:rsidRDefault="00D43590" w:rsidP="00D43590">
      <w:r>
        <w:lastRenderedPageBreak/>
        <w:t>167.5804</w:t>
      </w:r>
      <w:r>
        <w:tab/>
        <w:t>1.013e0</w:t>
      </w:r>
    </w:p>
    <w:p w:rsidR="00D43590" w:rsidRDefault="00D43590" w:rsidP="00D43590">
      <w:r>
        <w:t>167.7219</w:t>
      </w:r>
      <w:r>
        <w:tab/>
        <w:t>3.038e0</w:t>
      </w:r>
    </w:p>
    <w:p w:rsidR="00D43590" w:rsidRDefault="00D43590" w:rsidP="00D43590">
      <w:r>
        <w:t>167.7440</w:t>
      </w:r>
      <w:r>
        <w:tab/>
        <w:t>2.025e0</w:t>
      </w:r>
    </w:p>
    <w:p w:rsidR="00D43590" w:rsidRDefault="00D43590" w:rsidP="00D43590">
      <w:r>
        <w:t>167.7762</w:t>
      </w:r>
      <w:r>
        <w:tab/>
        <w:t>1.013e0</w:t>
      </w:r>
    </w:p>
    <w:p w:rsidR="00D43590" w:rsidRDefault="00D43590" w:rsidP="00D43590">
      <w:r>
        <w:t>167.8968</w:t>
      </w:r>
      <w:r>
        <w:tab/>
        <w:t>2.025e0</w:t>
      </w:r>
    </w:p>
    <w:p w:rsidR="00D43590" w:rsidRDefault="00D43590" w:rsidP="00D43590">
      <w:r>
        <w:t>167.9313</w:t>
      </w:r>
      <w:r>
        <w:tab/>
        <w:t>3.038e0</w:t>
      </w:r>
    </w:p>
    <w:p w:rsidR="00D43590" w:rsidRDefault="00D43590" w:rsidP="00D43590">
      <w:r>
        <w:t>168.0315</w:t>
      </w:r>
      <w:r>
        <w:tab/>
        <w:t>1.013e0</w:t>
      </w:r>
    </w:p>
    <w:p w:rsidR="00D43590" w:rsidRDefault="00D43590" w:rsidP="00D43590">
      <w:r>
        <w:t>168.0899</w:t>
      </w:r>
      <w:r>
        <w:tab/>
        <w:t>1.013e0</w:t>
      </w:r>
    </w:p>
    <w:p w:rsidR="00D43590" w:rsidRDefault="00D43590" w:rsidP="00D43590">
      <w:r>
        <w:t>168.1035</w:t>
      </w:r>
      <w:r>
        <w:tab/>
        <w:t>1.013e0</w:t>
      </w:r>
    </w:p>
    <w:p w:rsidR="00D43590" w:rsidRDefault="00D43590" w:rsidP="00D43590">
      <w:r>
        <w:t>168.1411</w:t>
      </w:r>
      <w:r>
        <w:tab/>
        <w:t>1.013e0</w:t>
      </w:r>
    </w:p>
    <w:p w:rsidR="00D43590" w:rsidRDefault="00D43590" w:rsidP="00D43590">
      <w:r>
        <w:t>168.1752</w:t>
      </w:r>
      <w:r>
        <w:tab/>
        <w:t>2.025e0</w:t>
      </w:r>
    </w:p>
    <w:p w:rsidR="00D43590" w:rsidRDefault="00D43590" w:rsidP="00D43590">
      <w:r>
        <w:t>168.2358</w:t>
      </w:r>
      <w:r>
        <w:tab/>
        <w:t>2.025e0</w:t>
      </w:r>
    </w:p>
    <w:p w:rsidR="00D43590" w:rsidRDefault="00D43590" w:rsidP="00D43590">
      <w:r>
        <w:t>168.2791</w:t>
      </w:r>
      <w:r>
        <w:tab/>
        <w:t>1.013e0</w:t>
      </w:r>
    </w:p>
    <w:p w:rsidR="00D43590" w:rsidRDefault="00D43590" w:rsidP="00D43590">
      <w:r>
        <w:t>168.2963</w:t>
      </w:r>
      <w:r>
        <w:tab/>
        <w:t>1.013e0</w:t>
      </w:r>
    </w:p>
    <w:p w:rsidR="00D43590" w:rsidRDefault="00D43590" w:rsidP="00D43590">
      <w:r>
        <w:t>168.3707</w:t>
      </w:r>
      <w:r>
        <w:tab/>
        <w:t>2.025e0</w:t>
      </w:r>
    </w:p>
    <w:p w:rsidR="00D43590" w:rsidRDefault="00D43590" w:rsidP="00D43590">
      <w:r>
        <w:t>168.4792</w:t>
      </w:r>
      <w:r>
        <w:tab/>
        <w:t>1.013e0</w:t>
      </w:r>
    </w:p>
    <w:p w:rsidR="00D43590" w:rsidRDefault="00D43590" w:rsidP="00D43590">
      <w:r>
        <w:t>168.5925</w:t>
      </w:r>
      <w:r>
        <w:tab/>
        <w:t>2.025e0</w:t>
      </w:r>
    </w:p>
    <w:p w:rsidR="00D43590" w:rsidRDefault="00D43590" w:rsidP="00D43590">
      <w:r>
        <w:t>168.7378</w:t>
      </w:r>
      <w:r>
        <w:tab/>
        <w:t>1.013e0</w:t>
      </w:r>
    </w:p>
    <w:p w:rsidR="00D43590" w:rsidRDefault="00D43590" w:rsidP="00D43590">
      <w:r>
        <w:t>168.7759</w:t>
      </w:r>
      <w:r>
        <w:tab/>
        <w:t>1.013e0</w:t>
      </w:r>
    </w:p>
    <w:p w:rsidR="00D43590" w:rsidRDefault="00D43590" w:rsidP="00D43590">
      <w:r>
        <w:lastRenderedPageBreak/>
        <w:t>168.7950</w:t>
      </w:r>
      <w:r>
        <w:tab/>
        <w:t>2.025e0</w:t>
      </w:r>
    </w:p>
    <w:p w:rsidR="00D43590" w:rsidRDefault="00D43590" w:rsidP="00D43590">
      <w:r>
        <w:t>168.8279</w:t>
      </w:r>
      <w:r>
        <w:tab/>
        <w:t>1.013e0</w:t>
      </w:r>
    </w:p>
    <w:p w:rsidR="00D43590" w:rsidRDefault="00D43590" w:rsidP="00D43590">
      <w:r>
        <w:t>168.8487</w:t>
      </w:r>
      <w:r>
        <w:tab/>
        <w:t>1.013e0</w:t>
      </w:r>
    </w:p>
    <w:p w:rsidR="00D43590" w:rsidRDefault="00D43590" w:rsidP="00D43590">
      <w:r>
        <w:t>168.9035</w:t>
      </w:r>
      <w:r>
        <w:tab/>
        <w:t>1.013e0</w:t>
      </w:r>
    </w:p>
    <w:p w:rsidR="00D43590" w:rsidRDefault="00D43590" w:rsidP="00D43590">
      <w:r>
        <w:t>169.0273</w:t>
      </w:r>
      <w:r>
        <w:tab/>
        <w:t>1.013e0</w:t>
      </w:r>
    </w:p>
    <w:p w:rsidR="00D43590" w:rsidRDefault="00D43590" w:rsidP="00D43590">
      <w:r>
        <w:t>169.1174</w:t>
      </w:r>
      <w:r>
        <w:tab/>
        <w:t>1.013e0</w:t>
      </w:r>
    </w:p>
    <w:p w:rsidR="00D43590" w:rsidRDefault="00D43590" w:rsidP="00D43590">
      <w:r>
        <w:t>169.2040</w:t>
      </w:r>
      <w:r>
        <w:tab/>
        <w:t>1.013e0</w:t>
      </w:r>
    </w:p>
    <w:p w:rsidR="00D43590" w:rsidRDefault="00D43590" w:rsidP="00D43590">
      <w:r>
        <w:t>169.4009</w:t>
      </w:r>
      <w:r>
        <w:tab/>
        <w:t>1.013e0</w:t>
      </w:r>
    </w:p>
    <w:p w:rsidR="00D43590" w:rsidRDefault="00D43590" w:rsidP="00D43590">
      <w:r>
        <w:t>169.4937</w:t>
      </w:r>
      <w:r>
        <w:tab/>
        <w:t>1.013e0</w:t>
      </w:r>
    </w:p>
    <w:p w:rsidR="00D43590" w:rsidRDefault="00D43590" w:rsidP="00D43590">
      <w:r>
        <w:t>169.5979</w:t>
      </w:r>
      <w:r>
        <w:tab/>
        <w:t>1.013e0</w:t>
      </w:r>
    </w:p>
    <w:p w:rsidR="00D43590" w:rsidRDefault="00D43590" w:rsidP="00D43590">
      <w:r>
        <w:t>169.6602</w:t>
      </w:r>
      <w:r>
        <w:tab/>
        <w:t>1.013e0</w:t>
      </w:r>
    </w:p>
    <w:p w:rsidR="00D43590" w:rsidRDefault="00D43590" w:rsidP="00D43590">
      <w:r>
        <w:t>169.7331</w:t>
      </w:r>
      <w:r>
        <w:tab/>
        <w:t>1.013e0</w:t>
      </w:r>
    </w:p>
    <w:p w:rsidR="00D43590" w:rsidRDefault="00D43590" w:rsidP="00D43590">
      <w:r>
        <w:t>169.7799</w:t>
      </w:r>
      <w:r>
        <w:tab/>
        <w:t>2.025e0</w:t>
      </w:r>
    </w:p>
    <w:p w:rsidR="00D43590" w:rsidRDefault="00D43590" w:rsidP="00D43590">
      <w:r>
        <w:t>169.8856</w:t>
      </w:r>
      <w:r>
        <w:tab/>
        <w:t>1.013e0</w:t>
      </w:r>
    </w:p>
    <w:p w:rsidR="00D43590" w:rsidRDefault="00D43590" w:rsidP="00D43590">
      <w:r>
        <w:t>169.9862</w:t>
      </w:r>
      <w:r>
        <w:tab/>
        <w:t>4.051e0</w:t>
      </w:r>
    </w:p>
    <w:p w:rsidR="00D43590" w:rsidRDefault="00D43590" w:rsidP="00D43590">
      <w:r>
        <w:t>170.0165</w:t>
      </w:r>
      <w:r>
        <w:tab/>
        <w:t>1.013e0</w:t>
      </w:r>
    </w:p>
    <w:p w:rsidR="00D43590" w:rsidRDefault="00D43590" w:rsidP="00D43590">
      <w:r>
        <w:t>170.0372</w:t>
      </w:r>
      <w:r>
        <w:tab/>
        <w:t>1.013e0</w:t>
      </w:r>
    </w:p>
    <w:p w:rsidR="00D43590" w:rsidRDefault="00D43590" w:rsidP="00D43590">
      <w:r>
        <w:t>170.0717</w:t>
      </w:r>
      <w:r>
        <w:tab/>
        <w:t>1.013e0</w:t>
      </w:r>
    </w:p>
    <w:p w:rsidR="00D43590" w:rsidRDefault="00D43590" w:rsidP="00D43590">
      <w:r>
        <w:t>170.1656</w:t>
      </w:r>
      <w:r>
        <w:tab/>
        <w:t>1.013e0</w:t>
      </w:r>
    </w:p>
    <w:p w:rsidR="00D43590" w:rsidRDefault="00D43590" w:rsidP="00D43590">
      <w:r>
        <w:lastRenderedPageBreak/>
        <w:t>170.2211</w:t>
      </w:r>
      <w:r>
        <w:tab/>
        <w:t>1.013e0</w:t>
      </w:r>
    </w:p>
    <w:p w:rsidR="00D43590" w:rsidRDefault="00D43590" w:rsidP="00D43590">
      <w:r>
        <w:t>170.2420</w:t>
      </w:r>
      <w:r>
        <w:tab/>
        <w:t>1.013e0</w:t>
      </w:r>
    </w:p>
    <w:p w:rsidR="00D43590" w:rsidRDefault="00D43590" w:rsidP="00D43590">
      <w:r>
        <w:t>170.3010</w:t>
      </w:r>
      <w:r>
        <w:tab/>
        <w:t>2.025e0</w:t>
      </w:r>
    </w:p>
    <w:p w:rsidR="00D43590" w:rsidRDefault="00D43590" w:rsidP="00D43590">
      <w:r>
        <w:t>170.4121</w:t>
      </w:r>
      <w:r>
        <w:tab/>
        <w:t>2.025e0</w:t>
      </w:r>
    </w:p>
    <w:p w:rsidR="00D43590" w:rsidRDefault="00D43590" w:rsidP="00D43590">
      <w:r>
        <w:t>170.4643</w:t>
      </w:r>
      <w:r>
        <w:tab/>
        <w:t>2.025e0</w:t>
      </w:r>
    </w:p>
    <w:p w:rsidR="00D43590" w:rsidRDefault="00D43590" w:rsidP="00D43590">
      <w:r>
        <w:t>170.5025</w:t>
      </w:r>
      <w:r>
        <w:tab/>
        <w:t>1.013e0</w:t>
      </w:r>
    </w:p>
    <w:p w:rsidR="00D43590" w:rsidRDefault="00D43590" w:rsidP="00D43590">
      <w:r>
        <w:t>170.5442</w:t>
      </w:r>
      <w:r>
        <w:tab/>
        <w:t>1.013e0</w:t>
      </w:r>
    </w:p>
    <w:p w:rsidR="00D43590" w:rsidRDefault="00D43590" w:rsidP="00D43590">
      <w:r>
        <w:t>170.5649</w:t>
      </w:r>
      <w:r>
        <w:tab/>
        <w:t>1.013e0</w:t>
      </w:r>
    </w:p>
    <w:p w:rsidR="00D43590" w:rsidRDefault="00D43590" w:rsidP="00D43590">
      <w:r>
        <w:t>170.6754</w:t>
      </w:r>
      <w:r>
        <w:tab/>
        <w:t>1.013e0</w:t>
      </w:r>
    </w:p>
    <w:p w:rsidR="00D43590" w:rsidRDefault="00D43590" w:rsidP="00D43590">
      <w:r>
        <w:t>170.7031</w:t>
      </w:r>
      <w:r>
        <w:tab/>
        <w:t>2.025e0</w:t>
      </w:r>
    </w:p>
    <w:p w:rsidR="00D43590" w:rsidRDefault="00D43590" w:rsidP="00D43590">
      <w:r>
        <w:t>170.7514</w:t>
      </w:r>
      <w:r>
        <w:tab/>
        <w:t>2.025e0</w:t>
      </w:r>
    </w:p>
    <w:p w:rsidR="00D43590" w:rsidRDefault="00D43590" w:rsidP="00D43590">
      <w:r>
        <w:t>170.7757</w:t>
      </w:r>
      <w:r>
        <w:tab/>
        <w:t>1.013e0</w:t>
      </w:r>
    </w:p>
    <w:p w:rsidR="00D43590" w:rsidRDefault="00D43590" w:rsidP="00D43590">
      <w:r>
        <w:t>170.9913</w:t>
      </w:r>
      <w:r>
        <w:tab/>
        <w:t>1.013e0</w:t>
      </w:r>
    </w:p>
    <w:p w:rsidR="00D43590" w:rsidRDefault="00D43590" w:rsidP="00D43590">
      <w:r>
        <w:t>171.0539</w:t>
      </w:r>
      <w:r>
        <w:tab/>
        <w:t>1.013e0</w:t>
      </w:r>
    </w:p>
    <w:p w:rsidR="00D43590" w:rsidRDefault="00D43590" w:rsidP="00D43590">
      <w:r>
        <w:t>171.1026</w:t>
      </w:r>
      <w:r>
        <w:tab/>
        <w:t>1.013e0</w:t>
      </w:r>
    </w:p>
    <w:p w:rsidR="00D43590" w:rsidRDefault="00D43590" w:rsidP="00D43590">
      <w:r>
        <w:t>171.1304</w:t>
      </w:r>
      <w:r>
        <w:tab/>
        <w:t>1.013e0</w:t>
      </w:r>
    </w:p>
    <w:p w:rsidR="00D43590" w:rsidRDefault="00D43590" w:rsidP="00D43590">
      <w:r>
        <w:t>171.1565</w:t>
      </w:r>
      <w:r>
        <w:tab/>
        <w:t>2.025e0</w:t>
      </w:r>
    </w:p>
    <w:p w:rsidR="00D43590" w:rsidRDefault="00D43590" w:rsidP="00D43590">
      <w:r>
        <w:t>171.2000</w:t>
      </w:r>
      <w:r>
        <w:tab/>
        <w:t>2.025e0</w:t>
      </w:r>
    </w:p>
    <w:p w:rsidR="00D43590" w:rsidRDefault="00D43590" w:rsidP="00D43590">
      <w:r>
        <w:t>171.2731</w:t>
      </w:r>
      <w:r>
        <w:tab/>
        <w:t>1.013e0</w:t>
      </w:r>
    </w:p>
    <w:p w:rsidR="00D43590" w:rsidRDefault="00D43590" w:rsidP="00D43590">
      <w:r>
        <w:lastRenderedPageBreak/>
        <w:t>171.2922</w:t>
      </w:r>
      <w:r>
        <w:tab/>
        <w:t>2.025e0</w:t>
      </w:r>
    </w:p>
    <w:p w:rsidR="00D43590" w:rsidRDefault="00D43590" w:rsidP="00D43590">
      <w:r>
        <w:t>171.3148</w:t>
      </w:r>
      <w:r>
        <w:tab/>
        <w:t>1.013e0</w:t>
      </w:r>
    </w:p>
    <w:p w:rsidR="00D43590" w:rsidRDefault="00D43590" w:rsidP="00D43590">
      <w:r>
        <w:t>171.3427</w:t>
      </w:r>
      <w:r>
        <w:tab/>
        <w:t>1.013e0</w:t>
      </w:r>
    </w:p>
    <w:p w:rsidR="00D43590" w:rsidRDefault="00D43590" w:rsidP="00D43590">
      <w:r>
        <w:t>171.3741</w:t>
      </w:r>
      <w:r>
        <w:tab/>
        <w:t>1.013e0</w:t>
      </w:r>
    </w:p>
    <w:p w:rsidR="00D43590" w:rsidRDefault="00D43590" w:rsidP="00D43590">
      <w:r>
        <w:t>171.3915</w:t>
      </w:r>
      <w:r>
        <w:tab/>
        <w:t>1.013e0</w:t>
      </w:r>
    </w:p>
    <w:p w:rsidR="00D43590" w:rsidRDefault="00D43590" w:rsidP="00D43590">
      <w:r>
        <w:t>171.4342</w:t>
      </w:r>
      <w:r>
        <w:tab/>
        <w:t>3.038e0</w:t>
      </w:r>
    </w:p>
    <w:p w:rsidR="00D43590" w:rsidRDefault="00D43590" w:rsidP="00D43590">
      <w:r>
        <w:t>171.6141</w:t>
      </w:r>
      <w:r>
        <w:tab/>
        <w:t>1.013e0</w:t>
      </w:r>
    </w:p>
    <w:p w:rsidR="00D43590" w:rsidRDefault="00D43590" w:rsidP="00D43590">
      <w:r>
        <w:t>171.8295</w:t>
      </w:r>
      <w:r>
        <w:tab/>
        <w:t>2.025e0</w:t>
      </w:r>
    </w:p>
    <w:p w:rsidR="00D43590" w:rsidRDefault="00D43590" w:rsidP="00D43590">
      <w:r>
        <w:t>171.9199</w:t>
      </w:r>
      <w:r>
        <w:tab/>
        <w:t>1.013e0</w:t>
      </w:r>
    </w:p>
    <w:p w:rsidR="00D43590" w:rsidRDefault="00D43590" w:rsidP="00D43590">
      <w:r>
        <w:t>172.0172</w:t>
      </w:r>
      <w:r>
        <w:tab/>
        <w:t>1.013e0</w:t>
      </w:r>
    </w:p>
    <w:p w:rsidR="00D43590" w:rsidRDefault="00D43590" w:rsidP="00D43590">
      <w:r>
        <w:t>172.1104</w:t>
      </w:r>
      <w:r>
        <w:tab/>
        <w:t>3.038e0</w:t>
      </w:r>
    </w:p>
    <w:p w:rsidR="00D43590" w:rsidRDefault="00D43590" w:rsidP="00D43590">
      <w:r>
        <w:t>172.1565</w:t>
      </w:r>
      <w:r>
        <w:tab/>
        <w:t>1.013e0</w:t>
      </w:r>
    </w:p>
    <w:p w:rsidR="00D43590" w:rsidRDefault="00D43590" w:rsidP="00D43590">
      <w:r>
        <w:t>172.1774</w:t>
      </w:r>
      <w:r>
        <w:tab/>
        <w:t>1.013e0</w:t>
      </w:r>
    </w:p>
    <w:p w:rsidR="00D43590" w:rsidRDefault="00D43590" w:rsidP="00D43590">
      <w:r>
        <w:t>172.2123</w:t>
      </w:r>
      <w:r>
        <w:tab/>
        <w:t>1.013e0</w:t>
      </w:r>
    </w:p>
    <w:p w:rsidR="00D43590" w:rsidRDefault="00D43590" w:rsidP="00D43590">
      <w:r>
        <w:t>172.3204</w:t>
      </w:r>
      <w:r>
        <w:tab/>
        <w:t>1.013e0</w:t>
      </w:r>
    </w:p>
    <w:p w:rsidR="00D43590" w:rsidRDefault="00D43590" w:rsidP="00D43590">
      <w:r>
        <w:t>172.3414</w:t>
      </w:r>
      <w:r>
        <w:tab/>
        <w:t>1.013e0</w:t>
      </w:r>
    </w:p>
    <w:p w:rsidR="00D43590" w:rsidRDefault="00D43590" w:rsidP="00D43590">
      <w:r>
        <w:t>172.4007</w:t>
      </w:r>
      <w:r>
        <w:tab/>
        <w:t>1.013e0</w:t>
      </w:r>
    </w:p>
    <w:p w:rsidR="00D43590" w:rsidRDefault="00D43590" w:rsidP="00D43590">
      <w:r>
        <w:t>172.4216</w:t>
      </w:r>
      <w:r>
        <w:tab/>
        <w:t>1.013e0</w:t>
      </w:r>
    </w:p>
    <w:p w:rsidR="00D43590" w:rsidRDefault="00D43590" w:rsidP="00D43590">
      <w:r>
        <w:t>172.5089</w:t>
      </w:r>
      <w:r>
        <w:tab/>
        <w:t>1.013e0</w:t>
      </w:r>
    </w:p>
    <w:p w:rsidR="00D43590" w:rsidRDefault="00D43590" w:rsidP="00D43590">
      <w:r>
        <w:lastRenderedPageBreak/>
        <w:t>172.5490</w:t>
      </w:r>
      <w:r>
        <w:tab/>
        <w:t>2.025e0</w:t>
      </w:r>
    </w:p>
    <w:p w:rsidR="00D43590" w:rsidRDefault="00D43590" w:rsidP="00D43590">
      <w:r>
        <w:t>172.6101</w:t>
      </w:r>
      <w:r>
        <w:tab/>
        <w:t>1.013e0</w:t>
      </w:r>
    </w:p>
    <w:p w:rsidR="00D43590" w:rsidRDefault="00D43590" w:rsidP="00D43590">
      <w:r>
        <w:t>172.7358</w:t>
      </w:r>
      <w:r>
        <w:tab/>
        <w:t>1.013e0</w:t>
      </w:r>
    </w:p>
    <w:p w:rsidR="00D43590" w:rsidRDefault="00D43590" w:rsidP="00D43590">
      <w:r>
        <w:t>172.7707</w:t>
      </w:r>
      <w:r>
        <w:tab/>
        <w:t>1.013e0</w:t>
      </w:r>
    </w:p>
    <w:p w:rsidR="00D43590" w:rsidRDefault="00D43590" w:rsidP="00D43590">
      <w:r>
        <w:t>172.8021</w:t>
      </w:r>
      <w:r>
        <w:tab/>
        <w:t>1.013e0</w:t>
      </w:r>
    </w:p>
    <w:p w:rsidR="00D43590" w:rsidRDefault="00D43590" w:rsidP="00D43590">
      <w:r>
        <w:t>172.8685</w:t>
      </w:r>
      <w:r>
        <w:tab/>
        <w:t>2.025e0</w:t>
      </w:r>
    </w:p>
    <w:p w:rsidR="00D43590" w:rsidRDefault="00D43590" w:rsidP="00D43590">
      <w:r>
        <w:t>172.8877</w:t>
      </w:r>
      <w:r>
        <w:tab/>
        <w:t>2.025e0</w:t>
      </w:r>
    </w:p>
    <w:p w:rsidR="00D43590" w:rsidRDefault="00D43590" w:rsidP="00D43590">
      <w:r>
        <w:t>172.9278</w:t>
      </w:r>
      <w:r>
        <w:tab/>
        <w:t>2.025e0</w:t>
      </w:r>
    </w:p>
    <w:p w:rsidR="00D43590" w:rsidRDefault="00D43590" w:rsidP="00D43590">
      <w:r>
        <w:t>173.0373</w:t>
      </w:r>
      <w:r>
        <w:tab/>
        <w:t>5.802e0</w:t>
      </w:r>
    </w:p>
    <w:p w:rsidR="00D43590" w:rsidRDefault="00D43590" w:rsidP="00D43590">
      <w:r>
        <w:t>173.0816</w:t>
      </w:r>
      <w:r>
        <w:tab/>
        <w:t>6.076e0</w:t>
      </w:r>
    </w:p>
    <w:p w:rsidR="00D43590" w:rsidRDefault="00D43590" w:rsidP="00D43590">
      <w:r>
        <w:t>173.1140</w:t>
      </w:r>
      <w:r>
        <w:tab/>
        <w:t>3.038e0</w:t>
      </w:r>
    </w:p>
    <w:p w:rsidR="00D43590" w:rsidRDefault="00D43590" w:rsidP="00D43590">
      <w:r>
        <w:t>173.1445</w:t>
      </w:r>
      <w:r>
        <w:tab/>
        <w:t>3.038e0</w:t>
      </w:r>
    </w:p>
    <w:p w:rsidR="00D43590" w:rsidRDefault="00D43590" w:rsidP="00D43590">
      <w:r>
        <w:t>173.2213</w:t>
      </w:r>
      <w:r>
        <w:tab/>
        <w:t>2.025e0</w:t>
      </w:r>
    </w:p>
    <w:p w:rsidR="00D43590" w:rsidRDefault="00D43590" w:rsidP="00D43590">
      <w:r>
        <w:t>173.2667</w:t>
      </w:r>
      <w:r>
        <w:tab/>
        <w:t>1.013e0</w:t>
      </w:r>
    </w:p>
    <w:p w:rsidR="00D43590" w:rsidRDefault="00D43590" w:rsidP="00D43590">
      <w:r>
        <w:t>173.3051</w:t>
      </w:r>
      <w:r>
        <w:tab/>
        <w:t>1.013e0</w:t>
      </w:r>
    </w:p>
    <w:p w:rsidR="00D43590" w:rsidRDefault="00D43590" w:rsidP="00D43590">
      <w:r>
        <w:t>173.3540</w:t>
      </w:r>
      <w:r>
        <w:tab/>
        <w:t>1.013e0</w:t>
      </w:r>
    </w:p>
    <w:p w:rsidR="00D43590" w:rsidRDefault="00D43590" w:rsidP="00D43590">
      <w:r>
        <w:t>173.4904</w:t>
      </w:r>
      <w:r>
        <w:tab/>
        <w:t>1.013e0</w:t>
      </w:r>
    </w:p>
    <w:p w:rsidR="00D43590" w:rsidRDefault="00D43590" w:rsidP="00D43590">
      <w:r>
        <w:t>173.5395</w:t>
      </w:r>
      <w:r>
        <w:tab/>
        <w:t>1.013e0</w:t>
      </w:r>
    </w:p>
    <w:p w:rsidR="00D43590" w:rsidRDefault="00D43590" w:rsidP="00D43590">
      <w:r>
        <w:t>173.5710</w:t>
      </w:r>
      <w:r>
        <w:tab/>
        <w:t>1.013e0</w:t>
      </w:r>
    </w:p>
    <w:p w:rsidR="00D43590" w:rsidRDefault="00D43590" w:rsidP="00D43590">
      <w:r>
        <w:lastRenderedPageBreak/>
        <w:t>173.7007</w:t>
      </w:r>
      <w:r>
        <w:tab/>
        <w:t>1.013e0</w:t>
      </w:r>
    </w:p>
    <w:p w:rsidR="00D43590" w:rsidRDefault="00D43590" w:rsidP="00D43590">
      <w:r>
        <w:t>173.8989</w:t>
      </w:r>
      <w:r>
        <w:tab/>
        <w:t>2.025e0</w:t>
      </w:r>
    </w:p>
    <w:p w:rsidR="00D43590" w:rsidRDefault="00D43590" w:rsidP="00D43590">
      <w:r>
        <w:t>173.9394</w:t>
      </w:r>
      <w:r>
        <w:tab/>
        <w:t>2.025e0</w:t>
      </w:r>
    </w:p>
    <w:p w:rsidR="00D43590" w:rsidRDefault="00D43590" w:rsidP="00D43590">
      <w:r>
        <w:t>174.0042</w:t>
      </w:r>
      <w:r>
        <w:tab/>
        <w:t>2.025e0</w:t>
      </w:r>
    </w:p>
    <w:p w:rsidR="00D43590" w:rsidRDefault="00D43590" w:rsidP="00D43590">
      <w:r>
        <w:t>174.0272</w:t>
      </w:r>
      <w:r>
        <w:tab/>
        <w:t>2.025e0</w:t>
      </w:r>
    </w:p>
    <w:p w:rsidR="00D43590" w:rsidRDefault="00D43590" w:rsidP="00D43590">
      <w:r>
        <w:t>174.0728</w:t>
      </w:r>
      <w:r>
        <w:tab/>
        <w:t>2.025e0</w:t>
      </w:r>
    </w:p>
    <w:p w:rsidR="00D43590" w:rsidRDefault="00D43590" w:rsidP="00D43590">
      <w:r>
        <w:t>174.1078</w:t>
      </w:r>
      <w:r>
        <w:tab/>
        <w:t>1.013e0</w:t>
      </w:r>
    </w:p>
    <w:p w:rsidR="00D43590" w:rsidRDefault="00D43590" w:rsidP="00D43590">
      <w:r>
        <w:t>174.1515</w:t>
      </w:r>
      <w:r>
        <w:tab/>
        <w:t>2.025e0</w:t>
      </w:r>
    </w:p>
    <w:p w:rsidR="00D43590" w:rsidRDefault="00D43590" w:rsidP="00D43590">
      <w:r>
        <w:t>174.2023</w:t>
      </w:r>
      <w:r>
        <w:tab/>
        <w:t>1.013e0</w:t>
      </w:r>
    </w:p>
    <w:p w:rsidR="00D43590" w:rsidRDefault="00D43590" w:rsidP="00D43590">
      <w:r>
        <w:t>174.2198</w:t>
      </w:r>
      <w:r>
        <w:tab/>
        <w:t>1.013e0</w:t>
      </w:r>
    </w:p>
    <w:p w:rsidR="00D43590" w:rsidRDefault="00D43590" w:rsidP="00D43590">
      <w:r>
        <w:t>174.3021</w:t>
      </w:r>
      <w:r>
        <w:tab/>
        <w:t>2.025e0</w:t>
      </w:r>
    </w:p>
    <w:p w:rsidR="00D43590" w:rsidRDefault="00D43590" w:rsidP="00D43590">
      <w:r>
        <w:t>174.3423</w:t>
      </w:r>
      <w:r>
        <w:tab/>
        <w:t>1.013e0</w:t>
      </w:r>
    </w:p>
    <w:p w:rsidR="00D43590" w:rsidRDefault="00D43590" w:rsidP="00D43590">
      <w:r>
        <w:t>174.3914</w:t>
      </w:r>
      <w:r>
        <w:tab/>
        <w:t>1.013e0</w:t>
      </w:r>
    </w:p>
    <w:p w:rsidR="00D43590" w:rsidRDefault="00D43590" w:rsidP="00D43590">
      <w:r>
        <w:t>174.5035</w:t>
      </w:r>
      <w:r>
        <w:tab/>
        <w:t>4.051e0</w:t>
      </w:r>
    </w:p>
    <w:p w:rsidR="00D43590" w:rsidRDefault="00D43590" w:rsidP="00D43590">
      <w:r>
        <w:t>174.5736</w:t>
      </w:r>
      <w:r>
        <w:tab/>
        <w:t>1.013e0</w:t>
      </w:r>
    </w:p>
    <w:p w:rsidR="00D43590" w:rsidRDefault="00D43590" w:rsidP="00D43590">
      <w:r>
        <w:t>174.6472</w:t>
      </w:r>
      <w:r>
        <w:tab/>
        <w:t>1.013e0</w:t>
      </w:r>
    </w:p>
    <w:p w:rsidR="00D43590" w:rsidRDefault="00D43590" w:rsidP="00D43590">
      <w:r>
        <w:t>174.6648</w:t>
      </w:r>
      <w:r>
        <w:tab/>
        <w:t>1.013e0</w:t>
      </w:r>
    </w:p>
    <w:p w:rsidR="00D43590" w:rsidRDefault="00D43590" w:rsidP="00D43590">
      <w:r>
        <w:t>174.7768</w:t>
      </w:r>
      <w:r>
        <w:tab/>
        <w:t>1.013e0</w:t>
      </w:r>
    </w:p>
    <w:p w:rsidR="00D43590" w:rsidRDefault="00D43590" w:rsidP="00D43590">
      <w:r>
        <w:t>174.9142</w:t>
      </w:r>
      <w:r>
        <w:tab/>
        <w:t>1.013e0</w:t>
      </w:r>
    </w:p>
    <w:p w:rsidR="00D43590" w:rsidRDefault="00D43590" w:rsidP="00D43590">
      <w:r>
        <w:lastRenderedPageBreak/>
        <w:t>174.9601</w:t>
      </w:r>
      <w:r>
        <w:tab/>
        <w:t>1.013e0</w:t>
      </w:r>
    </w:p>
    <w:p w:rsidR="00D43590" w:rsidRDefault="00D43590" w:rsidP="00D43590">
      <w:r>
        <w:t>175.0413</w:t>
      </w:r>
      <w:r>
        <w:tab/>
        <w:t>3.038e0</w:t>
      </w:r>
    </w:p>
    <w:p w:rsidR="00D43590" w:rsidRDefault="00D43590" w:rsidP="00D43590">
      <w:r>
        <w:t>175.0798</w:t>
      </w:r>
      <w:r>
        <w:tab/>
        <w:t>3.038e0</w:t>
      </w:r>
    </w:p>
    <w:p w:rsidR="00D43590" w:rsidRDefault="00D43590" w:rsidP="00D43590">
      <w:r>
        <w:t>175.1351</w:t>
      </w:r>
      <w:r>
        <w:tab/>
        <w:t>3.038e0</w:t>
      </w:r>
    </w:p>
    <w:p w:rsidR="00D43590" w:rsidRDefault="00D43590" w:rsidP="00D43590">
      <w:r>
        <w:t>175.3116</w:t>
      </w:r>
      <w:r>
        <w:tab/>
        <w:t>1.013e0</w:t>
      </w:r>
    </w:p>
    <w:p w:rsidR="00D43590" w:rsidRDefault="00D43590" w:rsidP="00D43590">
      <w:r>
        <w:t>175.3432</w:t>
      </w:r>
      <w:r>
        <w:tab/>
        <w:t>1.013e0</w:t>
      </w:r>
    </w:p>
    <w:p w:rsidR="00D43590" w:rsidRDefault="00D43590" w:rsidP="00D43590">
      <w:r>
        <w:t>175.4520</w:t>
      </w:r>
      <w:r>
        <w:tab/>
        <w:t>1.013e0</w:t>
      </w:r>
    </w:p>
    <w:p w:rsidR="00D43590" w:rsidRDefault="00D43590" w:rsidP="00D43590">
      <w:r>
        <w:t>175.5116</w:t>
      </w:r>
      <w:r>
        <w:tab/>
        <w:t>1.013e0</w:t>
      </w:r>
    </w:p>
    <w:p w:rsidR="00D43590" w:rsidRDefault="00D43590" w:rsidP="00D43590">
      <w:r>
        <w:t>175.5292</w:t>
      </w:r>
      <w:r>
        <w:tab/>
        <w:t>1.013e0</w:t>
      </w:r>
    </w:p>
    <w:p w:rsidR="00D43590" w:rsidRDefault="00D43590" w:rsidP="00D43590">
      <w:r>
        <w:t>175.5856</w:t>
      </w:r>
      <w:r>
        <w:tab/>
        <w:t>1.013e0</w:t>
      </w:r>
    </w:p>
    <w:p w:rsidR="00D43590" w:rsidRDefault="00D43590" w:rsidP="00D43590">
      <w:r>
        <w:t>175.6528</w:t>
      </w:r>
      <w:r>
        <w:tab/>
        <w:t>1.013e0</w:t>
      </w:r>
    </w:p>
    <w:p w:rsidR="00D43590" w:rsidRDefault="00D43590" w:rsidP="00D43590">
      <w:r>
        <w:t>175.7060</w:t>
      </w:r>
      <w:r>
        <w:tab/>
        <w:t>1.013e0</w:t>
      </w:r>
    </w:p>
    <w:p w:rsidR="00D43590" w:rsidRDefault="00D43590" w:rsidP="00D43590">
      <w:r>
        <w:t>175.7378</w:t>
      </w:r>
      <w:r>
        <w:tab/>
        <w:t>1.013e0</w:t>
      </w:r>
    </w:p>
    <w:p w:rsidR="00D43590" w:rsidRDefault="00D43590" w:rsidP="00D43590">
      <w:r>
        <w:t>175.7977</w:t>
      </w:r>
      <w:r>
        <w:tab/>
        <w:t>1.013e0</w:t>
      </w:r>
    </w:p>
    <w:p w:rsidR="00D43590" w:rsidRDefault="00D43590" w:rsidP="00D43590">
      <w:r>
        <w:t>175.8679</w:t>
      </w:r>
      <w:r>
        <w:tab/>
        <w:t>2.025e0</w:t>
      </w:r>
    </w:p>
    <w:p w:rsidR="00D43590" w:rsidRDefault="00D43590" w:rsidP="00D43590">
      <w:r>
        <w:t>175.9347</w:t>
      </w:r>
      <w:r>
        <w:tab/>
        <w:t>1.013e0</w:t>
      </w:r>
    </w:p>
    <w:p w:rsidR="00D43590" w:rsidRDefault="00D43590" w:rsidP="00D43590">
      <w:r>
        <w:t>175.9839</w:t>
      </w:r>
      <w:r>
        <w:tab/>
        <w:t>1.013e0</w:t>
      </w:r>
    </w:p>
    <w:p w:rsidR="00D43590" w:rsidRDefault="00D43590" w:rsidP="00D43590">
      <w:r>
        <w:t>176.0191</w:t>
      </w:r>
      <w:r>
        <w:tab/>
        <w:t>1.013e0</w:t>
      </w:r>
    </w:p>
    <w:p w:rsidR="00D43590" w:rsidRDefault="00D43590" w:rsidP="00D43590">
      <w:r>
        <w:t>176.0472</w:t>
      </w:r>
      <w:r>
        <w:tab/>
        <w:t>3.038e0</w:t>
      </w:r>
    </w:p>
    <w:p w:rsidR="00D43590" w:rsidRDefault="00D43590" w:rsidP="00D43590">
      <w:r>
        <w:lastRenderedPageBreak/>
        <w:t>176.0998</w:t>
      </w:r>
      <w:r>
        <w:tab/>
        <w:t>1.013e0</w:t>
      </w:r>
    </w:p>
    <w:p w:rsidR="00D43590" w:rsidRDefault="00D43590" w:rsidP="00D43590">
      <w:r>
        <w:t>176.1244</w:t>
      </w:r>
      <w:r>
        <w:tab/>
        <w:t>2.025e0</w:t>
      </w:r>
    </w:p>
    <w:p w:rsidR="00D43590" w:rsidRDefault="00D43590" w:rsidP="00D43590">
      <w:r>
        <w:t>176.1420</w:t>
      </w:r>
      <w:r>
        <w:tab/>
        <w:t>1.013e0</w:t>
      </w:r>
    </w:p>
    <w:p w:rsidR="00D43590" w:rsidRDefault="00D43590" w:rsidP="00D43590">
      <w:r>
        <w:t>176.1935</w:t>
      </w:r>
      <w:r>
        <w:tab/>
        <w:t>2.025e0</w:t>
      </w:r>
    </w:p>
    <w:p w:rsidR="00D43590" w:rsidRDefault="00D43590" w:rsidP="00D43590">
      <w:r>
        <w:t>176.2769</w:t>
      </w:r>
      <w:r>
        <w:tab/>
        <w:t>1.013e0</w:t>
      </w:r>
    </w:p>
    <w:p w:rsidR="00D43590" w:rsidRDefault="00D43590" w:rsidP="00D43590">
      <w:r>
        <w:t>176.3388</w:t>
      </w:r>
      <w:r>
        <w:tab/>
        <w:t>2.025e0</w:t>
      </w:r>
    </w:p>
    <w:p w:rsidR="00D43590" w:rsidRDefault="00D43590" w:rsidP="00D43590">
      <w:r>
        <w:t>176.3756</w:t>
      </w:r>
      <w:r>
        <w:tab/>
        <w:t>2.025e0</w:t>
      </w:r>
    </w:p>
    <w:p w:rsidR="00D43590" w:rsidRDefault="00D43590" w:rsidP="00D43590">
      <w:r>
        <w:t>176.6378</w:t>
      </w:r>
      <w:r>
        <w:tab/>
        <w:t>2.025e0</w:t>
      </w:r>
    </w:p>
    <w:p w:rsidR="00D43590" w:rsidRDefault="00D43590" w:rsidP="00D43590">
      <w:r>
        <w:t>176.6856</w:t>
      </w:r>
      <w:r>
        <w:tab/>
        <w:t>1.013e0</w:t>
      </w:r>
    </w:p>
    <w:p w:rsidR="00D43590" w:rsidRDefault="00D43590" w:rsidP="00D43590">
      <w:r>
        <w:t>176.7105</w:t>
      </w:r>
      <w:r>
        <w:tab/>
        <w:t>1.013e0</w:t>
      </w:r>
    </w:p>
    <w:p w:rsidR="00D43590" w:rsidRDefault="00D43590" w:rsidP="00D43590">
      <w:r>
        <w:t>176.8874</w:t>
      </w:r>
      <w:r>
        <w:tab/>
        <w:t>1.013e0</w:t>
      </w:r>
    </w:p>
    <w:p w:rsidR="00D43590" w:rsidRDefault="00D43590" w:rsidP="00D43590">
      <w:r>
        <w:t>176.9331</w:t>
      </w:r>
      <w:r>
        <w:tab/>
        <w:t>1.013e0</w:t>
      </w:r>
    </w:p>
    <w:p w:rsidR="00D43590" w:rsidRDefault="00D43590" w:rsidP="00D43590">
      <w:r>
        <w:t>176.9684</w:t>
      </w:r>
      <w:r>
        <w:tab/>
        <w:t>1.013e0</w:t>
      </w:r>
    </w:p>
    <w:p w:rsidR="00D43590" w:rsidRDefault="00D43590" w:rsidP="00D43590">
      <w:r>
        <w:t>177.0177</w:t>
      </w:r>
      <w:r>
        <w:tab/>
        <w:t>1.013e0</w:t>
      </w:r>
    </w:p>
    <w:p w:rsidR="00D43590" w:rsidRDefault="00D43590" w:rsidP="00D43590">
      <w:r>
        <w:t>177.0564</w:t>
      </w:r>
      <w:r>
        <w:tab/>
        <w:t>1.013e0</w:t>
      </w:r>
    </w:p>
    <w:p w:rsidR="00D43590" w:rsidRDefault="00D43590" w:rsidP="00D43590">
      <w:r>
        <w:t>177.0845</w:t>
      </w:r>
      <w:r>
        <w:tab/>
        <w:t>1.013e0</w:t>
      </w:r>
    </w:p>
    <w:p w:rsidR="00D43590" w:rsidRDefault="00D43590" w:rsidP="00D43590">
      <w:r>
        <w:t>177.1165</w:t>
      </w:r>
      <w:r>
        <w:tab/>
        <w:t>1.013e0</w:t>
      </w:r>
    </w:p>
    <w:p w:rsidR="00D43590" w:rsidRDefault="00D43590" w:rsidP="00D43590">
      <w:r>
        <w:t>177.1629</w:t>
      </w:r>
      <w:r>
        <w:tab/>
        <w:t>1.013e0</w:t>
      </w:r>
    </w:p>
    <w:p w:rsidR="00D43590" w:rsidRDefault="00D43590" w:rsidP="00D43590">
      <w:r>
        <w:t>177.2161</w:t>
      </w:r>
      <w:r>
        <w:tab/>
        <w:t>3.038e0</w:t>
      </w:r>
    </w:p>
    <w:p w:rsidR="00D43590" w:rsidRDefault="00D43590" w:rsidP="00D43590">
      <w:r>
        <w:lastRenderedPageBreak/>
        <w:t>177.2552</w:t>
      </w:r>
      <w:r>
        <w:tab/>
        <w:t>1.013e0</w:t>
      </w:r>
    </w:p>
    <w:p w:rsidR="00D43590" w:rsidRDefault="00D43590" w:rsidP="00D43590">
      <w:r>
        <w:t>177.3433</w:t>
      </w:r>
      <w:r>
        <w:tab/>
        <w:t>1.013e0</w:t>
      </w:r>
    </w:p>
    <w:p w:rsidR="00D43590" w:rsidRDefault="00D43590" w:rsidP="00D43590">
      <w:r>
        <w:t>177.5198</w:t>
      </w:r>
      <w:r>
        <w:tab/>
        <w:t>1.013e0</w:t>
      </w:r>
    </w:p>
    <w:p w:rsidR="00D43590" w:rsidRDefault="00D43590" w:rsidP="00D43590">
      <w:r>
        <w:t>177.5733</w:t>
      </w:r>
      <w:r>
        <w:tab/>
        <w:t>1.013e0</w:t>
      </w:r>
    </w:p>
    <w:p w:rsidR="00D43590" w:rsidRDefault="00D43590" w:rsidP="00D43590">
      <w:r>
        <w:t>177.7573</w:t>
      </w:r>
      <w:r>
        <w:tab/>
        <w:t>1.013e0</w:t>
      </w:r>
    </w:p>
    <w:p w:rsidR="00D43590" w:rsidRDefault="00D43590" w:rsidP="00D43590">
      <w:r>
        <w:t>177.7749</w:t>
      </w:r>
      <w:r>
        <w:tab/>
        <w:t>1.013e0</w:t>
      </w:r>
    </w:p>
    <w:p w:rsidR="00D43590" w:rsidRDefault="00D43590" w:rsidP="00D43590">
      <w:r>
        <w:t>177.8524</w:t>
      </w:r>
      <w:r>
        <w:tab/>
        <w:t>2.025e0</w:t>
      </w:r>
    </w:p>
    <w:p w:rsidR="00D43590" w:rsidRDefault="00D43590" w:rsidP="00D43590">
      <w:r>
        <w:t>177.8951</w:t>
      </w:r>
      <w:r>
        <w:tab/>
        <w:t>1.013e0</w:t>
      </w:r>
    </w:p>
    <w:p w:rsidR="00D43590" w:rsidRDefault="00D43590" w:rsidP="00D43590">
      <w:r>
        <w:t>177.9310</w:t>
      </w:r>
      <w:r>
        <w:tab/>
        <w:t>1.013e0</w:t>
      </w:r>
    </w:p>
    <w:p w:rsidR="00D43590" w:rsidRDefault="00D43590" w:rsidP="00D43590">
      <w:r>
        <w:t>177.9684</w:t>
      </w:r>
      <w:r>
        <w:tab/>
        <w:t>2.025e0</w:t>
      </w:r>
    </w:p>
    <w:p w:rsidR="00D43590" w:rsidRDefault="00D43590" w:rsidP="00D43590">
      <w:r>
        <w:t>178.0093</w:t>
      </w:r>
      <w:r>
        <w:tab/>
        <w:t>1.013e0</w:t>
      </w:r>
    </w:p>
    <w:p w:rsidR="00D43590" w:rsidRDefault="00D43590" w:rsidP="00D43590">
      <w:r>
        <w:t>178.1187</w:t>
      </w:r>
      <w:r>
        <w:tab/>
        <w:t>1.013e0</w:t>
      </w:r>
    </w:p>
    <w:p w:rsidR="00D43590" w:rsidRDefault="00D43590" w:rsidP="00D43590">
      <w:r>
        <w:t>178.1364</w:t>
      </w:r>
      <w:r>
        <w:tab/>
        <w:t>1.013e0</w:t>
      </w:r>
    </w:p>
    <w:p w:rsidR="00D43590" w:rsidRDefault="00D43590" w:rsidP="00D43590">
      <w:r>
        <w:t>178.1610</w:t>
      </w:r>
      <w:r>
        <w:tab/>
        <w:t>1.013e0</w:t>
      </w:r>
    </w:p>
    <w:p w:rsidR="00D43590" w:rsidRDefault="00D43590" w:rsidP="00D43590">
      <w:r>
        <w:t>178.2068</w:t>
      </w:r>
      <w:r>
        <w:tab/>
        <w:t>1.013e0</w:t>
      </w:r>
    </w:p>
    <w:p w:rsidR="00D43590" w:rsidRDefault="00D43590" w:rsidP="00D43590">
      <w:r>
        <w:t>178.2748</w:t>
      </w:r>
      <w:r>
        <w:tab/>
        <w:t>1.013e0</w:t>
      </w:r>
    </w:p>
    <w:p w:rsidR="00D43590" w:rsidRDefault="00D43590" w:rsidP="00D43590">
      <w:r>
        <w:t>178.4803</w:t>
      </w:r>
      <w:r>
        <w:tab/>
        <w:t>1.013e0</w:t>
      </w:r>
    </w:p>
    <w:p w:rsidR="00D43590" w:rsidRDefault="00D43590" w:rsidP="00D43590">
      <w:r>
        <w:t>178.5334</w:t>
      </w:r>
      <w:r>
        <w:tab/>
        <w:t>3.038e0</w:t>
      </w:r>
    </w:p>
    <w:p w:rsidR="00D43590" w:rsidRDefault="00D43590" w:rsidP="00D43590">
      <w:r>
        <w:t>178.6084</w:t>
      </w:r>
      <w:r>
        <w:tab/>
        <w:t>1.013e0</w:t>
      </w:r>
    </w:p>
    <w:p w:rsidR="00D43590" w:rsidRDefault="00D43590" w:rsidP="00D43590">
      <w:r>
        <w:lastRenderedPageBreak/>
        <w:t>178.6264</w:t>
      </w:r>
      <w:r>
        <w:tab/>
        <w:t>1.013e0</w:t>
      </w:r>
    </w:p>
    <w:p w:rsidR="00D43590" w:rsidRDefault="00D43590" w:rsidP="00D43590">
      <w:r>
        <w:t>178.6550</w:t>
      </w:r>
      <w:r>
        <w:tab/>
        <w:t>1.013e0</w:t>
      </w:r>
    </w:p>
    <w:p w:rsidR="00D43590" w:rsidRDefault="00D43590" w:rsidP="00D43590">
      <w:r>
        <w:t>178.7521</w:t>
      </w:r>
      <w:r>
        <w:tab/>
        <w:t>2.025e0</w:t>
      </w:r>
    </w:p>
    <w:p w:rsidR="00D43590" w:rsidRDefault="00D43590" w:rsidP="00D43590">
      <w:r>
        <w:t>178.7928</w:t>
      </w:r>
      <w:r>
        <w:tab/>
        <w:t>1.013e0</w:t>
      </w:r>
    </w:p>
    <w:p w:rsidR="00D43590" w:rsidRDefault="00D43590" w:rsidP="00D43590">
      <w:r>
        <w:t>178.8457</w:t>
      </w:r>
      <w:r>
        <w:tab/>
        <w:t>2.025e0</w:t>
      </w:r>
    </w:p>
    <w:p w:rsidR="00D43590" w:rsidRDefault="00D43590" w:rsidP="00D43590">
      <w:r>
        <w:t>178.8815</w:t>
      </w:r>
      <w:r>
        <w:tab/>
        <w:t>1.013e0</w:t>
      </w:r>
    </w:p>
    <w:p w:rsidR="00D43590" w:rsidRDefault="00D43590" w:rsidP="00D43590">
      <w:r>
        <w:t>178.9156</w:t>
      </w:r>
      <w:r>
        <w:tab/>
        <w:t>2.025e0</w:t>
      </w:r>
    </w:p>
    <w:p w:rsidR="00D43590" w:rsidRDefault="00D43590" w:rsidP="00D43590">
      <w:r>
        <w:t>178.9693</w:t>
      </w:r>
      <w:r>
        <w:tab/>
        <w:t>2.025e0</w:t>
      </w:r>
    </w:p>
    <w:p w:rsidR="00D43590" w:rsidRDefault="00D43590" w:rsidP="00D43590">
      <w:r>
        <w:t>179.0381</w:t>
      </w:r>
      <w:r>
        <w:tab/>
        <w:t>1.013e0</w:t>
      </w:r>
    </w:p>
    <w:p w:rsidR="00D43590" w:rsidRDefault="00D43590" w:rsidP="00D43590">
      <w:r>
        <w:t>179.0745</w:t>
      </w:r>
      <w:r>
        <w:tab/>
        <w:t>3.038e0</w:t>
      </w:r>
    </w:p>
    <w:p w:rsidR="00D43590" w:rsidRDefault="00D43590" w:rsidP="00D43590">
      <w:r>
        <w:t>179.1406</w:t>
      </w:r>
      <w:r>
        <w:tab/>
        <w:t>2.025e0</w:t>
      </w:r>
    </w:p>
    <w:p w:rsidR="00D43590" w:rsidRDefault="00D43590" w:rsidP="00D43590">
      <w:r>
        <w:t>179.1801</w:t>
      </w:r>
      <w:r>
        <w:tab/>
        <w:t>1.013e0</w:t>
      </w:r>
    </w:p>
    <w:p w:rsidR="00D43590" w:rsidRDefault="00D43590" w:rsidP="00D43590">
      <w:r>
        <w:t>179.2305</w:t>
      </w:r>
      <w:r>
        <w:tab/>
        <w:t>1.013e0</w:t>
      </w:r>
    </w:p>
    <w:p w:rsidR="00D43590" w:rsidRDefault="00D43590" w:rsidP="00D43590">
      <w:r>
        <w:t>179.2696</w:t>
      </w:r>
      <w:r>
        <w:tab/>
        <w:t>1.013e0</w:t>
      </w:r>
    </w:p>
    <w:p w:rsidR="00D43590" w:rsidRDefault="00D43590" w:rsidP="00D43590">
      <w:r>
        <w:t>179.2979</w:t>
      </w:r>
      <w:r>
        <w:tab/>
        <w:t>1.013e0</w:t>
      </w:r>
    </w:p>
    <w:p w:rsidR="00D43590" w:rsidRDefault="00D43590" w:rsidP="00D43590">
      <w:r>
        <w:t>179.3403</w:t>
      </w:r>
      <w:r>
        <w:tab/>
        <w:t>1.013e0</w:t>
      </w:r>
    </w:p>
    <w:p w:rsidR="00D43590" w:rsidRDefault="00D43590" w:rsidP="00D43590">
      <w:r>
        <w:t>179.3651</w:t>
      </w:r>
      <w:r>
        <w:tab/>
        <w:t>1.013e0</w:t>
      </w:r>
    </w:p>
    <w:p w:rsidR="00D43590" w:rsidRDefault="00D43590" w:rsidP="00D43590">
      <w:r>
        <w:t>179.4217</w:t>
      </w:r>
      <w:r>
        <w:tab/>
        <w:t>2.025e0</w:t>
      </w:r>
    </w:p>
    <w:p w:rsidR="00D43590" w:rsidRDefault="00D43590" w:rsidP="00D43590">
      <w:r>
        <w:t>179.5188</w:t>
      </w:r>
      <w:r>
        <w:tab/>
        <w:t>2.025e0</w:t>
      </w:r>
    </w:p>
    <w:p w:rsidR="00D43590" w:rsidRDefault="00D43590" w:rsidP="00D43590">
      <w:r>
        <w:lastRenderedPageBreak/>
        <w:t>179.5931</w:t>
      </w:r>
      <w:r>
        <w:tab/>
        <w:t>1.013e0</w:t>
      </w:r>
    </w:p>
    <w:p w:rsidR="00D43590" w:rsidRDefault="00D43590" w:rsidP="00D43590">
      <w:r>
        <w:t>179.6886</w:t>
      </w:r>
      <w:r>
        <w:tab/>
        <w:t>1.013e0</w:t>
      </w:r>
    </w:p>
    <w:p w:rsidR="00D43590" w:rsidRDefault="00D43590" w:rsidP="00D43590">
      <w:r>
        <w:t>179.7749</w:t>
      </w:r>
      <w:r>
        <w:tab/>
        <w:t>1.013e0</w:t>
      </w:r>
    </w:p>
    <w:p w:rsidR="00D43590" w:rsidRDefault="00D43590" w:rsidP="00D43590">
      <w:r>
        <w:t>179.8637</w:t>
      </w:r>
      <w:r>
        <w:tab/>
        <w:t>2.025e0</w:t>
      </w:r>
    </w:p>
    <w:p w:rsidR="00D43590" w:rsidRDefault="00D43590" w:rsidP="00D43590">
      <w:r>
        <w:t>179.9240</w:t>
      </w:r>
      <w:r>
        <w:tab/>
        <w:t>1.013e0</w:t>
      </w:r>
    </w:p>
    <w:p w:rsidR="00D43590" w:rsidRDefault="00D43590" w:rsidP="00D43590">
      <w:r>
        <w:t>180.0169</w:t>
      </w:r>
      <w:r>
        <w:tab/>
        <w:t>1.013e0</w:t>
      </w:r>
    </w:p>
    <w:p w:rsidR="00D43590" w:rsidRDefault="00D43590" w:rsidP="00D43590">
      <w:r>
        <w:t>180.0482</w:t>
      </w:r>
      <w:r>
        <w:tab/>
        <w:t>3.038e0</w:t>
      </w:r>
    </w:p>
    <w:p w:rsidR="00D43590" w:rsidRDefault="00D43590" w:rsidP="00D43590">
      <w:r>
        <w:t>180.1044</w:t>
      </w:r>
      <w:r>
        <w:tab/>
        <w:t>2.025e0</w:t>
      </w:r>
    </w:p>
    <w:p w:rsidR="00D43590" w:rsidRDefault="00D43590" w:rsidP="00D43590">
      <w:r>
        <w:t>180.1487</w:t>
      </w:r>
      <w:r>
        <w:tab/>
        <w:t>1.013e0</w:t>
      </w:r>
    </w:p>
    <w:p w:rsidR="00D43590" w:rsidRDefault="00D43590" w:rsidP="00D43590">
      <w:r>
        <w:t>180.2124</w:t>
      </w:r>
      <w:r>
        <w:tab/>
        <w:t>1.013e0</w:t>
      </w:r>
    </w:p>
    <w:p w:rsidR="00D43590" w:rsidRDefault="00D43590" w:rsidP="00D43590">
      <w:r>
        <w:t>180.2375</w:t>
      </w:r>
      <w:r>
        <w:tab/>
        <w:t>1.013e0</w:t>
      </w:r>
    </w:p>
    <w:p w:rsidR="00D43590" w:rsidRDefault="00D43590" w:rsidP="00D43590">
      <w:r>
        <w:t>180.2809</w:t>
      </w:r>
      <w:r>
        <w:tab/>
        <w:t>2.025e0</w:t>
      </w:r>
    </w:p>
    <w:p w:rsidR="00D43590" w:rsidRDefault="00D43590" w:rsidP="00D43590">
      <w:r>
        <w:t>180.3451</w:t>
      </w:r>
      <w:r>
        <w:tab/>
        <w:t>1.013e0</w:t>
      </w:r>
    </w:p>
    <w:p w:rsidR="00D43590" w:rsidRDefault="00D43590" w:rsidP="00D43590">
      <w:r>
        <w:t>180.3699</w:t>
      </w:r>
      <w:r>
        <w:tab/>
        <w:t>2.025e0</w:t>
      </w:r>
    </w:p>
    <w:p w:rsidR="00D43590" w:rsidRDefault="00D43590" w:rsidP="00D43590">
      <w:r>
        <w:t>180.4054</w:t>
      </w:r>
      <w:r>
        <w:tab/>
        <w:t>1.013e0</w:t>
      </w:r>
    </w:p>
    <w:p w:rsidR="00D43590" w:rsidRDefault="00D43590" w:rsidP="00D43590">
      <w:r>
        <w:t>180.4946</w:t>
      </w:r>
      <w:r>
        <w:tab/>
        <w:t>1.013e0</w:t>
      </w:r>
    </w:p>
    <w:p w:rsidR="00D43590" w:rsidRDefault="00D43590" w:rsidP="00D43590">
      <w:r>
        <w:t>180.6055</w:t>
      </w:r>
      <w:r>
        <w:tab/>
        <w:t>1.013e0</w:t>
      </w:r>
    </w:p>
    <w:p w:rsidR="00D43590" w:rsidRDefault="00D43590" w:rsidP="00D43590">
      <w:r>
        <w:t>180.6303</w:t>
      </w:r>
      <w:r>
        <w:tab/>
        <w:t>1.013e0</w:t>
      </w:r>
    </w:p>
    <w:p w:rsidR="00D43590" w:rsidRDefault="00D43590" w:rsidP="00D43590">
      <w:r>
        <w:t>180.6552</w:t>
      </w:r>
      <w:r>
        <w:tab/>
        <w:t>1.013e0</w:t>
      </w:r>
    </w:p>
    <w:p w:rsidR="00D43590" w:rsidRDefault="00D43590" w:rsidP="00D43590">
      <w:r>
        <w:lastRenderedPageBreak/>
        <w:t>180.6835</w:t>
      </w:r>
      <w:r>
        <w:tab/>
        <w:t>1.013e0</w:t>
      </w:r>
    </w:p>
    <w:p w:rsidR="00D43590" w:rsidRDefault="00D43590" w:rsidP="00D43590">
      <w:r>
        <w:t>180.7156</w:t>
      </w:r>
      <w:r>
        <w:tab/>
        <w:t>1.013e0</w:t>
      </w:r>
    </w:p>
    <w:p w:rsidR="00D43590" w:rsidRDefault="00D43590" w:rsidP="00D43590">
      <w:r>
        <w:t>180.7483</w:t>
      </w:r>
      <w:r>
        <w:tab/>
        <w:t>1.013e0</w:t>
      </w:r>
    </w:p>
    <w:p w:rsidR="00D43590" w:rsidRDefault="00D43590" w:rsidP="00D43590">
      <w:r>
        <w:t>180.7881</w:t>
      </w:r>
      <w:r>
        <w:tab/>
        <w:t>1.013e0</w:t>
      </w:r>
    </w:p>
    <w:p w:rsidR="00D43590" w:rsidRDefault="00D43590" w:rsidP="00D43590">
      <w:r>
        <w:t>180.9623</w:t>
      </w:r>
      <w:r>
        <w:tab/>
        <w:t>1.013e0</w:t>
      </w:r>
    </w:p>
    <w:p w:rsidR="00D43590" w:rsidRDefault="00D43590" w:rsidP="00D43590">
      <w:r>
        <w:t>181.0095</w:t>
      </w:r>
      <w:r>
        <w:tab/>
        <w:t>1.013e0</w:t>
      </w:r>
    </w:p>
    <w:p w:rsidR="00D43590" w:rsidRDefault="00D43590" w:rsidP="00D43590">
      <w:r>
        <w:t>181.0452</w:t>
      </w:r>
      <w:r>
        <w:tab/>
        <w:t>3.038e0</w:t>
      </w:r>
    </w:p>
    <w:p w:rsidR="00D43590" w:rsidRDefault="00D43590" w:rsidP="00D43590">
      <w:r>
        <w:t>181.2649</w:t>
      </w:r>
      <w:r>
        <w:tab/>
        <w:t>2.025e0</w:t>
      </w:r>
    </w:p>
    <w:p w:rsidR="00D43590" w:rsidRDefault="00D43590" w:rsidP="00D43590">
      <w:r>
        <w:t>181.3448</w:t>
      </w:r>
      <w:r>
        <w:tab/>
        <w:t>1.013e0</w:t>
      </w:r>
    </w:p>
    <w:p w:rsidR="00D43590" w:rsidRDefault="00D43590" w:rsidP="00D43590">
      <w:r>
        <w:t>181.3766</w:t>
      </w:r>
      <w:r>
        <w:tab/>
        <w:t>1.013e0</w:t>
      </w:r>
    </w:p>
    <w:p w:rsidR="00D43590" w:rsidRDefault="00D43590" w:rsidP="00D43590">
      <w:r>
        <w:t>181.4308</w:t>
      </w:r>
      <w:r>
        <w:tab/>
        <w:t>2.025e0</w:t>
      </w:r>
    </w:p>
    <w:p w:rsidR="00D43590" w:rsidRDefault="00D43590" w:rsidP="00D43590">
      <w:r>
        <w:t>181.5418</w:t>
      </w:r>
      <w:r>
        <w:tab/>
        <w:t>1.013e0</w:t>
      </w:r>
    </w:p>
    <w:p w:rsidR="00D43590" w:rsidRDefault="00D43590" w:rsidP="00D43590">
      <w:r>
        <w:t>181.6006</w:t>
      </w:r>
      <w:r>
        <w:tab/>
        <w:t>2.025e0</w:t>
      </w:r>
    </w:p>
    <w:p w:rsidR="00D43590" w:rsidRDefault="00D43590" w:rsidP="00D43590">
      <w:r>
        <w:t>181.8718</w:t>
      </w:r>
      <w:r>
        <w:tab/>
        <w:t>1.013e0</w:t>
      </w:r>
    </w:p>
    <w:p w:rsidR="00D43590" w:rsidRDefault="00D43590" w:rsidP="00D43590">
      <w:r>
        <w:t>181.9144</w:t>
      </w:r>
      <w:r>
        <w:tab/>
        <w:t>1.013e0</w:t>
      </w:r>
    </w:p>
    <w:p w:rsidR="00D43590" w:rsidRDefault="00D43590" w:rsidP="00D43590">
      <w:r>
        <w:t>181.9465</w:t>
      </w:r>
      <w:r>
        <w:tab/>
        <w:t>1.013e0</w:t>
      </w:r>
    </w:p>
    <w:p w:rsidR="00D43590" w:rsidRDefault="00D43590" w:rsidP="00D43590">
      <w:r>
        <w:t>182.0068</w:t>
      </w:r>
      <w:r>
        <w:tab/>
        <w:t>1.013e0</w:t>
      </w:r>
    </w:p>
    <w:p w:rsidR="00D43590" w:rsidRDefault="00D43590" w:rsidP="00D43590">
      <w:r>
        <w:t>182.0336</w:t>
      </w:r>
      <w:r>
        <w:tab/>
        <w:t>3.038e0</w:t>
      </w:r>
    </w:p>
    <w:p w:rsidR="00D43590" w:rsidRDefault="00D43590" w:rsidP="00D43590">
      <w:r>
        <w:t>182.0795</w:t>
      </w:r>
      <w:r>
        <w:tab/>
        <w:t>2.025e0</w:t>
      </w:r>
    </w:p>
    <w:p w:rsidR="00D43590" w:rsidRDefault="00D43590" w:rsidP="00D43590">
      <w:r>
        <w:lastRenderedPageBreak/>
        <w:t>182.1721</w:t>
      </w:r>
      <w:r>
        <w:tab/>
        <w:t>1.013e0</w:t>
      </w:r>
    </w:p>
    <w:p w:rsidR="00D43590" w:rsidRDefault="00D43590" w:rsidP="00D43590">
      <w:r>
        <w:t>182.2148</w:t>
      </w:r>
      <w:r>
        <w:tab/>
        <w:t>1.013e0</w:t>
      </w:r>
    </w:p>
    <w:p w:rsidR="00D43590" w:rsidRDefault="00D43590" w:rsidP="00D43590">
      <w:r>
        <w:t>182.2331</w:t>
      </w:r>
      <w:r>
        <w:tab/>
        <w:t>1.013e0</w:t>
      </w:r>
    </w:p>
    <w:p w:rsidR="00D43590" w:rsidRDefault="00D43590" w:rsidP="00D43590">
      <w:r>
        <w:t>182.2981</w:t>
      </w:r>
      <w:r>
        <w:tab/>
        <w:t>1.013e0</w:t>
      </w:r>
    </w:p>
    <w:p w:rsidR="00D43590" w:rsidRDefault="00D43590" w:rsidP="00D43590">
      <w:r>
        <w:t>182.3800</w:t>
      </w:r>
      <w:r>
        <w:tab/>
        <w:t>1.013e0</w:t>
      </w:r>
    </w:p>
    <w:p w:rsidR="00D43590" w:rsidRDefault="00D43590" w:rsidP="00D43590">
      <w:r>
        <w:t>182.5381</w:t>
      </w:r>
      <w:r>
        <w:tab/>
        <w:t>1.013e0</w:t>
      </w:r>
    </w:p>
    <w:p w:rsidR="00D43590" w:rsidRDefault="00D43590" w:rsidP="00D43590">
      <w:r>
        <w:t>182.6132</w:t>
      </w:r>
      <w:r>
        <w:tab/>
        <w:t>2.025e0</w:t>
      </w:r>
    </w:p>
    <w:p w:rsidR="00D43590" w:rsidRDefault="00D43590" w:rsidP="00D43590">
      <w:r>
        <w:t>182.6571</w:t>
      </w:r>
      <w:r>
        <w:tab/>
        <w:t>1.013e0</w:t>
      </w:r>
    </w:p>
    <w:p w:rsidR="00D43590" w:rsidRDefault="00D43590" w:rsidP="00D43590">
      <w:r>
        <w:t>182.8218</w:t>
      </w:r>
      <w:r>
        <w:tab/>
        <w:t>1.013e0</w:t>
      </w:r>
    </w:p>
    <w:p w:rsidR="00D43590" w:rsidRDefault="00D43590" w:rsidP="00D43590">
      <w:r>
        <w:t>182.8438</w:t>
      </w:r>
      <w:r>
        <w:tab/>
        <w:t>1.013e0</w:t>
      </w:r>
    </w:p>
    <w:p w:rsidR="00D43590" w:rsidRDefault="00D43590" w:rsidP="00D43590">
      <w:r>
        <w:t>182.8973</w:t>
      </w:r>
      <w:r>
        <w:tab/>
        <w:t>2.025e0</w:t>
      </w:r>
    </w:p>
    <w:p w:rsidR="00D43590" w:rsidRDefault="00D43590" w:rsidP="00D43590">
      <w:r>
        <w:t>182.9615</w:t>
      </w:r>
      <w:r>
        <w:tab/>
        <w:t>1.013e0</w:t>
      </w:r>
    </w:p>
    <w:p w:rsidR="00D43590" w:rsidRDefault="00D43590" w:rsidP="00D43590">
      <w:r>
        <w:t>182.9917</w:t>
      </w:r>
      <w:r>
        <w:tab/>
        <w:t>3.038e0</w:t>
      </w:r>
    </w:p>
    <w:p w:rsidR="00D43590" w:rsidRDefault="00D43590" w:rsidP="00D43590">
      <w:r>
        <w:t>183.0233</w:t>
      </w:r>
      <w:r>
        <w:tab/>
        <w:t>1.013e0</w:t>
      </w:r>
    </w:p>
    <w:p w:rsidR="00D43590" w:rsidRDefault="00D43590" w:rsidP="00D43590">
      <w:r>
        <w:t>183.0646</w:t>
      </w:r>
      <w:r>
        <w:tab/>
        <w:t>4.051e0</w:t>
      </w:r>
    </w:p>
    <w:p w:rsidR="00D43590" w:rsidRDefault="00D43590" w:rsidP="00D43590">
      <w:r>
        <w:t>183.1474</w:t>
      </w:r>
      <w:r>
        <w:tab/>
        <w:t>3.038e0</w:t>
      </w:r>
    </w:p>
    <w:p w:rsidR="00D43590" w:rsidRDefault="00D43590" w:rsidP="00D43590">
      <w:r>
        <w:t>183.2568</w:t>
      </w:r>
      <w:r>
        <w:tab/>
        <w:t>1.013e0</w:t>
      </w:r>
    </w:p>
    <w:p w:rsidR="00D43590" w:rsidRDefault="00D43590" w:rsidP="00D43590">
      <w:r>
        <w:t>183.3351</w:t>
      </w:r>
      <w:r>
        <w:tab/>
        <w:t>1.013e0</w:t>
      </w:r>
    </w:p>
    <w:p w:rsidR="00D43590" w:rsidRDefault="00D43590" w:rsidP="00D43590">
      <w:r>
        <w:t>183.3974</w:t>
      </w:r>
      <w:r>
        <w:tab/>
        <w:t>2.025e0</w:t>
      </w:r>
    </w:p>
    <w:p w:rsidR="00D43590" w:rsidRDefault="00D43590" w:rsidP="00D43590">
      <w:r>
        <w:lastRenderedPageBreak/>
        <w:t>183.4188</w:t>
      </w:r>
      <w:r>
        <w:tab/>
        <w:t>1.013e0</w:t>
      </w:r>
    </w:p>
    <w:p w:rsidR="00D43590" w:rsidRDefault="00D43590" w:rsidP="00D43590">
      <w:r>
        <w:t>183.4676</w:t>
      </w:r>
      <w:r>
        <w:tab/>
        <w:t>3.038e0</w:t>
      </w:r>
    </w:p>
    <w:p w:rsidR="00D43590" w:rsidRDefault="00D43590" w:rsidP="00D43590">
      <w:r>
        <w:t>183.5479</w:t>
      </w:r>
      <w:r>
        <w:tab/>
        <w:t>2.025e0</w:t>
      </w:r>
    </w:p>
    <w:p w:rsidR="00D43590" w:rsidRDefault="00D43590" w:rsidP="00D43590">
      <w:r>
        <w:t>183.5774</w:t>
      </w:r>
      <w:r>
        <w:tab/>
        <w:t>1.013e0</w:t>
      </w:r>
    </w:p>
    <w:p w:rsidR="00D43590" w:rsidRDefault="00D43590" w:rsidP="00D43590">
      <w:r>
        <w:t>183.6379</w:t>
      </w:r>
      <w:r>
        <w:tab/>
        <w:t>1.013e0</w:t>
      </w:r>
    </w:p>
    <w:p w:rsidR="00D43590" w:rsidRDefault="00D43590" w:rsidP="00D43590">
      <w:r>
        <w:t>183.7098</w:t>
      </w:r>
      <w:r>
        <w:tab/>
        <w:t>1.013e0</w:t>
      </w:r>
    </w:p>
    <w:p w:rsidR="00D43590" w:rsidRDefault="00D43590" w:rsidP="00D43590">
      <w:r>
        <w:t>183.7769</w:t>
      </w:r>
      <w:r>
        <w:tab/>
        <w:t>2.025e0</w:t>
      </w:r>
    </w:p>
    <w:p w:rsidR="00D43590" w:rsidRDefault="00D43590" w:rsidP="00D43590">
      <w:r>
        <w:t>183.7965</w:t>
      </w:r>
      <w:r>
        <w:tab/>
        <w:t>1.013e0</w:t>
      </w:r>
    </w:p>
    <w:p w:rsidR="00D43590" w:rsidRDefault="00D43590" w:rsidP="00D43590">
      <w:r>
        <w:t>183.8535</w:t>
      </w:r>
      <w:r>
        <w:tab/>
        <w:t>1.013e0</w:t>
      </w:r>
    </w:p>
    <w:p w:rsidR="00D43590" w:rsidRDefault="00D43590" w:rsidP="00D43590">
      <w:r>
        <w:t>183.9084</w:t>
      </w:r>
      <w:r>
        <w:tab/>
        <w:t>1.013e0</w:t>
      </w:r>
    </w:p>
    <w:p w:rsidR="00D43590" w:rsidRDefault="00D43590" w:rsidP="00D43590">
      <w:r>
        <w:t>184.4347</w:t>
      </w:r>
      <w:r>
        <w:tab/>
        <w:t>1.013e0</w:t>
      </w:r>
    </w:p>
    <w:p w:rsidR="00D43590" w:rsidRDefault="00D43590" w:rsidP="00D43590">
      <w:r>
        <w:t>184.4561</w:t>
      </w:r>
      <w:r>
        <w:tab/>
        <w:t>2.025e0</w:t>
      </w:r>
    </w:p>
    <w:p w:rsidR="00D43590" w:rsidRDefault="00D43590" w:rsidP="00D43590">
      <w:r>
        <w:t>184.4848</w:t>
      </w:r>
      <w:r>
        <w:tab/>
        <w:t>1.013e0</w:t>
      </w:r>
    </w:p>
    <w:p w:rsidR="00D43590" w:rsidRDefault="00D43590" w:rsidP="00D43590">
      <w:r>
        <w:t>184.5826</w:t>
      </w:r>
      <w:r>
        <w:tab/>
        <w:t>3.038e0</w:t>
      </w:r>
    </w:p>
    <w:p w:rsidR="00D43590" w:rsidRDefault="00D43590" w:rsidP="00D43590">
      <w:r>
        <w:t>184.6310</w:t>
      </w:r>
      <w:r>
        <w:tab/>
        <w:t>2.025e0</w:t>
      </w:r>
    </w:p>
    <w:p w:rsidR="00D43590" w:rsidRDefault="00D43590" w:rsidP="00D43590">
      <w:r>
        <w:t>184.6937</w:t>
      </w:r>
      <w:r>
        <w:tab/>
        <w:t>1.013e0</w:t>
      </w:r>
    </w:p>
    <w:p w:rsidR="00D43590" w:rsidRDefault="00D43590" w:rsidP="00D43590">
      <w:r>
        <w:t>184.7233</w:t>
      </w:r>
      <w:r>
        <w:tab/>
        <w:t>1.013e0</w:t>
      </w:r>
    </w:p>
    <w:p w:rsidR="00D43590" w:rsidRDefault="00D43590" w:rsidP="00D43590">
      <w:r>
        <w:t>184.7881</w:t>
      </w:r>
      <w:r>
        <w:tab/>
        <w:t>1.013e0</w:t>
      </w:r>
    </w:p>
    <w:p w:rsidR="00D43590" w:rsidRDefault="00D43590" w:rsidP="00D43590">
      <w:r>
        <w:t>184.8239</w:t>
      </w:r>
      <w:r>
        <w:tab/>
        <w:t>2.025e0</w:t>
      </w:r>
    </w:p>
    <w:p w:rsidR="00D43590" w:rsidRDefault="00D43590" w:rsidP="00D43590">
      <w:r>
        <w:lastRenderedPageBreak/>
        <w:t>184.8970</w:t>
      </w:r>
      <w:r>
        <w:tab/>
        <w:t>1.013e0</w:t>
      </w:r>
    </w:p>
    <w:p w:rsidR="00D43590" w:rsidRDefault="00D43590" w:rsidP="00D43590">
      <w:r>
        <w:t>185.0042</w:t>
      </w:r>
      <w:r>
        <w:tab/>
        <w:t>1.013e0</w:t>
      </w:r>
    </w:p>
    <w:p w:rsidR="00D43590" w:rsidRDefault="00D43590" w:rsidP="00D43590">
      <w:r>
        <w:t>185.0970</w:t>
      </w:r>
      <w:r>
        <w:tab/>
        <w:t>2.025e0</w:t>
      </w:r>
    </w:p>
    <w:p w:rsidR="00D43590" w:rsidRDefault="00D43590" w:rsidP="00D43590">
      <w:r>
        <w:t>185.1300</w:t>
      </w:r>
      <w:r>
        <w:tab/>
        <w:t>3.038e0</w:t>
      </w:r>
    </w:p>
    <w:p w:rsidR="00D43590" w:rsidRDefault="00D43590" w:rsidP="00D43590">
      <w:r>
        <w:t>185.1488</w:t>
      </w:r>
      <w:r>
        <w:tab/>
        <w:t>1.013e0</w:t>
      </w:r>
    </w:p>
    <w:p w:rsidR="00D43590" w:rsidRDefault="00D43590" w:rsidP="00D43590">
      <w:r>
        <w:t>185.2900</w:t>
      </w:r>
      <w:r>
        <w:tab/>
        <w:t>2.025e0</w:t>
      </w:r>
    </w:p>
    <w:p w:rsidR="00D43590" w:rsidRDefault="00D43590" w:rsidP="00D43590">
      <w:r>
        <w:t>185.3447</w:t>
      </w:r>
      <w:r>
        <w:tab/>
        <w:t>2.025e0</w:t>
      </w:r>
    </w:p>
    <w:p w:rsidR="00D43590" w:rsidRDefault="00D43590" w:rsidP="00D43590">
      <w:r>
        <w:t>185.3882</w:t>
      </w:r>
      <w:r>
        <w:tab/>
        <w:t>1.013e0</w:t>
      </w:r>
    </w:p>
    <w:p w:rsidR="00D43590" w:rsidRDefault="00D43590" w:rsidP="00D43590">
      <w:r>
        <w:t>185.4311</w:t>
      </w:r>
      <w:r>
        <w:tab/>
        <w:t>1.013e0</w:t>
      </w:r>
    </w:p>
    <w:p w:rsidR="00D43590" w:rsidRDefault="00D43590" w:rsidP="00D43590">
      <w:r>
        <w:t>185.4596</w:t>
      </w:r>
      <w:r>
        <w:tab/>
        <w:t>1.013e0</w:t>
      </w:r>
    </w:p>
    <w:p w:rsidR="00D43590" w:rsidRDefault="00D43590" w:rsidP="00D43590">
      <w:r>
        <w:t>185.5365</w:t>
      </w:r>
      <w:r>
        <w:tab/>
        <w:t>1.013e0</w:t>
      </w:r>
    </w:p>
    <w:p w:rsidR="00D43590" w:rsidRDefault="00D43590" w:rsidP="00D43590">
      <w:r>
        <w:t>185.5866</w:t>
      </w:r>
      <w:r>
        <w:tab/>
        <w:t>1.013e0</w:t>
      </w:r>
    </w:p>
    <w:p w:rsidR="00D43590" w:rsidRDefault="00D43590" w:rsidP="00D43590">
      <w:r>
        <w:t>185.6228</w:t>
      </w:r>
      <w:r>
        <w:tab/>
        <w:t>1.013e0</w:t>
      </w:r>
    </w:p>
    <w:p w:rsidR="00D43590" w:rsidRDefault="00D43590" w:rsidP="00D43590">
      <w:r>
        <w:t>185.6742</w:t>
      </w:r>
      <w:r>
        <w:tab/>
        <w:t>1.013e0</w:t>
      </w:r>
    </w:p>
    <w:p w:rsidR="00D43590" w:rsidRDefault="00D43590" w:rsidP="00D43590">
      <w:r>
        <w:t>185.7564</w:t>
      </w:r>
      <w:r>
        <w:tab/>
        <w:t>1.013e0</w:t>
      </w:r>
    </w:p>
    <w:p w:rsidR="00D43590" w:rsidRDefault="00D43590" w:rsidP="00D43590">
      <w:r>
        <w:t>185.8297</w:t>
      </w:r>
      <w:r>
        <w:tab/>
        <w:t>1.013e0</w:t>
      </w:r>
    </w:p>
    <w:p w:rsidR="00D43590" w:rsidRDefault="00D43590" w:rsidP="00D43590">
      <w:r>
        <w:t>186.0212</w:t>
      </w:r>
      <w:r>
        <w:tab/>
        <w:t>1.013e0</w:t>
      </w:r>
    </w:p>
    <w:p w:rsidR="00D43590" w:rsidRDefault="00D43590" w:rsidP="00D43590">
      <w:r>
        <w:t>186.0535</w:t>
      </w:r>
      <w:r>
        <w:tab/>
        <w:t>1.013e0</w:t>
      </w:r>
    </w:p>
    <w:p w:rsidR="00D43590" w:rsidRDefault="00D43590" w:rsidP="00D43590">
      <w:r>
        <w:t>186.1911</w:t>
      </w:r>
      <w:r>
        <w:tab/>
        <w:t>1.013e0</w:t>
      </w:r>
    </w:p>
    <w:p w:rsidR="00D43590" w:rsidRDefault="00D43590" w:rsidP="00D43590">
      <w:r>
        <w:lastRenderedPageBreak/>
        <w:t>186.3075</w:t>
      </w:r>
      <w:r>
        <w:tab/>
        <w:t>1.013e0</w:t>
      </w:r>
    </w:p>
    <w:p w:rsidR="00D43590" w:rsidRDefault="00D43590" w:rsidP="00D43590">
      <w:r>
        <w:t>186.5223</w:t>
      </w:r>
      <w:r>
        <w:tab/>
        <w:t>1.013e0</w:t>
      </w:r>
    </w:p>
    <w:p w:rsidR="00D43590" w:rsidRDefault="00D43590" w:rsidP="00D43590">
      <w:r>
        <w:t>186.6527</w:t>
      </w:r>
      <w:r>
        <w:tab/>
        <w:t>1.013e0</w:t>
      </w:r>
    </w:p>
    <w:p w:rsidR="00D43590" w:rsidRDefault="00D43590" w:rsidP="00D43590">
      <w:r>
        <w:t>186.6781</w:t>
      </w:r>
      <w:r>
        <w:tab/>
        <w:t>1.013e0</w:t>
      </w:r>
    </w:p>
    <w:p w:rsidR="00D43590" w:rsidRDefault="00D43590" w:rsidP="00D43590">
      <w:r>
        <w:t>186.7032</w:t>
      </w:r>
      <w:r>
        <w:tab/>
        <w:t>1.013e0</w:t>
      </w:r>
    </w:p>
    <w:p w:rsidR="00D43590" w:rsidRDefault="00D43590" w:rsidP="00D43590">
      <w:r>
        <w:t>186.8519</w:t>
      </w:r>
      <w:r>
        <w:tab/>
        <w:t>1.013e0</w:t>
      </w:r>
    </w:p>
    <w:p w:rsidR="00D43590" w:rsidRDefault="00D43590" w:rsidP="00D43590">
      <w:r>
        <w:t>186.9935</w:t>
      </w:r>
      <w:r>
        <w:tab/>
        <w:t>1.013e0</w:t>
      </w:r>
    </w:p>
    <w:p w:rsidR="00D43590" w:rsidRDefault="00D43590" w:rsidP="00D43590">
      <w:r>
        <w:t>187.0866</w:t>
      </w:r>
      <w:r>
        <w:tab/>
        <w:t>2.025e0</w:t>
      </w:r>
    </w:p>
    <w:p w:rsidR="00D43590" w:rsidRDefault="00D43590" w:rsidP="00D43590">
      <w:r>
        <w:t>187.1422</w:t>
      </w:r>
      <w:r>
        <w:tab/>
        <w:t>1.013e0</w:t>
      </w:r>
    </w:p>
    <w:p w:rsidR="00D43590" w:rsidRDefault="00D43590" w:rsidP="00D43590">
      <w:r>
        <w:t>187.2515</w:t>
      </w:r>
      <w:r>
        <w:tab/>
        <w:t>1.013e0</w:t>
      </w:r>
    </w:p>
    <w:p w:rsidR="00D43590" w:rsidRDefault="00D43590" w:rsidP="00D43590">
      <w:r>
        <w:t>187.3245</w:t>
      </w:r>
      <w:r>
        <w:tab/>
        <w:t>1.013e0</w:t>
      </w:r>
    </w:p>
    <w:p w:rsidR="00D43590" w:rsidRDefault="00D43590" w:rsidP="00D43590">
      <w:r>
        <w:t>187.3716</w:t>
      </w:r>
      <w:r>
        <w:tab/>
        <w:t>1.013e0</w:t>
      </w:r>
    </w:p>
    <w:p w:rsidR="00D43590" w:rsidRDefault="00D43590" w:rsidP="00D43590">
      <w:r>
        <w:t>187.4901</w:t>
      </w:r>
      <w:r>
        <w:tab/>
        <w:t>2.025e0</w:t>
      </w:r>
    </w:p>
    <w:p w:rsidR="00D43590" w:rsidRDefault="00D43590" w:rsidP="00D43590">
      <w:r>
        <w:t>187.5116</w:t>
      </w:r>
      <w:r>
        <w:tab/>
        <w:t>2.025e0</w:t>
      </w:r>
    </w:p>
    <w:p w:rsidR="00D43590" w:rsidRDefault="00D43590" w:rsidP="00D43590">
      <w:r>
        <w:t>187.5349</w:t>
      </w:r>
      <w:r>
        <w:tab/>
        <w:t>1.013e0</w:t>
      </w:r>
    </w:p>
    <w:p w:rsidR="00D43590" w:rsidRDefault="00D43590" w:rsidP="00D43590">
      <w:r>
        <w:t>187.6587</w:t>
      </w:r>
      <w:r>
        <w:tab/>
        <w:t>1.013e0</w:t>
      </w:r>
    </w:p>
    <w:p w:rsidR="00D43590" w:rsidRDefault="00D43590" w:rsidP="00D43590">
      <w:r>
        <w:t>187.7235</w:t>
      </w:r>
      <w:r>
        <w:tab/>
        <w:t>3.038e0</w:t>
      </w:r>
    </w:p>
    <w:p w:rsidR="00D43590" w:rsidRDefault="00D43590" w:rsidP="00D43590">
      <w:r>
        <w:t>187.8170</w:t>
      </w:r>
      <w:r>
        <w:tab/>
        <w:t>2.025e0</w:t>
      </w:r>
    </w:p>
    <w:p w:rsidR="00D43590" w:rsidRDefault="00D43590" w:rsidP="00D43590">
      <w:r>
        <w:t>187.8479</w:t>
      </w:r>
      <w:r>
        <w:tab/>
        <w:t>2.025e0</w:t>
      </w:r>
    </w:p>
    <w:p w:rsidR="00D43590" w:rsidRDefault="00D43590" w:rsidP="00D43590">
      <w:r>
        <w:lastRenderedPageBreak/>
        <w:t>187.8860</w:t>
      </w:r>
      <w:r>
        <w:tab/>
        <w:t>4.051e0</w:t>
      </w:r>
    </w:p>
    <w:p w:rsidR="00D43590" w:rsidRDefault="00D43590" w:rsidP="00D43590">
      <w:r>
        <w:t>187.9279</w:t>
      </w:r>
      <w:r>
        <w:tab/>
        <w:t>1.013e0</w:t>
      </w:r>
    </w:p>
    <w:p w:rsidR="00D43590" w:rsidRDefault="00D43590" w:rsidP="00D43590">
      <w:r>
        <w:t>187.9759</w:t>
      </w:r>
      <w:r>
        <w:tab/>
        <w:t>1.013e0</w:t>
      </w:r>
    </w:p>
    <w:p w:rsidR="00D43590" w:rsidRDefault="00D43590" w:rsidP="00D43590">
      <w:r>
        <w:t>188.0374</w:t>
      </w:r>
      <w:r>
        <w:tab/>
        <w:t>1.013e0</w:t>
      </w:r>
    </w:p>
    <w:p w:rsidR="00D43590" w:rsidRDefault="00D43590" w:rsidP="00D43590">
      <w:r>
        <w:t>188.1308</w:t>
      </w:r>
      <w:r>
        <w:tab/>
        <w:t>2.025e0</w:t>
      </w:r>
    </w:p>
    <w:p w:rsidR="00D43590" w:rsidRDefault="00D43590" w:rsidP="00D43590">
      <w:r>
        <w:t>188.1505</w:t>
      </w:r>
      <w:r>
        <w:tab/>
        <w:t>1.013e0</w:t>
      </w:r>
    </w:p>
    <w:p w:rsidR="00D43590" w:rsidRDefault="00D43590" w:rsidP="00D43590">
      <w:r>
        <w:t>188.1936</w:t>
      </w:r>
      <w:r>
        <w:tab/>
        <w:t>1.013e0</w:t>
      </w:r>
    </w:p>
    <w:p w:rsidR="00D43590" w:rsidRDefault="00D43590" w:rsidP="00D43590">
      <w:r>
        <w:t>188.2197</w:t>
      </w:r>
      <w:r>
        <w:tab/>
        <w:t>1.013e0</w:t>
      </w:r>
    </w:p>
    <w:p w:rsidR="00D43590" w:rsidRDefault="00D43590" w:rsidP="00D43590">
      <w:r>
        <w:t>188.2924</w:t>
      </w:r>
      <w:r>
        <w:tab/>
        <w:t>1.013e0</w:t>
      </w:r>
    </w:p>
    <w:p w:rsidR="00D43590" w:rsidRDefault="00D43590" w:rsidP="00D43590">
      <w:r>
        <w:t>188.3511</w:t>
      </w:r>
      <w:r>
        <w:tab/>
        <w:t>1.013e0</w:t>
      </w:r>
    </w:p>
    <w:p w:rsidR="00D43590" w:rsidRDefault="00D43590" w:rsidP="00D43590">
      <w:r>
        <w:t>188.4056</w:t>
      </w:r>
      <w:r>
        <w:tab/>
        <w:t>1.013e0</w:t>
      </w:r>
    </w:p>
    <w:p w:rsidR="00D43590" w:rsidRDefault="00D43590" w:rsidP="00D43590">
      <w:r>
        <w:t>188.4308</w:t>
      </w:r>
      <w:r>
        <w:tab/>
        <w:t>1.013e0</w:t>
      </w:r>
    </w:p>
    <w:p w:rsidR="00D43590" w:rsidRDefault="00D43590" w:rsidP="00D43590">
      <w:r>
        <w:t>188.4639</w:t>
      </w:r>
      <w:r>
        <w:tab/>
        <w:t>2.025e0</w:t>
      </w:r>
    </w:p>
    <w:p w:rsidR="00D43590" w:rsidRDefault="00D43590" w:rsidP="00D43590">
      <w:r>
        <w:t>188.5134</w:t>
      </w:r>
      <w:r>
        <w:tab/>
        <w:t>2.025e0</w:t>
      </w:r>
    </w:p>
    <w:p w:rsidR="00D43590" w:rsidRDefault="00D43590" w:rsidP="00D43590">
      <w:r>
        <w:t>188.5934</w:t>
      </w:r>
      <w:r>
        <w:tab/>
        <w:t>2.025e0</w:t>
      </w:r>
    </w:p>
    <w:p w:rsidR="00D43590" w:rsidRDefault="00D43590" w:rsidP="00D43590">
      <w:r>
        <w:t>188.6176</w:t>
      </w:r>
      <w:r>
        <w:tab/>
        <w:t>2.025e0</w:t>
      </w:r>
    </w:p>
    <w:p w:rsidR="00D43590" w:rsidRDefault="00D43590" w:rsidP="00D43590">
      <w:r>
        <w:t>188.6500</w:t>
      </w:r>
      <w:r>
        <w:tab/>
        <w:t>1.013e0</w:t>
      </w:r>
    </w:p>
    <w:p w:rsidR="00D43590" w:rsidRDefault="00D43590" w:rsidP="00D43590">
      <w:r>
        <w:t>188.6878</w:t>
      </w:r>
      <w:r>
        <w:tab/>
        <w:t>2.025e0</w:t>
      </w:r>
    </w:p>
    <w:p w:rsidR="00D43590" w:rsidRDefault="00D43590" w:rsidP="00D43590">
      <w:r>
        <w:t>188.7210</w:t>
      </w:r>
      <w:r>
        <w:tab/>
        <w:t>2.025e0</w:t>
      </w:r>
    </w:p>
    <w:p w:rsidR="00D43590" w:rsidRDefault="00D43590" w:rsidP="00D43590">
      <w:r>
        <w:lastRenderedPageBreak/>
        <w:t>188.7704</w:t>
      </w:r>
      <w:r>
        <w:tab/>
        <w:t>1.013e0</w:t>
      </w:r>
    </w:p>
    <w:p w:rsidR="00D43590" w:rsidRDefault="00D43590" w:rsidP="00D43590">
      <w:r>
        <w:t>188.8379</w:t>
      </w:r>
      <w:r>
        <w:tab/>
        <w:t>2.154e0</w:t>
      </w:r>
    </w:p>
    <w:p w:rsidR="00D43590" w:rsidRDefault="00D43590" w:rsidP="00D43590">
      <w:r>
        <w:t>188.9641</w:t>
      </w:r>
      <w:r>
        <w:tab/>
        <w:t>1.013e0</w:t>
      </w:r>
    </w:p>
    <w:p w:rsidR="00D43590" w:rsidRDefault="00D43590" w:rsidP="00D43590">
      <w:r>
        <w:t>189.0365</w:t>
      </w:r>
      <w:r>
        <w:tab/>
        <w:t>2.025e0</w:t>
      </w:r>
    </w:p>
    <w:p w:rsidR="00D43590" w:rsidRDefault="00D43590" w:rsidP="00D43590">
      <w:r>
        <w:t>189.0685</w:t>
      </w:r>
      <w:r>
        <w:tab/>
        <w:t>3.038e0</w:t>
      </w:r>
    </w:p>
    <w:p w:rsidR="00D43590" w:rsidRDefault="00D43590" w:rsidP="00D43590">
      <w:r>
        <w:t>189.0958</w:t>
      </w:r>
      <w:r>
        <w:tab/>
        <w:t>2.025e0</w:t>
      </w:r>
    </w:p>
    <w:p w:rsidR="00D43590" w:rsidRDefault="00D43590" w:rsidP="00D43590">
      <w:r>
        <w:t>189.1445</w:t>
      </w:r>
      <w:r>
        <w:tab/>
        <w:t>2.025e0</w:t>
      </w:r>
    </w:p>
    <w:p w:rsidR="00D43590" w:rsidRDefault="00D43590" w:rsidP="00D43590">
      <w:r>
        <w:t>189.1738</w:t>
      </w:r>
      <w:r>
        <w:tab/>
        <w:t>1.280e0</w:t>
      </w:r>
    </w:p>
    <w:p w:rsidR="00D43590" w:rsidRDefault="00D43590" w:rsidP="00D43590">
      <w:r>
        <w:t>189.2452</w:t>
      </w:r>
      <w:r>
        <w:tab/>
        <w:t>1.013e0</w:t>
      </w:r>
    </w:p>
    <w:p w:rsidR="00D43590" w:rsidRDefault="00D43590" w:rsidP="00D43590">
      <w:r>
        <w:t>189.2704</w:t>
      </w:r>
      <w:r>
        <w:tab/>
        <w:t>1.013e0</w:t>
      </w:r>
    </w:p>
    <w:p w:rsidR="00D43590" w:rsidRDefault="00D43590" w:rsidP="00D43590">
      <w:r>
        <w:t>189.2995</w:t>
      </w:r>
      <w:r>
        <w:tab/>
        <w:t>1.013e0</w:t>
      </w:r>
    </w:p>
    <w:p w:rsidR="00D43590" w:rsidRDefault="00D43590" w:rsidP="00D43590">
      <w:r>
        <w:t>189.3838</w:t>
      </w:r>
      <w:r>
        <w:tab/>
        <w:t>1.013e0</w:t>
      </w:r>
    </w:p>
    <w:p w:rsidR="00D43590" w:rsidRDefault="00D43590" w:rsidP="00D43590">
      <w:r>
        <w:t>189.6070</w:t>
      </w:r>
      <w:r>
        <w:tab/>
        <w:t>1.013e0</w:t>
      </w:r>
    </w:p>
    <w:p w:rsidR="00D43590" w:rsidRDefault="00D43590" w:rsidP="00D43590">
      <w:r>
        <w:t>189.6250</w:t>
      </w:r>
      <w:r>
        <w:tab/>
        <w:t>1.013e0</w:t>
      </w:r>
    </w:p>
    <w:p w:rsidR="00D43590" w:rsidRDefault="00D43590" w:rsidP="00D43590">
      <w:r>
        <w:t>189.6695</w:t>
      </w:r>
      <w:r>
        <w:tab/>
        <w:t>1.013e0</w:t>
      </w:r>
    </w:p>
    <w:p w:rsidR="00D43590" w:rsidRDefault="00D43590" w:rsidP="00D43590">
      <w:r>
        <w:t>189.7677</w:t>
      </w:r>
      <w:r>
        <w:tab/>
        <w:t>1.013e0</w:t>
      </w:r>
    </w:p>
    <w:p w:rsidR="00D43590" w:rsidRDefault="00D43590" w:rsidP="00D43590">
      <w:r>
        <w:t>189.9455</w:t>
      </w:r>
      <w:r>
        <w:tab/>
        <w:t>2.025e0</w:t>
      </w:r>
    </w:p>
    <w:p w:rsidR="00D43590" w:rsidRDefault="00D43590" w:rsidP="00D43590">
      <w:r>
        <w:t>189.9870</w:t>
      </w:r>
      <w:r>
        <w:tab/>
        <w:t>1.013e0</w:t>
      </w:r>
    </w:p>
    <w:p w:rsidR="00D43590" w:rsidRDefault="00D43590" w:rsidP="00D43590">
      <w:r>
        <w:t>190.0249</w:t>
      </w:r>
      <w:r>
        <w:tab/>
        <w:t>1.013e0</w:t>
      </w:r>
    </w:p>
    <w:p w:rsidR="00D43590" w:rsidRDefault="00D43590" w:rsidP="00D43590">
      <w:r>
        <w:lastRenderedPageBreak/>
        <w:t>190.0609</w:t>
      </w:r>
      <w:r>
        <w:tab/>
        <w:t>1.013e0</w:t>
      </w:r>
    </w:p>
    <w:p w:rsidR="00D43590" w:rsidRDefault="00D43590" w:rsidP="00D43590">
      <w:r>
        <w:t>190.1005</w:t>
      </w:r>
      <w:r>
        <w:tab/>
        <w:t>1.013e0</w:t>
      </w:r>
    </w:p>
    <w:p w:rsidR="00D43590" w:rsidRDefault="00D43590" w:rsidP="00D43590">
      <w:r>
        <w:t>190.1420</w:t>
      </w:r>
      <w:r>
        <w:tab/>
        <w:t>2.025e0</w:t>
      </w:r>
    </w:p>
    <w:p w:rsidR="00D43590" w:rsidRDefault="00D43590" w:rsidP="00D43590">
      <w:r>
        <w:t>190.1852</w:t>
      </w:r>
      <w:r>
        <w:tab/>
        <w:t>1.013e0</w:t>
      </w:r>
    </w:p>
    <w:p w:rsidR="00D43590" w:rsidRDefault="00D43590" w:rsidP="00D43590">
      <w:r>
        <w:t>190.2482</w:t>
      </w:r>
      <w:r>
        <w:tab/>
        <w:t>1.013e0</w:t>
      </w:r>
    </w:p>
    <w:p w:rsidR="00D43590" w:rsidRDefault="00D43590" w:rsidP="00D43590">
      <w:r>
        <w:t>190.2789</w:t>
      </w:r>
      <w:r>
        <w:tab/>
        <w:t>2.025e0</w:t>
      </w:r>
    </w:p>
    <w:p w:rsidR="00D43590" w:rsidRDefault="00D43590" w:rsidP="00D43590">
      <w:r>
        <w:t>190.3499</w:t>
      </w:r>
      <w:r>
        <w:tab/>
        <w:t>2.025e0</w:t>
      </w:r>
    </w:p>
    <w:p w:rsidR="00D43590" w:rsidRDefault="00D43590" w:rsidP="00D43590">
      <w:r>
        <w:t>190.3762</w:t>
      </w:r>
      <w:r>
        <w:tab/>
        <w:t>2.025e0</w:t>
      </w:r>
    </w:p>
    <w:p w:rsidR="00D43590" w:rsidRDefault="00D43590" w:rsidP="00D43590">
      <w:r>
        <w:t>190.4088</w:t>
      </w:r>
      <w:r>
        <w:tab/>
        <w:t>1.013e0</w:t>
      </w:r>
    </w:p>
    <w:p w:rsidR="00D43590" w:rsidRDefault="00D43590" w:rsidP="00D43590">
      <w:r>
        <w:t>190.4697</w:t>
      </w:r>
      <w:r>
        <w:tab/>
        <w:t>2.025e0</w:t>
      </w:r>
    </w:p>
    <w:p w:rsidR="00D43590" w:rsidRDefault="00D43590" w:rsidP="00D43590">
      <w:r>
        <w:t>190.6070</w:t>
      </w:r>
      <w:r>
        <w:tab/>
        <w:t>1.013e0</w:t>
      </w:r>
    </w:p>
    <w:p w:rsidR="00D43590" w:rsidRDefault="00D43590" w:rsidP="00D43590">
      <w:r>
        <w:t>190.6652</w:t>
      </w:r>
      <w:r>
        <w:tab/>
        <w:t>1.013e0</w:t>
      </w:r>
    </w:p>
    <w:p w:rsidR="00D43590" w:rsidRDefault="00D43590" w:rsidP="00D43590">
      <w:r>
        <w:t>190.7384</w:t>
      </w:r>
      <w:r>
        <w:tab/>
        <w:t>2.731e0</w:t>
      </w:r>
    </w:p>
    <w:p w:rsidR="00D43590" w:rsidRDefault="00D43590" w:rsidP="00D43590">
      <w:r>
        <w:t>190.7760</w:t>
      </w:r>
      <w:r>
        <w:tab/>
        <w:t>2.025e0</w:t>
      </w:r>
    </w:p>
    <w:p w:rsidR="00D43590" w:rsidRDefault="00D43590" w:rsidP="00D43590">
      <w:r>
        <w:t>190.8128</w:t>
      </w:r>
      <w:r>
        <w:tab/>
        <w:t>2.025e0</w:t>
      </w:r>
    </w:p>
    <w:p w:rsidR="00D43590" w:rsidRDefault="00D43590" w:rsidP="00D43590">
      <w:r>
        <w:t>190.9481</w:t>
      </w:r>
      <w:r>
        <w:tab/>
        <w:t>1.013e0</w:t>
      </w:r>
    </w:p>
    <w:p w:rsidR="00D43590" w:rsidRDefault="00D43590" w:rsidP="00D43590">
      <w:r>
        <w:t>191.0177</w:t>
      </w:r>
      <w:r>
        <w:tab/>
        <w:t>2.025e0</w:t>
      </w:r>
    </w:p>
    <w:p w:rsidR="00D43590" w:rsidRDefault="00D43590" w:rsidP="00D43590">
      <w:r>
        <w:t>191.1286</w:t>
      </w:r>
      <w:r>
        <w:tab/>
        <w:t>1.013e0</w:t>
      </w:r>
    </w:p>
    <w:p w:rsidR="00D43590" w:rsidRDefault="00D43590" w:rsidP="00D43590">
      <w:r>
        <w:t>191.1538</w:t>
      </w:r>
      <w:r>
        <w:tab/>
        <w:t>1.013e0</w:t>
      </w:r>
    </w:p>
    <w:p w:rsidR="00D43590" w:rsidRDefault="00D43590" w:rsidP="00D43590">
      <w:r>
        <w:lastRenderedPageBreak/>
        <w:t>191.3524</w:t>
      </w:r>
      <w:r>
        <w:tab/>
        <w:t>1.013e0</w:t>
      </w:r>
    </w:p>
    <w:p w:rsidR="00D43590" w:rsidRDefault="00D43590" w:rsidP="00D43590">
      <w:r>
        <w:t>191.4518</w:t>
      </w:r>
      <w:r>
        <w:tab/>
        <w:t>1.013e0</w:t>
      </w:r>
    </w:p>
    <w:p w:rsidR="00D43590" w:rsidRDefault="00D43590" w:rsidP="00D43590">
      <w:r>
        <w:t>191.5098</w:t>
      </w:r>
      <w:r>
        <w:tab/>
        <w:t>2.025e0</w:t>
      </w:r>
    </w:p>
    <w:p w:rsidR="00D43590" w:rsidRDefault="00D43590" w:rsidP="00D43590">
      <w:r>
        <w:t>191.5474</w:t>
      </w:r>
      <w:r>
        <w:tab/>
        <w:t>1.013e0</w:t>
      </w:r>
    </w:p>
    <w:p w:rsidR="00D43590" w:rsidRDefault="00D43590" w:rsidP="00D43590">
      <w:r>
        <w:t>191.6017</w:t>
      </w:r>
      <w:r>
        <w:tab/>
        <w:t>2.025e0</w:t>
      </w:r>
    </w:p>
    <w:p w:rsidR="00D43590" w:rsidRDefault="00D43590" w:rsidP="00D43590">
      <w:r>
        <w:t>191.7083</w:t>
      </w:r>
      <w:r>
        <w:tab/>
        <w:t>1.013e0</w:t>
      </w:r>
    </w:p>
    <w:p w:rsidR="00D43590" w:rsidRDefault="00D43590" w:rsidP="00D43590">
      <w:r>
        <w:t>191.8241</w:t>
      </w:r>
      <w:r>
        <w:tab/>
        <w:t>2.025e0</w:t>
      </w:r>
    </w:p>
    <w:p w:rsidR="00D43590" w:rsidRDefault="00D43590" w:rsidP="00D43590">
      <w:r>
        <w:t>191.8523</w:t>
      </w:r>
      <w:r>
        <w:tab/>
        <w:t>2.025e0</w:t>
      </w:r>
    </w:p>
    <w:p w:rsidR="00D43590" w:rsidRDefault="00D43590" w:rsidP="00D43590">
      <w:r>
        <w:t>191.8836</w:t>
      </w:r>
      <w:r>
        <w:tab/>
        <w:t>2.025e0</w:t>
      </w:r>
    </w:p>
    <w:p w:rsidR="00D43590" w:rsidRDefault="00D43590" w:rsidP="00D43590">
      <w:r>
        <w:t>191.9668</w:t>
      </w:r>
      <w:r>
        <w:tab/>
        <w:t>1.013e0</w:t>
      </w:r>
    </w:p>
    <w:p w:rsidR="00D43590" w:rsidRDefault="00D43590" w:rsidP="00D43590">
      <w:r>
        <w:t>192.0066</w:t>
      </w:r>
      <w:r>
        <w:tab/>
        <w:t>1.013e0</w:t>
      </w:r>
    </w:p>
    <w:p w:rsidR="00D43590" w:rsidRDefault="00D43590" w:rsidP="00D43590">
      <w:r>
        <w:t>192.0339</w:t>
      </w:r>
      <w:r>
        <w:tab/>
        <w:t>2.025e0</w:t>
      </w:r>
    </w:p>
    <w:p w:rsidR="00D43590" w:rsidRDefault="00D43590" w:rsidP="00D43590">
      <w:r>
        <w:t>192.0745</w:t>
      </w:r>
      <w:r>
        <w:tab/>
        <w:t>3.038e0</w:t>
      </w:r>
    </w:p>
    <w:p w:rsidR="00D43590" w:rsidRDefault="00D43590" w:rsidP="00D43590">
      <w:r>
        <w:t>192.1133</w:t>
      </w:r>
      <w:r>
        <w:tab/>
        <w:t>2.025e0</w:t>
      </w:r>
    </w:p>
    <w:p w:rsidR="00D43590" w:rsidRDefault="00D43590" w:rsidP="00D43590">
      <w:r>
        <w:t>192.1386</w:t>
      </w:r>
      <w:r>
        <w:tab/>
        <w:t>1.013e0</w:t>
      </w:r>
    </w:p>
    <w:p w:rsidR="00D43590" w:rsidRDefault="00D43590" w:rsidP="00D43590">
      <w:r>
        <w:t>192.2127</w:t>
      </w:r>
      <w:r>
        <w:tab/>
        <w:t>2.025e0</w:t>
      </w:r>
    </w:p>
    <w:p w:rsidR="00D43590" w:rsidRDefault="00D43590" w:rsidP="00D43590">
      <w:r>
        <w:t>192.3122</w:t>
      </w:r>
      <w:r>
        <w:tab/>
        <w:t>1.013e0</w:t>
      </w:r>
    </w:p>
    <w:p w:rsidR="00D43590" w:rsidRDefault="00D43590" w:rsidP="00D43590">
      <w:r>
        <w:t>192.3899</w:t>
      </w:r>
      <w:r>
        <w:tab/>
        <w:t>1.013e0</w:t>
      </w:r>
    </w:p>
    <w:p w:rsidR="00D43590" w:rsidRDefault="00D43590" w:rsidP="00D43590">
      <w:r>
        <w:t>192.4190</w:t>
      </w:r>
      <w:r>
        <w:tab/>
        <w:t>1.013e0</w:t>
      </w:r>
    </w:p>
    <w:p w:rsidR="00D43590" w:rsidRDefault="00D43590" w:rsidP="00D43590">
      <w:r>
        <w:lastRenderedPageBreak/>
        <w:t>192.5329</w:t>
      </w:r>
      <w:r>
        <w:tab/>
        <w:t>2.025e0</w:t>
      </w:r>
    </w:p>
    <w:p w:rsidR="00D43590" w:rsidRDefault="00D43590" w:rsidP="00D43590">
      <w:r>
        <w:t>192.6472</w:t>
      </w:r>
      <w:r>
        <w:tab/>
        <w:t>1.013e0</w:t>
      </w:r>
    </w:p>
    <w:p w:rsidR="00D43590" w:rsidRDefault="00D43590" w:rsidP="00D43590">
      <w:r>
        <w:t>192.8617</w:t>
      </w:r>
      <w:r>
        <w:tab/>
        <w:t>2.025e0</w:t>
      </w:r>
    </w:p>
    <w:p w:rsidR="00D43590" w:rsidRDefault="00D43590" w:rsidP="00D43590">
      <w:r>
        <w:t>192.9347</w:t>
      </w:r>
      <w:r>
        <w:tab/>
        <w:t>2.025e0</w:t>
      </w:r>
    </w:p>
    <w:p w:rsidR="00D43590" w:rsidRDefault="00D43590" w:rsidP="00D43590">
      <w:r>
        <w:t>193.0199</w:t>
      </w:r>
      <w:r>
        <w:tab/>
        <w:t>1.013e0</w:t>
      </w:r>
    </w:p>
    <w:p w:rsidR="00D43590" w:rsidRDefault="00D43590" w:rsidP="00D43590">
      <w:r>
        <w:t>193.0687</w:t>
      </w:r>
      <w:r>
        <w:tab/>
        <w:t>1.013e0</w:t>
      </w:r>
    </w:p>
    <w:p w:rsidR="00D43590" w:rsidRDefault="00D43590" w:rsidP="00D43590">
      <w:r>
        <w:t>193.0905</w:t>
      </w:r>
      <w:r>
        <w:tab/>
        <w:t>2.025e0</w:t>
      </w:r>
    </w:p>
    <w:p w:rsidR="00D43590" w:rsidRDefault="00D43590" w:rsidP="00D43590">
      <w:r>
        <w:t>193.1701</w:t>
      </w:r>
      <w:r>
        <w:tab/>
        <w:t>3.038e0</w:t>
      </w:r>
    </w:p>
    <w:p w:rsidR="00D43590" w:rsidRDefault="00D43590" w:rsidP="00D43590">
      <w:r>
        <w:t>193.2192</w:t>
      </w:r>
      <w:r>
        <w:tab/>
        <w:t>1.013e0</w:t>
      </w:r>
    </w:p>
    <w:p w:rsidR="00D43590" w:rsidRDefault="00D43590" w:rsidP="00D43590">
      <w:r>
        <w:t>193.3642</w:t>
      </w:r>
      <w:r>
        <w:tab/>
        <w:t>1.013e0</w:t>
      </w:r>
    </w:p>
    <w:p w:rsidR="00D43590" w:rsidRDefault="00D43590" w:rsidP="00D43590">
      <w:r>
        <w:t>193.5073</w:t>
      </w:r>
      <w:r>
        <w:tab/>
        <w:t>1.013e0</w:t>
      </w:r>
    </w:p>
    <w:p w:rsidR="00D43590" w:rsidRDefault="00D43590" w:rsidP="00D43590">
      <w:r>
        <w:t>193.5762</w:t>
      </w:r>
      <w:r>
        <w:tab/>
        <w:t>2.025e0</w:t>
      </w:r>
    </w:p>
    <w:p w:rsidR="00D43590" w:rsidRDefault="00D43590" w:rsidP="00D43590">
      <w:r>
        <w:t>193.6034</w:t>
      </w:r>
      <w:r>
        <w:tab/>
        <w:t>1.013e0</w:t>
      </w:r>
    </w:p>
    <w:p w:rsidR="00D43590" w:rsidRDefault="00D43590" w:rsidP="00D43590">
      <w:r>
        <w:t>193.6486</w:t>
      </w:r>
      <w:r>
        <w:tab/>
        <w:t>1.013e0</w:t>
      </w:r>
    </w:p>
    <w:p w:rsidR="00D43590" w:rsidRDefault="00D43590" w:rsidP="00D43590">
      <w:r>
        <w:t>193.8028</w:t>
      </w:r>
      <w:r>
        <w:tab/>
        <w:t>1.013e0</w:t>
      </w:r>
    </w:p>
    <w:p w:rsidR="00D43590" w:rsidRDefault="00D43590" w:rsidP="00D43590">
      <w:r>
        <w:t>193.8917</w:t>
      </w:r>
      <w:r>
        <w:tab/>
        <w:t>1.013e0</w:t>
      </w:r>
    </w:p>
    <w:p w:rsidR="00D43590" w:rsidRDefault="00D43590" w:rsidP="00D43590">
      <w:r>
        <w:t>193.9279</w:t>
      </w:r>
      <w:r>
        <w:tab/>
        <w:t>3.038e0</w:t>
      </w:r>
    </w:p>
    <w:p w:rsidR="00D43590" w:rsidRDefault="00D43590" w:rsidP="00D43590">
      <w:r>
        <w:t>193.9661</w:t>
      </w:r>
      <w:r>
        <w:tab/>
        <w:t>1.013e0</w:t>
      </w:r>
    </w:p>
    <w:p w:rsidR="00D43590" w:rsidRDefault="00D43590" w:rsidP="00D43590">
      <w:r>
        <w:t>193.9915</w:t>
      </w:r>
      <w:r>
        <w:tab/>
        <w:t>1.013e0</w:t>
      </w:r>
    </w:p>
    <w:p w:rsidR="00D43590" w:rsidRDefault="00D43590" w:rsidP="00D43590">
      <w:r>
        <w:lastRenderedPageBreak/>
        <w:t>194.0180</w:t>
      </w:r>
      <w:r>
        <w:tab/>
        <w:t>1.013e0</w:t>
      </w:r>
    </w:p>
    <w:p w:rsidR="00D43590" w:rsidRDefault="00D43590" w:rsidP="00D43590">
      <w:r>
        <w:t>194.0840</w:t>
      </w:r>
      <w:r>
        <w:tab/>
        <w:t>1.013e0</w:t>
      </w:r>
    </w:p>
    <w:p w:rsidR="00D43590" w:rsidRDefault="00D43590" w:rsidP="00D43590">
      <w:r>
        <w:t>194.1295</w:t>
      </w:r>
      <w:r>
        <w:tab/>
        <w:t>2.025e0</w:t>
      </w:r>
    </w:p>
    <w:p w:rsidR="00D43590" w:rsidRDefault="00D43590" w:rsidP="00D43590">
      <w:r>
        <w:t>194.1914</w:t>
      </w:r>
      <w:r>
        <w:tab/>
        <w:t>2.025e0</w:t>
      </w:r>
    </w:p>
    <w:p w:rsidR="00D43590" w:rsidRDefault="00D43590" w:rsidP="00D43590">
      <w:r>
        <w:t>194.2727</w:t>
      </w:r>
      <w:r>
        <w:tab/>
        <w:t>1.013e0</w:t>
      </w:r>
    </w:p>
    <w:p w:rsidR="00D43590" w:rsidRDefault="00D43590" w:rsidP="00D43590">
      <w:r>
        <w:t>194.4234</w:t>
      </w:r>
      <w:r>
        <w:tab/>
        <w:t>3.038e0</w:t>
      </w:r>
    </w:p>
    <w:p w:rsidR="00D43590" w:rsidRDefault="00D43590" w:rsidP="00D43590">
      <w:r>
        <w:t>194.4691</w:t>
      </w:r>
      <w:r>
        <w:tab/>
        <w:t>1.013e0</w:t>
      </w:r>
    </w:p>
    <w:p w:rsidR="00D43590" w:rsidRDefault="00D43590" w:rsidP="00D43590">
      <w:r>
        <w:t>194.6323</w:t>
      </w:r>
      <w:r>
        <w:tab/>
        <w:t>1.013e0</w:t>
      </w:r>
    </w:p>
    <w:p w:rsidR="00D43590" w:rsidRDefault="00D43590" w:rsidP="00D43590">
      <w:r>
        <w:t>194.6976</w:t>
      </w:r>
      <w:r>
        <w:tab/>
        <w:t>2.025e0</w:t>
      </w:r>
    </w:p>
    <w:p w:rsidR="00D43590" w:rsidRDefault="00D43590" w:rsidP="00D43590">
      <w:r>
        <w:t>194.7358</w:t>
      </w:r>
      <w:r>
        <w:tab/>
        <w:t>2.025e0</w:t>
      </w:r>
    </w:p>
    <w:p w:rsidR="00D43590" w:rsidRDefault="00D43590" w:rsidP="00D43590">
      <w:r>
        <w:t>194.8212</w:t>
      </w:r>
      <w:r>
        <w:tab/>
        <w:t>1.013e0</w:t>
      </w:r>
    </w:p>
    <w:p w:rsidR="00D43590" w:rsidRDefault="00D43590" w:rsidP="00D43590">
      <w:r>
        <w:t>194.8775</w:t>
      </w:r>
      <w:r>
        <w:tab/>
        <w:t>1.013e0</w:t>
      </w:r>
    </w:p>
    <w:p w:rsidR="00D43590" w:rsidRDefault="00D43590" w:rsidP="00D43590">
      <w:r>
        <w:t>194.9102</w:t>
      </w:r>
      <w:r>
        <w:tab/>
        <w:t>1.013e0</w:t>
      </w:r>
    </w:p>
    <w:p w:rsidR="00D43590" w:rsidRDefault="00D43590" w:rsidP="00D43590">
      <w:r>
        <w:t>194.9719</w:t>
      </w:r>
      <w:r>
        <w:tab/>
        <w:t>3.038e0</w:t>
      </w:r>
    </w:p>
    <w:p w:rsidR="00D43590" w:rsidRDefault="00D43590" w:rsidP="00D43590">
      <w:r>
        <w:t>195.0326</w:t>
      </w:r>
      <w:r>
        <w:tab/>
        <w:t>3.038e0</w:t>
      </w:r>
    </w:p>
    <w:p w:rsidR="00D43590" w:rsidRDefault="00D43590" w:rsidP="00D43590">
      <w:r>
        <w:t>195.1299</w:t>
      </w:r>
      <w:r>
        <w:tab/>
        <w:t>2.025e0</w:t>
      </w:r>
    </w:p>
    <w:p w:rsidR="00D43590" w:rsidRDefault="00D43590" w:rsidP="00D43590">
      <w:r>
        <w:t>195.1957</w:t>
      </w:r>
      <w:r>
        <w:tab/>
        <w:t>1.013e0</w:t>
      </w:r>
    </w:p>
    <w:p w:rsidR="00D43590" w:rsidRDefault="00D43590" w:rsidP="00D43590">
      <w:r>
        <w:t>195.3119</w:t>
      </w:r>
      <w:r>
        <w:tab/>
        <w:t>1.013e0</w:t>
      </w:r>
    </w:p>
    <w:p w:rsidR="00D43590" w:rsidRDefault="00D43590" w:rsidP="00D43590">
      <w:r>
        <w:t>195.4155</w:t>
      </w:r>
      <w:r>
        <w:tab/>
        <w:t>1.013e0</w:t>
      </w:r>
    </w:p>
    <w:p w:rsidR="00D43590" w:rsidRDefault="00D43590" w:rsidP="00D43590">
      <w:r>
        <w:lastRenderedPageBreak/>
        <w:t>195.4519</w:t>
      </w:r>
      <w:r>
        <w:tab/>
        <w:t>1.013e0</w:t>
      </w:r>
    </w:p>
    <w:p w:rsidR="00D43590" w:rsidRDefault="00D43590" w:rsidP="00D43590">
      <w:r>
        <w:t>195.4863</w:t>
      </w:r>
      <w:r>
        <w:tab/>
        <w:t>1.013e0</w:t>
      </w:r>
    </w:p>
    <w:p w:rsidR="00D43590" w:rsidRDefault="00D43590" w:rsidP="00D43590">
      <w:r>
        <w:t>195.5338</w:t>
      </w:r>
      <w:r>
        <w:tab/>
        <w:t>2.025e0</w:t>
      </w:r>
    </w:p>
    <w:p w:rsidR="00D43590" w:rsidRDefault="00D43590" w:rsidP="00D43590">
      <w:r>
        <w:t>195.5755</w:t>
      </w:r>
      <w:r>
        <w:tab/>
        <w:t>1.013e0</w:t>
      </w:r>
    </w:p>
    <w:p w:rsidR="00D43590" w:rsidRDefault="00D43590" w:rsidP="00D43590">
      <w:r>
        <w:t>195.6047</w:t>
      </w:r>
      <w:r>
        <w:tab/>
        <w:t>1.013e0</w:t>
      </w:r>
    </w:p>
    <w:p w:rsidR="00D43590" w:rsidRDefault="00D43590" w:rsidP="00D43590">
      <w:r>
        <w:t>195.6414</w:t>
      </w:r>
      <w:r>
        <w:tab/>
        <w:t>1.013e0</w:t>
      </w:r>
    </w:p>
    <w:p w:rsidR="00D43590" w:rsidRDefault="00D43590" w:rsidP="00D43590">
      <w:r>
        <w:t>195.7121</w:t>
      </w:r>
      <w:r>
        <w:tab/>
        <w:t>2.025e0</w:t>
      </w:r>
    </w:p>
    <w:p w:rsidR="00D43590" w:rsidRDefault="00D43590" w:rsidP="00D43590">
      <w:r>
        <w:t>195.7757</w:t>
      </w:r>
      <w:r>
        <w:tab/>
        <w:t>1.013e0</w:t>
      </w:r>
    </w:p>
    <w:p w:rsidR="00D43590" w:rsidRDefault="00D43590" w:rsidP="00D43590">
      <w:r>
        <w:t>195.8143</w:t>
      </w:r>
      <w:r>
        <w:tab/>
        <w:t>2.025e0</w:t>
      </w:r>
    </w:p>
    <w:p w:rsidR="00D43590" w:rsidRDefault="00D43590" w:rsidP="00D43590">
      <w:r>
        <w:t>195.8795</w:t>
      </w:r>
      <w:r>
        <w:tab/>
        <w:t>1.013e0</w:t>
      </w:r>
    </w:p>
    <w:p w:rsidR="00D43590" w:rsidRDefault="00D43590" w:rsidP="00D43590">
      <w:r>
        <w:t>195.9908</w:t>
      </w:r>
      <w:r>
        <w:tab/>
        <w:t>1.013e0</w:t>
      </w:r>
    </w:p>
    <w:p w:rsidR="00D43590" w:rsidRDefault="00D43590" w:rsidP="00D43590">
      <w:r>
        <w:t>196.0506</w:t>
      </w:r>
      <w:r>
        <w:tab/>
        <w:t>1.013e0</w:t>
      </w:r>
    </w:p>
    <w:p w:rsidR="00D43590" w:rsidRDefault="00D43590" w:rsidP="00D43590">
      <w:r>
        <w:t>196.0879</w:t>
      </w:r>
      <w:r>
        <w:tab/>
        <w:t>2.025e0</w:t>
      </w:r>
    </w:p>
    <w:p w:rsidR="00D43590" w:rsidRDefault="00D43590" w:rsidP="00D43590">
      <w:r>
        <w:t>196.1216</w:t>
      </w:r>
      <w:r>
        <w:tab/>
        <w:t>1.013e0</w:t>
      </w:r>
    </w:p>
    <w:p w:rsidR="00D43590" w:rsidRDefault="00D43590" w:rsidP="00D43590">
      <w:r>
        <w:t>196.1579</w:t>
      </w:r>
      <w:r>
        <w:tab/>
        <w:t>1.013e0</w:t>
      </w:r>
    </w:p>
    <w:p w:rsidR="00D43590" w:rsidRDefault="00D43590" w:rsidP="00D43590">
      <w:r>
        <w:t>196.1773</w:t>
      </w:r>
      <w:r>
        <w:tab/>
        <w:t>1.013e0</w:t>
      </w:r>
    </w:p>
    <w:p w:rsidR="00D43590" w:rsidRDefault="00D43590" w:rsidP="00D43590">
      <w:r>
        <w:t>196.2365</w:t>
      </w:r>
      <w:r>
        <w:tab/>
        <w:t>4.051e0</w:t>
      </w:r>
    </w:p>
    <w:p w:rsidR="00D43590" w:rsidRDefault="00D43590" w:rsidP="00D43590">
      <w:r>
        <w:t>196.2745</w:t>
      </w:r>
      <w:r>
        <w:tab/>
        <w:t>1.013e0</w:t>
      </w:r>
    </w:p>
    <w:p w:rsidR="00D43590" w:rsidRDefault="00D43590" w:rsidP="00D43590">
      <w:r>
        <w:t>196.3055</w:t>
      </w:r>
      <w:r>
        <w:tab/>
        <w:t>2.025e0</w:t>
      </w:r>
    </w:p>
    <w:p w:rsidR="00D43590" w:rsidRDefault="00D43590" w:rsidP="00D43590">
      <w:r>
        <w:lastRenderedPageBreak/>
        <w:t>196.3639</w:t>
      </w:r>
      <w:r>
        <w:tab/>
        <w:t>1.013e0</w:t>
      </w:r>
    </w:p>
    <w:p w:rsidR="00D43590" w:rsidRDefault="00D43590" w:rsidP="00D43590">
      <w:r>
        <w:t>196.4931</w:t>
      </w:r>
      <w:r>
        <w:tab/>
        <w:t>2.025e0</w:t>
      </w:r>
    </w:p>
    <w:p w:rsidR="00D43590" w:rsidRDefault="00D43590" w:rsidP="00D43590">
      <w:r>
        <w:t>196.5196</w:t>
      </w:r>
      <w:r>
        <w:tab/>
        <w:t>2.025e0</w:t>
      </w:r>
    </w:p>
    <w:p w:rsidR="00D43590" w:rsidRDefault="00D43590" w:rsidP="00D43590">
      <w:r>
        <w:t>196.5533</w:t>
      </w:r>
      <w:r>
        <w:tab/>
        <w:t>1.013e0</w:t>
      </w:r>
    </w:p>
    <w:p w:rsidR="00D43590" w:rsidRDefault="00D43590" w:rsidP="00D43590">
      <w:r>
        <w:t>196.6426</w:t>
      </w:r>
      <w:r>
        <w:tab/>
        <w:t>2.025e0</w:t>
      </w:r>
    </w:p>
    <w:p w:rsidR="00D43590" w:rsidRDefault="00D43590" w:rsidP="00D43590">
      <w:r>
        <w:t>196.6851</w:t>
      </w:r>
      <w:r>
        <w:tab/>
        <w:t>3.038e0</w:t>
      </w:r>
    </w:p>
    <w:p w:rsidR="00D43590" w:rsidRDefault="00D43590" w:rsidP="00D43590">
      <w:r>
        <w:t>196.7392</w:t>
      </w:r>
      <w:r>
        <w:tab/>
        <w:t>1.013e0</w:t>
      </w:r>
    </w:p>
    <w:p w:rsidR="00D43590" w:rsidRDefault="00D43590" w:rsidP="00D43590">
      <w:r>
        <w:t>196.7993</w:t>
      </w:r>
      <w:r>
        <w:tab/>
        <w:t>1.013e0</w:t>
      </w:r>
    </w:p>
    <w:p w:rsidR="00D43590" w:rsidRDefault="00D43590" w:rsidP="00D43590">
      <w:r>
        <w:t>196.8431</w:t>
      </w:r>
      <w:r>
        <w:tab/>
        <w:t>1.013e0</w:t>
      </w:r>
    </w:p>
    <w:p w:rsidR="00D43590" w:rsidRDefault="00D43590" w:rsidP="00D43590">
      <w:r>
        <w:t>196.8626</w:t>
      </w:r>
      <w:r>
        <w:tab/>
        <w:t>1.013e0</w:t>
      </w:r>
    </w:p>
    <w:p w:rsidR="00D43590" w:rsidRDefault="00D43590" w:rsidP="00D43590">
      <w:r>
        <w:t>196.9328</w:t>
      </w:r>
      <w:r>
        <w:tab/>
        <w:t>1.013e0</w:t>
      </w:r>
    </w:p>
    <w:p w:rsidR="00D43590" w:rsidRDefault="00D43590" w:rsidP="00D43590">
      <w:r>
        <w:t>197.0189</w:t>
      </w:r>
      <w:r>
        <w:tab/>
        <w:t>2.025e0</w:t>
      </w:r>
    </w:p>
    <w:p w:rsidR="00D43590" w:rsidRDefault="00D43590" w:rsidP="00D43590">
      <w:r>
        <w:t>197.0613</w:t>
      </w:r>
      <w:r>
        <w:tab/>
        <w:t>3.038e0</w:t>
      </w:r>
    </w:p>
    <w:p w:rsidR="00D43590" w:rsidRDefault="00D43590" w:rsidP="00D43590">
      <w:r>
        <w:t>197.1176</w:t>
      </w:r>
      <w:r>
        <w:tab/>
        <w:t>2.025e0</w:t>
      </w:r>
    </w:p>
    <w:p w:rsidR="00D43590" w:rsidRDefault="00D43590" w:rsidP="00D43590">
      <w:r>
        <w:t>197.1421</w:t>
      </w:r>
      <w:r>
        <w:tab/>
        <w:t>1.013e0</w:t>
      </w:r>
    </w:p>
    <w:p w:rsidR="00D43590" w:rsidRDefault="00D43590" w:rsidP="00D43590">
      <w:r>
        <w:t>197.2825</w:t>
      </w:r>
      <w:r>
        <w:tab/>
        <w:t>3.038e0</w:t>
      </w:r>
    </w:p>
    <w:p w:rsidR="00D43590" w:rsidRDefault="00D43590" w:rsidP="00D43590">
      <w:r>
        <w:t>197.4405</w:t>
      </w:r>
      <w:r>
        <w:tab/>
        <w:t>1.013e0</w:t>
      </w:r>
    </w:p>
    <w:p w:rsidR="00D43590" w:rsidRDefault="00D43590" w:rsidP="00D43590">
      <w:r>
        <w:t>197.5069</w:t>
      </w:r>
      <w:r>
        <w:tab/>
        <w:t>1.013e0</w:t>
      </w:r>
    </w:p>
    <w:p w:rsidR="00D43590" w:rsidRDefault="00D43590" w:rsidP="00D43590">
      <w:r>
        <w:t>197.5782</w:t>
      </w:r>
      <w:r>
        <w:tab/>
        <w:t>1.013e0</w:t>
      </w:r>
    </w:p>
    <w:p w:rsidR="00D43590" w:rsidRDefault="00D43590" w:rsidP="00D43590">
      <w:r>
        <w:lastRenderedPageBreak/>
        <w:t>197.6239</w:t>
      </w:r>
      <w:r>
        <w:tab/>
        <w:t>1.013e0</w:t>
      </w:r>
    </w:p>
    <w:p w:rsidR="00D43590" w:rsidRDefault="00D43590" w:rsidP="00D43590">
      <w:r>
        <w:t>197.7991</w:t>
      </w:r>
      <w:r>
        <w:tab/>
        <w:t>1.013e0</w:t>
      </w:r>
    </w:p>
    <w:p w:rsidR="00D43590" w:rsidRDefault="00D43590" w:rsidP="00D43590">
      <w:r>
        <w:t>197.8211</w:t>
      </w:r>
      <w:r>
        <w:tab/>
        <w:t>1.013e0</w:t>
      </w:r>
    </w:p>
    <w:p w:rsidR="00D43590" w:rsidRDefault="00D43590" w:rsidP="00D43590">
      <w:r>
        <w:t>197.9033</w:t>
      </w:r>
      <w:r>
        <w:tab/>
        <w:t>1.013e0</w:t>
      </w:r>
    </w:p>
    <w:p w:rsidR="00D43590" w:rsidRDefault="00D43590" w:rsidP="00D43590">
      <w:r>
        <w:t>197.9257</w:t>
      </w:r>
      <w:r>
        <w:tab/>
        <w:t>1.013e0</w:t>
      </w:r>
    </w:p>
    <w:p w:rsidR="00D43590" w:rsidRDefault="00D43590" w:rsidP="00D43590">
      <w:r>
        <w:t>197.9717</w:t>
      </w:r>
      <w:r>
        <w:tab/>
        <w:t>3.038e0</w:t>
      </w:r>
    </w:p>
    <w:p w:rsidR="00D43590" w:rsidRDefault="00D43590" w:rsidP="00D43590">
      <w:r>
        <w:t>198.0108</w:t>
      </w:r>
      <w:r>
        <w:tab/>
        <w:t>3.038e0</w:t>
      </w:r>
    </w:p>
    <w:p w:rsidR="00D43590" w:rsidRDefault="00D43590" w:rsidP="00D43590">
      <w:r>
        <w:t>198.0457</w:t>
      </w:r>
      <w:r>
        <w:tab/>
        <w:t>1.013e0</w:t>
      </w:r>
    </w:p>
    <w:p w:rsidR="00D43590" w:rsidRDefault="00D43590" w:rsidP="00D43590">
      <w:r>
        <w:t>198.0864</w:t>
      </w:r>
      <w:r>
        <w:tab/>
        <w:t>1.013e0</w:t>
      </w:r>
    </w:p>
    <w:p w:rsidR="00D43590" w:rsidRDefault="00D43590" w:rsidP="00D43590">
      <w:r>
        <w:t>198.1269</w:t>
      </w:r>
      <w:r>
        <w:tab/>
        <w:t>3.627e0</w:t>
      </w:r>
    </w:p>
    <w:p w:rsidR="00D43590" w:rsidRDefault="00D43590" w:rsidP="00D43590">
      <w:r>
        <w:t>198.1595</w:t>
      </w:r>
      <w:r>
        <w:tab/>
        <w:t>2.025e0</w:t>
      </w:r>
    </w:p>
    <w:p w:rsidR="00D43590" w:rsidRDefault="00D43590" w:rsidP="00D43590">
      <w:r>
        <w:t>198.2028</w:t>
      </w:r>
      <w:r>
        <w:tab/>
        <w:t>1.013e0</w:t>
      </w:r>
    </w:p>
    <w:p w:rsidR="00D43590" w:rsidRDefault="00D43590" w:rsidP="00D43590">
      <w:r>
        <w:t>198.2705</w:t>
      </w:r>
      <w:r>
        <w:tab/>
        <w:t>1.013e0</w:t>
      </w:r>
    </w:p>
    <w:p w:rsidR="00D43590" w:rsidRDefault="00D43590" w:rsidP="00D43590">
      <w:r>
        <w:t>198.4314</w:t>
      </w:r>
      <w:r>
        <w:tab/>
        <w:t>1.013e0</w:t>
      </w:r>
    </w:p>
    <w:p w:rsidR="00D43590" w:rsidRDefault="00D43590" w:rsidP="00D43590">
      <w:r>
        <w:t>198.4606</w:t>
      </w:r>
      <w:r>
        <w:tab/>
        <w:t>1.013e0</w:t>
      </w:r>
    </w:p>
    <w:p w:rsidR="00D43590" w:rsidRDefault="00D43590" w:rsidP="00D43590">
      <w:r>
        <w:t>198.4945</w:t>
      </w:r>
      <w:r>
        <w:tab/>
        <w:t>1.013e0</w:t>
      </w:r>
    </w:p>
    <w:p w:rsidR="00D43590" w:rsidRDefault="00D43590" w:rsidP="00D43590">
      <w:r>
        <w:t>198.5691</w:t>
      </w:r>
      <w:r>
        <w:tab/>
        <w:t>1.013e0</w:t>
      </w:r>
    </w:p>
    <w:p w:rsidR="00D43590" w:rsidRDefault="00D43590" w:rsidP="00D43590">
      <w:r>
        <w:t>198.7110</w:t>
      </w:r>
      <w:r>
        <w:tab/>
        <w:t>1.013e0</w:t>
      </w:r>
    </w:p>
    <w:p w:rsidR="00D43590" w:rsidRDefault="00D43590" w:rsidP="00D43590">
      <w:r>
        <w:t>198.7640</w:t>
      </w:r>
      <w:r>
        <w:tab/>
        <w:t>1.013e0</w:t>
      </w:r>
    </w:p>
    <w:p w:rsidR="00D43590" w:rsidRDefault="00D43590" w:rsidP="00D43590">
      <w:r>
        <w:lastRenderedPageBreak/>
        <w:t>198.8914</w:t>
      </w:r>
      <w:r>
        <w:tab/>
        <w:t>1.013e0</w:t>
      </w:r>
    </w:p>
    <w:p w:rsidR="00D43590" w:rsidRDefault="00D43590" w:rsidP="00D43590">
      <w:r>
        <w:t>198.9625</w:t>
      </w:r>
      <w:r>
        <w:tab/>
        <w:t>2.025e0</w:t>
      </w:r>
    </w:p>
    <w:p w:rsidR="00D43590" w:rsidRDefault="00D43590" w:rsidP="00D43590">
      <w:r>
        <w:t>199.0438</w:t>
      </w:r>
      <w:r>
        <w:tab/>
        <w:t>5.234e0</w:t>
      </w:r>
    </w:p>
    <w:p w:rsidR="00D43590" w:rsidRDefault="00D43590" w:rsidP="00D43590">
      <w:r>
        <w:t>199.1461</w:t>
      </w:r>
      <w:r>
        <w:tab/>
        <w:t>3.038e0</w:t>
      </w:r>
    </w:p>
    <w:p w:rsidR="00D43590" w:rsidRDefault="00D43590" w:rsidP="00D43590">
      <w:r>
        <w:t>199.1929</w:t>
      </w:r>
      <w:r>
        <w:tab/>
        <w:t>3.038e0</w:t>
      </w:r>
    </w:p>
    <w:p w:rsidR="00D43590" w:rsidRDefault="00D43590" w:rsidP="00D43590">
      <w:r>
        <w:t>199.2324</w:t>
      </w:r>
      <w:r>
        <w:tab/>
        <w:t>1.013e0</w:t>
      </w:r>
    </w:p>
    <w:p w:rsidR="00D43590" w:rsidRDefault="00D43590" w:rsidP="00D43590">
      <w:r>
        <w:t>199.2617</w:t>
      </w:r>
      <w:r>
        <w:tab/>
        <w:t>1.013e0</w:t>
      </w:r>
    </w:p>
    <w:p w:rsidR="00D43590" w:rsidRDefault="00D43590" w:rsidP="00D43590">
      <w:r>
        <w:t>199.3148</w:t>
      </w:r>
      <w:r>
        <w:tab/>
        <w:t>1.013e0</w:t>
      </w:r>
    </w:p>
    <w:p w:rsidR="00D43590" w:rsidRDefault="00D43590" w:rsidP="00D43590">
      <w:r>
        <w:t>199.4155</w:t>
      </w:r>
      <w:r>
        <w:tab/>
        <w:t>1.013e0</w:t>
      </w:r>
    </w:p>
    <w:p w:rsidR="00D43590" w:rsidRDefault="00D43590" w:rsidP="00D43590">
      <w:r>
        <w:t>199.4350</w:t>
      </w:r>
      <w:r>
        <w:tab/>
        <w:t>1.013e0</w:t>
      </w:r>
    </w:p>
    <w:p w:rsidR="00D43590" w:rsidRDefault="00D43590" w:rsidP="00D43590">
      <w:r>
        <w:t>199.4833</w:t>
      </w:r>
      <w:r>
        <w:tab/>
        <w:t>1.013e0</w:t>
      </w:r>
    </w:p>
    <w:p w:rsidR="00D43590" w:rsidRDefault="00D43590" w:rsidP="00D43590">
      <w:r>
        <w:t>199.5132</w:t>
      </w:r>
      <w:r>
        <w:tab/>
        <w:t>2.025e0</w:t>
      </w:r>
    </w:p>
    <w:p w:rsidR="00D43590" w:rsidRDefault="00D43590" w:rsidP="00D43590">
      <w:r>
        <w:t>199.6793</w:t>
      </w:r>
      <w:r>
        <w:tab/>
        <w:t>2.025e0</w:t>
      </w:r>
    </w:p>
    <w:p w:rsidR="00D43590" w:rsidRDefault="00D43590" w:rsidP="00D43590">
      <w:r>
        <w:t>199.7467</w:t>
      </w:r>
      <w:r>
        <w:tab/>
        <w:t>1.013e0</w:t>
      </w:r>
    </w:p>
    <w:p w:rsidR="00D43590" w:rsidRDefault="00D43590" w:rsidP="00D43590">
      <w:r>
        <w:t>199.9303</w:t>
      </w:r>
      <w:r>
        <w:tab/>
        <w:t>1.013e0</w:t>
      </w:r>
    </w:p>
    <w:p w:rsidR="00D43590" w:rsidRDefault="00D43590" w:rsidP="00D43590">
      <w:r>
        <w:t>199.9505</w:t>
      </w:r>
      <w:r>
        <w:tab/>
        <w:t>2.025e0</w:t>
      </w:r>
    </w:p>
    <w:p w:rsidR="00D43590" w:rsidRDefault="00D43590" w:rsidP="00D43590">
      <w:r>
        <w:t>199.9980</w:t>
      </w:r>
      <w:r>
        <w:tab/>
        <w:t>1.013e0</w:t>
      </w:r>
    </w:p>
    <w:p w:rsidR="00D43590" w:rsidRDefault="00D43590" w:rsidP="00D43590">
      <w:r>
        <w:t>200.0164</w:t>
      </w:r>
      <w:r>
        <w:tab/>
        <w:t>1.013e0</w:t>
      </w:r>
    </w:p>
    <w:p w:rsidR="00D43590" w:rsidRDefault="00D43590" w:rsidP="00D43590">
      <w:r>
        <w:t>200.0732</w:t>
      </w:r>
      <w:r>
        <w:tab/>
        <w:t>1.013e0</w:t>
      </w:r>
    </w:p>
    <w:p w:rsidR="00D43590" w:rsidRDefault="00D43590" w:rsidP="00D43590">
      <w:r>
        <w:lastRenderedPageBreak/>
        <w:t>200.5206</w:t>
      </w:r>
      <w:r>
        <w:tab/>
        <w:t>1.013e0</w:t>
      </w:r>
    </w:p>
    <w:p w:rsidR="00D43590" w:rsidRDefault="00D43590" w:rsidP="00D43590">
      <w:r>
        <w:t>200.5922</w:t>
      </w:r>
      <w:r>
        <w:tab/>
        <w:t>1.013e0</w:t>
      </w:r>
    </w:p>
    <w:p w:rsidR="00D43590" w:rsidRDefault="00D43590" w:rsidP="00D43590">
      <w:r>
        <w:t>200.7121</w:t>
      </w:r>
      <w:r>
        <w:tab/>
        <w:t>1.013e0</w:t>
      </w:r>
    </w:p>
    <w:p w:rsidR="00D43590" w:rsidRDefault="00D43590" w:rsidP="00D43590">
      <w:r>
        <w:t>200.8033</w:t>
      </w:r>
      <w:r>
        <w:tab/>
        <w:t>1.013e0</w:t>
      </w:r>
    </w:p>
    <w:p w:rsidR="00D43590" w:rsidRDefault="00D43590" w:rsidP="00D43590">
      <w:r>
        <w:t>200.9461</w:t>
      </w:r>
      <w:r>
        <w:tab/>
        <w:t>1.013e0</w:t>
      </w:r>
    </w:p>
    <w:p w:rsidR="00D43590" w:rsidRDefault="00D43590" w:rsidP="00D43590">
      <w:r>
        <w:t>201.0096</w:t>
      </w:r>
      <w:r>
        <w:tab/>
        <w:t>1.013e0</w:t>
      </w:r>
    </w:p>
    <w:p w:rsidR="00D43590" w:rsidRDefault="00D43590" w:rsidP="00D43590">
      <w:r>
        <w:t>201.0437</w:t>
      </w:r>
      <w:r>
        <w:tab/>
        <w:t>2.025e0</w:t>
      </w:r>
    </w:p>
    <w:p w:rsidR="00D43590" w:rsidRDefault="00D43590" w:rsidP="00D43590">
      <w:r>
        <w:t>201.0970</w:t>
      </w:r>
      <w:r>
        <w:tab/>
        <w:t>1.013e0</w:t>
      </w:r>
    </w:p>
    <w:p w:rsidR="00D43590" w:rsidRDefault="00D43590" w:rsidP="00D43590">
      <w:r>
        <w:t>201.1430</w:t>
      </w:r>
      <w:r>
        <w:tab/>
        <w:t>2.025e0</w:t>
      </w:r>
    </w:p>
    <w:p w:rsidR="00D43590" w:rsidRDefault="00D43590" w:rsidP="00D43590">
      <w:r>
        <w:t>201.1684</w:t>
      </w:r>
      <w:r>
        <w:tab/>
        <w:t>1.013e0</w:t>
      </w:r>
    </w:p>
    <w:p w:rsidR="00D43590" w:rsidRDefault="00D43590" w:rsidP="00D43590">
      <w:r>
        <w:t>201.2241</w:t>
      </w:r>
      <w:r>
        <w:tab/>
        <w:t>1.115e0</w:t>
      </w:r>
    </w:p>
    <w:p w:rsidR="00D43590" w:rsidRDefault="00D43590" w:rsidP="00D43590">
      <w:r>
        <w:t>201.2471</w:t>
      </w:r>
      <w:r>
        <w:tab/>
        <w:t>2.025e0</w:t>
      </w:r>
    </w:p>
    <w:p w:rsidR="00D43590" w:rsidRDefault="00D43590" w:rsidP="00D43590">
      <w:r>
        <w:t>201.2769</w:t>
      </w:r>
      <w:r>
        <w:tab/>
        <w:t>1.013e0</w:t>
      </w:r>
    </w:p>
    <w:p w:rsidR="00D43590" w:rsidRDefault="00D43590" w:rsidP="00D43590">
      <w:r>
        <w:t>201.3375</w:t>
      </w:r>
      <w:r>
        <w:tab/>
        <w:t>1.013e0</w:t>
      </w:r>
    </w:p>
    <w:p w:rsidR="00D43590" w:rsidRDefault="00D43590" w:rsidP="00D43590">
      <w:r>
        <w:t>201.3671</w:t>
      </w:r>
      <w:r>
        <w:tab/>
        <w:t>1.013e0</w:t>
      </w:r>
    </w:p>
    <w:p w:rsidR="00D43590" w:rsidRDefault="00D43590" w:rsidP="00D43590">
      <w:r>
        <w:t>201.4427</w:t>
      </w:r>
      <w:r>
        <w:tab/>
        <w:t>1.013e0</w:t>
      </w:r>
    </w:p>
    <w:p w:rsidR="00D43590" w:rsidRDefault="00D43590" w:rsidP="00D43590">
      <w:r>
        <w:t>201.4698</w:t>
      </w:r>
      <w:r>
        <w:tab/>
        <w:t>1.013e0</w:t>
      </w:r>
    </w:p>
    <w:p w:rsidR="00D43590" w:rsidRDefault="00D43590" w:rsidP="00D43590">
      <w:r>
        <w:t>201.5452</w:t>
      </w:r>
      <w:r>
        <w:tab/>
        <w:t>2.025e0</w:t>
      </w:r>
    </w:p>
    <w:p w:rsidR="00D43590" w:rsidRDefault="00D43590" w:rsidP="00D43590">
      <w:r>
        <w:t>201.5635</w:t>
      </w:r>
      <w:r>
        <w:tab/>
        <w:t>1.013e0</w:t>
      </w:r>
    </w:p>
    <w:p w:rsidR="00D43590" w:rsidRDefault="00D43590" w:rsidP="00D43590">
      <w:r>
        <w:lastRenderedPageBreak/>
        <w:t>201.6007</w:t>
      </w:r>
      <w:r>
        <w:tab/>
        <w:t>2.025e0</w:t>
      </w:r>
    </w:p>
    <w:p w:rsidR="00D43590" w:rsidRDefault="00D43590" w:rsidP="00D43590">
      <w:r>
        <w:t>201.9035</w:t>
      </w:r>
      <w:r>
        <w:tab/>
        <w:t>1.013e0</w:t>
      </w:r>
    </w:p>
    <w:p w:rsidR="00D43590" w:rsidRDefault="00D43590" w:rsidP="00D43590">
      <w:r>
        <w:t>202.1905</w:t>
      </w:r>
      <w:r>
        <w:tab/>
        <w:t>2.025e0</w:t>
      </w:r>
    </w:p>
    <w:p w:rsidR="00D43590" w:rsidRDefault="00D43590" w:rsidP="00D43590">
      <w:r>
        <w:t>202.2915</w:t>
      </w:r>
      <w:r>
        <w:tab/>
        <w:t>1.013e0</w:t>
      </w:r>
    </w:p>
    <w:p w:rsidR="00D43590" w:rsidRDefault="00D43590" w:rsidP="00D43590">
      <w:r>
        <w:t>202.3150</w:t>
      </w:r>
      <w:r>
        <w:tab/>
        <w:t>2.025e0</w:t>
      </w:r>
    </w:p>
    <w:p w:rsidR="00D43590" w:rsidRDefault="00D43590" w:rsidP="00D43590">
      <w:r>
        <w:t>202.4738</w:t>
      </w:r>
      <w:r>
        <w:tab/>
        <w:t>1.013e0</w:t>
      </w:r>
    </w:p>
    <w:p w:rsidR="00D43590" w:rsidRDefault="00D43590" w:rsidP="00D43590">
      <w:r>
        <w:t>202.5031</w:t>
      </w:r>
      <w:r>
        <w:tab/>
        <w:t>1.013e0</w:t>
      </w:r>
    </w:p>
    <w:p w:rsidR="00D43590" w:rsidRDefault="00D43590" w:rsidP="00D43590">
      <w:r>
        <w:t>202.5419</w:t>
      </w:r>
      <w:r>
        <w:tab/>
        <w:t>1.013e0</w:t>
      </w:r>
    </w:p>
    <w:p w:rsidR="00D43590" w:rsidRDefault="00D43590" w:rsidP="00D43590">
      <w:r>
        <w:t>202.5621</w:t>
      </w:r>
      <w:r>
        <w:tab/>
        <w:t>2.025e0</w:t>
      </w:r>
    </w:p>
    <w:p w:rsidR="00D43590" w:rsidRDefault="00D43590" w:rsidP="00D43590">
      <w:r>
        <w:t>202.6430</w:t>
      </w:r>
      <w:r>
        <w:tab/>
        <w:t>1.013e0</w:t>
      </w:r>
    </w:p>
    <w:p w:rsidR="00D43590" w:rsidRDefault="00D43590" w:rsidP="00D43590">
      <w:r>
        <w:t>202.6891</w:t>
      </w:r>
      <w:r>
        <w:tab/>
        <w:t>1.013e0</w:t>
      </w:r>
    </w:p>
    <w:p w:rsidR="00D43590" w:rsidRDefault="00D43590" w:rsidP="00D43590">
      <w:r>
        <w:t>202.7215</w:t>
      </w:r>
      <w:r>
        <w:tab/>
        <w:t>2.025e0</w:t>
      </w:r>
    </w:p>
    <w:p w:rsidR="00D43590" w:rsidRDefault="00D43590" w:rsidP="00D43590">
      <w:r>
        <w:t>202.7683</w:t>
      </w:r>
      <w:r>
        <w:tab/>
        <w:t>1.013e0</w:t>
      </w:r>
    </w:p>
    <w:p w:rsidR="00D43590" w:rsidRDefault="00D43590" w:rsidP="00D43590">
      <w:r>
        <w:t>202.8217</w:t>
      </w:r>
      <w:r>
        <w:tab/>
        <w:t>2.025e0</w:t>
      </w:r>
    </w:p>
    <w:p w:rsidR="00D43590" w:rsidRDefault="00D43590" w:rsidP="00D43590">
      <w:r>
        <w:t>202.9120</w:t>
      </w:r>
      <w:r>
        <w:tab/>
        <w:t>1.013e0</w:t>
      </w:r>
    </w:p>
    <w:p w:rsidR="00D43590" w:rsidRDefault="00D43590" w:rsidP="00D43590">
      <w:r>
        <w:t>202.9428</w:t>
      </w:r>
      <w:r>
        <w:tab/>
        <w:t>1.013e0</w:t>
      </w:r>
    </w:p>
    <w:p w:rsidR="00D43590" w:rsidRDefault="00D43590" w:rsidP="00D43590">
      <w:r>
        <w:t>203.0298</w:t>
      </w:r>
      <w:r>
        <w:tab/>
        <w:t>1.013e0</w:t>
      </w:r>
    </w:p>
    <w:p w:rsidR="00D43590" w:rsidRDefault="00D43590" w:rsidP="00D43590">
      <w:r>
        <w:t>203.1090</w:t>
      </w:r>
      <w:r>
        <w:tab/>
        <w:t>2.025e0</w:t>
      </w:r>
    </w:p>
    <w:p w:rsidR="00D43590" w:rsidRDefault="00D43590" w:rsidP="00D43590">
      <w:r>
        <w:t>203.1709</w:t>
      </w:r>
      <w:r>
        <w:tab/>
        <w:t>4.051e0</w:t>
      </w:r>
    </w:p>
    <w:p w:rsidR="00D43590" w:rsidRDefault="00D43590" w:rsidP="00D43590">
      <w:r>
        <w:lastRenderedPageBreak/>
        <w:t>203.3554</w:t>
      </w:r>
      <w:r>
        <w:tab/>
        <w:t>1.013e0</w:t>
      </w:r>
    </w:p>
    <w:p w:rsidR="00D43590" w:rsidRDefault="00D43590" w:rsidP="00D43590">
      <w:r>
        <w:t>203.3817</w:t>
      </w:r>
      <w:r>
        <w:tab/>
        <w:t>1.013e0</w:t>
      </w:r>
    </w:p>
    <w:p w:rsidR="00D43590" w:rsidRDefault="00D43590" w:rsidP="00D43590">
      <w:r>
        <w:t>203.4958</w:t>
      </w:r>
      <w:r>
        <w:tab/>
        <w:t>1.013e0</w:t>
      </w:r>
    </w:p>
    <w:p w:rsidR="00D43590" w:rsidRDefault="00D43590" w:rsidP="00D43590">
      <w:r>
        <w:t>203.6472</w:t>
      </w:r>
      <w:r>
        <w:tab/>
        <w:t>1.013e0</w:t>
      </w:r>
    </w:p>
    <w:p w:rsidR="00D43590" w:rsidRDefault="00D43590" w:rsidP="00D43590">
      <w:r>
        <w:t>203.6804</w:t>
      </w:r>
      <w:r>
        <w:tab/>
        <w:t>1.013e0</w:t>
      </w:r>
    </w:p>
    <w:p w:rsidR="00D43590" w:rsidRDefault="00D43590" w:rsidP="00D43590">
      <w:r>
        <w:t>203.7005</w:t>
      </w:r>
      <w:r>
        <w:tab/>
        <w:t>1.013e0</w:t>
      </w:r>
    </w:p>
    <w:p w:rsidR="00D43590" w:rsidRDefault="00D43590" w:rsidP="00D43590">
      <w:r>
        <w:t>203.8022</w:t>
      </w:r>
      <w:r>
        <w:tab/>
        <w:t>1.013e0</w:t>
      </w:r>
    </w:p>
    <w:p w:rsidR="00D43590" w:rsidRDefault="00D43590" w:rsidP="00D43590">
      <w:r>
        <w:t>203.8741</w:t>
      </w:r>
      <w:r>
        <w:tab/>
        <w:t>1.013e0</w:t>
      </w:r>
    </w:p>
    <w:p w:rsidR="00D43590" w:rsidRDefault="00D43590" w:rsidP="00D43590">
      <w:r>
        <w:t>203.8933</w:t>
      </w:r>
      <w:r>
        <w:tab/>
        <w:t>1.013e0</w:t>
      </w:r>
    </w:p>
    <w:p w:rsidR="00D43590" w:rsidRDefault="00D43590" w:rsidP="00D43590">
      <w:r>
        <w:t>204.0380</w:t>
      </w:r>
      <w:r>
        <w:tab/>
        <w:t>1.013e0</w:t>
      </w:r>
    </w:p>
    <w:p w:rsidR="00D43590" w:rsidRDefault="00D43590" w:rsidP="00D43590">
      <w:r>
        <w:t>204.0863</w:t>
      </w:r>
      <w:r>
        <w:tab/>
        <w:t>1.013e0</w:t>
      </w:r>
    </w:p>
    <w:p w:rsidR="00D43590" w:rsidRDefault="00D43590" w:rsidP="00D43590">
      <w:r>
        <w:t>204.1361</w:t>
      </w:r>
      <w:r>
        <w:tab/>
        <w:t>1.013e0</w:t>
      </w:r>
    </w:p>
    <w:p w:rsidR="00D43590" w:rsidRDefault="00D43590" w:rsidP="00D43590">
      <w:r>
        <w:t>204.2153</w:t>
      </w:r>
      <w:r>
        <w:tab/>
        <w:t>1.013e0</w:t>
      </w:r>
    </w:p>
    <w:p w:rsidR="00D43590" w:rsidRDefault="00D43590" w:rsidP="00D43590">
      <w:r>
        <w:t>204.3188</w:t>
      </w:r>
      <w:r>
        <w:tab/>
        <w:t>1.013e0</w:t>
      </w:r>
    </w:p>
    <w:p w:rsidR="00D43590" w:rsidRDefault="00D43590" w:rsidP="00D43590">
      <w:r>
        <w:t>204.3908</w:t>
      </w:r>
      <w:r>
        <w:tab/>
        <w:t>1.013e0</w:t>
      </w:r>
    </w:p>
    <w:p w:rsidR="00D43590" w:rsidRDefault="00D43590" w:rsidP="00D43590">
      <w:r>
        <w:t>204.4481</w:t>
      </w:r>
      <w:r>
        <w:tab/>
        <w:t>2.025e0</w:t>
      </w:r>
    </w:p>
    <w:p w:rsidR="00D43590" w:rsidRDefault="00D43590" w:rsidP="00D43590">
      <w:r>
        <w:t>204.4928</w:t>
      </w:r>
      <w:r>
        <w:tab/>
        <w:t>1.013e0</w:t>
      </w:r>
    </w:p>
    <w:p w:rsidR="00D43590" w:rsidRDefault="00D43590" w:rsidP="00D43590">
      <w:r>
        <w:t>204.6862</w:t>
      </w:r>
      <w:r>
        <w:tab/>
        <w:t>1.013e0</w:t>
      </w:r>
    </w:p>
    <w:p w:rsidR="00D43590" w:rsidRDefault="00D43590" w:rsidP="00D43590">
      <w:r>
        <w:t>204.7750</w:t>
      </w:r>
      <w:r>
        <w:tab/>
        <w:t>1.013e0</w:t>
      </w:r>
    </w:p>
    <w:p w:rsidR="00D43590" w:rsidRDefault="00D43590" w:rsidP="00D43590">
      <w:r>
        <w:lastRenderedPageBreak/>
        <w:t>204.7934</w:t>
      </w:r>
      <w:r>
        <w:tab/>
        <w:t>1.013e0</w:t>
      </w:r>
    </w:p>
    <w:p w:rsidR="00D43590" w:rsidRDefault="00D43590" w:rsidP="00D43590">
      <w:r>
        <w:t>204.9704</w:t>
      </w:r>
      <w:r>
        <w:tab/>
        <w:t>2.025e0</w:t>
      </w:r>
    </w:p>
    <w:p w:rsidR="00D43590" w:rsidRDefault="00D43590" w:rsidP="00D43590">
      <w:r>
        <w:t>205.0171</w:t>
      </w:r>
      <w:r>
        <w:tab/>
        <w:t>1.013e0</w:t>
      </w:r>
    </w:p>
    <w:p w:rsidR="00D43590" w:rsidRDefault="00D43590" w:rsidP="00D43590">
      <w:r>
        <w:t>205.0696</w:t>
      </w:r>
      <w:r>
        <w:tab/>
        <w:t>3.038e0</w:t>
      </w:r>
    </w:p>
    <w:p w:rsidR="00D43590" w:rsidRDefault="00D43590" w:rsidP="00D43590">
      <w:r>
        <w:t>205.0979</w:t>
      </w:r>
      <w:r>
        <w:tab/>
        <w:t>1.013e0</w:t>
      </w:r>
    </w:p>
    <w:p w:rsidR="00D43590" w:rsidRDefault="00D43590" w:rsidP="00D43590">
      <w:r>
        <w:t>205.1643</w:t>
      </w:r>
      <w:r>
        <w:tab/>
        <w:t>2.025e0</w:t>
      </w:r>
    </w:p>
    <w:p w:rsidR="00D43590" w:rsidRDefault="00D43590" w:rsidP="00D43590">
      <w:r>
        <w:t>205.1926</w:t>
      </w:r>
      <w:r>
        <w:tab/>
        <w:t>1.013e0</w:t>
      </w:r>
    </w:p>
    <w:p w:rsidR="00D43590" w:rsidRDefault="00D43590" w:rsidP="00D43590">
      <w:r>
        <w:t>205.2536</w:t>
      </w:r>
      <w:r>
        <w:tab/>
        <w:t>2.025e0</w:t>
      </w:r>
    </w:p>
    <w:p w:rsidR="00D43590" w:rsidRDefault="00D43590" w:rsidP="00D43590">
      <w:r>
        <w:t>205.2837</w:t>
      </w:r>
      <w:r>
        <w:tab/>
        <w:t>1.013e0</w:t>
      </w:r>
    </w:p>
    <w:p w:rsidR="00D43590" w:rsidRDefault="00D43590" w:rsidP="00D43590">
      <w:r>
        <w:t>205.3294</w:t>
      </w:r>
      <w:r>
        <w:tab/>
        <w:t>1.013e0</w:t>
      </w:r>
    </w:p>
    <w:p w:rsidR="00D43590" w:rsidRDefault="00D43590" w:rsidP="00D43590">
      <w:r>
        <w:t>205.3775</w:t>
      </w:r>
      <w:r>
        <w:tab/>
        <w:t>2.025e0</w:t>
      </w:r>
    </w:p>
    <w:p w:rsidR="00D43590" w:rsidRDefault="00D43590" w:rsidP="00D43590">
      <w:r>
        <w:t>205.5087</w:t>
      </w:r>
      <w:r>
        <w:tab/>
        <w:t>1.013e0</w:t>
      </w:r>
    </w:p>
    <w:p w:rsidR="00D43590" w:rsidRDefault="00D43590" w:rsidP="00D43590">
      <w:r>
        <w:t>205.5864</w:t>
      </w:r>
      <w:r>
        <w:tab/>
        <w:t>2.025e0</w:t>
      </w:r>
    </w:p>
    <w:p w:rsidR="00D43590" w:rsidRDefault="00D43590" w:rsidP="00D43590">
      <w:r>
        <w:t>205.6663</w:t>
      </w:r>
      <w:r>
        <w:tab/>
        <w:t>2.025e0</w:t>
      </w:r>
    </w:p>
    <w:p w:rsidR="00D43590" w:rsidRDefault="00D43590" w:rsidP="00D43590">
      <w:r>
        <w:t>205.7568</w:t>
      </w:r>
      <w:r>
        <w:tab/>
        <w:t>1.013e0</w:t>
      </w:r>
    </w:p>
    <w:p w:rsidR="00D43590" w:rsidRDefault="00D43590" w:rsidP="00D43590">
      <w:r>
        <w:t>205.8612</w:t>
      </w:r>
      <w:r>
        <w:tab/>
        <w:t>2.025e0</w:t>
      </w:r>
    </w:p>
    <w:p w:rsidR="00D43590" w:rsidRDefault="00D43590" w:rsidP="00D43590">
      <w:r>
        <w:t>205.9440</w:t>
      </w:r>
      <w:r>
        <w:tab/>
        <w:t>4.051e0</w:t>
      </w:r>
    </w:p>
    <w:p w:rsidR="00D43590" w:rsidRDefault="00D43590" w:rsidP="00D43590">
      <w:r>
        <w:t>206.0158</w:t>
      </w:r>
      <w:r>
        <w:tab/>
        <w:t>2.025e0</w:t>
      </w:r>
    </w:p>
    <w:p w:rsidR="00D43590" w:rsidRDefault="00D43590" w:rsidP="00D43590">
      <w:r>
        <w:t>206.0691</w:t>
      </w:r>
      <w:r>
        <w:tab/>
        <w:t>1.013e0</w:t>
      </w:r>
    </w:p>
    <w:p w:rsidR="00D43590" w:rsidRDefault="00D43590" w:rsidP="00D43590">
      <w:r>
        <w:lastRenderedPageBreak/>
        <w:t>206.0879</w:t>
      </w:r>
      <w:r>
        <w:tab/>
        <w:t>1.013e0</w:t>
      </w:r>
    </w:p>
    <w:p w:rsidR="00D43590" w:rsidRDefault="00D43590" w:rsidP="00D43590">
      <w:r>
        <w:t>206.1377</w:t>
      </w:r>
      <w:r>
        <w:tab/>
        <w:t>2.025e0</w:t>
      </w:r>
    </w:p>
    <w:p w:rsidR="00D43590" w:rsidRDefault="00D43590" w:rsidP="00D43590">
      <w:r>
        <w:t>206.2102</w:t>
      </w:r>
      <w:r>
        <w:tab/>
        <w:t>1.013e0</w:t>
      </w:r>
    </w:p>
    <w:p w:rsidR="00D43590" w:rsidRDefault="00D43590" w:rsidP="00D43590">
      <w:r>
        <w:t>206.3435</w:t>
      </w:r>
      <w:r>
        <w:tab/>
        <w:t>1.013e0</w:t>
      </w:r>
    </w:p>
    <w:p w:rsidR="00D43590" w:rsidRDefault="00D43590" w:rsidP="00D43590">
      <w:r>
        <w:t>206.4916</w:t>
      </w:r>
      <w:r>
        <w:tab/>
        <w:t>1.013e0</w:t>
      </w:r>
    </w:p>
    <w:p w:rsidR="00D43590" w:rsidRDefault="00D43590" w:rsidP="00D43590">
      <w:r>
        <w:t>206.5343</w:t>
      </w:r>
      <w:r>
        <w:tab/>
        <w:t>1.013e0</w:t>
      </w:r>
    </w:p>
    <w:p w:rsidR="00D43590" w:rsidRDefault="00D43590" w:rsidP="00D43590">
      <w:r>
        <w:t>206.6824</w:t>
      </w:r>
      <w:r>
        <w:tab/>
        <w:t>1.013e0</w:t>
      </w:r>
    </w:p>
    <w:p w:rsidR="00D43590" w:rsidRDefault="00D43590" w:rsidP="00D43590">
      <w:r>
        <w:t>206.7595</w:t>
      </w:r>
      <w:r>
        <w:tab/>
        <w:t>1.013e0</w:t>
      </w:r>
    </w:p>
    <w:p w:rsidR="00D43590" w:rsidRDefault="00D43590" w:rsidP="00D43590">
      <w:r>
        <w:t>206.8816</w:t>
      </w:r>
      <w:r>
        <w:tab/>
        <w:t>1.013e0</w:t>
      </w:r>
    </w:p>
    <w:p w:rsidR="00D43590" w:rsidRDefault="00D43590" w:rsidP="00D43590">
      <w:r>
        <w:t>206.9086</w:t>
      </w:r>
      <w:r>
        <w:tab/>
        <w:t>2.025e0</w:t>
      </w:r>
    </w:p>
    <w:p w:rsidR="00D43590" w:rsidRDefault="00D43590" w:rsidP="00D43590">
      <w:r>
        <w:t>207.0477</w:t>
      </w:r>
      <w:r>
        <w:tab/>
        <w:t>2.025e0</w:t>
      </w:r>
    </w:p>
    <w:p w:rsidR="00D43590" w:rsidRDefault="00D43590" w:rsidP="00D43590">
      <w:r>
        <w:t>207.0706</w:t>
      </w:r>
      <w:r>
        <w:tab/>
        <w:t>3.038e0</w:t>
      </w:r>
    </w:p>
    <w:p w:rsidR="00D43590" w:rsidRDefault="00D43590" w:rsidP="00D43590">
      <w:r>
        <w:t>207.1608</w:t>
      </w:r>
      <w:r>
        <w:tab/>
        <w:t>1.013e0</w:t>
      </w:r>
    </w:p>
    <w:p w:rsidR="00D43590" w:rsidRDefault="00D43590" w:rsidP="00D43590">
      <w:r>
        <w:t>207.1793</w:t>
      </w:r>
      <w:r>
        <w:tab/>
        <w:t>1.013e0</w:t>
      </w:r>
    </w:p>
    <w:p w:rsidR="00D43590" w:rsidRDefault="00D43590" w:rsidP="00D43590">
      <w:r>
        <w:t>207.2164</w:t>
      </w:r>
      <w:r>
        <w:tab/>
        <w:t>3.038e0</w:t>
      </w:r>
    </w:p>
    <w:p w:rsidR="00D43590" w:rsidRDefault="00D43590" w:rsidP="00D43590">
      <w:r>
        <w:t>207.2603</w:t>
      </w:r>
      <w:r>
        <w:tab/>
        <w:t>1.013e0</w:t>
      </w:r>
    </w:p>
    <w:p w:rsidR="00D43590" w:rsidRDefault="00D43590" w:rsidP="00D43590">
      <w:r>
        <w:t>207.3703</w:t>
      </w:r>
      <w:r>
        <w:tab/>
        <w:t>1.013e0</w:t>
      </w:r>
    </w:p>
    <w:p w:rsidR="00D43590" w:rsidRDefault="00D43590" w:rsidP="00D43590">
      <w:r>
        <w:t>207.4278</w:t>
      </w:r>
      <w:r>
        <w:tab/>
        <w:t>1.013e0</w:t>
      </w:r>
    </w:p>
    <w:p w:rsidR="00D43590" w:rsidRDefault="00D43590" w:rsidP="00D43590">
      <w:r>
        <w:t>207.4475</w:t>
      </w:r>
      <w:r>
        <w:tab/>
        <w:t>2.025e0</w:t>
      </w:r>
    </w:p>
    <w:p w:rsidR="00D43590" w:rsidRDefault="00D43590" w:rsidP="00D43590">
      <w:r>
        <w:lastRenderedPageBreak/>
        <w:t>207.4927</w:t>
      </w:r>
      <w:r>
        <w:tab/>
        <w:t>1.013e0</w:t>
      </w:r>
    </w:p>
    <w:p w:rsidR="00D43590" w:rsidRDefault="00D43590" w:rsidP="00D43590">
      <w:r>
        <w:t>207.7498</w:t>
      </w:r>
      <w:r>
        <w:tab/>
        <w:t>1.013e0</w:t>
      </w:r>
    </w:p>
    <w:p w:rsidR="00D43590" w:rsidRDefault="00D43590" w:rsidP="00D43590">
      <w:r>
        <w:t>207.7917</w:t>
      </w:r>
      <w:r>
        <w:tab/>
        <w:t>1.013e0</w:t>
      </w:r>
    </w:p>
    <w:p w:rsidR="00D43590" w:rsidRDefault="00D43590" w:rsidP="00D43590">
      <w:r>
        <w:t>207.8683</w:t>
      </w:r>
      <w:r>
        <w:tab/>
        <w:t>1.013e0</w:t>
      </w:r>
    </w:p>
    <w:p w:rsidR="00D43590" w:rsidRDefault="00D43590" w:rsidP="00D43590">
      <w:r>
        <w:t>207.9031</w:t>
      </w:r>
      <w:r>
        <w:tab/>
        <w:t>1.013e0</w:t>
      </w:r>
    </w:p>
    <w:p w:rsidR="00D43590" w:rsidRDefault="00D43590" w:rsidP="00D43590">
      <w:r>
        <w:t>207.9569</w:t>
      </w:r>
      <w:r>
        <w:tab/>
        <w:t>1.013e0</w:t>
      </w:r>
    </w:p>
    <w:p w:rsidR="00D43590" w:rsidRDefault="00D43590" w:rsidP="00D43590">
      <w:r>
        <w:t>208.0516</w:t>
      </w:r>
      <w:r>
        <w:tab/>
        <w:t>3.089e1</w:t>
      </w:r>
    </w:p>
    <w:p w:rsidR="00D43590" w:rsidRDefault="00D43590" w:rsidP="00D43590">
      <w:r>
        <w:t>208.1408</w:t>
      </w:r>
      <w:r>
        <w:tab/>
        <w:t>2.025e0</w:t>
      </w:r>
    </w:p>
    <w:p w:rsidR="00D43590" w:rsidRDefault="00D43590" w:rsidP="00D43590">
      <w:r>
        <w:t>208.1749</w:t>
      </w:r>
      <w:r>
        <w:tab/>
        <w:t>1.013e0</w:t>
      </w:r>
    </w:p>
    <w:p w:rsidR="00D43590" w:rsidRDefault="00D43590" w:rsidP="00D43590">
      <w:r>
        <w:t>208.3210</w:t>
      </w:r>
      <w:r>
        <w:tab/>
        <w:t>1.013e0</w:t>
      </w:r>
    </w:p>
    <w:p w:rsidR="00D43590" w:rsidRDefault="00D43590" w:rsidP="00D43590">
      <w:r>
        <w:t>208.3935</w:t>
      </w:r>
      <w:r>
        <w:tab/>
        <w:t>1.013e0</w:t>
      </w:r>
    </w:p>
    <w:p w:rsidR="00D43590" w:rsidRDefault="00D43590" w:rsidP="00D43590">
      <w:r>
        <w:t>208.4204</w:t>
      </w:r>
      <w:r>
        <w:tab/>
        <w:t>2.025e0</w:t>
      </w:r>
    </w:p>
    <w:p w:rsidR="00D43590" w:rsidRDefault="00D43590" w:rsidP="00D43590">
      <w:r>
        <w:t>208.4778</w:t>
      </w:r>
      <w:r>
        <w:tab/>
        <w:t>1.013e0</w:t>
      </w:r>
    </w:p>
    <w:p w:rsidR="00D43590" w:rsidRDefault="00D43590" w:rsidP="00D43590">
      <w:r>
        <w:t>208.5199</w:t>
      </w:r>
      <w:r>
        <w:tab/>
        <w:t>1.013e0</w:t>
      </w:r>
    </w:p>
    <w:p w:rsidR="00D43590" w:rsidRDefault="00D43590" w:rsidP="00D43590">
      <w:r>
        <w:t>208.6663</w:t>
      </w:r>
      <w:r>
        <w:tab/>
        <w:t>1.013e0</w:t>
      </w:r>
    </w:p>
    <w:p w:rsidR="00D43590" w:rsidRDefault="00D43590" w:rsidP="00D43590">
      <w:r>
        <w:t>208.7038</w:t>
      </w:r>
      <w:r>
        <w:tab/>
        <w:t>1.013e0</w:t>
      </w:r>
    </w:p>
    <w:p w:rsidR="00D43590" w:rsidRDefault="00D43590" w:rsidP="00D43590">
      <w:r>
        <w:t>208.7429</w:t>
      </w:r>
      <w:r>
        <w:tab/>
        <w:t>1.013e0</w:t>
      </w:r>
    </w:p>
    <w:p w:rsidR="00D43590" w:rsidRDefault="00D43590" w:rsidP="00D43590">
      <w:r>
        <w:t>208.9345</w:t>
      </w:r>
      <w:r>
        <w:tab/>
        <w:t>1.013e0</w:t>
      </w:r>
    </w:p>
    <w:p w:rsidR="00D43590" w:rsidRDefault="00D43590" w:rsidP="00D43590">
      <w:r>
        <w:t>208.9698</w:t>
      </w:r>
      <w:r>
        <w:tab/>
        <w:t>1.013e0</w:t>
      </w:r>
    </w:p>
    <w:p w:rsidR="00D43590" w:rsidRDefault="00D43590" w:rsidP="00D43590">
      <w:r>
        <w:lastRenderedPageBreak/>
        <w:t>208.9922</w:t>
      </w:r>
      <w:r>
        <w:tab/>
        <w:t>1.013e0</w:t>
      </w:r>
    </w:p>
    <w:p w:rsidR="00D43590" w:rsidRDefault="00D43590" w:rsidP="00D43590">
      <w:r>
        <w:t>209.0489</w:t>
      </w:r>
      <w:r>
        <w:tab/>
        <w:t>3.038e0</w:t>
      </w:r>
    </w:p>
    <w:p w:rsidR="00D43590" w:rsidRDefault="00D43590" w:rsidP="00D43590">
      <w:r>
        <w:t>209.1204</w:t>
      </w:r>
      <w:r>
        <w:tab/>
        <w:t>2.025e0</w:t>
      </w:r>
    </w:p>
    <w:p w:rsidR="00D43590" w:rsidRDefault="00D43590" w:rsidP="00D43590">
      <w:r>
        <w:t>209.1726</w:t>
      </w:r>
      <w:r>
        <w:tab/>
        <w:t>1.013e0</w:t>
      </w:r>
    </w:p>
    <w:p w:rsidR="00D43590" w:rsidRDefault="00D43590" w:rsidP="00D43590">
      <w:r>
        <w:t>209.2954</w:t>
      </w:r>
      <w:r>
        <w:tab/>
        <w:t>1.013e0</w:t>
      </w:r>
    </w:p>
    <w:p w:rsidR="00D43590" w:rsidRDefault="00D43590" w:rsidP="00D43590">
      <w:r>
        <w:t>209.3345</w:t>
      </w:r>
      <w:r>
        <w:tab/>
        <w:t>1.013e0</w:t>
      </w:r>
    </w:p>
    <w:p w:rsidR="00D43590" w:rsidRDefault="00D43590" w:rsidP="00D43590">
      <w:r>
        <w:t>209.4834</w:t>
      </w:r>
      <w:r>
        <w:tab/>
        <w:t>1.013e0</w:t>
      </w:r>
    </w:p>
    <w:p w:rsidR="00D43590" w:rsidRDefault="00D43590" w:rsidP="00D43590">
      <w:r>
        <w:t>209.5052</w:t>
      </w:r>
      <w:r>
        <w:tab/>
        <w:t>2.025e0</w:t>
      </w:r>
    </w:p>
    <w:p w:rsidR="00D43590" w:rsidRDefault="00D43590" w:rsidP="00D43590">
      <w:r>
        <w:t>209.5262</w:t>
      </w:r>
      <w:r>
        <w:tab/>
        <w:t>1.013e0</w:t>
      </w:r>
    </w:p>
    <w:p w:rsidR="00D43590" w:rsidRDefault="00D43590" w:rsidP="00D43590">
      <w:r>
        <w:t>209.6268</w:t>
      </w:r>
      <w:r>
        <w:tab/>
        <w:t>1.013e0</w:t>
      </w:r>
    </w:p>
    <w:p w:rsidR="00D43590" w:rsidRDefault="00D43590" w:rsidP="00D43590">
      <w:r>
        <w:t>209.6454</w:t>
      </w:r>
      <w:r>
        <w:tab/>
        <w:t>1.013e0</w:t>
      </w:r>
    </w:p>
    <w:p w:rsidR="00D43590" w:rsidRDefault="00D43590" w:rsidP="00D43590">
      <w:r>
        <w:t>209.6809</w:t>
      </w:r>
      <w:r>
        <w:tab/>
        <w:t>1.013e0</w:t>
      </w:r>
    </w:p>
    <w:p w:rsidR="00D43590" w:rsidRDefault="00D43590" w:rsidP="00D43590">
      <w:r>
        <w:t>209.7105</w:t>
      </w:r>
      <w:r>
        <w:tab/>
        <w:t>1.013e0</w:t>
      </w:r>
    </w:p>
    <w:p w:rsidR="00D43590" w:rsidRDefault="00D43590" w:rsidP="00D43590">
      <w:r>
        <w:t>209.8455</w:t>
      </w:r>
      <w:r>
        <w:tab/>
        <w:t>2.025e0</w:t>
      </w:r>
    </w:p>
    <w:p w:rsidR="00D43590" w:rsidRDefault="00D43590" w:rsidP="00D43590">
      <w:r>
        <w:t>209.9881</w:t>
      </w:r>
      <w:r>
        <w:tab/>
        <w:t>1.013e0</w:t>
      </w:r>
    </w:p>
    <w:p w:rsidR="00D43590" w:rsidRDefault="00D43590" w:rsidP="00D43590">
      <w:r>
        <w:t>210.0207</w:t>
      </w:r>
      <w:r>
        <w:tab/>
        <w:t>2.025e0</w:t>
      </w:r>
    </w:p>
    <w:p w:rsidR="00D43590" w:rsidRDefault="00D43590" w:rsidP="00D43590">
      <w:r>
        <w:t>210.0846</w:t>
      </w:r>
      <w:r>
        <w:tab/>
        <w:t>1.013e0</w:t>
      </w:r>
    </w:p>
    <w:p w:rsidR="00D43590" w:rsidRDefault="00D43590" w:rsidP="00D43590">
      <w:r>
        <w:t>210.1341</w:t>
      </w:r>
      <w:r>
        <w:tab/>
        <w:t>1.013e0</w:t>
      </w:r>
    </w:p>
    <w:p w:rsidR="00D43590" w:rsidRDefault="00D43590" w:rsidP="00D43590">
      <w:r>
        <w:t>210.1877</w:t>
      </w:r>
      <w:r>
        <w:tab/>
        <w:t>1.013e0</w:t>
      </w:r>
    </w:p>
    <w:p w:rsidR="00D43590" w:rsidRDefault="00D43590" w:rsidP="00D43590">
      <w:r>
        <w:lastRenderedPageBreak/>
        <w:t>210.2578</w:t>
      </w:r>
      <w:r>
        <w:tab/>
        <w:t>1.013e0</w:t>
      </w:r>
    </w:p>
    <w:p w:rsidR="00D43590" w:rsidRDefault="00D43590" w:rsidP="00D43590">
      <w:r>
        <w:t>210.3310</w:t>
      </w:r>
      <w:r>
        <w:tab/>
        <w:t>2.025e0</w:t>
      </w:r>
    </w:p>
    <w:p w:rsidR="00D43590" w:rsidRDefault="00D43590" w:rsidP="00D43590">
      <w:r>
        <w:t>210.4252</w:t>
      </w:r>
      <w:r>
        <w:tab/>
        <w:t>2.025e0</w:t>
      </w:r>
    </w:p>
    <w:p w:rsidR="00D43590" w:rsidRDefault="00D43590" w:rsidP="00D43590">
      <w:r>
        <w:t>210.4503</w:t>
      </w:r>
      <w:r>
        <w:tab/>
        <w:t>2.025e0</w:t>
      </w:r>
    </w:p>
    <w:p w:rsidR="00D43590" w:rsidRDefault="00D43590" w:rsidP="00D43590">
      <w:r>
        <w:t>210.5007</w:t>
      </w:r>
      <w:r>
        <w:tab/>
        <w:t>1.013e0</w:t>
      </w:r>
    </w:p>
    <w:p w:rsidR="00D43590" w:rsidRDefault="00D43590" w:rsidP="00D43590">
      <w:r>
        <w:t>210.6163</w:t>
      </w:r>
      <w:r>
        <w:tab/>
        <w:t>1.013e0</w:t>
      </w:r>
    </w:p>
    <w:p w:rsidR="00D43590" w:rsidRDefault="00D43590" w:rsidP="00D43590">
      <w:r>
        <w:t>210.6741</w:t>
      </w:r>
      <w:r>
        <w:tab/>
        <w:t>1.013e0</w:t>
      </w:r>
    </w:p>
    <w:p w:rsidR="00D43590" w:rsidRDefault="00D43590" w:rsidP="00D43590">
      <w:r>
        <w:t>210.7468</w:t>
      </w:r>
      <w:r>
        <w:tab/>
        <w:t>2.025e0</w:t>
      </w:r>
    </w:p>
    <w:p w:rsidR="00D43590" w:rsidRDefault="00D43590" w:rsidP="00D43590">
      <w:r>
        <w:t>210.7779</w:t>
      </w:r>
      <w:r>
        <w:tab/>
        <w:t>3.038e0</w:t>
      </w:r>
    </w:p>
    <w:p w:rsidR="00D43590" w:rsidRDefault="00D43590" w:rsidP="00D43590">
      <w:r>
        <w:t>210.8475</w:t>
      </w:r>
      <w:r>
        <w:tab/>
        <w:t>1.013e0</w:t>
      </w:r>
    </w:p>
    <w:p w:rsidR="00D43590" w:rsidRDefault="00D43590" w:rsidP="00D43590">
      <w:r>
        <w:t>210.9184</w:t>
      </w:r>
      <w:r>
        <w:tab/>
        <w:t>2.025e0</w:t>
      </w:r>
    </w:p>
    <w:p w:rsidR="00D43590" w:rsidRDefault="00D43590" w:rsidP="00D43590">
      <w:r>
        <w:t>211.0099</w:t>
      </w:r>
      <w:r>
        <w:tab/>
        <w:t>1.013e0</w:t>
      </w:r>
    </w:p>
    <w:p w:rsidR="00D43590" w:rsidRDefault="00D43590" w:rsidP="00D43590">
      <w:r>
        <w:t>211.1733</w:t>
      </w:r>
      <w:r>
        <w:tab/>
        <w:t>2.025e0</w:t>
      </w:r>
    </w:p>
    <w:p w:rsidR="00D43590" w:rsidRDefault="00D43590" w:rsidP="00D43590">
      <w:r>
        <w:t>211.1984</w:t>
      </w:r>
      <w:r>
        <w:tab/>
        <w:t>2.025e0</w:t>
      </w:r>
    </w:p>
    <w:p w:rsidR="00D43590" w:rsidRDefault="00D43590" w:rsidP="00D43590">
      <w:r>
        <w:t>211.3252</w:t>
      </w:r>
      <w:r>
        <w:tab/>
        <w:t>1.013e0</w:t>
      </w:r>
    </w:p>
    <w:p w:rsidR="00D43590" w:rsidRDefault="00D43590" w:rsidP="00D43590">
      <w:r>
        <w:t>211.4532</w:t>
      </w:r>
      <w:r>
        <w:tab/>
        <w:t>1.013e0</w:t>
      </w:r>
    </w:p>
    <w:p w:rsidR="00D43590" w:rsidRDefault="00D43590" w:rsidP="00D43590">
      <w:r>
        <w:t>211.5270</w:t>
      </w:r>
      <w:r>
        <w:tab/>
        <w:t>1.013e0</w:t>
      </w:r>
    </w:p>
    <w:p w:rsidR="00D43590" w:rsidRDefault="00D43590" w:rsidP="00D43590">
      <w:r>
        <w:t>211.6035</w:t>
      </w:r>
      <w:r>
        <w:tab/>
        <w:t>1.013e0</w:t>
      </w:r>
    </w:p>
    <w:p w:rsidR="00D43590" w:rsidRDefault="00D43590" w:rsidP="00D43590">
      <w:r>
        <w:t>211.7476</w:t>
      </w:r>
      <w:r>
        <w:tab/>
        <w:t>1.013e0</w:t>
      </w:r>
    </w:p>
    <w:p w:rsidR="00D43590" w:rsidRDefault="00D43590" w:rsidP="00D43590">
      <w:r>
        <w:lastRenderedPageBreak/>
        <w:t>211.9324</w:t>
      </w:r>
      <w:r>
        <w:tab/>
        <w:t>1.013e0</w:t>
      </w:r>
    </w:p>
    <w:p w:rsidR="00D43590" w:rsidRDefault="00D43590" w:rsidP="00D43590">
      <w:r>
        <w:t>211.9791</w:t>
      </w:r>
      <w:r>
        <w:tab/>
        <w:t>1.013e0</w:t>
      </w:r>
    </w:p>
    <w:p w:rsidR="00D43590" w:rsidRDefault="00D43590" w:rsidP="00D43590">
      <w:r>
        <w:t>212.0333</w:t>
      </w:r>
      <w:r>
        <w:tab/>
        <w:t>1.013e0</w:t>
      </w:r>
    </w:p>
    <w:p w:rsidR="00D43590" w:rsidRDefault="00D43590" w:rsidP="00D43590">
      <w:r>
        <w:t>212.0886</w:t>
      </w:r>
      <w:r>
        <w:tab/>
        <w:t>3.038e0</w:t>
      </w:r>
    </w:p>
    <w:p w:rsidR="00D43590" w:rsidRDefault="00D43590" w:rsidP="00D43590">
      <w:r>
        <w:t>212.1259</w:t>
      </w:r>
      <w:r>
        <w:tab/>
        <w:t>2.025e0</w:t>
      </w:r>
    </w:p>
    <w:p w:rsidR="00D43590" w:rsidRDefault="00D43590" w:rsidP="00D43590">
      <w:r>
        <w:t>212.1757</w:t>
      </w:r>
      <w:r>
        <w:tab/>
        <w:t>1.013e0</w:t>
      </w:r>
    </w:p>
    <w:p w:rsidR="00D43590" w:rsidRDefault="00D43590" w:rsidP="00D43590">
      <w:r>
        <w:t>212.2260</w:t>
      </w:r>
      <w:r>
        <w:tab/>
        <w:t>2.025e0</w:t>
      </w:r>
    </w:p>
    <w:p w:rsidR="00D43590" w:rsidRDefault="00D43590" w:rsidP="00D43590">
      <w:r>
        <w:t>212.2464</w:t>
      </w:r>
      <w:r>
        <w:tab/>
        <w:t>1.013e0</w:t>
      </w:r>
    </w:p>
    <w:p w:rsidR="00D43590" w:rsidRDefault="00D43590" w:rsidP="00D43590">
      <w:r>
        <w:t>212.4628</w:t>
      </w:r>
      <w:r>
        <w:tab/>
        <w:t>1.013e0</w:t>
      </w:r>
    </w:p>
    <w:p w:rsidR="00D43590" w:rsidRDefault="00D43590" w:rsidP="00D43590">
      <w:r>
        <w:t>212.5007</w:t>
      </w:r>
      <w:r>
        <w:tab/>
        <w:t>1.013e0</w:t>
      </w:r>
    </w:p>
    <w:p w:rsidR="00D43590" w:rsidRDefault="00D43590" w:rsidP="00D43590">
      <w:r>
        <w:t>212.5669</w:t>
      </w:r>
      <w:r>
        <w:tab/>
        <w:t>1.013e0</w:t>
      </w:r>
    </w:p>
    <w:p w:rsidR="00D43590" w:rsidRDefault="00D43590" w:rsidP="00D43590">
      <w:r>
        <w:t>212.6312</w:t>
      </w:r>
      <w:r>
        <w:tab/>
        <w:t>2.025e0</w:t>
      </w:r>
    </w:p>
    <w:p w:rsidR="00D43590" w:rsidRDefault="00D43590" w:rsidP="00D43590">
      <w:r>
        <w:t>212.6671</w:t>
      </w:r>
      <w:r>
        <w:tab/>
        <w:t>1.013e0</w:t>
      </w:r>
    </w:p>
    <w:p w:rsidR="00D43590" w:rsidRDefault="00D43590" w:rsidP="00D43590">
      <w:r>
        <w:t>212.7028</w:t>
      </w:r>
      <w:r>
        <w:tab/>
        <w:t>1.013e0</w:t>
      </w:r>
    </w:p>
    <w:p w:rsidR="00D43590" w:rsidRDefault="00D43590" w:rsidP="00D43590">
      <w:r>
        <w:t>212.8151</w:t>
      </w:r>
      <w:r>
        <w:tab/>
        <w:t>1.013e0</w:t>
      </w:r>
    </w:p>
    <w:p w:rsidR="00D43590" w:rsidRDefault="00D43590" w:rsidP="00D43590">
      <w:r>
        <w:t>212.8461</w:t>
      </w:r>
      <w:r>
        <w:tab/>
        <w:t>1.013e0</w:t>
      </w:r>
    </w:p>
    <w:p w:rsidR="00D43590" w:rsidRDefault="00D43590" w:rsidP="00D43590">
      <w:r>
        <w:t>212.8656</w:t>
      </w:r>
      <w:r>
        <w:tab/>
        <w:t>1.013e0</w:t>
      </w:r>
    </w:p>
    <w:p w:rsidR="00D43590" w:rsidRDefault="00D43590" w:rsidP="00D43590">
      <w:r>
        <w:t>213.0248</w:t>
      </w:r>
      <w:r>
        <w:tab/>
        <w:t>1.013e0</w:t>
      </w:r>
    </w:p>
    <w:p w:rsidR="00D43590" w:rsidRDefault="00D43590" w:rsidP="00D43590">
      <w:r>
        <w:t>213.0588</w:t>
      </w:r>
      <w:r>
        <w:tab/>
        <w:t>1.013e0</w:t>
      </w:r>
    </w:p>
    <w:p w:rsidR="00D43590" w:rsidRDefault="00D43590" w:rsidP="00D43590">
      <w:r>
        <w:lastRenderedPageBreak/>
        <w:t>213.0791</w:t>
      </w:r>
      <w:r>
        <w:tab/>
        <w:t>1.013e0</w:t>
      </w:r>
    </w:p>
    <w:p w:rsidR="00D43590" w:rsidRDefault="00D43590" w:rsidP="00D43590">
      <w:r>
        <w:t>213.1089</w:t>
      </w:r>
      <w:r>
        <w:tab/>
        <w:t>1.013e0</w:t>
      </w:r>
    </w:p>
    <w:p w:rsidR="00D43590" w:rsidRDefault="00D43590" w:rsidP="00D43590">
      <w:r>
        <w:t>213.1610</w:t>
      </w:r>
      <w:r>
        <w:tab/>
        <w:t>3.038e0</w:t>
      </w:r>
    </w:p>
    <w:p w:rsidR="00D43590" w:rsidRDefault="00D43590" w:rsidP="00D43590">
      <w:r>
        <w:t>213.3187</w:t>
      </w:r>
      <w:r>
        <w:tab/>
        <w:t>1.013e0</w:t>
      </w:r>
    </w:p>
    <w:p w:rsidR="00D43590" w:rsidRDefault="00D43590" w:rsidP="00D43590">
      <w:r>
        <w:t>213.3544</w:t>
      </w:r>
      <w:r>
        <w:tab/>
        <w:t>1.013e0</w:t>
      </w:r>
    </w:p>
    <w:p w:rsidR="00D43590" w:rsidRDefault="00D43590" w:rsidP="00D43590">
      <w:r>
        <w:t>213.4593</w:t>
      </w:r>
      <w:r>
        <w:tab/>
        <w:t>1.013e0</w:t>
      </w:r>
    </w:p>
    <w:p w:rsidR="00D43590" w:rsidRDefault="00D43590" w:rsidP="00D43590">
      <w:r>
        <w:t>213.5503</w:t>
      </w:r>
      <w:r>
        <w:tab/>
        <w:t>2.025e0</w:t>
      </w:r>
    </w:p>
    <w:p w:rsidR="00D43590" w:rsidRDefault="00D43590" w:rsidP="00D43590">
      <w:r>
        <w:t>213.6563</w:t>
      </w:r>
      <w:r>
        <w:tab/>
        <w:t>1.013e0</w:t>
      </w:r>
    </w:p>
    <w:p w:rsidR="00D43590" w:rsidRDefault="00D43590" w:rsidP="00D43590">
      <w:r>
        <w:t>213.7927</w:t>
      </w:r>
      <w:r>
        <w:tab/>
        <w:t>1.013e0</w:t>
      </w:r>
    </w:p>
    <w:p w:rsidR="00D43590" w:rsidRDefault="00D43590" w:rsidP="00D43590">
      <w:r>
        <w:t>213.8221</w:t>
      </w:r>
      <w:r>
        <w:tab/>
        <w:t>3.038e0</w:t>
      </w:r>
    </w:p>
    <w:p w:rsidR="00D43590" w:rsidRDefault="00D43590" w:rsidP="00D43590">
      <w:r>
        <w:t>213.8527</w:t>
      </w:r>
      <w:r>
        <w:tab/>
        <w:t>2.025e0</w:t>
      </w:r>
    </w:p>
    <w:p w:rsidR="00D43590" w:rsidRDefault="00D43590" w:rsidP="00D43590">
      <w:r>
        <w:t>213.8977</w:t>
      </w:r>
      <w:r>
        <w:tab/>
        <w:t>1.013e0</w:t>
      </w:r>
    </w:p>
    <w:p w:rsidR="00D43590" w:rsidRDefault="00D43590" w:rsidP="00D43590">
      <w:r>
        <w:t>214.0159</w:t>
      </w:r>
      <w:r>
        <w:tab/>
        <w:t>1.217e1</w:t>
      </w:r>
    </w:p>
    <w:p w:rsidR="00D43590" w:rsidRDefault="00D43590" w:rsidP="00D43590">
      <w:r>
        <w:t>214.0474</w:t>
      </w:r>
      <w:r>
        <w:tab/>
        <w:t>2.025e0</w:t>
      </w:r>
    </w:p>
    <w:p w:rsidR="00D43590" w:rsidRDefault="00D43590" w:rsidP="00D43590">
      <w:r>
        <w:t>214.1463</w:t>
      </w:r>
      <w:r>
        <w:tab/>
        <w:t>1.013e0</w:t>
      </w:r>
    </w:p>
    <w:p w:rsidR="00D43590" w:rsidRDefault="00D43590" w:rsidP="00D43590">
      <w:r>
        <w:t>214.1696</w:t>
      </w:r>
      <w:r>
        <w:tab/>
        <w:t>1.013e0</w:t>
      </w:r>
    </w:p>
    <w:p w:rsidR="00D43590" w:rsidRDefault="00D43590" w:rsidP="00D43590">
      <w:r>
        <w:t>214.2315</w:t>
      </w:r>
      <w:r>
        <w:tab/>
        <w:t>1.013e0</w:t>
      </w:r>
    </w:p>
    <w:p w:rsidR="00D43590" w:rsidRDefault="00D43590" w:rsidP="00D43590">
      <w:r>
        <w:t>214.2747</w:t>
      </w:r>
      <w:r>
        <w:tab/>
        <w:t>1.013e0</w:t>
      </w:r>
    </w:p>
    <w:p w:rsidR="00D43590" w:rsidRDefault="00D43590" w:rsidP="00D43590">
      <w:r>
        <w:t>214.3253</w:t>
      </w:r>
      <w:r>
        <w:tab/>
        <w:t>1.013e0</w:t>
      </w:r>
    </w:p>
    <w:p w:rsidR="00D43590" w:rsidRDefault="00D43590" w:rsidP="00D43590">
      <w:r>
        <w:lastRenderedPageBreak/>
        <w:t>214.4961</w:t>
      </w:r>
      <w:r>
        <w:tab/>
        <w:t>1.013e0</w:t>
      </w:r>
    </w:p>
    <w:p w:rsidR="00D43590" w:rsidRDefault="00D43590" w:rsidP="00D43590">
      <w:r>
        <w:t>214.5522</w:t>
      </w:r>
      <w:r>
        <w:tab/>
        <w:t>2.025e0</w:t>
      </w:r>
    </w:p>
    <w:p w:rsidR="00D43590" w:rsidRDefault="00D43590" w:rsidP="00D43590">
      <w:r>
        <w:t>214.6518</w:t>
      </w:r>
      <w:r>
        <w:tab/>
        <w:t>1.013e0</w:t>
      </w:r>
    </w:p>
    <w:p w:rsidR="00D43590" w:rsidRDefault="00D43590" w:rsidP="00D43590">
      <w:r>
        <w:t>214.7495</w:t>
      </w:r>
      <w:r>
        <w:tab/>
        <w:t>2.025e0</w:t>
      </w:r>
    </w:p>
    <w:p w:rsidR="00D43590" w:rsidRDefault="00D43590" w:rsidP="00D43590">
      <w:r>
        <w:t>214.8733</w:t>
      </w:r>
      <w:r>
        <w:tab/>
        <w:t>1.013e0</w:t>
      </w:r>
    </w:p>
    <w:p w:rsidR="00D43590" w:rsidRDefault="00D43590" w:rsidP="00D43590">
      <w:r>
        <w:t>214.9986</w:t>
      </w:r>
      <w:r>
        <w:tab/>
        <w:t>1.013e0</w:t>
      </w:r>
    </w:p>
    <w:p w:rsidR="00D43590" w:rsidRDefault="00D43590" w:rsidP="00D43590">
      <w:r>
        <w:t>215.1287</w:t>
      </w:r>
      <w:r>
        <w:tab/>
        <w:t>2.025e0</w:t>
      </w:r>
    </w:p>
    <w:p w:rsidR="00D43590" w:rsidRDefault="00D43590" w:rsidP="00D43590">
      <w:r>
        <w:t>215.1522</w:t>
      </w:r>
      <w:r>
        <w:tab/>
        <w:t>3.038e0</w:t>
      </w:r>
    </w:p>
    <w:p w:rsidR="00D43590" w:rsidRDefault="00D43590" w:rsidP="00D43590">
      <w:r>
        <w:t>215.2511</w:t>
      </w:r>
      <w:r>
        <w:tab/>
        <w:t>1.013e0</w:t>
      </w:r>
    </w:p>
    <w:p w:rsidR="00D43590" w:rsidRDefault="00D43590" w:rsidP="00D43590">
      <w:r>
        <w:t>215.2828</w:t>
      </w:r>
      <w:r>
        <w:tab/>
        <w:t>1.013e0</w:t>
      </w:r>
    </w:p>
    <w:p w:rsidR="00D43590" w:rsidRDefault="00D43590" w:rsidP="00D43590">
      <w:r>
        <w:t>215.3955</w:t>
      </w:r>
      <w:r>
        <w:tab/>
        <w:t>1.013e0</w:t>
      </w:r>
    </w:p>
    <w:p w:rsidR="00D43590" w:rsidRDefault="00D43590" w:rsidP="00D43590">
      <w:r>
        <w:t>215.4702</w:t>
      </w:r>
      <w:r>
        <w:tab/>
        <w:t>1.013e0</w:t>
      </w:r>
    </w:p>
    <w:p w:rsidR="00D43590" w:rsidRDefault="00D43590" w:rsidP="00D43590">
      <w:r>
        <w:t>215.4895</w:t>
      </w:r>
      <w:r>
        <w:tab/>
        <w:t>1.013e0</w:t>
      </w:r>
    </w:p>
    <w:p w:rsidR="00D43590" w:rsidRDefault="00D43590" w:rsidP="00D43590">
      <w:r>
        <w:t>215.5496</w:t>
      </w:r>
      <w:r>
        <w:tab/>
        <w:t>2.025e0</w:t>
      </w:r>
    </w:p>
    <w:p w:rsidR="00D43590" w:rsidRDefault="00D43590" w:rsidP="00D43590">
      <w:r>
        <w:t>215.5798</w:t>
      </w:r>
      <w:r>
        <w:tab/>
        <w:t>1.013e0</w:t>
      </w:r>
    </w:p>
    <w:p w:rsidR="00D43590" w:rsidRDefault="00D43590" w:rsidP="00D43590">
      <w:r>
        <w:t>215.6852</w:t>
      </w:r>
      <w:r>
        <w:tab/>
        <w:t>1.013e0</w:t>
      </w:r>
    </w:p>
    <w:p w:rsidR="00D43590" w:rsidRDefault="00D43590" w:rsidP="00D43590">
      <w:r>
        <w:t>215.7263</w:t>
      </w:r>
      <w:r>
        <w:tab/>
        <w:t>3.038e0</w:t>
      </w:r>
    </w:p>
    <w:p w:rsidR="00D43590" w:rsidRDefault="00D43590" w:rsidP="00D43590">
      <w:r>
        <w:t>215.8015</w:t>
      </w:r>
      <w:r>
        <w:tab/>
        <w:t>1.013e0</w:t>
      </w:r>
    </w:p>
    <w:p w:rsidR="00D43590" w:rsidRDefault="00D43590" w:rsidP="00D43590">
      <w:r>
        <w:t>215.8366</w:t>
      </w:r>
      <w:r>
        <w:tab/>
        <w:t>2.025e0</w:t>
      </w:r>
    </w:p>
    <w:p w:rsidR="00D43590" w:rsidRDefault="00D43590" w:rsidP="00D43590">
      <w:r>
        <w:lastRenderedPageBreak/>
        <w:t>215.8835</w:t>
      </w:r>
      <w:r>
        <w:tab/>
        <w:t>1.013e0</w:t>
      </w:r>
    </w:p>
    <w:p w:rsidR="00D43590" w:rsidRDefault="00D43590" w:rsidP="00D43590">
      <w:r>
        <w:t>215.9257</w:t>
      </w:r>
      <w:r>
        <w:tab/>
        <w:t>1.013e0</w:t>
      </w:r>
    </w:p>
    <w:p w:rsidR="00D43590" w:rsidRDefault="00D43590" w:rsidP="00D43590">
      <w:r>
        <w:t>216.0196</w:t>
      </w:r>
      <w:r>
        <w:tab/>
        <w:t>1.013e0</w:t>
      </w:r>
    </w:p>
    <w:p w:rsidR="00D43590" w:rsidRDefault="00D43590" w:rsidP="00D43590">
      <w:r>
        <w:t>216.0904</w:t>
      </w:r>
      <w:r>
        <w:tab/>
        <w:t>1.013e0</w:t>
      </w:r>
    </w:p>
    <w:p w:rsidR="00D43590" w:rsidRDefault="00D43590" w:rsidP="00D43590">
      <w:r>
        <w:t>216.1608</w:t>
      </w:r>
      <w:r>
        <w:tab/>
        <w:t>1.013e0</w:t>
      </w:r>
    </w:p>
    <w:p w:rsidR="00D43590" w:rsidRDefault="00D43590" w:rsidP="00D43590">
      <w:r>
        <w:t>216.1838</w:t>
      </w:r>
      <w:r>
        <w:tab/>
        <w:t>2.025e0</w:t>
      </w:r>
    </w:p>
    <w:p w:rsidR="00D43590" w:rsidRDefault="00D43590" w:rsidP="00D43590">
      <w:r>
        <w:t>216.2191</w:t>
      </w:r>
      <w:r>
        <w:tab/>
        <w:t>1.013e0</w:t>
      </w:r>
    </w:p>
    <w:p w:rsidR="00D43590" w:rsidRDefault="00D43590" w:rsidP="00D43590">
      <w:r>
        <w:t>216.2550</w:t>
      </w:r>
      <w:r>
        <w:tab/>
        <w:t>1.013e0</w:t>
      </w:r>
    </w:p>
    <w:p w:rsidR="00D43590" w:rsidRDefault="00D43590" w:rsidP="00D43590">
      <w:r>
        <w:t>216.4436</w:t>
      </w:r>
      <w:r>
        <w:tab/>
        <w:t>2.025e0</w:t>
      </w:r>
    </w:p>
    <w:p w:rsidR="00D43590" w:rsidRDefault="00D43590" w:rsidP="00D43590">
      <w:r>
        <w:t>216.5202</w:t>
      </w:r>
      <w:r>
        <w:tab/>
        <w:t>1.013e0</w:t>
      </w:r>
    </w:p>
    <w:p w:rsidR="00D43590" w:rsidRDefault="00D43590" w:rsidP="00D43590">
      <w:r>
        <w:t>216.5513</w:t>
      </w:r>
      <w:r>
        <w:tab/>
        <w:t>1.013e0</w:t>
      </w:r>
    </w:p>
    <w:p w:rsidR="00D43590" w:rsidRDefault="00D43590" w:rsidP="00D43590">
      <w:r>
        <w:t>216.5748</w:t>
      </w:r>
      <w:r>
        <w:tab/>
        <w:t>1.013e0</w:t>
      </w:r>
    </w:p>
    <w:p w:rsidR="00D43590" w:rsidRDefault="00D43590" w:rsidP="00D43590">
      <w:r>
        <w:t>216.6294</w:t>
      </w:r>
      <w:r>
        <w:tab/>
        <w:t>1.013e0</w:t>
      </w:r>
    </w:p>
    <w:p w:rsidR="00D43590" w:rsidRDefault="00D43590" w:rsidP="00D43590">
      <w:r>
        <w:t>216.8053</w:t>
      </w:r>
      <w:r>
        <w:tab/>
        <w:t>1.013e0</w:t>
      </w:r>
    </w:p>
    <w:p w:rsidR="00D43590" w:rsidRDefault="00D43590" w:rsidP="00D43590">
      <w:r>
        <w:t>216.8836</w:t>
      </w:r>
      <w:r>
        <w:tab/>
        <w:t>1.013e0</w:t>
      </w:r>
    </w:p>
    <w:p w:rsidR="00D43590" w:rsidRDefault="00D43590" w:rsidP="00D43590">
      <w:r>
        <w:t>217.0543</w:t>
      </w:r>
      <w:r>
        <w:tab/>
        <w:t>2.025e0</w:t>
      </w:r>
    </w:p>
    <w:p w:rsidR="00D43590" w:rsidRDefault="00D43590" w:rsidP="00D43590">
      <w:r>
        <w:t>217.1125</w:t>
      </w:r>
      <w:r>
        <w:tab/>
        <w:t>4.051e0</w:t>
      </w:r>
    </w:p>
    <w:p w:rsidR="00D43590" w:rsidRDefault="00D43590" w:rsidP="00D43590">
      <w:r>
        <w:t>217.1513</w:t>
      </w:r>
      <w:r>
        <w:tab/>
        <w:t>2.025e0</w:t>
      </w:r>
    </w:p>
    <w:p w:rsidR="00D43590" w:rsidRDefault="00D43590" w:rsidP="00D43590">
      <w:r>
        <w:t>217.1850</w:t>
      </w:r>
      <w:r>
        <w:tab/>
        <w:t>1.013e0</w:t>
      </w:r>
    </w:p>
    <w:p w:rsidR="00D43590" w:rsidRDefault="00D43590" w:rsidP="00D43590">
      <w:r>
        <w:lastRenderedPageBreak/>
        <w:t>217.2124</w:t>
      </w:r>
      <w:r>
        <w:tab/>
        <w:t>1.013e0</w:t>
      </w:r>
    </w:p>
    <w:p w:rsidR="00D43590" w:rsidRDefault="00D43590" w:rsidP="00D43590">
      <w:r>
        <w:t>217.2508</w:t>
      </w:r>
      <w:r>
        <w:tab/>
        <w:t>1.013e0</w:t>
      </w:r>
    </w:p>
    <w:p w:rsidR="00D43590" w:rsidRDefault="00D43590" w:rsidP="00D43590">
      <w:r>
        <w:t>217.2906</w:t>
      </w:r>
      <w:r>
        <w:tab/>
        <w:t>1.013e0</w:t>
      </w:r>
    </w:p>
    <w:p w:rsidR="00D43590" w:rsidRDefault="00D43590" w:rsidP="00D43590">
      <w:r>
        <w:t>217.3100</w:t>
      </w:r>
      <w:r>
        <w:tab/>
        <w:t>1.013e0</w:t>
      </w:r>
    </w:p>
    <w:p w:rsidR="00D43590" w:rsidRDefault="00D43590" w:rsidP="00D43590">
      <w:r>
        <w:t>217.5733</w:t>
      </w:r>
      <w:r>
        <w:tab/>
        <w:t>1.013e0</w:t>
      </w:r>
    </w:p>
    <w:p w:rsidR="00D43590" w:rsidRDefault="00D43590" w:rsidP="00D43590">
      <w:r>
        <w:t>217.6033</w:t>
      </w:r>
      <w:r>
        <w:tab/>
        <w:t>1.013e0</w:t>
      </w:r>
    </w:p>
    <w:p w:rsidR="00D43590" w:rsidRDefault="00D43590" w:rsidP="00D43590">
      <w:r>
        <w:t>217.6356</w:t>
      </w:r>
      <w:r>
        <w:tab/>
        <w:t>1.013e0</w:t>
      </w:r>
    </w:p>
    <w:p w:rsidR="00D43590" w:rsidRDefault="00D43590" w:rsidP="00D43590">
      <w:r>
        <w:t>217.6626</w:t>
      </w:r>
      <w:r>
        <w:tab/>
        <w:t>1.013e0</w:t>
      </w:r>
    </w:p>
    <w:p w:rsidR="00D43590" w:rsidRDefault="00D43590" w:rsidP="00D43590">
      <w:r>
        <w:t>217.7808</w:t>
      </w:r>
      <w:r>
        <w:tab/>
        <w:t>1.013e0</w:t>
      </w:r>
    </w:p>
    <w:p w:rsidR="00D43590" w:rsidRDefault="00D43590" w:rsidP="00D43590">
      <w:r>
        <w:t>217.8114</w:t>
      </w:r>
      <w:r>
        <w:tab/>
        <w:t>1.013e0</w:t>
      </w:r>
    </w:p>
    <w:p w:rsidR="00D43590" w:rsidRDefault="00D43590" w:rsidP="00D43590">
      <w:r>
        <w:t>218.0017</w:t>
      </w:r>
      <w:r>
        <w:tab/>
        <w:t>2.025e0</w:t>
      </w:r>
    </w:p>
    <w:p w:rsidR="00D43590" w:rsidRDefault="00D43590" w:rsidP="00D43590">
      <w:r>
        <w:t>218.0668</w:t>
      </w:r>
      <w:r>
        <w:tab/>
        <w:t>2.025e0</w:t>
      </w:r>
    </w:p>
    <w:p w:rsidR="00D43590" w:rsidRDefault="00D43590" w:rsidP="00D43590">
      <w:r>
        <w:t>218.0910</w:t>
      </w:r>
      <w:r>
        <w:tab/>
        <w:t>3.038e0</w:t>
      </w:r>
    </w:p>
    <w:p w:rsidR="00D43590" w:rsidRDefault="00D43590" w:rsidP="00D43590">
      <w:r>
        <w:t>218.1449</w:t>
      </w:r>
      <w:r>
        <w:tab/>
        <w:t>2.025e0</w:t>
      </w:r>
    </w:p>
    <w:p w:rsidR="00D43590" w:rsidRDefault="00D43590" w:rsidP="00D43590">
      <w:r>
        <w:t>218.1686</w:t>
      </w:r>
      <w:r>
        <w:tab/>
        <w:t>2.025e0</w:t>
      </w:r>
    </w:p>
    <w:p w:rsidR="00D43590" w:rsidRDefault="00D43590" w:rsidP="00D43590">
      <w:r>
        <w:t>218.3299</w:t>
      </w:r>
      <w:r>
        <w:tab/>
        <w:t>1.013e0</w:t>
      </w:r>
    </w:p>
    <w:p w:rsidR="00D43590" w:rsidRDefault="00D43590" w:rsidP="00D43590">
      <w:r>
        <w:t>218.4076</w:t>
      </w:r>
      <w:r>
        <w:tab/>
        <w:t>1.013e0</w:t>
      </w:r>
    </w:p>
    <w:p w:rsidR="00D43590" w:rsidRDefault="00D43590" w:rsidP="00D43590">
      <w:r>
        <w:t>218.5569</w:t>
      </w:r>
      <w:r>
        <w:tab/>
        <w:t>2.025e0</w:t>
      </w:r>
    </w:p>
    <w:p w:rsidR="00D43590" w:rsidRDefault="00D43590" w:rsidP="00D43590">
      <w:r>
        <w:t>218.7396</w:t>
      </w:r>
      <w:r>
        <w:tab/>
        <w:t>2.025e0</w:t>
      </w:r>
    </w:p>
    <w:p w:rsidR="00D43590" w:rsidRDefault="00D43590" w:rsidP="00D43590">
      <w:r>
        <w:lastRenderedPageBreak/>
        <w:t>218.8397</w:t>
      </w:r>
      <w:r>
        <w:tab/>
        <w:t>1.013e0</w:t>
      </w:r>
    </w:p>
    <w:p w:rsidR="00D43590" w:rsidRDefault="00D43590" w:rsidP="00D43590">
      <w:r>
        <w:t>218.8832</w:t>
      </w:r>
      <w:r>
        <w:tab/>
        <w:t>1.013e0</w:t>
      </w:r>
    </w:p>
    <w:p w:rsidR="00D43590" w:rsidRDefault="00D43590" w:rsidP="00D43590">
      <w:r>
        <w:t>218.9739</w:t>
      </w:r>
      <w:r>
        <w:tab/>
        <w:t>1.013e0</w:t>
      </w:r>
    </w:p>
    <w:p w:rsidR="00D43590" w:rsidRDefault="00D43590" w:rsidP="00D43590">
      <w:r>
        <w:t>219.1780</w:t>
      </w:r>
      <w:r>
        <w:tab/>
        <w:t>1.013e0</w:t>
      </w:r>
    </w:p>
    <w:p w:rsidR="00D43590" w:rsidRDefault="00D43590" w:rsidP="00D43590">
      <w:r>
        <w:t>219.2328</w:t>
      </w:r>
      <w:r>
        <w:tab/>
        <w:t>1.013e0</w:t>
      </w:r>
    </w:p>
    <w:p w:rsidR="00D43590" w:rsidRDefault="00D43590" w:rsidP="00D43590">
      <w:r>
        <w:t>219.2575</w:t>
      </w:r>
      <w:r>
        <w:tab/>
        <w:t>1.013e0</w:t>
      </w:r>
    </w:p>
    <w:p w:rsidR="00D43590" w:rsidRDefault="00D43590" w:rsidP="00D43590">
      <w:r>
        <w:t>219.2863</w:t>
      </w:r>
      <w:r>
        <w:tab/>
        <w:t>2.025e0</w:t>
      </w:r>
    </w:p>
    <w:p w:rsidR="00D43590" w:rsidRDefault="00D43590" w:rsidP="00D43590">
      <w:r>
        <w:t>219.3746</w:t>
      </w:r>
      <w:r>
        <w:tab/>
        <w:t>2.025e0</w:t>
      </w:r>
    </w:p>
    <w:p w:rsidR="00D43590" w:rsidRDefault="00D43590" w:rsidP="00D43590">
      <w:r>
        <w:t>219.4372</w:t>
      </w:r>
      <w:r>
        <w:tab/>
        <w:t>1.013e0</w:t>
      </w:r>
    </w:p>
    <w:p w:rsidR="00D43590" w:rsidRDefault="00D43590" w:rsidP="00D43590">
      <w:r>
        <w:t>219.4654</w:t>
      </w:r>
      <w:r>
        <w:tab/>
        <w:t>1.013e0</w:t>
      </w:r>
    </w:p>
    <w:p w:rsidR="00D43590" w:rsidRDefault="00D43590" w:rsidP="00D43590">
      <w:r>
        <w:t>219.5443</w:t>
      </w:r>
      <w:r>
        <w:tab/>
        <w:t>2.025e0</w:t>
      </w:r>
    </w:p>
    <w:p w:rsidR="00D43590" w:rsidRDefault="00D43590" w:rsidP="00D43590">
      <w:r>
        <w:t>219.6148</w:t>
      </w:r>
      <w:r>
        <w:tab/>
        <w:t>1.013e0</w:t>
      </w:r>
    </w:p>
    <w:p w:rsidR="00D43590" w:rsidRDefault="00D43590" w:rsidP="00D43590">
      <w:r>
        <w:t>219.6583</w:t>
      </w:r>
      <w:r>
        <w:tab/>
        <w:t>1.013e0</w:t>
      </w:r>
    </w:p>
    <w:p w:rsidR="00D43590" w:rsidRDefault="00D43590" w:rsidP="00D43590">
      <w:r>
        <w:t>219.6857</w:t>
      </w:r>
      <w:r>
        <w:tab/>
        <w:t>1.013e0</w:t>
      </w:r>
    </w:p>
    <w:p w:rsidR="00D43590" w:rsidRDefault="00D43590" w:rsidP="00D43590">
      <w:r>
        <w:t>219.7206</w:t>
      </w:r>
      <w:r>
        <w:tab/>
        <w:t>1.013e0</w:t>
      </w:r>
    </w:p>
    <w:p w:rsidR="00D43590" w:rsidRDefault="00D43590" w:rsidP="00D43590">
      <w:r>
        <w:t>219.7567</w:t>
      </w:r>
      <w:r>
        <w:tab/>
        <w:t>1.013e0</w:t>
      </w:r>
    </w:p>
    <w:p w:rsidR="00D43590" w:rsidRDefault="00D43590" w:rsidP="00D43590">
      <w:r>
        <w:t>219.8314</w:t>
      </w:r>
      <w:r>
        <w:tab/>
        <w:t>1.013e0</w:t>
      </w:r>
    </w:p>
    <w:p w:rsidR="00D43590" w:rsidRDefault="00D43590" w:rsidP="00D43590">
      <w:r>
        <w:t>219.9024</w:t>
      </w:r>
      <w:r>
        <w:tab/>
        <w:t>1.013e0</w:t>
      </w:r>
    </w:p>
    <w:p w:rsidR="00D43590" w:rsidRDefault="00D43590" w:rsidP="00D43590">
      <w:r>
        <w:t>219.9459</w:t>
      </w:r>
      <w:r>
        <w:tab/>
        <w:t>1.013e0</w:t>
      </w:r>
    </w:p>
    <w:p w:rsidR="00D43590" w:rsidRDefault="00D43590" w:rsidP="00D43590">
      <w:r>
        <w:lastRenderedPageBreak/>
        <w:t>219.9895</w:t>
      </w:r>
      <w:r>
        <w:tab/>
        <w:t>2.025e0</w:t>
      </w:r>
    </w:p>
    <w:p w:rsidR="00D43590" w:rsidRDefault="00D43590" w:rsidP="00D43590">
      <w:r>
        <w:t>220.0244</w:t>
      </w:r>
      <w:r>
        <w:tab/>
        <w:t>2.025e0</w:t>
      </w:r>
    </w:p>
    <w:p w:rsidR="00D43590" w:rsidRDefault="00D43590" w:rsidP="00D43590">
      <w:r>
        <w:t>220.0630</w:t>
      </w:r>
      <w:r>
        <w:tab/>
        <w:t>4.051e0</w:t>
      </w:r>
    </w:p>
    <w:p w:rsidR="00D43590" w:rsidRDefault="00D43590" w:rsidP="00D43590">
      <w:r>
        <w:t>220.1188</w:t>
      </w:r>
      <w:r>
        <w:tab/>
        <w:t>1.013e0</w:t>
      </w:r>
    </w:p>
    <w:p w:rsidR="00D43590" w:rsidRDefault="00D43590" w:rsidP="00D43590">
      <w:r>
        <w:t>220.1706</w:t>
      </w:r>
      <w:r>
        <w:tab/>
        <w:t>5.063e0</w:t>
      </w:r>
    </w:p>
    <w:p w:rsidR="00D43590" w:rsidRDefault="00D43590" w:rsidP="00D43590">
      <w:r>
        <w:t>220.2090</w:t>
      </w:r>
      <w:r>
        <w:tab/>
        <w:t>1.013e0</w:t>
      </w:r>
    </w:p>
    <w:p w:rsidR="00D43590" w:rsidRDefault="00D43590" w:rsidP="00D43590">
      <w:r>
        <w:t>220.2961</w:t>
      </w:r>
      <w:r>
        <w:tab/>
        <w:t>1.013e0</w:t>
      </w:r>
    </w:p>
    <w:p w:rsidR="00D43590" w:rsidRDefault="00D43590" w:rsidP="00D43590">
      <w:r>
        <w:t>220.3396</w:t>
      </w:r>
      <w:r>
        <w:tab/>
        <w:t>1.013e0</w:t>
      </w:r>
    </w:p>
    <w:p w:rsidR="00D43590" w:rsidRDefault="00D43590" w:rsidP="00D43590">
      <w:r>
        <w:t>220.3679</w:t>
      </w:r>
      <w:r>
        <w:tab/>
        <w:t>1.013e0</w:t>
      </w:r>
    </w:p>
    <w:p w:rsidR="00D43590" w:rsidRDefault="00D43590" w:rsidP="00D43590">
      <w:r>
        <w:t>220.5290</w:t>
      </w:r>
      <w:r>
        <w:tab/>
        <w:t>1.013e0</w:t>
      </w:r>
    </w:p>
    <w:p w:rsidR="00D43590" w:rsidRDefault="00D43590" w:rsidP="00D43590">
      <w:r>
        <w:t>220.5527</w:t>
      </w:r>
      <w:r>
        <w:tab/>
        <w:t>1.013e0</w:t>
      </w:r>
    </w:p>
    <w:p w:rsidR="00D43590" w:rsidRDefault="00D43590" w:rsidP="00D43590">
      <w:r>
        <w:t>220.6560</w:t>
      </w:r>
      <w:r>
        <w:tab/>
        <w:t>1.013e0</w:t>
      </w:r>
    </w:p>
    <w:p w:rsidR="00D43590" w:rsidRDefault="00D43590" w:rsidP="00D43590">
      <w:r>
        <w:t>220.7147</w:t>
      </w:r>
      <w:r>
        <w:tab/>
        <w:t>2.025e0</w:t>
      </w:r>
    </w:p>
    <w:p w:rsidR="00D43590" w:rsidRDefault="00D43590" w:rsidP="00D43590">
      <w:r>
        <w:t>220.7658</w:t>
      </w:r>
      <w:r>
        <w:tab/>
        <w:t>1.013e0</w:t>
      </w:r>
    </w:p>
    <w:p w:rsidR="00D43590" w:rsidRDefault="00D43590" w:rsidP="00D43590">
      <w:r>
        <w:t>220.7936</w:t>
      </w:r>
      <w:r>
        <w:tab/>
        <w:t>1.013e0</w:t>
      </w:r>
    </w:p>
    <w:p w:rsidR="00D43590" w:rsidRDefault="00D43590" w:rsidP="00D43590">
      <w:r>
        <w:t>220.8208</w:t>
      </w:r>
      <w:r>
        <w:tab/>
        <w:t>1.013e0</w:t>
      </w:r>
    </w:p>
    <w:p w:rsidR="00D43590" w:rsidRDefault="00D43590" w:rsidP="00D43590">
      <w:r>
        <w:t>220.9357</w:t>
      </w:r>
      <w:r>
        <w:tab/>
        <w:t>1.013e0</w:t>
      </w:r>
    </w:p>
    <w:p w:rsidR="00D43590" w:rsidRDefault="00D43590" w:rsidP="00D43590">
      <w:r>
        <w:t>220.9769</w:t>
      </w:r>
      <w:r>
        <w:tab/>
        <w:t>2.025e0</w:t>
      </w:r>
    </w:p>
    <w:p w:rsidR="00D43590" w:rsidRDefault="00D43590" w:rsidP="00D43590">
      <w:r>
        <w:t>221.0103</w:t>
      </w:r>
      <w:r>
        <w:tab/>
        <w:t>1.013e0</w:t>
      </w:r>
    </w:p>
    <w:p w:rsidR="00D43590" w:rsidRDefault="00D43590" w:rsidP="00D43590">
      <w:r>
        <w:lastRenderedPageBreak/>
        <w:t>221.0390</w:t>
      </w:r>
      <w:r>
        <w:tab/>
        <w:t>1.013e0</w:t>
      </w:r>
    </w:p>
    <w:p w:rsidR="00D43590" w:rsidRDefault="00D43590" w:rsidP="00D43590">
      <w:r>
        <w:t>221.0844</w:t>
      </w:r>
      <w:r>
        <w:tab/>
        <w:t>3.038e0</w:t>
      </w:r>
    </w:p>
    <w:p w:rsidR="00D43590" w:rsidRDefault="00D43590" w:rsidP="00D43590">
      <w:r>
        <w:t>221.1129</w:t>
      </w:r>
      <w:r>
        <w:tab/>
        <w:t>2.025e0</w:t>
      </w:r>
    </w:p>
    <w:p w:rsidR="00D43590" w:rsidRDefault="00D43590" w:rsidP="00D43590">
      <w:r>
        <w:t>221.1562</w:t>
      </w:r>
      <w:r>
        <w:tab/>
        <w:t>1.013e0</w:t>
      </w:r>
    </w:p>
    <w:p w:rsidR="00D43590" w:rsidRDefault="00D43590" w:rsidP="00D43590">
      <w:r>
        <w:t>221.3858</w:t>
      </w:r>
      <w:r>
        <w:tab/>
        <w:t>1.013e0</w:t>
      </w:r>
    </w:p>
    <w:p w:rsidR="00D43590" w:rsidRDefault="00D43590" w:rsidP="00D43590">
      <w:r>
        <w:t>221.5436</w:t>
      </w:r>
      <w:r>
        <w:tab/>
        <w:t>1.013e0</w:t>
      </w:r>
    </w:p>
    <w:p w:rsidR="00D43590" w:rsidRDefault="00D43590" w:rsidP="00D43590">
      <w:r>
        <w:t>221.7898</w:t>
      </w:r>
      <w:r>
        <w:tab/>
        <w:t>1.013e0</w:t>
      </w:r>
    </w:p>
    <w:p w:rsidR="00D43590" w:rsidRDefault="00D43590" w:rsidP="00D43590">
      <w:r>
        <w:t>221.8163</w:t>
      </w:r>
      <w:r>
        <w:tab/>
        <w:t>1.013e0</w:t>
      </w:r>
    </w:p>
    <w:p w:rsidR="00D43590" w:rsidRDefault="00D43590" w:rsidP="00D43590">
      <w:r>
        <w:t>221.9281</w:t>
      </w:r>
      <w:r>
        <w:tab/>
        <w:t>1.013e0</w:t>
      </w:r>
    </w:p>
    <w:p w:rsidR="00D43590" w:rsidRDefault="00D43590" w:rsidP="00D43590">
      <w:r>
        <w:t>221.9627</w:t>
      </w:r>
      <w:r>
        <w:tab/>
        <w:t>1.013e0</w:t>
      </w:r>
    </w:p>
    <w:p w:rsidR="00D43590" w:rsidRDefault="00D43590" w:rsidP="00D43590">
      <w:r>
        <w:t>222.0060</w:t>
      </w:r>
      <w:r>
        <w:tab/>
        <w:t>1.013e0</w:t>
      </w:r>
    </w:p>
    <w:p w:rsidR="00D43590" w:rsidRDefault="00D43590" w:rsidP="00D43590">
      <w:r>
        <w:t>222.0748</w:t>
      </w:r>
      <w:r>
        <w:tab/>
        <w:t>1.013e0</w:t>
      </w:r>
    </w:p>
    <w:p w:rsidR="00D43590" w:rsidRDefault="00D43590" w:rsidP="00D43590">
      <w:r>
        <w:t>222.1054</w:t>
      </w:r>
      <w:r>
        <w:tab/>
        <w:t>1.013e0</w:t>
      </w:r>
    </w:p>
    <w:p w:rsidR="00D43590" w:rsidRDefault="00D43590" w:rsidP="00D43590">
      <w:r>
        <w:t>222.1607</w:t>
      </w:r>
      <w:r>
        <w:tab/>
        <w:t>3.481e0</w:t>
      </w:r>
    </w:p>
    <w:p w:rsidR="00D43590" w:rsidRDefault="00D43590" w:rsidP="00D43590">
      <w:r>
        <w:t>222.1993</w:t>
      </w:r>
      <w:r>
        <w:tab/>
        <w:t>2.025e0</w:t>
      </w:r>
    </w:p>
    <w:p w:rsidR="00D43590" w:rsidRDefault="00D43590" w:rsidP="00D43590">
      <w:r>
        <w:t>222.2284</w:t>
      </w:r>
      <w:r>
        <w:tab/>
        <w:t>1.013e0</w:t>
      </w:r>
    </w:p>
    <w:p w:rsidR="00D43590" w:rsidRDefault="00D43590" w:rsidP="00D43590">
      <w:r>
        <w:t>222.2721</w:t>
      </w:r>
      <w:r>
        <w:tab/>
        <w:t>1.013e0</w:t>
      </w:r>
    </w:p>
    <w:p w:rsidR="00D43590" w:rsidRDefault="00D43590" w:rsidP="00D43590">
      <w:r>
        <w:t>222.4387</w:t>
      </w:r>
      <w:r>
        <w:tab/>
        <w:t>1.013e0</w:t>
      </w:r>
    </w:p>
    <w:p w:rsidR="00D43590" w:rsidRDefault="00D43590" w:rsidP="00D43590">
      <w:r>
        <w:t>222.5132</w:t>
      </w:r>
      <w:r>
        <w:tab/>
        <w:t>1.013e0</w:t>
      </w:r>
    </w:p>
    <w:p w:rsidR="00D43590" w:rsidRDefault="00D43590" w:rsidP="00D43590">
      <w:r>
        <w:lastRenderedPageBreak/>
        <w:t>222.5969</w:t>
      </w:r>
      <w:r>
        <w:tab/>
        <w:t>1.013e0</w:t>
      </w:r>
    </w:p>
    <w:p w:rsidR="00D43590" w:rsidRDefault="00D43590" w:rsidP="00D43590">
      <w:r>
        <w:t>222.6520</w:t>
      </w:r>
      <w:r>
        <w:tab/>
        <w:t>1.013e0</w:t>
      </w:r>
    </w:p>
    <w:p w:rsidR="00D43590" w:rsidRDefault="00D43590" w:rsidP="00D43590">
      <w:r>
        <w:t>222.6938</w:t>
      </w:r>
      <w:r>
        <w:tab/>
        <w:t>2.025e0</w:t>
      </w:r>
    </w:p>
    <w:p w:rsidR="00D43590" w:rsidRDefault="00D43590" w:rsidP="00D43590">
      <w:r>
        <w:t>222.7985</w:t>
      </w:r>
      <w:r>
        <w:tab/>
        <w:t>1.013e0</w:t>
      </w:r>
    </w:p>
    <w:p w:rsidR="00D43590" w:rsidRDefault="00D43590" w:rsidP="00D43590">
      <w:r>
        <w:t>222.8408</w:t>
      </w:r>
      <w:r>
        <w:tab/>
        <w:t>2.025e0</w:t>
      </w:r>
    </w:p>
    <w:p w:rsidR="00D43590" w:rsidRDefault="00D43590" w:rsidP="00D43590">
      <w:r>
        <w:t>222.9331</w:t>
      </w:r>
      <w:r>
        <w:tab/>
        <w:t>1.013e0</w:t>
      </w:r>
    </w:p>
    <w:p w:rsidR="00D43590" w:rsidRDefault="00D43590" w:rsidP="00D43590">
      <w:r>
        <w:t>223.0230</w:t>
      </w:r>
      <w:r>
        <w:tab/>
        <w:t>2.025e0</w:t>
      </w:r>
    </w:p>
    <w:p w:rsidR="00D43590" w:rsidRDefault="00D43590" w:rsidP="00D43590">
      <w:r>
        <w:t>223.0719</w:t>
      </w:r>
      <w:r>
        <w:tab/>
        <w:t>1.013e0</w:t>
      </w:r>
    </w:p>
    <w:p w:rsidR="00D43590" w:rsidRDefault="00D43590" w:rsidP="00D43590">
      <w:r>
        <w:t>223.1096</w:t>
      </w:r>
      <w:r>
        <w:tab/>
        <w:t>1.807e0</w:t>
      </w:r>
    </w:p>
    <w:p w:rsidR="00D43590" w:rsidRDefault="00D43590" w:rsidP="00D43590">
      <w:r>
        <w:t>223.1345</w:t>
      </w:r>
      <w:r>
        <w:tab/>
        <w:t>2.025e0</w:t>
      </w:r>
    </w:p>
    <w:p w:rsidR="00D43590" w:rsidRDefault="00D43590" w:rsidP="00D43590">
      <w:r>
        <w:t>223.2320</w:t>
      </w:r>
      <w:r>
        <w:tab/>
        <w:t>1.013e0</w:t>
      </w:r>
    </w:p>
    <w:p w:rsidR="00D43590" w:rsidRDefault="00D43590" w:rsidP="00D43590">
      <w:r>
        <w:t>223.2587</w:t>
      </w:r>
      <w:r>
        <w:tab/>
        <w:t>1.013e0</w:t>
      </w:r>
    </w:p>
    <w:p w:rsidR="00D43590" w:rsidRDefault="00D43590" w:rsidP="00D43590">
      <w:r>
        <w:t>223.3543</w:t>
      </w:r>
      <w:r>
        <w:tab/>
        <w:t>1.013e0</w:t>
      </w:r>
    </w:p>
    <w:p w:rsidR="00D43590" w:rsidRDefault="00D43590" w:rsidP="00D43590">
      <w:r>
        <w:t>223.4083</w:t>
      </w:r>
      <w:r>
        <w:tab/>
        <w:t>2.025e0</w:t>
      </w:r>
    </w:p>
    <w:p w:rsidR="00D43590" w:rsidRDefault="00D43590" w:rsidP="00D43590">
      <w:r>
        <w:t>223.4444</w:t>
      </w:r>
      <w:r>
        <w:tab/>
        <w:t>2.414e0</w:t>
      </w:r>
    </w:p>
    <w:p w:rsidR="00D43590" w:rsidRDefault="00D43590" w:rsidP="00D43590">
      <w:r>
        <w:t>223.4659</w:t>
      </w:r>
      <w:r>
        <w:tab/>
        <w:t>1.013e0</w:t>
      </w:r>
    </w:p>
    <w:p w:rsidR="00D43590" w:rsidRDefault="00D43590" w:rsidP="00D43590">
      <w:r>
        <w:t>223.5413</w:t>
      </w:r>
      <w:r>
        <w:tab/>
        <w:t>1.013e0</w:t>
      </w:r>
    </w:p>
    <w:p w:rsidR="00D43590" w:rsidRDefault="00D43590" w:rsidP="00D43590">
      <w:r>
        <w:t>223.6924</w:t>
      </w:r>
      <w:r>
        <w:tab/>
        <w:t>1.013e0</w:t>
      </w:r>
    </w:p>
    <w:p w:rsidR="00D43590" w:rsidRDefault="00D43590" w:rsidP="00D43590">
      <w:r>
        <w:t>223.7154</w:t>
      </w:r>
      <w:r>
        <w:tab/>
        <w:t>1.013e0</w:t>
      </w:r>
    </w:p>
    <w:p w:rsidR="00D43590" w:rsidRDefault="00D43590" w:rsidP="00D43590">
      <w:r>
        <w:t>223.7720</w:t>
      </w:r>
      <w:r>
        <w:tab/>
        <w:t>1.013e0</w:t>
      </w:r>
    </w:p>
    <w:p w:rsidR="00D43590" w:rsidRDefault="00D43590" w:rsidP="00D43590">
      <w:r>
        <w:t>223.8426</w:t>
      </w:r>
      <w:r>
        <w:tab/>
        <w:t>1.013e0</w:t>
      </w:r>
    </w:p>
    <w:p w:rsidR="00D43590" w:rsidRDefault="00D43590" w:rsidP="00D43590">
      <w:r>
        <w:t>223.8808</w:t>
      </w:r>
      <w:r>
        <w:tab/>
        <w:t>2.025e0</w:t>
      </w:r>
    </w:p>
    <w:p w:rsidR="00D43590" w:rsidRDefault="00D43590" w:rsidP="00D43590">
      <w:r>
        <w:t>224.0260</w:t>
      </w:r>
      <w:r>
        <w:tab/>
        <w:t>1.807e1</w:t>
      </w:r>
    </w:p>
    <w:p w:rsidR="00D43590" w:rsidRDefault="00D43590" w:rsidP="00D43590">
      <w:r>
        <w:t>224.1017</w:t>
      </w:r>
      <w:r>
        <w:tab/>
        <w:t>1.013e0</w:t>
      </w:r>
    </w:p>
    <w:p w:rsidR="00D43590" w:rsidRDefault="00D43590" w:rsidP="00D43590">
      <w:r>
        <w:t>224.1373</w:t>
      </w:r>
      <w:r>
        <w:tab/>
        <w:t>3.038e0</w:t>
      </w:r>
    </w:p>
    <w:p w:rsidR="00D43590" w:rsidRDefault="00D43590" w:rsidP="00D43590">
      <w:r>
        <w:t>224.2407</w:t>
      </w:r>
      <w:r>
        <w:tab/>
        <w:t>1.013e0</w:t>
      </w:r>
    </w:p>
    <w:p w:rsidR="00D43590" w:rsidRDefault="00D43590" w:rsidP="00D43590">
      <w:r>
        <w:t>224.2921</w:t>
      </w:r>
      <w:r>
        <w:tab/>
        <w:t>1.013e0</w:t>
      </w:r>
    </w:p>
    <w:p w:rsidR="00D43590" w:rsidRDefault="00D43590" w:rsidP="00D43590">
      <w:r>
        <w:lastRenderedPageBreak/>
        <w:t>224.3517</w:t>
      </w:r>
      <w:r>
        <w:tab/>
        <w:t>1.013e0</w:t>
      </w:r>
    </w:p>
    <w:p w:rsidR="00D43590" w:rsidRDefault="00D43590" w:rsidP="00D43590">
      <w:r>
        <w:t>224.5263</w:t>
      </w:r>
      <w:r>
        <w:tab/>
        <w:t>1.013e0</w:t>
      </w:r>
    </w:p>
    <w:p w:rsidR="00D43590" w:rsidRDefault="00D43590" w:rsidP="00D43590">
      <w:r>
        <w:t>224.7381</w:t>
      </w:r>
      <w:r>
        <w:tab/>
        <w:t>1.013e0</w:t>
      </w:r>
    </w:p>
    <w:p w:rsidR="00D43590" w:rsidRDefault="00D43590" w:rsidP="00D43590">
      <w:r>
        <w:t>224.7600</w:t>
      </w:r>
      <w:r>
        <w:tab/>
        <w:t>2.025e0</w:t>
      </w:r>
    </w:p>
    <w:p w:rsidR="00D43590" w:rsidRDefault="00D43590" w:rsidP="00D43590">
      <w:r>
        <w:t>224.8809</w:t>
      </w:r>
      <w:r>
        <w:tab/>
        <w:t>1.013e0</w:t>
      </w:r>
    </w:p>
    <w:p w:rsidR="00D43590" w:rsidRDefault="00D43590" w:rsidP="00D43590">
      <w:r>
        <w:t>224.9060</w:t>
      </w:r>
      <w:r>
        <w:tab/>
        <w:t>1.013e0</w:t>
      </w:r>
    </w:p>
    <w:p w:rsidR="00D43590" w:rsidRDefault="00D43590" w:rsidP="00D43590">
      <w:r>
        <w:t>224.9371</w:t>
      </w:r>
      <w:r>
        <w:tab/>
        <w:t>1.013e0</w:t>
      </w:r>
    </w:p>
    <w:p w:rsidR="00D43590" w:rsidRDefault="00D43590" w:rsidP="00D43590">
      <w:r>
        <w:t>225.0144</w:t>
      </w:r>
      <w:r>
        <w:tab/>
        <w:t>2.025e0</w:t>
      </w:r>
    </w:p>
    <w:p w:rsidR="00D43590" w:rsidRDefault="00D43590" w:rsidP="00D43590">
      <w:r>
        <w:t>225.0789</w:t>
      </w:r>
      <w:r>
        <w:tab/>
        <w:t>2.025e0</w:t>
      </w:r>
    </w:p>
    <w:p w:rsidR="00D43590" w:rsidRDefault="00D43590" w:rsidP="00D43590">
      <w:r>
        <w:t>225.1253</w:t>
      </w:r>
      <w:r>
        <w:tab/>
        <w:t>1.013e0</w:t>
      </w:r>
    </w:p>
    <w:p w:rsidR="00D43590" w:rsidRDefault="00D43590" w:rsidP="00D43590">
      <w:r>
        <w:t>225.2282</w:t>
      </w:r>
      <w:r>
        <w:tab/>
        <w:t>1.013e0</w:t>
      </w:r>
    </w:p>
    <w:p w:rsidR="00D43590" w:rsidRDefault="00D43590" w:rsidP="00D43590">
      <w:r>
        <w:t>225.3793</w:t>
      </w:r>
      <w:r>
        <w:tab/>
        <w:t>1.013e0</w:t>
      </w:r>
    </w:p>
    <w:p w:rsidR="00D43590" w:rsidRDefault="00D43590" w:rsidP="00D43590">
      <w:r>
        <w:t>225.4231</w:t>
      </w:r>
      <w:r>
        <w:tab/>
        <w:t>1.013e0</w:t>
      </w:r>
    </w:p>
    <w:p w:rsidR="00D43590" w:rsidRDefault="00D43590" w:rsidP="00D43590">
      <w:r>
        <w:t>225.5505</w:t>
      </w:r>
      <w:r>
        <w:tab/>
        <w:t>1.013e0</w:t>
      </w:r>
    </w:p>
    <w:p w:rsidR="00D43590" w:rsidRDefault="00D43590" w:rsidP="00D43590">
      <w:r>
        <w:t>225.5831</w:t>
      </w:r>
      <w:r>
        <w:tab/>
        <w:t>2.025e0</w:t>
      </w:r>
    </w:p>
    <w:p w:rsidR="00D43590" w:rsidRDefault="00D43590" w:rsidP="00D43590">
      <w:r>
        <w:t>225.6158</w:t>
      </w:r>
      <w:r>
        <w:tab/>
        <w:t>1.013e0</w:t>
      </w:r>
    </w:p>
    <w:p w:rsidR="00D43590" w:rsidRDefault="00D43590" w:rsidP="00D43590">
      <w:r>
        <w:t>225.6346</w:t>
      </w:r>
      <w:r>
        <w:tab/>
        <w:t>1.013e0</w:t>
      </w:r>
    </w:p>
    <w:p w:rsidR="00D43590" w:rsidRDefault="00D43590" w:rsidP="00D43590">
      <w:r>
        <w:t>225.6785</w:t>
      </w:r>
      <w:r>
        <w:tab/>
        <w:t>1.013e0</w:t>
      </w:r>
    </w:p>
    <w:p w:rsidR="00D43590" w:rsidRDefault="00D43590" w:rsidP="00D43590">
      <w:r>
        <w:t>225.7244</w:t>
      </w:r>
      <w:r>
        <w:tab/>
        <w:t>2.025e0</w:t>
      </w:r>
    </w:p>
    <w:p w:rsidR="00D43590" w:rsidRDefault="00D43590" w:rsidP="00D43590">
      <w:r>
        <w:lastRenderedPageBreak/>
        <w:t>225.7532</w:t>
      </w:r>
      <w:r>
        <w:tab/>
        <w:t>2.025e0</w:t>
      </w:r>
    </w:p>
    <w:p w:rsidR="00D43590" w:rsidRDefault="00D43590" w:rsidP="00D43590">
      <w:r>
        <w:t>225.8309</w:t>
      </w:r>
      <w:r>
        <w:tab/>
        <w:t>1.013e0</w:t>
      </w:r>
    </w:p>
    <w:p w:rsidR="00D43590" w:rsidRDefault="00D43590" w:rsidP="00D43590">
      <w:r>
        <w:t>225.8792</w:t>
      </w:r>
      <w:r>
        <w:tab/>
        <w:t>1.013e0</w:t>
      </w:r>
    </w:p>
    <w:p w:rsidR="00D43590" w:rsidRDefault="00D43590" w:rsidP="00D43590">
      <w:r>
        <w:t>225.9420</w:t>
      </w:r>
      <w:r>
        <w:tab/>
        <w:t>1.013e0</w:t>
      </w:r>
    </w:p>
    <w:p w:rsidR="00D43590" w:rsidRDefault="00D43590" w:rsidP="00D43590">
      <w:r>
        <w:t>225.9709</w:t>
      </w:r>
      <w:r>
        <w:tab/>
        <w:t>1.013e0</w:t>
      </w:r>
    </w:p>
    <w:p w:rsidR="00D43590" w:rsidRDefault="00D43590" w:rsidP="00D43590">
      <w:r>
        <w:t>226.0255</w:t>
      </w:r>
      <w:r>
        <w:tab/>
        <w:t>5.063e0</w:t>
      </w:r>
    </w:p>
    <w:p w:rsidR="00D43590" w:rsidRDefault="00D43590" w:rsidP="00D43590">
      <w:r>
        <w:t>226.0738</w:t>
      </w:r>
      <w:r>
        <w:tab/>
        <w:t>1.013e0</w:t>
      </w:r>
    </w:p>
    <w:p w:rsidR="00D43590" w:rsidRDefault="00D43590" w:rsidP="00D43590">
      <w:r>
        <w:t>226.1341</w:t>
      </w:r>
      <w:r>
        <w:tab/>
        <w:t>3.038e0</w:t>
      </w:r>
    </w:p>
    <w:p w:rsidR="00D43590" w:rsidRDefault="00D43590" w:rsidP="00D43590">
      <w:r>
        <w:t>226.1823</w:t>
      </w:r>
      <w:r>
        <w:tab/>
        <w:t>1.013e0</w:t>
      </w:r>
    </w:p>
    <w:p w:rsidR="00D43590" w:rsidRDefault="00D43590" w:rsidP="00D43590">
      <w:r>
        <w:t>226.2262</w:t>
      </w:r>
      <w:r>
        <w:tab/>
        <w:t>1.013e0</w:t>
      </w:r>
    </w:p>
    <w:p w:rsidR="00D43590" w:rsidRDefault="00D43590" w:rsidP="00D43590">
      <w:r>
        <w:t>226.4373</w:t>
      </w:r>
      <w:r>
        <w:tab/>
        <w:t>1.013e0</w:t>
      </w:r>
    </w:p>
    <w:p w:rsidR="00D43590" w:rsidRDefault="00D43590" w:rsidP="00D43590">
      <w:r>
        <w:t>226.5095</w:t>
      </w:r>
      <w:r>
        <w:tab/>
        <w:t>1.013e0</w:t>
      </w:r>
    </w:p>
    <w:p w:rsidR="00D43590" w:rsidRDefault="00D43590" w:rsidP="00D43590">
      <w:r>
        <w:t>226.5898</w:t>
      </w:r>
      <w:r>
        <w:tab/>
        <w:t>2.025e0</w:t>
      </w:r>
    </w:p>
    <w:p w:rsidR="00D43590" w:rsidRDefault="00D43590" w:rsidP="00D43590">
      <w:r>
        <w:t>226.6452</w:t>
      </w:r>
      <w:r>
        <w:tab/>
        <w:t>1.013e0</w:t>
      </w:r>
    </w:p>
    <w:p w:rsidR="00D43590" w:rsidRDefault="00D43590" w:rsidP="00D43590">
      <w:r>
        <w:t>226.7351</w:t>
      </w:r>
      <w:r>
        <w:tab/>
        <w:t>4.051e0</w:t>
      </w:r>
    </w:p>
    <w:p w:rsidR="00D43590" w:rsidRDefault="00D43590" w:rsidP="00D43590">
      <w:r>
        <w:t>226.8575</w:t>
      </w:r>
      <w:r>
        <w:tab/>
        <w:t>1.013e0</w:t>
      </w:r>
    </w:p>
    <w:p w:rsidR="00D43590" w:rsidRDefault="00D43590" w:rsidP="00D43590">
      <w:r>
        <w:t>226.9195</w:t>
      </w:r>
      <w:r>
        <w:tab/>
        <w:t>2.025e0</w:t>
      </w:r>
    </w:p>
    <w:p w:rsidR="00D43590" w:rsidRDefault="00D43590" w:rsidP="00D43590">
      <w:r>
        <w:t>226.9683</w:t>
      </w:r>
      <w:r>
        <w:tab/>
        <w:t>3.038e0</w:t>
      </w:r>
    </w:p>
    <w:p w:rsidR="00D43590" w:rsidRDefault="00D43590" w:rsidP="00D43590">
      <w:r>
        <w:t>227.0258</w:t>
      </w:r>
      <w:r>
        <w:tab/>
        <w:t>1.013e0</w:t>
      </w:r>
    </w:p>
    <w:p w:rsidR="00D43590" w:rsidRDefault="00D43590" w:rsidP="00D43590">
      <w:r>
        <w:lastRenderedPageBreak/>
        <w:t>227.1862</w:t>
      </w:r>
      <w:r>
        <w:tab/>
        <w:t>1.013e0</w:t>
      </w:r>
    </w:p>
    <w:p w:rsidR="00D43590" w:rsidRDefault="00D43590" w:rsidP="00D43590">
      <w:r>
        <w:t>227.2145</w:t>
      </w:r>
      <w:r>
        <w:tab/>
        <w:t>2.025e0</w:t>
      </w:r>
    </w:p>
    <w:p w:rsidR="00D43590" w:rsidRDefault="00D43590" w:rsidP="00D43590">
      <w:r>
        <w:t>227.2383</w:t>
      </w:r>
      <w:r>
        <w:tab/>
        <w:t>1.037e0</w:t>
      </w:r>
    </w:p>
    <w:p w:rsidR="00D43590" w:rsidRDefault="00D43590" w:rsidP="00D43590">
      <w:r>
        <w:t>227.2786</w:t>
      </w:r>
      <w:r>
        <w:tab/>
        <w:t>1.013e0</w:t>
      </w:r>
    </w:p>
    <w:p w:rsidR="00D43590" w:rsidRDefault="00D43590" w:rsidP="00D43590">
      <w:r>
        <w:t>227.2974</w:t>
      </w:r>
      <w:r>
        <w:tab/>
        <w:t>1.013e0</w:t>
      </w:r>
    </w:p>
    <w:p w:rsidR="00D43590" w:rsidRDefault="00D43590" w:rsidP="00D43590">
      <w:r>
        <w:t>227.3539</w:t>
      </w:r>
      <w:r>
        <w:tab/>
        <w:t>1.013e0</w:t>
      </w:r>
    </w:p>
    <w:p w:rsidR="00D43590" w:rsidRDefault="00D43590" w:rsidP="00D43590">
      <w:r>
        <w:t>227.3817</w:t>
      </w:r>
      <w:r>
        <w:tab/>
        <w:t>1.013e0</w:t>
      </w:r>
    </w:p>
    <w:p w:rsidR="00D43590" w:rsidRDefault="00D43590" w:rsidP="00D43590">
      <w:r>
        <w:t>227.4143</w:t>
      </w:r>
      <w:r>
        <w:tab/>
        <w:t>1.013e0</w:t>
      </w:r>
    </w:p>
    <w:p w:rsidR="00D43590" w:rsidRDefault="00D43590" w:rsidP="00D43590">
      <w:r>
        <w:t>227.4659</w:t>
      </w:r>
      <w:r>
        <w:tab/>
        <w:t>1.013e0</w:t>
      </w:r>
    </w:p>
    <w:p w:rsidR="00D43590" w:rsidRDefault="00D43590" w:rsidP="00D43590">
      <w:r>
        <w:t>227.5261</w:t>
      </w:r>
      <w:r>
        <w:tab/>
        <w:t>1.013e0</w:t>
      </w:r>
    </w:p>
    <w:p w:rsidR="00D43590" w:rsidRDefault="00D43590" w:rsidP="00D43590">
      <w:r>
        <w:t>227.5463</w:t>
      </w:r>
      <w:r>
        <w:tab/>
        <w:t>1.013e0</w:t>
      </w:r>
    </w:p>
    <w:p w:rsidR="00D43590" w:rsidRDefault="00D43590" w:rsidP="00D43590">
      <w:r>
        <w:t>227.6306</w:t>
      </w:r>
      <w:r>
        <w:tab/>
        <w:t>1.013e0</w:t>
      </w:r>
    </w:p>
    <w:p w:rsidR="00D43590" w:rsidRDefault="00D43590" w:rsidP="00D43590">
      <w:r>
        <w:t>227.6542</w:t>
      </w:r>
      <w:r>
        <w:tab/>
        <w:t>1.013e0</w:t>
      </w:r>
    </w:p>
    <w:p w:rsidR="00D43590" w:rsidRDefault="00D43590" w:rsidP="00D43590">
      <w:r>
        <w:t>227.7300</w:t>
      </w:r>
      <w:r>
        <w:tab/>
        <w:t>1.013e0</w:t>
      </w:r>
    </w:p>
    <w:p w:rsidR="00D43590" w:rsidRDefault="00D43590" w:rsidP="00D43590">
      <w:r>
        <w:t>227.8057</w:t>
      </w:r>
      <w:r>
        <w:tab/>
        <w:t>3.038e0</w:t>
      </w:r>
    </w:p>
    <w:p w:rsidR="00D43590" w:rsidRDefault="00D43590" w:rsidP="00D43590">
      <w:r>
        <w:t>227.8797</w:t>
      </w:r>
      <w:r>
        <w:tab/>
        <w:t>1.013e0</w:t>
      </w:r>
    </w:p>
    <w:p w:rsidR="00D43590" w:rsidRDefault="00D43590" w:rsidP="00D43590">
      <w:r>
        <w:t>227.9151</w:t>
      </w:r>
      <w:r>
        <w:tab/>
        <w:t>1.013e0</w:t>
      </w:r>
    </w:p>
    <w:p w:rsidR="00D43590" w:rsidRDefault="00D43590" w:rsidP="00D43590">
      <w:r>
        <w:t>227.9511</w:t>
      </w:r>
      <w:r>
        <w:tab/>
        <w:t>2.025e0</w:t>
      </w:r>
    </w:p>
    <w:p w:rsidR="00D43590" w:rsidRDefault="00D43590" w:rsidP="00D43590">
      <w:r>
        <w:t>227.9796</w:t>
      </w:r>
      <w:r>
        <w:tab/>
        <w:t>3.038e0</w:t>
      </w:r>
    </w:p>
    <w:p w:rsidR="00D43590" w:rsidRDefault="00D43590" w:rsidP="00D43590">
      <w:r>
        <w:lastRenderedPageBreak/>
        <w:t>228.0193</w:t>
      </w:r>
      <w:r>
        <w:tab/>
        <w:t>1.013e0</w:t>
      </w:r>
    </w:p>
    <w:p w:rsidR="00D43590" w:rsidRDefault="00D43590" w:rsidP="00D43590">
      <w:r>
        <w:t>228.0833</w:t>
      </w:r>
      <w:r>
        <w:tab/>
        <w:t>1.013e0</w:t>
      </w:r>
    </w:p>
    <w:p w:rsidR="00D43590" w:rsidRDefault="00D43590" w:rsidP="00D43590">
      <w:r>
        <w:t>228.1037</w:t>
      </w:r>
      <w:r>
        <w:tab/>
        <w:t>1.013e0</w:t>
      </w:r>
    </w:p>
    <w:p w:rsidR="00D43590" w:rsidRDefault="00D43590" w:rsidP="00D43590">
      <w:r>
        <w:t>228.1717</w:t>
      </w:r>
      <w:r>
        <w:tab/>
        <w:t>3.038e0</w:t>
      </w:r>
    </w:p>
    <w:p w:rsidR="00D43590" w:rsidRDefault="00D43590" w:rsidP="00D43590">
      <w:r>
        <w:t>228.2032</w:t>
      </w:r>
      <w:r>
        <w:tab/>
        <w:t>1.522e0</w:t>
      </w:r>
    </w:p>
    <w:p w:rsidR="00D43590" w:rsidRDefault="00D43590" w:rsidP="00D43590">
      <w:r>
        <w:t>228.2799</w:t>
      </w:r>
      <w:r>
        <w:tab/>
        <w:t>1.013e0</w:t>
      </w:r>
    </w:p>
    <w:p w:rsidR="00D43590" w:rsidRDefault="00D43590" w:rsidP="00D43590">
      <w:r>
        <w:t>228.3357</w:t>
      </w:r>
      <w:r>
        <w:tab/>
        <w:t>1.013e0</w:t>
      </w:r>
    </w:p>
    <w:p w:rsidR="00D43590" w:rsidRDefault="00D43590" w:rsidP="00D43590">
      <w:r>
        <w:t>228.3566</w:t>
      </w:r>
      <w:r>
        <w:tab/>
        <w:t>1.013e0</w:t>
      </w:r>
    </w:p>
    <w:p w:rsidR="00D43590" w:rsidRDefault="00D43590" w:rsidP="00D43590">
      <w:r>
        <w:t>228.3933</w:t>
      </w:r>
      <w:r>
        <w:tab/>
        <w:t>1.013e0</w:t>
      </w:r>
    </w:p>
    <w:p w:rsidR="00D43590" w:rsidRDefault="00D43590" w:rsidP="00D43590">
      <w:r>
        <w:t>228.4983</w:t>
      </w:r>
      <w:r>
        <w:tab/>
        <w:t>2.025e0</w:t>
      </w:r>
    </w:p>
    <w:p w:rsidR="00D43590" w:rsidRDefault="00D43590" w:rsidP="00D43590">
      <w:r>
        <w:t>228.5405</w:t>
      </w:r>
      <w:r>
        <w:tab/>
        <w:t>1.013e0</w:t>
      </w:r>
    </w:p>
    <w:p w:rsidR="00D43590" w:rsidRDefault="00D43590" w:rsidP="00D43590">
      <w:r>
        <w:t>228.5884</w:t>
      </w:r>
      <w:r>
        <w:tab/>
        <w:t>1.013e0</w:t>
      </w:r>
    </w:p>
    <w:p w:rsidR="00D43590" w:rsidRDefault="00D43590" w:rsidP="00D43590">
      <w:r>
        <w:t>228.6135</w:t>
      </w:r>
      <w:r>
        <w:tab/>
        <w:t>1.013e0</w:t>
      </w:r>
    </w:p>
    <w:p w:rsidR="00D43590" w:rsidRDefault="00D43590" w:rsidP="00D43590">
      <w:r>
        <w:t>228.6417</w:t>
      </w:r>
      <w:r>
        <w:tab/>
        <w:t>1.013e0</w:t>
      </w:r>
    </w:p>
    <w:p w:rsidR="00D43590" w:rsidRDefault="00D43590" w:rsidP="00D43590">
      <w:r>
        <w:t>228.7154</w:t>
      </w:r>
      <w:r>
        <w:tab/>
        <w:t>2.025e0</w:t>
      </w:r>
    </w:p>
    <w:p w:rsidR="00D43590" w:rsidRDefault="00D43590" w:rsidP="00D43590">
      <w:r>
        <w:t>228.7534</w:t>
      </w:r>
      <w:r>
        <w:tab/>
        <w:t>1.013e0</w:t>
      </w:r>
    </w:p>
    <w:p w:rsidR="00D43590" w:rsidRDefault="00D43590" w:rsidP="00D43590">
      <w:r>
        <w:t>228.8302</w:t>
      </w:r>
      <w:r>
        <w:tab/>
        <w:t>1.013e0</w:t>
      </w:r>
    </w:p>
    <w:p w:rsidR="00D43590" w:rsidRDefault="00D43590" w:rsidP="00D43590">
      <w:r>
        <w:t>228.9835</w:t>
      </w:r>
      <w:r>
        <w:tab/>
        <w:t>1.013e0</w:t>
      </w:r>
    </w:p>
    <w:p w:rsidR="00D43590" w:rsidRDefault="00D43590" w:rsidP="00D43590">
      <w:r>
        <w:t>229.0028</w:t>
      </w:r>
      <w:r>
        <w:tab/>
        <w:t>1.013e0</w:t>
      </w:r>
    </w:p>
    <w:p w:rsidR="00D43590" w:rsidRDefault="00D43590" w:rsidP="00D43590">
      <w:r>
        <w:lastRenderedPageBreak/>
        <w:t>229.0804</w:t>
      </w:r>
      <w:r>
        <w:tab/>
        <w:t>3.038e0</w:t>
      </w:r>
    </w:p>
    <w:p w:rsidR="00D43590" w:rsidRDefault="00D43590" w:rsidP="00D43590">
      <w:r>
        <w:t>229.1650</w:t>
      </w:r>
      <w:r>
        <w:tab/>
        <w:t>3.038e0</w:t>
      </w:r>
    </w:p>
    <w:p w:rsidR="00D43590" w:rsidRDefault="00D43590" w:rsidP="00D43590">
      <w:r>
        <w:t>229.1919</w:t>
      </w:r>
      <w:r>
        <w:tab/>
        <w:t>2.025e0</w:t>
      </w:r>
    </w:p>
    <w:p w:rsidR="00D43590" w:rsidRDefault="00D43590" w:rsidP="00D43590">
      <w:r>
        <w:t>229.3292</w:t>
      </w:r>
      <w:r>
        <w:tab/>
        <w:t>1.013e0</w:t>
      </w:r>
    </w:p>
    <w:p w:rsidR="00D43590" w:rsidRDefault="00D43590" w:rsidP="00D43590">
      <w:r>
        <w:t>229.3847</w:t>
      </w:r>
      <w:r>
        <w:tab/>
        <w:t>1.013e0</w:t>
      </w:r>
    </w:p>
    <w:p w:rsidR="00D43590" w:rsidRDefault="00D43590" w:rsidP="00D43590">
      <w:r>
        <w:t>229.4058</w:t>
      </w:r>
      <w:r>
        <w:tab/>
        <w:t>1.013e0</w:t>
      </w:r>
    </w:p>
    <w:p w:rsidR="00D43590" w:rsidRDefault="00D43590" w:rsidP="00D43590">
      <w:r>
        <w:t>229.4414</w:t>
      </w:r>
      <w:r>
        <w:tab/>
        <w:t>1.013e0</w:t>
      </w:r>
    </w:p>
    <w:p w:rsidR="00D43590" w:rsidRDefault="00D43590" w:rsidP="00D43590">
      <w:r>
        <w:t>229.6267</w:t>
      </w:r>
      <w:r>
        <w:tab/>
        <w:t>2.025e0</w:t>
      </w:r>
    </w:p>
    <w:p w:rsidR="00D43590" w:rsidRDefault="00D43590" w:rsidP="00D43590">
      <w:r>
        <w:t>229.7468</w:t>
      </w:r>
      <w:r>
        <w:tab/>
        <w:t>2.025e0</w:t>
      </w:r>
    </w:p>
    <w:p w:rsidR="00D43590" w:rsidRDefault="00D43590" w:rsidP="00D43590">
      <w:r>
        <w:t>229.8127</w:t>
      </w:r>
      <w:r>
        <w:tab/>
        <w:t>3.038e0</w:t>
      </w:r>
    </w:p>
    <w:p w:rsidR="00D43590" w:rsidRDefault="00D43590" w:rsidP="00D43590">
      <w:r>
        <w:t>230.0821</w:t>
      </w:r>
      <w:r>
        <w:tab/>
        <w:t>1.013e0</w:t>
      </w:r>
    </w:p>
    <w:p w:rsidR="00D43590" w:rsidRDefault="00D43590" w:rsidP="00D43590">
      <w:r>
        <w:t>230.1179</w:t>
      </w:r>
      <w:r>
        <w:tab/>
        <w:t>2.025e0</w:t>
      </w:r>
    </w:p>
    <w:p w:rsidR="00D43590" w:rsidRDefault="00D43590" w:rsidP="00D43590">
      <w:r>
        <w:t>230.1597</w:t>
      </w:r>
      <w:r>
        <w:tab/>
        <w:t>2.025e0</w:t>
      </w:r>
    </w:p>
    <w:p w:rsidR="00D43590" w:rsidRDefault="00D43590" w:rsidP="00D43590">
      <w:r>
        <w:t>230.2202</w:t>
      </w:r>
      <w:r>
        <w:tab/>
        <w:t>2.025e0</w:t>
      </w:r>
    </w:p>
    <w:p w:rsidR="00D43590" w:rsidRDefault="00D43590" w:rsidP="00D43590">
      <w:r>
        <w:t>230.2648</w:t>
      </w:r>
      <w:r>
        <w:tab/>
        <w:t>2.025e0</w:t>
      </w:r>
    </w:p>
    <w:p w:rsidR="00D43590" w:rsidRDefault="00D43590" w:rsidP="00D43590">
      <w:r>
        <w:t>230.2953</w:t>
      </w:r>
      <w:r>
        <w:tab/>
        <w:t>1.013e0</w:t>
      </w:r>
    </w:p>
    <w:p w:rsidR="00D43590" w:rsidRDefault="00D43590" w:rsidP="00D43590">
      <w:r>
        <w:t>230.4892</w:t>
      </w:r>
      <w:r>
        <w:tab/>
        <w:t>1.013e0</w:t>
      </w:r>
    </w:p>
    <w:p w:rsidR="00D43590" w:rsidRDefault="00D43590" w:rsidP="00D43590">
      <w:r>
        <w:t>230.5819</w:t>
      </w:r>
      <w:r>
        <w:tab/>
        <w:t>2.025e0</w:t>
      </w:r>
    </w:p>
    <w:p w:rsidR="00D43590" w:rsidRDefault="00D43590" w:rsidP="00D43590">
      <w:r>
        <w:t>230.7106</w:t>
      </w:r>
      <w:r>
        <w:tab/>
        <w:t>2.025e0</w:t>
      </w:r>
    </w:p>
    <w:p w:rsidR="00D43590" w:rsidRDefault="00D43590" w:rsidP="00D43590">
      <w:r>
        <w:lastRenderedPageBreak/>
        <w:t>230.8199</w:t>
      </w:r>
      <w:r>
        <w:tab/>
        <w:t>1.013e0</w:t>
      </w:r>
    </w:p>
    <w:p w:rsidR="00D43590" w:rsidRDefault="00D43590" w:rsidP="00D43590">
      <w:r>
        <w:t>230.8602</w:t>
      </w:r>
      <w:r>
        <w:tab/>
        <w:t>1.013e0</w:t>
      </w:r>
    </w:p>
    <w:p w:rsidR="00D43590" w:rsidRDefault="00D43590" w:rsidP="00D43590">
      <w:r>
        <w:t>230.9241</w:t>
      </w:r>
      <w:r>
        <w:tab/>
        <w:t>2.025e0</w:t>
      </w:r>
    </w:p>
    <w:p w:rsidR="00D43590" w:rsidRDefault="00D43590" w:rsidP="00D43590">
      <w:r>
        <w:t>230.9607</w:t>
      </w:r>
      <w:r>
        <w:tab/>
        <w:t>1.013e0</w:t>
      </w:r>
    </w:p>
    <w:p w:rsidR="00D43590" w:rsidRDefault="00D43590" w:rsidP="00D43590">
      <w:r>
        <w:t>231.0377</w:t>
      </w:r>
      <w:r>
        <w:tab/>
        <w:t>1.013e0</w:t>
      </w:r>
    </w:p>
    <w:p w:rsidR="00D43590" w:rsidRDefault="00D43590" w:rsidP="00D43590">
      <w:r>
        <w:t>231.1337</w:t>
      </w:r>
      <w:r>
        <w:tab/>
        <w:t>1.013e0</w:t>
      </w:r>
    </w:p>
    <w:p w:rsidR="00D43590" w:rsidRDefault="00D43590" w:rsidP="00D43590">
      <w:r>
        <w:t>231.2992</w:t>
      </w:r>
      <w:r>
        <w:tab/>
        <w:t>1.013e0</w:t>
      </w:r>
    </w:p>
    <w:p w:rsidR="00D43590" w:rsidRDefault="00D43590" w:rsidP="00D43590">
      <w:r>
        <w:t>231.4092</w:t>
      </w:r>
      <w:r>
        <w:tab/>
        <w:t>1.013e0</w:t>
      </w:r>
    </w:p>
    <w:p w:rsidR="00D43590" w:rsidRDefault="00D43590" w:rsidP="00D43590">
      <w:r>
        <w:t>231.4379</w:t>
      </w:r>
      <w:r>
        <w:tab/>
        <w:t>1.013e0</w:t>
      </w:r>
    </w:p>
    <w:p w:rsidR="00D43590" w:rsidRDefault="00D43590" w:rsidP="00D43590">
      <w:r>
        <w:t>231.5224</w:t>
      </w:r>
      <w:r>
        <w:tab/>
        <w:t>2.025e0</w:t>
      </w:r>
    </w:p>
    <w:p w:rsidR="00D43590" w:rsidRDefault="00D43590" w:rsidP="00D43590">
      <w:r>
        <w:t>231.5500</w:t>
      </w:r>
      <w:r>
        <w:tab/>
        <w:t>1.013e0</w:t>
      </w:r>
    </w:p>
    <w:p w:rsidR="00D43590" w:rsidRDefault="00D43590" w:rsidP="00D43590">
      <w:r>
        <w:t>231.5949</w:t>
      </w:r>
      <w:r>
        <w:tab/>
        <w:t>1.013e0</w:t>
      </w:r>
    </w:p>
    <w:p w:rsidR="00D43590" w:rsidRDefault="00D43590" w:rsidP="00D43590">
      <w:r>
        <w:t>231.7850</w:t>
      </w:r>
      <w:r>
        <w:tab/>
        <w:t>2.025e0</w:t>
      </w:r>
    </w:p>
    <w:p w:rsidR="00D43590" w:rsidRDefault="00D43590" w:rsidP="00D43590">
      <w:r>
        <w:t>231.8462</w:t>
      </w:r>
      <w:r>
        <w:tab/>
        <w:t>1.013e0</w:t>
      </w:r>
    </w:p>
    <w:p w:rsidR="00D43590" w:rsidRDefault="00D43590" w:rsidP="00D43590">
      <w:r>
        <w:t>231.9149</w:t>
      </w:r>
      <w:r>
        <w:tab/>
        <w:t>3.038e0</w:t>
      </w:r>
    </w:p>
    <w:p w:rsidR="00D43590" w:rsidRDefault="00D43590" w:rsidP="00D43590">
      <w:r>
        <w:t>231.9466</w:t>
      </w:r>
      <w:r>
        <w:tab/>
        <w:t>1.013e0</w:t>
      </w:r>
    </w:p>
    <w:p w:rsidR="00D43590" w:rsidRDefault="00D43590" w:rsidP="00D43590">
      <w:r>
        <w:t>231.9832</w:t>
      </w:r>
      <w:r>
        <w:tab/>
        <w:t>1.013e0</w:t>
      </w:r>
    </w:p>
    <w:p w:rsidR="00D43590" w:rsidRDefault="00D43590" w:rsidP="00D43590">
      <w:r>
        <w:t>232.0368</w:t>
      </w:r>
      <w:r>
        <w:tab/>
        <w:t>2.025e0</w:t>
      </w:r>
    </w:p>
    <w:p w:rsidR="00D43590" w:rsidRDefault="00D43590" w:rsidP="00D43590">
      <w:r>
        <w:t>232.1085</w:t>
      </w:r>
      <w:r>
        <w:tab/>
        <w:t>1.013e0</w:t>
      </w:r>
    </w:p>
    <w:p w:rsidR="00D43590" w:rsidRDefault="00D43590" w:rsidP="00D43590">
      <w:r>
        <w:lastRenderedPageBreak/>
        <w:t>232.1338</w:t>
      </w:r>
      <w:r>
        <w:tab/>
        <w:t>1.013e0</w:t>
      </w:r>
    </w:p>
    <w:p w:rsidR="00D43590" w:rsidRDefault="00D43590" w:rsidP="00D43590">
      <w:r>
        <w:t>232.1780</w:t>
      </w:r>
      <w:r>
        <w:tab/>
        <w:t>1.013e0</w:t>
      </w:r>
    </w:p>
    <w:p w:rsidR="00D43590" w:rsidRDefault="00D43590" w:rsidP="00D43590">
      <w:r>
        <w:t>232.2102</w:t>
      </w:r>
      <w:r>
        <w:tab/>
        <w:t>1.013e0</w:t>
      </w:r>
    </w:p>
    <w:p w:rsidR="00D43590" w:rsidRDefault="00D43590" w:rsidP="00D43590">
      <w:r>
        <w:t>232.2867</w:t>
      </w:r>
      <w:r>
        <w:tab/>
        <w:t>1.013e0</w:t>
      </w:r>
    </w:p>
    <w:p w:rsidR="00D43590" w:rsidRDefault="00D43590" w:rsidP="00D43590">
      <w:r>
        <w:t>232.3551</w:t>
      </w:r>
      <w:r>
        <w:tab/>
        <w:t>1.013e0</w:t>
      </w:r>
    </w:p>
    <w:p w:rsidR="00D43590" w:rsidRDefault="00D43590" w:rsidP="00D43590">
      <w:r>
        <w:t>232.6234</w:t>
      </w:r>
      <w:r>
        <w:tab/>
        <w:t>1.013e0</w:t>
      </w:r>
    </w:p>
    <w:p w:rsidR="00D43590" w:rsidRDefault="00D43590" w:rsidP="00D43590">
      <w:r>
        <w:t>232.7413</w:t>
      </w:r>
      <w:r>
        <w:tab/>
        <w:t>1.013e0</w:t>
      </w:r>
    </w:p>
    <w:p w:rsidR="00D43590" w:rsidRDefault="00D43590" w:rsidP="00D43590">
      <w:r>
        <w:t>233.0437</w:t>
      </w:r>
      <w:r>
        <w:tab/>
        <w:t>1.013e0</w:t>
      </w:r>
    </w:p>
    <w:p w:rsidR="00D43590" w:rsidRDefault="00D43590" w:rsidP="00D43590">
      <w:r>
        <w:t>233.0767</w:t>
      </w:r>
      <w:r>
        <w:tab/>
        <w:t>1.013e0</w:t>
      </w:r>
    </w:p>
    <w:p w:rsidR="00D43590" w:rsidRDefault="00D43590" w:rsidP="00D43590">
      <w:r>
        <w:t>233.2388</w:t>
      </w:r>
      <w:r>
        <w:tab/>
        <w:t>1.013e0</w:t>
      </w:r>
    </w:p>
    <w:p w:rsidR="00D43590" w:rsidRDefault="00D43590" w:rsidP="00D43590">
      <w:r>
        <w:t>233.2980</w:t>
      </w:r>
      <w:r>
        <w:tab/>
        <w:t>2.025e0</w:t>
      </w:r>
    </w:p>
    <w:p w:rsidR="00D43590" w:rsidRDefault="00D43590" w:rsidP="00D43590">
      <w:r>
        <w:t>233.4478</w:t>
      </w:r>
      <w:r>
        <w:tab/>
        <w:t>2.025e0</w:t>
      </w:r>
    </w:p>
    <w:p w:rsidR="00D43590" w:rsidRDefault="00D43590" w:rsidP="00D43590">
      <w:r>
        <w:t>233.5556</w:t>
      </w:r>
      <w:r>
        <w:tab/>
        <w:t>1.013e0</w:t>
      </w:r>
    </w:p>
    <w:p w:rsidR="00D43590" w:rsidRDefault="00D43590" w:rsidP="00D43590">
      <w:r>
        <w:t>233.6168</w:t>
      </w:r>
      <w:r>
        <w:tab/>
        <w:t>1.013e0</w:t>
      </w:r>
    </w:p>
    <w:p w:rsidR="00D43590" w:rsidRDefault="00D43590" w:rsidP="00D43590">
      <w:r>
        <w:t>233.6810</w:t>
      </w:r>
      <w:r>
        <w:tab/>
        <w:t>1.013e0</w:t>
      </w:r>
    </w:p>
    <w:p w:rsidR="00D43590" w:rsidRDefault="00D43590" w:rsidP="00D43590">
      <w:r>
        <w:t>233.7584</w:t>
      </w:r>
      <w:r>
        <w:tab/>
        <w:t>1.013e0</w:t>
      </w:r>
    </w:p>
    <w:p w:rsidR="00D43590" w:rsidRDefault="00D43590" w:rsidP="00D43590">
      <w:r>
        <w:t>233.8432</w:t>
      </w:r>
      <w:r>
        <w:tab/>
        <w:t>1.013e0</w:t>
      </w:r>
    </w:p>
    <w:p w:rsidR="00D43590" w:rsidRDefault="00D43590" w:rsidP="00D43590">
      <w:r>
        <w:t>233.9168</w:t>
      </w:r>
      <w:r>
        <w:tab/>
        <w:t>1.013e0</w:t>
      </w:r>
    </w:p>
    <w:p w:rsidR="00D43590" w:rsidRDefault="00D43590" w:rsidP="00D43590">
      <w:r>
        <w:t>234.0145</w:t>
      </w:r>
      <w:r>
        <w:tab/>
        <w:t>2.025e0</w:t>
      </w:r>
    </w:p>
    <w:p w:rsidR="00D43590" w:rsidRDefault="00D43590" w:rsidP="00D43590">
      <w:r>
        <w:lastRenderedPageBreak/>
        <w:t>234.0556</w:t>
      </w:r>
      <w:r>
        <w:tab/>
        <w:t>1.013e0</w:t>
      </w:r>
    </w:p>
    <w:p w:rsidR="00D43590" w:rsidRDefault="00D43590" w:rsidP="00D43590">
      <w:r>
        <w:t>234.1044</w:t>
      </w:r>
      <w:r>
        <w:tab/>
        <w:t>2.075e0</w:t>
      </w:r>
    </w:p>
    <w:p w:rsidR="00D43590" w:rsidRDefault="00D43590" w:rsidP="00D43590">
      <w:r>
        <w:t>234.1488</w:t>
      </w:r>
      <w:r>
        <w:tab/>
        <w:t>3.038e0</w:t>
      </w:r>
    </w:p>
    <w:p w:rsidR="00D43590" w:rsidRDefault="00D43590" w:rsidP="00D43590">
      <w:r>
        <w:t>234.1710</w:t>
      </w:r>
      <w:r>
        <w:tab/>
        <w:t>2.025e0</w:t>
      </w:r>
    </w:p>
    <w:p w:rsidR="00D43590" w:rsidRDefault="00D43590" w:rsidP="00D43590">
      <w:r>
        <w:t>234.2261</w:t>
      </w:r>
      <w:r>
        <w:tab/>
        <w:t>1.013e0</w:t>
      </w:r>
    </w:p>
    <w:p w:rsidR="00D43590" w:rsidRDefault="00D43590" w:rsidP="00D43590">
      <w:r>
        <w:t>234.2956</w:t>
      </w:r>
      <w:r>
        <w:tab/>
        <w:t>1.013e0</w:t>
      </w:r>
    </w:p>
    <w:p w:rsidR="00D43590" w:rsidRDefault="00D43590" w:rsidP="00D43590">
      <w:r>
        <w:t>234.3636</w:t>
      </w:r>
      <w:r>
        <w:tab/>
        <w:t>1.013e0</w:t>
      </w:r>
    </w:p>
    <w:p w:rsidR="00D43590" w:rsidRDefault="00D43590" w:rsidP="00D43590">
      <w:r>
        <w:t>234.5731</w:t>
      </w:r>
      <w:r>
        <w:tab/>
        <w:t>2.025e0</w:t>
      </w:r>
    </w:p>
    <w:p w:rsidR="00D43590" w:rsidRDefault="00D43590" w:rsidP="00D43590">
      <w:r>
        <w:t>234.6575</w:t>
      </w:r>
      <w:r>
        <w:tab/>
        <w:t>2.025e0</w:t>
      </w:r>
    </w:p>
    <w:p w:rsidR="00D43590" w:rsidRDefault="00D43590" w:rsidP="00D43590">
      <w:r>
        <w:t>234.8567</w:t>
      </w:r>
      <w:r>
        <w:tab/>
        <w:t>1.013e0</w:t>
      </w:r>
    </w:p>
    <w:p w:rsidR="00D43590" w:rsidRDefault="00D43590" w:rsidP="00D43590">
      <w:r>
        <w:t>234.8899</w:t>
      </w:r>
      <w:r>
        <w:tab/>
        <w:t>1.013e0</w:t>
      </w:r>
    </w:p>
    <w:p w:rsidR="00D43590" w:rsidRDefault="00D43590" w:rsidP="00D43590">
      <w:r>
        <w:t>235.0192</w:t>
      </w:r>
      <w:r>
        <w:tab/>
        <w:t>1.013e0</w:t>
      </w:r>
    </w:p>
    <w:p w:rsidR="00D43590" w:rsidRDefault="00D43590" w:rsidP="00D43590">
      <w:r>
        <w:t>235.0807</w:t>
      </w:r>
      <w:r>
        <w:tab/>
        <w:t>1.013e0</w:t>
      </w:r>
    </w:p>
    <w:p w:rsidR="00D43590" w:rsidRDefault="00D43590" w:rsidP="00D43590">
      <w:r>
        <w:t>235.1374</w:t>
      </w:r>
      <w:r>
        <w:tab/>
        <w:t>1.013e0</w:t>
      </w:r>
    </w:p>
    <w:p w:rsidR="00D43590" w:rsidRDefault="00D43590" w:rsidP="00D43590">
      <w:r>
        <w:t>235.1989</w:t>
      </w:r>
      <w:r>
        <w:tab/>
        <w:t>1.013e0</w:t>
      </w:r>
    </w:p>
    <w:p w:rsidR="00D43590" w:rsidRDefault="00D43590" w:rsidP="00D43590">
      <w:r>
        <w:t>235.2441</w:t>
      </w:r>
      <w:r>
        <w:tab/>
        <w:t>1.013e0</w:t>
      </w:r>
    </w:p>
    <w:p w:rsidR="00D43590" w:rsidRDefault="00D43590" w:rsidP="00D43590">
      <w:r>
        <w:t>235.4510</w:t>
      </w:r>
      <w:r>
        <w:tab/>
        <w:t>1.013e0</w:t>
      </w:r>
    </w:p>
    <w:p w:rsidR="00D43590" w:rsidRDefault="00D43590" w:rsidP="00D43590">
      <w:r>
        <w:t>235.6911</w:t>
      </w:r>
      <w:r>
        <w:tab/>
        <w:t>1.013e0</w:t>
      </w:r>
    </w:p>
    <w:p w:rsidR="00D43590" w:rsidRDefault="00D43590" w:rsidP="00D43590">
      <w:r>
        <w:t>235.7903</w:t>
      </w:r>
      <w:r>
        <w:tab/>
        <w:t>1.013e0</w:t>
      </w:r>
    </w:p>
    <w:p w:rsidR="00D43590" w:rsidRDefault="00D43590" w:rsidP="00D43590">
      <w:r>
        <w:lastRenderedPageBreak/>
        <w:t>236.0266</w:t>
      </w:r>
      <w:r>
        <w:tab/>
        <w:t>1.013e0</w:t>
      </w:r>
    </w:p>
    <w:p w:rsidR="00D43590" w:rsidRDefault="00D43590" w:rsidP="00D43590">
      <w:r>
        <w:t>236.1792</w:t>
      </w:r>
      <w:r>
        <w:tab/>
        <w:t>2.025e0</w:t>
      </w:r>
    </w:p>
    <w:p w:rsidR="00D43590" w:rsidRDefault="00D43590" w:rsidP="00D43590">
      <w:r>
        <w:t>236.2262</w:t>
      </w:r>
      <w:r>
        <w:tab/>
        <w:t>1.013e0</w:t>
      </w:r>
    </w:p>
    <w:p w:rsidR="00D43590" w:rsidRDefault="00D43590" w:rsidP="00D43590">
      <w:r>
        <w:t>236.4144</w:t>
      </w:r>
      <w:r>
        <w:tab/>
        <w:t>1.013e0</w:t>
      </w:r>
    </w:p>
    <w:p w:rsidR="00D43590" w:rsidRDefault="00D43590" w:rsidP="00D43590">
      <w:r>
        <w:t>236.4431</w:t>
      </w:r>
      <w:r>
        <w:tab/>
        <w:t>1.013e0</w:t>
      </w:r>
    </w:p>
    <w:p w:rsidR="00D43590" w:rsidRDefault="00D43590" w:rsidP="00D43590">
      <w:r>
        <w:t>236.5034</w:t>
      </w:r>
      <w:r>
        <w:tab/>
        <w:t>1.013e0</w:t>
      </w:r>
    </w:p>
    <w:p w:rsidR="00D43590" w:rsidRDefault="00D43590" w:rsidP="00D43590">
      <w:r>
        <w:t>236.5423</w:t>
      </w:r>
      <w:r>
        <w:tab/>
        <w:t>2.736e0</w:t>
      </w:r>
    </w:p>
    <w:p w:rsidR="00D43590" w:rsidRDefault="00D43590" w:rsidP="00D43590">
      <w:r>
        <w:t>236.5772</w:t>
      </w:r>
      <w:r>
        <w:tab/>
        <w:t>1.013e0</w:t>
      </w:r>
    </w:p>
    <w:p w:rsidR="00D43590" w:rsidRDefault="00D43590" w:rsidP="00D43590">
      <w:r>
        <w:t>236.8062</w:t>
      </w:r>
      <w:r>
        <w:tab/>
        <w:t>1.013e0</w:t>
      </w:r>
    </w:p>
    <w:p w:rsidR="00D43590" w:rsidRDefault="00D43590" w:rsidP="00D43590">
      <w:r>
        <w:t>236.8270</w:t>
      </w:r>
      <w:r>
        <w:tab/>
        <w:t>1.013e0</w:t>
      </w:r>
    </w:p>
    <w:p w:rsidR="00D43590" w:rsidRDefault="00D43590" w:rsidP="00D43590">
      <w:r>
        <w:t>236.8800</w:t>
      </w:r>
      <w:r>
        <w:tab/>
        <w:t>1.013e0</w:t>
      </w:r>
    </w:p>
    <w:p w:rsidR="00D43590" w:rsidRDefault="00D43590" w:rsidP="00D43590">
      <w:r>
        <w:t>236.9197</w:t>
      </w:r>
      <w:r>
        <w:tab/>
        <w:t>4.051e0</w:t>
      </w:r>
    </w:p>
    <w:p w:rsidR="00D43590" w:rsidRDefault="00D43590" w:rsidP="00D43590">
      <w:r>
        <w:t>236.9477</w:t>
      </w:r>
      <w:r>
        <w:tab/>
        <w:t>2.025e0</w:t>
      </w:r>
    </w:p>
    <w:p w:rsidR="00D43590" w:rsidRDefault="00D43590" w:rsidP="00D43590">
      <w:r>
        <w:t>236.9984</w:t>
      </w:r>
      <w:r>
        <w:tab/>
        <w:t>1.013e0</w:t>
      </w:r>
    </w:p>
    <w:p w:rsidR="00D43590" w:rsidRDefault="00D43590" w:rsidP="00D43590">
      <w:r>
        <w:t>237.0475</w:t>
      </w:r>
      <w:r>
        <w:tab/>
        <w:t>3.038e0</w:t>
      </w:r>
    </w:p>
    <w:p w:rsidR="00D43590" w:rsidRDefault="00D43590" w:rsidP="00D43590">
      <w:r>
        <w:t>237.1253</w:t>
      </w:r>
      <w:r>
        <w:tab/>
        <w:t>2.025e0</w:t>
      </w:r>
    </w:p>
    <w:p w:rsidR="00D43590" w:rsidRDefault="00D43590" w:rsidP="00D43590">
      <w:r>
        <w:t>237.1830</w:t>
      </w:r>
      <w:r>
        <w:tab/>
        <w:t>2.025e0</w:t>
      </w:r>
    </w:p>
    <w:p w:rsidR="00D43590" w:rsidRDefault="00D43590" w:rsidP="00D43590">
      <w:r>
        <w:t>237.2369</w:t>
      </w:r>
      <w:r>
        <w:tab/>
        <w:t>3.038e0</w:t>
      </w:r>
    </w:p>
    <w:p w:rsidR="00D43590" w:rsidRDefault="00D43590" w:rsidP="00D43590">
      <w:r>
        <w:t>237.2720</w:t>
      </w:r>
      <w:r>
        <w:tab/>
        <w:t>1.013e0</w:t>
      </w:r>
    </w:p>
    <w:p w:rsidR="00D43590" w:rsidRDefault="00D43590" w:rsidP="00D43590">
      <w:r>
        <w:lastRenderedPageBreak/>
        <w:t>237.3092</w:t>
      </w:r>
      <w:r>
        <w:tab/>
        <w:t>4.051e0</w:t>
      </w:r>
    </w:p>
    <w:p w:rsidR="00D43590" w:rsidRDefault="00D43590" w:rsidP="00D43590">
      <w:r>
        <w:t>237.7044</w:t>
      </w:r>
      <w:r>
        <w:tab/>
        <w:t>2.025e0</w:t>
      </w:r>
    </w:p>
    <w:p w:rsidR="00D43590" w:rsidRDefault="00D43590" w:rsidP="00D43590">
      <w:r>
        <w:t>237.7674</w:t>
      </w:r>
      <w:r>
        <w:tab/>
        <w:t>1.013e0</w:t>
      </w:r>
    </w:p>
    <w:p w:rsidR="00D43590" w:rsidRDefault="00D43590" w:rsidP="00D43590">
      <w:r>
        <w:t>237.7929</w:t>
      </w:r>
      <w:r>
        <w:tab/>
        <w:t>1.013e0</w:t>
      </w:r>
    </w:p>
    <w:p w:rsidR="00D43590" w:rsidRDefault="00D43590" w:rsidP="00D43590">
      <w:r>
        <w:t>237.8374</w:t>
      </w:r>
      <w:r>
        <w:tab/>
        <w:t>1.013e0</w:t>
      </w:r>
    </w:p>
    <w:p w:rsidR="00D43590" w:rsidRDefault="00D43590" w:rsidP="00D43590">
      <w:r>
        <w:t>237.8701</w:t>
      </w:r>
      <w:r>
        <w:tab/>
        <w:t>2.025e0</w:t>
      </w:r>
    </w:p>
    <w:p w:rsidR="00D43590" w:rsidRDefault="00D43590" w:rsidP="00D43590">
      <w:r>
        <w:t>237.9289</w:t>
      </w:r>
      <w:r>
        <w:tab/>
        <w:t>3.038e0</w:t>
      </w:r>
    </w:p>
    <w:p w:rsidR="00D43590" w:rsidRDefault="00D43590" w:rsidP="00D43590">
      <w:r>
        <w:t>237.9560</w:t>
      </w:r>
      <w:r>
        <w:tab/>
        <w:t>1.013e0</w:t>
      </w:r>
    </w:p>
    <w:p w:rsidR="00D43590" w:rsidRDefault="00D43590" w:rsidP="00D43590">
      <w:r>
        <w:t>238.0743</w:t>
      </w:r>
      <w:r>
        <w:tab/>
        <w:t>1.013e0</w:t>
      </w:r>
    </w:p>
    <w:p w:rsidR="00D43590" w:rsidRDefault="00D43590" w:rsidP="00D43590">
      <w:r>
        <w:t>238.1200</w:t>
      </w:r>
      <w:r>
        <w:tab/>
        <w:t>1.013e0</w:t>
      </w:r>
    </w:p>
    <w:p w:rsidR="00D43590" w:rsidRDefault="00D43590" w:rsidP="00D43590">
      <w:r>
        <w:t>238.1721</w:t>
      </w:r>
      <w:r>
        <w:tab/>
        <w:t>2.025e0</w:t>
      </w:r>
    </w:p>
    <w:p w:rsidR="00D43590" w:rsidRDefault="00D43590" w:rsidP="00D43590">
      <w:r>
        <w:t>238.2671</w:t>
      </w:r>
      <w:r>
        <w:tab/>
        <w:t>1.013e0</w:t>
      </w:r>
    </w:p>
    <w:p w:rsidR="00D43590" w:rsidRDefault="00D43590" w:rsidP="00D43590">
      <w:r>
        <w:t>238.3000</w:t>
      </w:r>
      <w:r>
        <w:tab/>
        <w:t>1.013e0</w:t>
      </w:r>
    </w:p>
    <w:p w:rsidR="00D43590" w:rsidRDefault="00D43590" w:rsidP="00D43590">
      <w:r>
        <w:t>238.3499</w:t>
      </w:r>
      <w:r>
        <w:tab/>
        <w:t>1.013e0</w:t>
      </w:r>
    </w:p>
    <w:p w:rsidR="00D43590" w:rsidRDefault="00D43590" w:rsidP="00D43590">
      <w:r>
        <w:t>238.6328</w:t>
      </w:r>
      <w:r>
        <w:tab/>
        <w:t>1.013e0</w:t>
      </w:r>
    </w:p>
    <w:p w:rsidR="00D43590" w:rsidRDefault="00D43590" w:rsidP="00D43590">
      <w:r>
        <w:t>238.7106</w:t>
      </w:r>
      <w:r>
        <w:tab/>
        <w:t>1.013e0</w:t>
      </w:r>
    </w:p>
    <w:p w:rsidR="00D43590" w:rsidRDefault="00D43590" w:rsidP="00D43590">
      <w:r>
        <w:t>238.7807</w:t>
      </w:r>
      <w:r>
        <w:tab/>
        <w:t>1.013e0</w:t>
      </w:r>
    </w:p>
    <w:p w:rsidR="00D43590" w:rsidRDefault="00D43590" w:rsidP="00D43590">
      <w:r>
        <w:t>238.9439</w:t>
      </w:r>
      <w:r>
        <w:tab/>
        <w:t>1.013e0</w:t>
      </w:r>
    </w:p>
    <w:p w:rsidR="00D43590" w:rsidRDefault="00D43590" w:rsidP="00D43590">
      <w:r>
        <w:t>238.9901</w:t>
      </w:r>
      <w:r>
        <w:tab/>
        <w:t>1.013e0</w:t>
      </w:r>
    </w:p>
    <w:p w:rsidR="00D43590" w:rsidRDefault="00D43590" w:rsidP="00D43590">
      <w:r>
        <w:lastRenderedPageBreak/>
        <w:t>239.0592</w:t>
      </w:r>
      <w:r>
        <w:tab/>
        <w:t>1.013e0</w:t>
      </w:r>
    </w:p>
    <w:p w:rsidR="00D43590" w:rsidRDefault="00D43590" w:rsidP="00D43590">
      <w:r>
        <w:t>239.0844</w:t>
      </w:r>
      <w:r>
        <w:tab/>
        <w:t>1.013e0</w:t>
      </w:r>
    </w:p>
    <w:p w:rsidR="00D43590" w:rsidRDefault="00D43590" w:rsidP="00D43590">
      <w:r>
        <w:t>239.1721</w:t>
      </w:r>
      <w:r>
        <w:tab/>
        <w:t>3.038e0</w:t>
      </w:r>
    </w:p>
    <w:p w:rsidR="00D43590" w:rsidRDefault="00D43590" w:rsidP="00D43590">
      <w:r>
        <w:t>239.3918</w:t>
      </w:r>
      <w:r>
        <w:tab/>
        <w:t>1.013e0</w:t>
      </w:r>
    </w:p>
    <w:p w:rsidR="00D43590" w:rsidRDefault="00D43590" w:rsidP="00D43590">
      <w:r>
        <w:t>239.4174</w:t>
      </w:r>
      <w:r>
        <w:tab/>
        <w:t>1.013e0</w:t>
      </w:r>
    </w:p>
    <w:p w:rsidR="00D43590" w:rsidRDefault="00D43590" w:rsidP="00D43590">
      <w:r>
        <w:t>239.5162</w:t>
      </w:r>
      <w:r>
        <w:tab/>
        <w:t>1.013e0</w:t>
      </w:r>
    </w:p>
    <w:p w:rsidR="00D43590" w:rsidRDefault="00D43590" w:rsidP="00D43590">
      <w:r>
        <w:t>239.6415</w:t>
      </w:r>
      <w:r>
        <w:tab/>
        <w:t>3.038e0</w:t>
      </w:r>
    </w:p>
    <w:p w:rsidR="00D43590" w:rsidRDefault="00D43590" w:rsidP="00D43590">
      <w:r>
        <w:t>239.7056</w:t>
      </w:r>
      <w:r>
        <w:tab/>
        <w:t>1.013e0</w:t>
      </w:r>
    </w:p>
    <w:p w:rsidR="00D43590" w:rsidRDefault="00D43590" w:rsidP="00D43590">
      <w:r>
        <w:t>239.7545</w:t>
      </w:r>
      <w:r>
        <w:tab/>
        <w:t>1.013e0</w:t>
      </w:r>
    </w:p>
    <w:p w:rsidR="00D43590" w:rsidRDefault="00D43590" w:rsidP="00D43590">
      <w:r>
        <w:t>239.8362</w:t>
      </w:r>
      <w:r>
        <w:tab/>
        <w:t>1.013e0</w:t>
      </w:r>
    </w:p>
    <w:p w:rsidR="00D43590" w:rsidRDefault="00D43590" w:rsidP="00D43590">
      <w:r>
        <w:t>239.8656</w:t>
      </w:r>
      <w:r>
        <w:tab/>
        <w:t>1.013e0</w:t>
      </w:r>
    </w:p>
    <w:p w:rsidR="00D43590" w:rsidRDefault="00D43590" w:rsidP="00D43590">
      <w:r>
        <w:t>239.8860</w:t>
      </w:r>
      <w:r>
        <w:tab/>
        <w:t>1.013e0</w:t>
      </w:r>
    </w:p>
    <w:p w:rsidR="00D43590" w:rsidRDefault="00D43590" w:rsidP="00D43590">
      <w:r>
        <w:t>239.9529</w:t>
      </w:r>
      <w:r>
        <w:tab/>
        <w:t>2.025e0</w:t>
      </w:r>
    </w:p>
    <w:p w:rsidR="00D43590" w:rsidRDefault="00D43590" w:rsidP="00D43590">
      <w:r>
        <w:t>240.0381</w:t>
      </w:r>
      <w:r>
        <w:tab/>
        <w:t>2.025e0</w:t>
      </w:r>
    </w:p>
    <w:p w:rsidR="00D43590" w:rsidRDefault="00D43590" w:rsidP="00D43590">
      <w:r>
        <w:t>240.1912</w:t>
      </w:r>
      <w:r>
        <w:tab/>
        <w:t>3.038e0</w:t>
      </w:r>
    </w:p>
    <w:p w:rsidR="00D43590" w:rsidRDefault="00D43590" w:rsidP="00D43590">
      <w:r>
        <w:t>240.3140</w:t>
      </w:r>
      <w:r>
        <w:tab/>
        <w:t>2.025e0</w:t>
      </w:r>
    </w:p>
    <w:p w:rsidR="00D43590" w:rsidRDefault="00D43590" w:rsidP="00D43590">
      <w:r>
        <w:t>240.3920</w:t>
      </w:r>
      <w:r>
        <w:tab/>
        <w:t>1.013e0</w:t>
      </w:r>
    </w:p>
    <w:p w:rsidR="00D43590" w:rsidRDefault="00D43590" w:rsidP="00D43590">
      <w:r>
        <w:t>240.4213</w:t>
      </w:r>
      <w:r>
        <w:tab/>
        <w:t>2.025e0</w:t>
      </w:r>
    </w:p>
    <w:p w:rsidR="00D43590" w:rsidRDefault="00D43590" w:rsidP="00D43590">
      <w:r>
        <w:t>240.4993</w:t>
      </w:r>
      <w:r>
        <w:tab/>
        <w:t>1.013e0</w:t>
      </w:r>
    </w:p>
    <w:p w:rsidR="00D43590" w:rsidRDefault="00D43590" w:rsidP="00D43590">
      <w:r>
        <w:lastRenderedPageBreak/>
        <w:t>240.6008</w:t>
      </w:r>
      <w:r>
        <w:tab/>
        <w:t>2.025e0</w:t>
      </w:r>
    </w:p>
    <w:p w:rsidR="00D43590" w:rsidRDefault="00D43590" w:rsidP="00D43590">
      <w:r>
        <w:t>240.6770</w:t>
      </w:r>
      <w:r>
        <w:tab/>
        <w:t>1.013e0</w:t>
      </w:r>
    </w:p>
    <w:p w:rsidR="00D43590" w:rsidRDefault="00D43590" w:rsidP="00D43590">
      <w:r>
        <w:t>240.7756</w:t>
      </w:r>
      <w:r>
        <w:tab/>
        <w:t>1.013e0</w:t>
      </w:r>
    </w:p>
    <w:p w:rsidR="00D43590" w:rsidRDefault="00D43590" w:rsidP="00D43590">
      <w:r>
        <w:t>240.8994</w:t>
      </w:r>
      <w:r>
        <w:tab/>
        <w:t>1.013e0</w:t>
      </w:r>
    </w:p>
    <w:p w:rsidR="00D43590" w:rsidRDefault="00D43590" w:rsidP="00D43590">
      <w:r>
        <w:t>240.9736</w:t>
      </w:r>
      <w:r>
        <w:tab/>
        <w:t>1.013e0</w:t>
      </w:r>
    </w:p>
    <w:p w:rsidR="00D43590" w:rsidRDefault="00D43590" w:rsidP="00D43590">
      <w:r>
        <w:t>241.0146</w:t>
      </w:r>
      <w:r>
        <w:tab/>
        <w:t>2.025e0</w:t>
      </w:r>
    </w:p>
    <w:p w:rsidR="00D43590" w:rsidRDefault="00D43590" w:rsidP="00D43590">
      <w:r>
        <w:t>241.0440</w:t>
      </w:r>
      <w:r>
        <w:tab/>
        <w:t>1.013e0</w:t>
      </w:r>
    </w:p>
    <w:p w:rsidR="00D43590" w:rsidRDefault="00D43590" w:rsidP="00D43590">
      <w:r>
        <w:t>241.1088</w:t>
      </w:r>
      <w:r>
        <w:tab/>
        <w:t>2.025e0</w:t>
      </w:r>
    </w:p>
    <w:p w:rsidR="00D43590" w:rsidRDefault="00D43590" w:rsidP="00D43590">
      <w:r>
        <w:t>241.1695</w:t>
      </w:r>
      <w:r>
        <w:tab/>
        <w:t>2.025e0</w:t>
      </w:r>
    </w:p>
    <w:p w:rsidR="00D43590" w:rsidRDefault="00D43590" w:rsidP="00D43590">
      <w:r>
        <w:t>241.2214</w:t>
      </w:r>
      <w:r>
        <w:tab/>
        <w:t>2.025e0</w:t>
      </w:r>
    </w:p>
    <w:p w:rsidR="00D43590" w:rsidRDefault="00D43590" w:rsidP="00D43590">
      <w:r>
        <w:t>241.3226</w:t>
      </w:r>
      <w:r>
        <w:tab/>
        <w:t>2.025e0</w:t>
      </w:r>
    </w:p>
    <w:p w:rsidR="00D43590" w:rsidRDefault="00D43590" w:rsidP="00D43590">
      <w:r>
        <w:t>241.3981</w:t>
      </w:r>
      <w:r>
        <w:tab/>
        <w:t>1.013e0</w:t>
      </w:r>
    </w:p>
    <w:p w:rsidR="00D43590" w:rsidRDefault="00D43590" w:rsidP="00D43590">
      <w:r>
        <w:t>241.4521</w:t>
      </w:r>
      <w:r>
        <w:tab/>
        <w:t>2.025e0</w:t>
      </w:r>
    </w:p>
    <w:p w:rsidR="00D43590" w:rsidRDefault="00D43590" w:rsidP="00D43590">
      <w:r>
        <w:t>241.4873</w:t>
      </w:r>
      <w:r>
        <w:tab/>
        <w:t>2.025e0</w:t>
      </w:r>
    </w:p>
    <w:p w:rsidR="00D43590" w:rsidRDefault="00D43590" w:rsidP="00D43590">
      <w:r>
        <w:t>241.5263</w:t>
      </w:r>
      <w:r>
        <w:tab/>
        <w:t>1.013e0</w:t>
      </w:r>
    </w:p>
    <w:p w:rsidR="00D43590" w:rsidRDefault="00D43590" w:rsidP="00D43590">
      <w:r>
        <w:t>241.5595</w:t>
      </w:r>
      <w:r>
        <w:tab/>
        <w:t>1.013e0</w:t>
      </w:r>
    </w:p>
    <w:p w:rsidR="00D43590" w:rsidRDefault="00D43590" w:rsidP="00D43590">
      <w:r>
        <w:t>241.5929</w:t>
      </w:r>
      <w:r>
        <w:tab/>
        <w:t>1.013e0</w:t>
      </w:r>
    </w:p>
    <w:p w:rsidR="00D43590" w:rsidRDefault="00D43590" w:rsidP="00D43590">
      <w:r>
        <w:t>241.6122</w:t>
      </w:r>
      <w:r>
        <w:tab/>
        <w:t>1.013e0</w:t>
      </w:r>
    </w:p>
    <w:p w:rsidR="00D43590" w:rsidRDefault="00D43590" w:rsidP="00D43590">
      <w:r>
        <w:t>241.6914</w:t>
      </w:r>
      <w:r>
        <w:tab/>
        <w:t>2.025e0</w:t>
      </w:r>
    </w:p>
    <w:p w:rsidR="00D43590" w:rsidRDefault="00D43590" w:rsidP="00D43590">
      <w:r>
        <w:lastRenderedPageBreak/>
        <w:t>241.7194</w:t>
      </w:r>
      <w:r>
        <w:tab/>
        <w:t>1.013e0</w:t>
      </w:r>
    </w:p>
    <w:p w:rsidR="00D43590" w:rsidRDefault="00D43590" w:rsidP="00D43590">
      <w:r>
        <w:t>241.8118</w:t>
      </w:r>
      <w:r>
        <w:tab/>
        <w:t>1.013e0</w:t>
      </w:r>
    </w:p>
    <w:p w:rsidR="00D43590" w:rsidRDefault="00D43590" w:rsidP="00D43590">
      <w:r>
        <w:t>241.8898</w:t>
      </w:r>
      <w:r>
        <w:tab/>
        <w:t>1.013e0</w:t>
      </w:r>
    </w:p>
    <w:p w:rsidR="00D43590" w:rsidRDefault="00D43590" w:rsidP="00D43590">
      <w:r>
        <w:t>241.9149</w:t>
      </w:r>
      <w:r>
        <w:tab/>
        <w:t>1.013e0</w:t>
      </w:r>
    </w:p>
    <w:p w:rsidR="00D43590" w:rsidRDefault="00D43590" w:rsidP="00D43590">
      <w:r>
        <w:t>241.9383</w:t>
      </w:r>
      <w:r>
        <w:tab/>
        <w:t>1.013e0</w:t>
      </w:r>
    </w:p>
    <w:p w:rsidR="00D43590" w:rsidRDefault="00D43590" w:rsidP="00D43590">
      <w:r>
        <w:t>241.9897</w:t>
      </w:r>
      <w:r>
        <w:tab/>
        <w:t>3.038e0</w:t>
      </w:r>
    </w:p>
    <w:p w:rsidR="00D43590" w:rsidRDefault="00D43590" w:rsidP="00D43590">
      <w:r>
        <w:t>242.0278</w:t>
      </w:r>
      <w:r>
        <w:tab/>
        <w:t>3.038e0</w:t>
      </w:r>
    </w:p>
    <w:p w:rsidR="00D43590" w:rsidRDefault="00D43590" w:rsidP="00D43590">
      <w:r>
        <w:t>242.1107</w:t>
      </w:r>
      <w:r>
        <w:tab/>
        <w:t>2.025e0</w:t>
      </w:r>
    </w:p>
    <w:p w:rsidR="00D43590" w:rsidRDefault="00D43590" w:rsidP="00D43590">
      <w:r>
        <w:t>242.1869</w:t>
      </w:r>
      <w:r>
        <w:tab/>
        <w:t>1.013e0</w:t>
      </w:r>
    </w:p>
    <w:p w:rsidR="00D43590" w:rsidRDefault="00D43590" w:rsidP="00D43590">
      <w:r>
        <w:t>242.2891</w:t>
      </w:r>
      <w:r>
        <w:tab/>
        <w:t>5.063e0</w:t>
      </w:r>
    </w:p>
    <w:p w:rsidR="00D43590" w:rsidRDefault="00D43590" w:rsidP="00D43590">
      <w:r>
        <w:t>242.6802</w:t>
      </w:r>
      <w:r>
        <w:tab/>
        <w:t>1.013e0</w:t>
      </w:r>
    </w:p>
    <w:p w:rsidR="00D43590" w:rsidRDefault="00D43590" w:rsidP="00D43590">
      <w:r>
        <w:t>242.7212</w:t>
      </w:r>
      <w:r>
        <w:tab/>
        <w:t>2.025e0</w:t>
      </w:r>
    </w:p>
    <w:p w:rsidR="00D43590" w:rsidRDefault="00D43590" w:rsidP="00D43590">
      <w:r>
        <w:t>242.9232</w:t>
      </w:r>
      <w:r>
        <w:tab/>
        <w:t>1.013e0</w:t>
      </w:r>
    </w:p>
    <w:p w:rsidR="00D43590" w:rsidRDefault="00D43590" w:rsidP="00D43590">
      <w:r>
        <w:t>242.9940</w:t>
      </w:r>
      <w:r>
        <w:tab/>
        <w:t>3.038e0</w:t>
      </w:r>
    </w:p>
    <w:p w:rsidR="00D43590" w:rsidRDefault="00D43590" w:rsidP="00D43590">
      <w:r>
        <w:t>243.0891</w:t>
      </w:r>
      <w:r>
        <w:tab/>
        <w:t>1.013e0</w:t>
      </w:r>
    </w:p>
    <w:p w:rsidR="00D43590" w:rsidRDefault="00D43590" w:rsidP="00D43590">
      <w:r>
        <w:t>243.1635</w:t>
      </w:r>
      <w:r>
        <w:tab/>
        <w:t>2.025e0</w:t>
      </w:r>
    </w:p>
    <w:p w:rsidR="00D43590" w:rsidRDefault="00D43590" w:rsidP="00D43590">
      <w:r>
        <w:t>243.2226</w:t>
      </w:r>
      <w:r>
        <w:tab/>
        <w:t>1.013e0</w:t>
      </w:r>
    </w:p>
    <w:p w:rsidR="00D43590" w:rsidRDefault="00D43590" w:rsidP="00D43590">
      <w:r>
        <w:t>243.2508</w:t>
      </w:r>
      <w:r>
        <w:tab/>
        <w:t>1.013e0</w:t>
      </w:r>
    </w:p>
    <w:p w:rsidR="00D43590" w:rsidRDefault="00D43590" w:rsidP="00D43590">
      <w:r>
        <w:t>243.2849</w:t>
      </w:r>
      <w:r>
        <w:tab/>
        <w:t>3.038e0</w:t>
      </w:r>
    </w:p>
    <w:p w:rsidR="00D43590" w:rsidRDefault="00D43590" w:rsidP="00D43590">
      <w:r>
        <w:lastRenderedPageBreak/>
        <w:t>243.3548</w:t>
      </w:r>
      <w:r>
        <w:tab/>
        <w:t>2.025e0</w:t>
      </w:r>
    </w:p>
    <w:p w:rsidR="00D43590" w:rsidRDefault="00D43590" w:rsidP="00D43590">
      <w:r>
        <w:t>243.4323</w:t>
      </w:r>
      <w:r>
        <w:tab/>
        <w:t>2.025e0</w:t>
      </w:r>
    </w:p>
    <w:p w:rsidR="00D43590" w:rsidRDefault="00D43590" w:rsidP="00D43590">
      <w:r>
        <w:t>243.4616</w:t>
      </w:r>
      <w:r>
        <w:tab/>
        <w:t>1.013e0</w:t>
      </w:r>
    </w:p>
    <w:p w:rsidR="00D43590" w:rsidRDefault="00D43590" w:rsidP="00D43590">
      <w:r>
        <w:t>243.5123</w:t>
      </w:r>
      <w:r>
        <w:tab/>
        <w:t>1.013e0</w:t>
      </w:r>
    </w:p>
    <w:p w:rsidR="00D43590" w:rsidRDefault="00D43590" w:rsidP="00D43590">
      <w:r>
        <w:t>243.5788</w:t>
      </w:r>
      <w:r>
        <w:tab/>
        <w:t>1.013e0</w:t>
      </w:r>
    </w:p>
    <w:p w:rsidR="00D43590" w:rsidRDefault="00D43590" w:rsidP="00D43590">
      <w:r>
        <w:t>243.6316</w:t>
      </w:r>
      <w:r>
        <w:tab/>
        <w:t>1.013e0</w:t>
      </w:r>
    </w:p>
    <w:p w:rsidR="00D43590" w:rsidRDefault="00D43590" w:rsidP="00D43590">
      <w:r>
        <w:t>243.6668</w:t>
      </w:r>
      <w:r>
        <w:tab/>
        <w:t>2.025e0</w:t>
      </w:r>
    </w:p>
    <w:p w:rsidR="00D43590" w:rsidRDefault="00D43590" w:rsidP="00D43590">
      <w:r>
        <w:t>243.9063</w:t>
      </w:r>
      <w:r>
        <w:tab/>
        <w:t>1.013e0</w:t>
      </w:r>
    </w:p>
    <w:p w:rsidR="00D43590" w:rsidRDefault="00D43590" w:rsidP="00D43590">
      <w:r>
        <w:t>243.9473</w:t>
      </w:r>
      <w:r>
        <w:tab/>
        <w:t>1.013e0</w:t>
      </w:r>
    </w:p>
    <w:p w:rsidR="00D43590" w:rsidRDefault="00D43590" w:rsidP="00D43590">
      <w:r>
        <w:t>244.0179</w:t>
      </w:r>
      <w:r>
        <w:tab/>
        <w:t>1.013e0</w:t>
      </w:r>
    </w:p>
    <w:p w:rsidR="00D43590" w:rsidRDefault="00D43590" w:rsidP="00D43590">
      <w:r>
        <w:t>244.0923</w:t>
      </w:r>
      <w:r>
        <w:tab/>
        <w:t>1.013e0</w:t>
      </w:r>
    </w:p>
    <w:p w:rsidR="00D43590" w:rsidRDefault="00D43590" w:rsidP="00D43590">
      <w:r>
        <w:t>244.1686</w:t>
      </w:r>
      <w:r>
        <w:tab/>
        <w:t>2.025e0</w:t>
      </w:r>
    </w:p>
    <w:p w:rsidR="00D43590" w:rsidRDefault="00D43590" w:rsidP="00D43590">
      <w:r>
        <w:t>244.2171</w:t>
      </w:r>
      <w:r>
        <w:tab/>
        <w:t>1.013e0</w:t>
      </w:r>
    </w:p>
    <w:p w:rsidR="00D43590" w:rsidRDefault="00D43590" w:rsidP="00D43590">
      <w:r>
        <w:t>244.2829</w:t>
      </w:r>
      <w:r>
        <w:tab/>
        <w:t>1.013e0</w:t>
      </w:r>
    </w:p>
    <w:p w:rsidR="00D43590" w:rsidRDefault="00D43590" w:rsidP="00D43590">
      <w:r>
        <w:t>244.3158</w:t>
      </w:r>
      <w:r>
        <w:tab/>
        <w:t>1.013e0</w:t>
      </w:r>
    </w:p>
    <w:p w:rsidR="00D43590" w:rsidRDefault="00D43590" w:rsidP="00D43590">
      <w:r>
        <w:t>244.4101</w:t>
      </w:r>
      <w:r>
        <w:tab/>
        <w:t>2.025e0</w:t>
      </w:r>
    </w:p>
    <w:p w:rsidR="00D43590" w:rsidRDefault="00D43590" w:rsidP="00D43590">
      <w:r>
        <w:t>244.6201</w:t>
      </w:r>
      <w:r>
        <w:tab/>
        <w:t>1.013e0</w:t>
      </w:r>
    </w:p>
    <w:p w:rsidR="00D43590" w:rsidRDefault="00D43590" w:rsidP="00D43590">
      <w:r>
        <w:t>244.6573</w:t>
      </w:r>
      <w:r>
        <w:tab/>
        <w:t>1.013e0</w:t>
      </w:r>
    </w:p>
    <w:p w:rsidR="00D43590" w:rsidRDefault="00D43590" w:rsidP="00D43590">
      <w:r>
        <w:t>244.8751</w:t>
      </w:r>
      <w:r>
        <w:tab/>
        <w:t>2.025e0</w:t>
      </w:r>
    </w:p>
    <w:p w:rsidR="00D43590" w:rsidRDefault="00D43590" w:rsidP="00D43590">
      <w:r>
        <w:lastRenderedPageBreak/>
        <w:t>244.9362</w:t>
      </w:r>
      <w:r>
        <w:tab/>
        <w:t>1.013e0</w:t>
      </w:r>
    </w:p>
    <w:p w:rsidR="00D43590" w:rsidRDefault="00D43590" w:rsidP="00D43590">
      <w:r>
        <w:t>244.9734</w:t>
      </w:r>
      <w:r>
        <w:tab/>
        <w:t>1.013e0</w:t>
      </w:r>
    </w:p>
    <w:p w:rsidR="00D43590" w:rsidRDefault="00D43590" w:rsidP="00D43590">
      <w:r>
        <w:t>245.0209</w:t>
      </w:r>
      <w:r>
        <w:tab/>
        <w:t>2.025e0</w:t>
      </w:r>
    </w:p>
    <w:p w:rsidR="00D43590" w:rsidRDefault="00D43590" w:rsidP="00D43590">
      <w:r>
        <w:t>245.0441</w:t>
      </w:r>
      <w:r>
        <w:tab/>
        <w:t>1.013e0</w:t>
      </w:r>
    </w:p>
    <w:p w:rsidR="00D43590" w:rsidRDefault="00D43590" w:rsidP="00D43590">
      <w:r>
        <w:t>245.0997</w:t>
      </w:r>
      <w:r>
        <w:tab/>
        <w:t>2.025e0</w:t>
      </w:r>
    </w:p>
    <w:p w:rsidR="00D43590" w:rsidRDefault="00D43590" w:rsidP="00D43590">
      <w:r>
        <w:t>245.1393</w:t>
      </w:r>
      <w:r>
        <w:tab/>
        <w:t>3.038e0</w:t>
      </w:r>
    </w:p>
    <w:p w:rsidR="00D43590" w:rsidRDefault="00D43590" w:rsidP="00D43590">
      <w:r>
        <w:t>245.2433</w:t>
      </w:r>
      <w:r>
        <w:tab/>
        <w:t>1.013e0</w:t>
      </w:r>
    </w:p>
    <w:p w:rsidR="00D43590" w:rsidRDefault="00D43590" w:rsidP="00D43590">
      <w:r>
        <w:t>245.2677</w:t>
      </w:r>
      <w:r>
        <w:tab/>
        <w:t>1.013e0</w:t>
      </w:r>
    </w:p>
    <w:p w:rsidR="00D43590" w:rsidRDefault="00D43590" w:rsidP="00D43590">
      <w:r>
        <w:t>245.3423</w:t>
      </w:r>
      <w:r>
        <w:tab/>
        <w:t>1.013e0</w:t>
      </w:r>
    </w:p>
    <w:p w:rsidR="00D43590" w:rsidRDefault="00D43590" w:rsidP="00D43590">
      <w:r>
        <w:t>245.3895</w:t>
      </w:r>
      <w:r>
        <w:tab/>
        <w:t>1.013e0</w:t>
      </w:r>
    </w:p>
    <w:p w:rsidR="00D43590" w:rsidRDefault="00D43590" w:rsidP="00D43590">
      <w:r>
        <w:t>245.4311</w:t>
      </w:r>
      <w:r>
        <w:tab/>
        <w:t>1.013e0</w:t>
      </w:r>
    </w:p>
    <w:p w:rsidR="00D43590" w:rsidRDefault="00D43590" w:rsidP="00D43590">
      <w:r>
        <w:t>245.4798</w:t>
      </w:r>
      <w:r>
        <w:tab/>
        <w:t>1.013e0</w:t>
      </w:r>
    </w:p>
    <w:p w:rsidR="00D43590" w:rsidRDefault="00D43590" w:rsidP="00D43590">
      <w:r>
        <w:t>245.5095</w:t>
      </w:r>
      <w:r>
        <w:tab/>
        <w:t>1.013e0</w:t>
      </w:r>
    </w:p>
    <w:p w:rsidR="00D43590" w:rsidRDefault="00D43590" w:rsidP="00D43590">
      <w:r>
        <w:t>245.5705</w:t>
      </w:r>
      <w:r>
        <w:tab/>
        <w:t>2.025e0</w:t>
      </w:r>
    </w:p>
    <w:p w:rsidR="00D43590" w:rsidRDefault="00D43590" w:rsidP="00D43590">
      <w:r>
        <w:t>245.6098</w:t>
      </w:r>
      <w:r>
        <w:tab/>
        <w:t>1.013e0</w:t>
      </w:r>
    </w:p>
    <w:p w:rsidR="00D43590" w:rsidRDefault="00D43590" w:rsidP="00D43590">
      <w:r>
        <w:t>245.6510</w:t>
      </w:r>
      <w:r>
        <w:tab/>
        <w:t>1.013e0</w:t>
      </w:r>
    </w:p>
    <w:p w:rsidR="00D43590" w:rsidRDefault="00D43590" w:rsidP="00D43590">
      <w:r>
        <w:t>245.8050</w:t>
      </w:r>
      <w:r>
        <w:tab/>
        <w:t>1.013e0</w:t>
      </w:r>
    </w:p>
    <w:p w:rsidR="00D43590" w:rsidRDefault="00D43590" w:rsidP="00D43590">
      <w:r>
        <w:t>245.9560</w:t>
      </w:r>
      <w:r>
        <w:tab/>
        <w:t>1.013e0</w:t>
      </w:r>
    </w:p>
    <w:p w:rsidR="00D43590" w:rsidRDefault="00D43590" w:rsidP="00D43590">
      <w:r>
        <w:t>246.0262</w:t>
      </w:r>
      <w:r>
        <w:tab/>
        <w:t>3.038e0</w:t>
      </w:r>
    </w:p>
    <w:p w:rsidR="00D43590" w:rsidRDefault="00D43590" w:rsidP="00D43590">
      <w:r>
        <w:lastRenderedPageBreak/>
        <w:t>246.1797</w:t>
      </w:r>
      <w:r>
        <w:tab/>
        <w:t>1.013e0</w:t>
      </w:r>
    </w:p>
    <w:p w:rsidR="00D43590" w:rsidRDefault="00D43590" w:rsidP="00D43590">
      <w:r>
        <w:t>246.2031</w:t>
      </w:r>
      <w:r>
        <w:tab/>
        <w:t>2.025e0</w:t>
      </w:r>
    </w:p>
    <w:p w:rsidR="00D43590" w:rsidRDefault="00D43590" w:rsidP="00D43590">
      <w:r>
        <w:t>246.2543</w:t>
      </w:r>
      <w:r>
        <w:tab/>
        <w:t>1.013e0</w:t>
      </w:r>
    </w:p>
    <w:p w:rsidR="00D43590" w:rsidRDefault="00D43590" w:rsidP="00D43590">
      <w:r>
        <w:t>246.3212</w:t>
      </w:r>
      <w:r>
        <w:tab/>
        <w:t>1.013e0</w:t>
      </w:r>
    </w:p>
    <w:p w:rsidR="00D43590" w:rsidRDefault="00D43590" w:rsidP="00D43590">
      <w:r>
        <w:t>246.3547</w:t>
      </w:r>
      <w:r>
        <w:tab/>
        <w:t>1.013e0</w:t>
      </w:r>
    </w:p>
    <w:p w:rsidR="00D43590" w:rsidRDefault="00D43590" w:rsidP="00D43590">
      <w:r>
        <w:t>246.6153</w:t>
      </w:r>
      <w:r>
        <w:tab/>
        <w:t>3.038e0</w:t>
      </w:r>
    </w:p>
    <w:p w:rsidR="00D43590" w:rsidRDefault="00D43590" w:rsidP="00D43590">
      <w:r>
        <w:t>246.7049</w:t>
      </w:r>
      <w:r>
        <w:tab/>
        <w:t>1.013e0</w:t>
      </w:r>
    </w:p>
    <w:p w:rsidR="00D43590" w:rsidRDefault="00D43590" w:rsidP="00D43590">
      <w:r>
        <w:t>246.7604</w:t>
      </w:r>
      <w:r>
        <w:tab/>
        <w:t>1.013e0</w:t>
      </w:r>
    </w:p>
    <w:p w:rsidR="00D43590" w:rsidRDefault="00D43590" w:rsidP="00D43590">
      <w:r>
        <w:t>247.0514</w:t>
      </w:r>
      <w:r>
        <w:tab/>
        <w:t>1.013e0</w:t>
      </w:r>
    </w:p>
    <w:p w:rsidR="00D43590" w:rsidRDefault="00D43590" w:rsidP="00D43590">
      <w:r>
        <w:t>247.0943</w:t>
      </w:r>
      <w:r>
        <w:tab/>
        <w:t>2.025e0</w:t>
      </w:r>
    </w:p>
    <w:p w:rsidR="00D43590" w:rsidRDefault="00D43590" w:rsidP="00D43590">
      <w:r>
        <w:t>247.2025</w:t>
      </w:r>
      <w:r>
        <w:tab/>
        <w:t>1.013e0</w:t>
      </w:r>
    </w:p>
    <w:p w:rsidR="00D43590" w:rsidRDefault="00D43590" w:rsidP="00D43590">
      <w:r>
        <w:t>247.2319</w:t>
      </w:r>
      <w:r>
        <w:tab/>
        <w:t>2.503e0</w:t>
      </w:r>
    </w:p>
    <w:p w:rsidR="00D43590" w:rsidRDefault="00D43590" w:rsidP="00D43590">
      <w:r>
        <w:t>247.2936</w:t>
      </w:r>
      <w:r>
        <w:tab/>
        <w:t>1.013e0</w:t>
      </w:r>
    </w:p>
    <w:p w:rsidR="00D43590" w:rsidRDefault="00D43590" w:rsidP="00D43590">
      <w:r>
        <w:t>247.3233</w:t>
      </w:r>
      <w:r>
        <w:tab/>
        <w:t>2.025e0</w:t>
      </w:r>
    </w:p>
    <w:p w:rsidR="00D43590" w:rsidRDefault="00D43590" w:rsidP="00D43590">
      <w:r>
        <w:t>247.4872</w:t>
      </w:r>
      <w:r>
        <w:tab/>
        <w:t>1.013e0</w:t>
      </w:r>
    </w:p>
    <w:p w:rsidR="00D43590" w:rsidRDefault="00D43590" w:rsidP="00D43590">
      <w:r>
        <w:t>247.5504</w:t>
      </w:r>
      <w:r>
        <w:tab/>
        <w:t>2.025e0</w:t>
      </w:r>
    </w:p>
    <w:p w:rsidR="00D43590" w:rsidRDefault="00D43590" w:rsidP="00D43590">
      <w:r>
        <w:t>247.6739</w:t>
      </w:r>
      <w:r>
        <w:tab/>
        <w:t>1.013e0</w:t>
      </w:r>
    </w:p>
    <w:p w:rsidR="00D43590" w:rsidRDefault="00D43590" w:rsidP="00D43590">
      <w:r>
        <w:t>247.7295</w:t>
      </w:r>
      <w:r>
        <w:tab/>
        <w:t>1.013e0</w:t>
      </w:r>
    </w:p>
    <w:p w:rsidR="00D43590" w:rsidRDefault="00D43590" w:rsidP="00D43590">
      <w:r>
        <w:t>247.7630</w:t>
      </w:r>
      <w:r>
        <w:tab/>
        <w:t>1.013e0</w:t>
      </w:r>
    </w:p>
    <w:p w:rsidR="00D43590" w:rsidRDefault="00D43590" w:rsidP="00D43590">
      <w:r>
        <w:lastRenderedPageBreak/>
        <w:t>247.7966</w:t>
      </w:r>
      <w:r>
        <w:tab/>
        <w:t>1.013e0</w:t>
      </w:r>
    </w:p>
    <w:p w:rsidR="00D43590" w:rsidRDefault="00D43590" w:rsidP="00D43590">
      <w:r>
        <w:t>247.8158</w:t>
      </w:r>
      <w:r>
        <w:tab/>
        <w:t>1.013e0</w:t>
      </w:r>
    </w:p>
    <w:p w:rsidR="00D43590" w:rsidRDefault="00D43590" w:rsidP="00D43590">
      <w:r>
        <w:t>248.1015</w:t>
      </w:r>
      <w:r>
        <w:tab/>
        <w:t>1.013e0</w:t>
      </w:r>
    </w:p>
    <w:p w:rsidR="00D43590" w:rsidRDefault="00D43590" w:rsidP="00D43590">
      <w:r>
        <w:t>248.2063</w:t>
      </w:r>
      <w:r>
        <w:tab/>
        <w:t>1.013e0</w:t>
      </w:r>
    </w:p>
    <w:p w:rsidR="00D43590" w:rsidRDefault="00D43590" w:rsidP="00D43590">
      <w:r>
        <w:t>248.2349</w:t>
      </w:r>
      <w:r>
        <w:tab/>
        <w:t>1.013e0</w:t>
      </w:r>
    </w:p>
    <w:p w:rsidR="00D43590" w:rsidRDefault="00D43590" w:rsidP="00D43590">
      <w:r>
        <w:t>248.2892</w:t>
      </w:r>
      <w:r>
        <w:tab/>
        <w:t>1.013e0</w:t>
      </w:r>
    </w:p>
    <w:p w:rsidR="00D43590" w:rsidRDefault="00D43590" w:rsidP="00D43590">
      <w:r>
        <w:t>248.3898</w:t>
      </w:r>
      <w:r>
        <w:tab/>
        <w:t>1.013e0</w:t>
      </w:r>
    </w:p>
    <w:p w:rsidR="00D43590" w:rsidRDefault="00D43590" w:rsidP="00D43590">
      <w:r>
        <w:t>248.5317</w:t>
      </w:r>
      <w:r>
        <w:tab/>
        <w:t>1.013e0</w:t>
      </w:r>
    </w:p>
    <w:p w:rsidR="00D43590" w:rsidRDefault="00D43590" w:rsidP="00D43590">
      <w:r>
        <w:t>248.5690</w:t>
      </w:r>
      <w:r>
        <w:tab/>
        <w:t>1.013e0</w:t>
      </w:r>
    </w:p>
    <w:p w:rsidR="00D43590" w:rsidRDefault="00D43590" w:rsidP="00D43590">
      <w:r>
        <w:t>248.6117</w:t>
      </w:r>
      <w:r>
        <w:tab/>
        <w:t>1.013e0</w:t>
      </w:r>
    </w:p>
    <w:p w:rsidR="00D43590" w:rsidRDefault="00D43590" w:rsidP="00D43590">
      <w:r>
        <w:t>248.6698</w:t>
      </w:r>
      <w:r>
        <w:tab/>
        <w:t>1.013e0</w:t>
      </w:r>
    </w:p>
    <w:p w:rsidR="00D43590" w:rsidRDefault="00D43590" w:rsidP="00D43590">
      <w:r>
        <w:t>248.7254</w:t>
      </w:r>
      <w:r>
        <w:tab/>
        <w:t>1.013e0</w:t>
      </w:r>
    </w:p>
    <w:p w:rsidR="00D43590" w:rsidRDefault="00D43590" w:rsidP="00D43590">
      <w:r>
        <w:t>248.8712</w:t>
      </w:r>
      <w:r>
        <w:tab/>
        <w:t>1.013e0</w:t>
      </w:r>
    </w:p>
    <w:p w:rsidR="00D43590" w:rsidRDefault="00D43590" w:rsidP="00D43590">
      <w:r>
        <w:t>249.0607</w:t>
      </w:r>
      <w:r>
        <w:tab/>
        <w:t>1.013e0</w:t>
      </w:r>
    </w:p>
    <w:p w:rsidR="00D43590" w:rsidRDefault="00D43590" w:rsidP="00D43590">
      <w:r>
        <w:t>249.0935</w:t>
      </w:r>
      <w:r>
        <w:tab/>
        <w:t>2.393e0</w:t>
      </w:r>
    </w:p>
    <w:p w:rsidR="00D43590" w:rsidRDefault="00D43590" w:rsidP="00D43590">
      <w:r>
        <w:t>249.1696</w:t>
      </w:r>
      <w:r>
        <w:tab/>
        <w:t>1.013e0</w:t>
      </w:r>
    </w:p>
    <w:p w:rsidR="00D43590" w:rsidRDefault="00D43590" w:rsidP="00D43590">
      <w:r>
        <w:t>249.2856</w:t>
      </w:r>
      <w:r>
        <w:tab/>
        <w:t>2.025e0</w:t>
      </w:r>
    </w:p>
    <w:p w:rsidR="00D43590" w:rsidRDefault="00D43590" w:rsidP="00D43590">
      <w:r>
        <w:t>249.3155</w:t>
      </w:r>
      <w:r>
        <w:tab/>
        <w:t>2.025e0</w:t>
      </w:r>
    </w:p>
    <w:p w:rsidR="00D43590" w:rsidRDefault="00D43590" w:rsidP="00D43590">
      <w:r>
        <w:t>249.5171</w:t>
      </w:r>
      <w:r>
        <w:tab/>
        <w:t>1.013e0</w:t>
      </w:r>
    </w:p>
    <w:p w:rsidR="00D43590" w:rsidRDefault="00D43590" w:rsidP="00D43590">
      <w:r>
        <w:lastRenderedPageBreak/>
        <w:t>249.5896</w:t>
      </w:r>
      <w:r>
        <w:tab/>
        <w:t>2.025e0</w:t>
      </w:r>
    </w:p>
    <w:p w:rsidR="00D43590" w:rsidRDefault="00D43590" w:rsidP="00D43590">
      <w:r>
        <w:t>249.9558</w:t>
      </w:r>
      <w:r>
        <w:tab/>
        <w:t>2.025e0</w:t>
      </w:r>
    </w:p>
    <w:p w:rsidR="00D43590" w:rsidRDefault="00D43590" w:rsidP="00D43590">
      <w:r>
        <w:t>250.0135</w:t>
      </w:r>
      <w:r>
        <w:tab/>
        <w:t>1.013e0</w:t>
      </w:r>
    </w:p>
    <w:p w:rsidR="00D43590" w:rsidRDefault="00D43590" w:rsidP="00D43590">
      <w:r>
        <w:t>250.0547</w:t>
      </w:r>
      <w:r>
        <w:tab/>
        <w:t>2.025e0</w:t>
      </w:r>
    </w:p>
    <w:p w:rsidR="00D43590" w:rsidRDefault="00D43590" w:rsidP="00D43590">
      <w:r>
        <w:t>250.2775</w:t>
      </w:r>
      <w:r>
        <w:tab/>
        <w:t>1.013e0</w:t>
      </w:r>
    </w:p>
    <w:p w:rsidR="00D43590" w:rsidRDefault="00D43590" w:rsidP="00D43590">
      <w:r>
        <w:t>250.3399</w:t>
      </w:r>
      <w:r>
        <w:tab/>
        <w:t>1.013e0</w:t>
      </w:r>
    </w:p>
    <w:p w:rsidR="00D43590" w:rsidRDefault="00D43590" w:rsidP="00D43590">
      <w:r>
        <w:t>250.3987</w:t>
      </w:r>
      <w:r>
        <w:tab/>
        <w:t>1.013e0</w:t>
      </w:r>
    </w:p>
    <w:p w:rsidR="00D43590" w:rsidRDefault="00D43590" w:rsidP="00D43590">
      <w:r>
        <w:t>250.5293</w:t>
      </w:r>
      <w:r>
        <w:tab/>
        <w:t>2.025e0</w:t>
      </w:r>
    </w:p>
    <w:p w:rsidR="00D43590" w:rsidRDefault="00D43590" w:rsidP="00D43590">
      <w:r>
        <w:t>250.7235</w:t>
      </w:r>
      <w:r>
        <w:tab/>
        <w:t>1.013e0</w:t>
      </w:r>
    </w:p>
    <w:p w:rsidR="00D43590" w:rsidRDefault="00D43590" w:rsidP="00D43590">
      <w:r>
        <w:t>250.7648</w:t>
      </w:r>
      <w:r>
        <w:tab/>
        <w:t>2.025e0</w:t>
      </w:r>
    </w:p>
    <w:p w:rsidR="00D43590" w:rsidRDefault="00D43590" w:rsidP="00D43590">
      <w:r>
        <w:t>250.8109</w:t>
      </w:r>
      <w:r>
        <w:tab/>
        <w:t>1.013e0</w:t>
      </w:r>
    </w:p>
    <w:p w:rsidR="00D43590" w:rsidRDefault="00D43590" w:rsidP="00D43590">
      <w:r>
        <w:t>250.8397</w:t>
      </w:r>
      <w:r>
        <w:tab/>
        <w:t>1.013e0</w:t>
      </w:r>
    </w:p>
    <w:p w:rsidR="00D43590" w:rsidRDefault="00D43590" w:rsidP="00D43590">
      <w:r>
        <w:t>250.9810</w:t>
      </w:r>
      <w:r>
        <w:tab/>
        <w:t>5.063e0</w:t>
      </w:r>
    </w:p>
    <w:p w:rsidR="00D43590" w:rsidRDefault="00D43590" w:rsidP="00D43590">
      <w:r>
        <w:t>251.0418</w:t>
      </w:r>
      <w:r>
        <w:tab/>
        <w:t>1.013e0</w:t>
      </w:r>
    </w:p>
    <w:p w:rsidR="00D43590" w:rsidRDefault="00D43590" w:rsidP="00D43590">
      <w:r>
        <w:t>251.0851</w:t>
      </w:r>
      <w:r>
        <w:tab/>
        <w:t>1.013e0</w:t>
      </w:r>
    </w:p>
    <w:p w:rsidR="00D43590" w:rsidRDefault="00D43590" w:rsidP="00D43590">
      <w:r>
        <w:t>251.1429</w:t>
      </w:r>
      <w:r>
        <w:tab/>
        <w:t>1.013e0</w:t>
      </w:r>
    </w:p>
    <w:p w:rsidR="00D43590" w:rsidRDefault="00D43590" w:rsidP="00D43590">
      <w:r>
        <w:t>251.1984</w:t>
      </w:r>
      <w:r>
        <w:tab/>
        <w:t>1.013e0</w:t>
      </w:r>
    </w:p>
    <w:p w:rsidR="00D43590" w:rsidRDefault="00D43590" w:rsidP="00D43590">
      <w:r>
        <w:t>251.2403</w:t>
      </w:r>
      <w:r>
        <w:tab/>
        <w:t>2.025e0</w:t>
      </w:r>
    </w:p>
    <w:p w:rsidR="00D43590" w:rsidRDefault="00D43590" w:rsidP="00D43590">
      <w:r>
        <w:t>251.2994</w:t>
      </w:r>
      <w:r>
        <w:tab/>
        <w:t>1.013e0</w:t>
      </w:r>
    </w:p>
    <w:p w:rsidR="00D43590" w:rsidRDefault="00D43590" w:rsidP="00D43590">
      <w:r>
        <w:lastRenderedPageBreak/>
        <w:t>251.3549</w:t>
      </w:r>
      <w:r>
        <w:tab/>
        <w:t>1.013e0</w:t>
      </w:r>
    </w:p>
    <w:p w:rsidR="00D43590" w:rsidRDefault="00D43590" w:rsidP="00D43590">
      <w:r>
        <w:t>251.3909</w:t>
      </w:r>
      <w:r>
        <w:tab/>
        <w:t>2.025e0</w:t>
      </w:r>
    </w:p>
    <w:p w:rsidR="00D43590" w:rsidRDefault="00D43590" w:rsidP="00D43590">
      <w:r>
        <w:t>251.6247</w:t>
      </w:r>
      <w:r>
        <w:tab/>
        <w:t>1.013e0</w:t>
      </w:r>
    </w:p>
    <w:p w:rsidR="00D43590" w:rsidRDefault="00D43590" w:rsidP="00D43590">
      <w:r>
        <w:t>251.6641</w:t>
      </w:r>
      <w:r>
        <w:tab/>
        <w:t>2.025e0</w:t>
      </w:r>
    </w:p>
    <w:p w:rsidR="00D43590" w:rsidRDefault="00D43590" w:rsidP="00D43590">
      <w:r>
        <w:t>251.6996</w:t>
      </w:r>
      <w:r>
        <w:tab/>
        <w:t>1.013e0</w:t>
      </w:r>
    </w:p>
    <w:p w:rsidR="00D43590" w:rsidRDefault="00D43590" w:rsidP="00D43590">
      <w:r>
        <w:t>251.7251</w:t>
      </w:r>
      <w:r>
        <w:tab/>
        <w:t>2.025e0</w:t>
      </w:r>
    </w:p>
    <w:p w:rsidR="00D43590" w:rsidRDefault="00D43590" w:rsidP="00D43590">
      <w:r>
        <w:t>251.9652</w:t>
      </w:r>
      <w:r>
        <w:tab/>
        <w:t>1.013e0</w:t>
      </w:r>
    </w:p>
    <w:p w:rsidR="00D43590" w:rsidRDefault="00D43590" w:rsidP="00D43590">
      <w:r>
        <w:t>251.9868</w:t>
      </w:r>
      <w:r>
        <w:tab/>
        <w:t>1.013e0</w:t>
      </w:r>
    </w:p>
    <w:p w:rsidR="00D43590" w:rsidRDefault="00D43590" w:rsidP="00D43590">
      <w:r>
        <w:t>252.0568</w:t>
      </w:r>
      <w:r>
        <w:tab/>
        <w:t>2.025e0</w:t>
      </w:r>
    </w:p>
    <w:p w:rsidR="00D43590" w:rsidRDefault="00D43590" w:rsidP="00D43590">
      <w:r>
        <w:t>252.1173</w:t>
      </w:r>
      <w:r>
        <w:tab/>
        <w:t>1.013e0</w:t>
      </w:r>
    </w:p>
    <w:p w:rsidR="00D43590" w:rsidRDefault="00D43590" w:rsidP="00D43590">
      <w:r>
        <w:t>252.1765</w:t>
      </w:r>
      <w:r>
        <w:tab/>
        <w:t>3.038e0</w:t>
      </w:r>
    </w:p>
    <w:p w:rsidR="00D43590" w:rsidRDefault="00D43590" w:rsidP="00D43590">
      <w:r>
        <w:t>252.2461</w:t>
      </w:r>
      <w:r>
        <w:tab/>
        <w:t>2.025e0</w:t>
      </w:r>
    </w:p>
    <w:p w:rsidR="00D43590" w:rsidRDefault="00D43590" w:rsidP="00D43590">
      <w:r>
        <w:t>252.2767</w:t>
      </w:r>
      <w:r>
        <w:tab/>
        <w:t>1.013e0</w:t>
      </w:r>
    </w:p>
    <w:p w:rsidR="00D43590" w:rsidRDefault="00D43590" w:rsidP="00D43590">
      <w:r>
        <w:t>252.3320</w:t>
      </w:r>
      <w:r>
        <w:tab/>
        <w:t>1.013e0</w:t>
      </w:r>
    </w:p>
    <w:p w:rsidR="00D43590" w:rsidRDefault="00D43590" w:rsidP="00D43590">
      <w:r>
        <w:t>252.3995</w:t>
      </w:r>
      <w:r>
        <w:tab/>
        <w:t>1.013e0</w:t>
      </w:r>
    </w:p>
    <w:p w:rsidR="00D43590" w:rsidRDefault="00D43590" w:rsidP="00D43590">
      <w:r>
        <w:t>252.4254</w:t>
      </w:r>
      <w:r>
        <w:tab/>
        <w:t>1.013e0</w:t>
      </w:r>
    </w:p>
    <w:p w:rsidR="00D43590" w:rsidRDefault="00D43590" w:rsidP="00D43590">
      <w:r>
        <w:t>252.5265</w:t>
      </w:r>
      <w:r>
        <w:tab/>
        <w:t>1.013e0</w:t>
      </w:r>
    </w:p>
    <w:p w:rsidR="00D43590" w:rsidRDefault="00D43590" w:rsidP="00D43590">
      <w:r>
        <w:t>252.5622</w:t>
      </w:r>
      <w:r>
        <w:tab/>
        <w:t>2.025e0</w:t>
      </w:r>
    </w:p>
    <w:p w:rsidR="00D43590" w:rsidRDefault="00D43590" w:rsidP="00D43590">
      <w:r>
        <w:t>252.7231</w:t>
      </w:r>
      <w:r>
        <w:tab/>
        <w:t>2.025e0</w:t>
      </w:r>
    </w:p>
    <w:p w:rsidR="00D43590" w:rsidRDefault="00D43590" w:rsidP="00D43590">
      <w:r>
        <w:lastRenderedPageBreak/>
        <w:t>252.7626</w:t>
      </w:r>
      <w:r>
        <w:tab/>
        <w:t>1.013e0</w:t>
      </w:r>
    </w:p>
    <w:p w:rsidR="00D43590" w:rsidRDefault="00D43590" w:rsidP="00D43590">
      <w:r>
        <w:t>252.8720</w:t>
      </w:r>
      <w:r>
        <w:tab/>
        <w:t>1.013e0</w:t>
      </w:r>
    </w:p>
    <w:p w:rsidR="00D43590" w:rsidRDefault="00D43590" w:rsidP="00D43590">
      <w:r>
        <w:t>252.9485</w:t>
      </w:r>
      <w:r>
        <w:tab/>
        <w:t>2.025e0</w:t>
      </w:r>
    </w:p>
    <w:p w:rsidR="00D43590" w:rsidRDefault="00D43590" w:rsidP="00D43590">
      <w:r>
        <w:t>253.0028</w:t>
      </w:r>
      <w:r>
        <w:tab/>
        <w:t>1.013e0</w:t>
      </w:r>
    </w:p>
    <w:p w:rsidR="00D43590" w:rsidRDefault="00D43590" w:rsidP="00D43590">
      <w:r>
        <w:t>253.1046</w:t>
      </w:r>
      <w:r>
        <w:tab/>
        <w:t>1.013e0</w:t>
      </w:r>
    </w:p>
    <w:p w:rsidR="00D43590" w:rsidRDefault="00D43590" w:rsidP="00D43590">
      <w:r>
        <w:t>253.1894</w:t>
      </w:r>
      <w:r>
        <w:tab/>
        <w:t>1.013e0</w:t>
      </w:r>
    </w:p>
    <w:p w:rsidR="00D43590" w:rsidRDefault="00D43590" w:rsidP="00D43590">
      <w:r>
        <w:t>253.2719</w:t>
      </w:r>
      <w:r>
        <w:tab/>
        <w:t>2.025e0</w:t>
      </w:r>
    </w:p>
    <w:p w:rsidR="00D43590" w:rsidRDefault="00D43590" w:rsidP="00D43590">
      <w:r>
        <w:t>253.3083</w:t>
      </w:r>
      <w:r>
        <w:tab/>
        <w:t>2.025e0</w:t>
      </w:r>
    </w:p>
    <w:p w:rsidR="00D43590" w:rsidRDefault="00D43590" w:rsidP="00D43590">
      <w:r>
        <w:t>253.3504</w:t>
      </w:r>
      <w:r>
        <w:tab/>
        <w:t>2.025e0</w:t>
      </w:r>
    </w:p>
    <w:p w:rsidR="00D43590" w:rsidRDefault="00D43590" w:rsidP="00D43590">
      <w:r>
        <w:t>253.5147</w:t>
      </w:r>
      <w:r>
        <w:tab/>
        <w:t>2.025e0</w:t>
      </w:r>
    </w:p>
    <w:p w:rsidR="00D43590" w:rsidRDefault="00D43590" w:rsidP="00D43590">
      <w:r>
        <w:t>253.6304</w:t>
      </w:r>
      <w:r>
        <w:tab/>
        <w:t>3.038e0</w:t>
      </w:r>
    </w:p>
    <w:p w:rsidR="00D43590" w:rsidRDefault="00D43590" w:rsidP="00D43590">
      <w:r>
        <w:t>253.6967</w:t>
      </w:r>
      <w:r>
        <w:tab/>
        <w:t>1.013e0</w:t>
      </w:r>
    </w:p>
    <w:p w:rsidR="00D43590" w:rsidRDefault="00D43590" w:rsidP="00D43590">
      <w:r>
        <w:t>253.7495</w:t>
      </w:r>
      <w:r>
        <w:tab/>
        <w:t>2.025e0</w:t>
      </w:r>
    </w:p>
    <w:p w:rsidR="00D43590" w:rsidRDefault="00D43590" w:rsidP="00D43590">
      <w:r>
        <w:t>253.9513</w:t>
      </w:r>
      <w:r>
        <w:tab/>
        <w:t>3.038e0</w:t>
      </w:r>
    </w:p>
    <w:p w:rsidR="00D43590" w:rsidRDefault="00D43590" w:rsidP="00D43590">
      <w:r>
        <w:t>254.0175</w:t>
      </w:r>
      <w:r>
        <w:tab/>
        <w:t>1.013e0</w:t>
      </w:r>
    </w:p>
    <w:p w:rsidR="00D43590" w:rsidRDefault="00D43590" w:rsidP="00D43590">
      <w:r>
        <w:t>254.0437</w:t>
      </w:r>
      <w:r>
        <w:tab/>
        <w:t>1.013e0</w:t>
      </w:r>
    </w:p>
    <w:p w:rsidR="00D43590" w:rsidRDefault="00D43590" w:rsidP="00D43590">
      <w:r>
        <w:t>254.0838</w:t>
      </w:r>
      <w:r>
        <w:tab/>
        <w:t>2.025e0</w:t>
      </w:r>
    </w:p>
    <w:p w:rsidR="00D43590" w:rsidRDefault="00D43590" w:rsidP="00D43590">
      <w:r>
        <w:t>254.1688</w:t>
      </w:r>
      <w:r>
        <w:tab/>
        <w:t>5.063e0</w:t>
      </w:r>
    </w:p>
    <w:p w:rsidR="00D43590" w:rsidRDefault="00D43590" w:rsidP="00D43590">
      <w:r>
        <w:t>254.2219</w:t>
      </w:r>
      <w:r>
        <w:tab/>
        <w:t>1.013e0</w:t>
      </w:r>
    </w:p>
    <w:p w:rsidR="00D43590" w:rsidRDefault="00D43590" w:rsidP="00D43590">
      <w:r>
        <w:lastRenderedPageBreak/>
        <w:t>254.2889</w:t>
      </w:r>
      <w:r>
        <w:tab/>
        <w:t>2.025e0</w:t>
      </w:r>
    </w:p>
    <w:p w:rsidR="00D43590" w:rsidRDefault="00D43590" w:rsidP="00D43590">
      <w:r>
        <w:t>254.3698</w:t>
      </w:r>
      <w:r>
        <w:tab/>
        <w:t>3.038e0</w:t>
      </w:r>
    </w:p>
    <w:p w:rsidR="00D43590" w:rsidRDefault="00D43590" w:rsidP="00D43590">
      <w:r>
        <w:t>254.4933</w:t>
      </w:r>
      <w:r>
        <w:tab/>
        <w:t>1.013e0</w:t>
      </w:r>
    </w:p>
    <w:p w:rsidR="00D43590" w:rsidRDefault="00D43590" w:rsidP="00D43590">
      <w:r>
        <w:t>254.5141</w:t>
      </w:r>
      <w:r>
        <w:tab/>
        <w:t>1.013e0</w:t>
      </w:r>
    </w:p>
    <w:p w:rsidR="00D43590" w:rsidRDefault="00D43590" w:rsidP="00D43590">
      <w:r>
        <w:t>254.6961</w:t>
      </w:r>
      <w:r>
        <w:tab/>
        <w:t>1.013e0</w:t>
      </w:r>
    </w:p>
    <w:p w:rsidR="00D43590" w:rsidRDefault="00D43590" w:rsidP="00D43590">
      <w:r>
        <w:t>254.7936</w:t>
      </w:r>
      <w:r>
        <w:tab/>
        <w:t>1.013e0</w:t>
      </w:r>
    </w:p>
    <w:p w:rsidR="00D43590" w:rsidRDefault="00D43590" w:rsidP="00D43590">
      <w:r>
        <w:t>254.8158</w:t>
      </w:r>
      <w:r>
        <w:tab/>
        <w:t>1.013e0</w:t>
      </w:r>
    </w:p>
    <w:p w:rsidR="00D43590" w:rsidRDefault="00D43590" w:rsidP="00D43590">
      <w:r>
        <w:t>254.8689</w:t>
      </w:r>
      <w:r>
        <w:tab/>
        <w:t>3.038e0</w:t>
      </w:r>
    </w:p>
    <w:p w:rsidR="00D43590" w:rsidRDefault="00D43590" w:rsidP="00D43590">
      <w:r>
        <w:t>255.0036</w:t>
      </w:r>
      <w:r>
        <w:tab/>
        <w:t>3.038e0</w:t>
      </w:r>
    </w:p>
    <w:p w:rsidR="00D43590" w:rsidRDefault="00D43590" w:rsidP="00D43590">
      <w:r>
        <w:t>255.1084</w:t>
      </w:r>
      <w:r>
        <w:tab/>
        <w:t>1.013e0</w:t>
      </w:r>
    </w:p>
    <w:p w:rsidR="00D43590" w:rsidRDefault="00D43590" w:rsidP="00D43590">
      <w:r>
        <w:t>255.1790</w:t>
      </w:r>
      <w:r>
        <w:tab/>
        <w:t>3.038e0</w:t>
      </w:r>
    </w:p>
    <w:p w:rsidR="00D43590" w:rsidRDefault="00D43590" w:rsidP="00D43590">
      <w:r>
        <w:t>255.2205</w:t>
      </w:r>
      <w:r>
        <w:tab/>
        <w:t>3.038e0</w:t>
      </w:r>
    </w:p>
    <w:p w:rsidR="00D43590" w:rsidRDefault="00D43590" w:rsidP="00D43590">
      <w:r>
        <w:t>255.2605</w:t>
      </w:r>
      <w:r>
        <w:tab/>
        <w:t>2.025e0</w:t>
      </w:r>
    </w:p>
    <w:p w:rsidR="00D43590" w:rsidRDefault="00D43590" w:rsidP="00D43590">
      <w:r>
        <w:t>255.3487</w:t>
      </w:r>
      <w:r>
        <w:tab/>
        <w:t>1.013e0</w:t>
      </w:r>
    </w:p>
    <w:p w:rsidR="00D43590" w:rsidRDefault="00D43590" w:rsidP="00D43590">
      <w:r>
        <w:t>255.3846</w:t>
      </w:r>
      <w:r>
        <w:tab/>
        <w:t>2.333e0</w:t>
      </w:r>
    </w:p>
    <w:p w:rsidR="00D43590" w:rsidRDefault="00D43590" w:rsidP="00D43590">
      <w:r>
        <w:t>255.4456</w:t>
      </w:r>
      <w:r>
        <w:tab/>
        <w:t>2.025e0</w:t>
      </w:r>
    </w:p>
    <w:p w:rsidR="00D43590" w:rsidRDefault="00D43590" w:rsidP="00D43590">
      <w:r>
        <w:t>255.4763</w:t>
      </w:r>
      <w:r>
        <w:tab/>
        <w:t>1.013e0</w:t>
      </w:r>
    </w:p>
    <w:p w:rsidR="00D43590" w:rsidRDefault="00D43590" w:rsidP="00D43590">
      <w:r>
        <w:t>255.5363</w:t>
      </w:r>
      <w:r>
        <w:tab/>
        <w:t>2.025e0</w:t>
      </w:r>
    </w:p>
    <w:p w:rsidR="00D43590" w:rsidRDefault="00D43590" w:rsidP="00D43590">
      <w:r>
        <w:t>255.6189</w:t>
      </w:r>
      <w:r>
        <w:tab/>
        <w:t>3.038e0</w:t>
      </w:r>
    </w:p>
    <w:p w:rsidR="00D43590" w:rsidRDefault="00D43590" w:rsidP="00D43590">
      <w:r>
        <w:lastRenderedPageBreak/>
        <w:t>255.6657</w:t>
      </w:r>
      <w:r>
        <w:tab/>
        <w:t>2.025e0</w:t>
      </w:r>
    </w:p>
    <w:p w:rsidR="00D43590" w:rsidRDefault="00D43590" w:rsidP="00D43590">
      <w:r>
        <w:t>255.7200</w:t>
      </w:r>
      <w:r>
        <w:tab/>
        <w:t>1.013e0</w:t>
      </w:r>
    </w:p>
    <w:p w:rsidR="00D43590" w:rsidRDefault="00D43590" w:rsidP="00D43590">
      <w:r>
        <w:t>255.7836</w:t>
      </w:r>
      <w:r>
        <w:tab/>
        <w:t>1.013e0</w:t>
      </w:r>
    </w:p>
    <w:p w:rsidR="00D43590" w:rsidRDefault="00D43590" w:rsidP="00D43590">
      <w:r>
        <w:t>255.8031</w:t>
      </w:r>
      <w:r>
        <w:tab/>
        <w:t>1.013e0</w:t>
      </w:r>
    </w:p>
    <w:p w:rsidR="00D43590" w:rsidRDefault="00D43590" w:rsidP="00D43590">
      <w:r>
        <w:t>255.8717</w:t>
      </w:r>
      <w:r>
        <w:tab/>
        <w:t>1.013e0</w:t>
      </w:r>
    </w:p>
    <w:p w:rsidR="00D43590" w:rsidRDefault="00D43590" w:rsidP="00D43590">
      <w:r>
        <w:t>255.9368</w:t>
      </w:r>
      <w:r>
        <w:tab/>
        <w:t>3.038e0</w:t>
      </w:r>
    </w:p>
    <w:p w:rsidR="00D43590" w:rsidRDefault="00D43590" w:rsidP="00D43590">
      <w:r>
        <w:t>255.9745</w:t>
      </w:r>
      <w:r>
        <w:tab/>
        <w:t>1.013e0</w:t>
      </w:r>
    </w:p>
    <w:p w:rsidR="00D43590" w:rsidRDefault="00D43590" w:rsidP="00D43590">
      <w:r>
        <w:t>256.0109</w:t>
      </w:r>
      <w:r>
        <w:tab/>
        <w:t>2.025e0</w:t>
      </w:r>
    </w:p>
    <w:p w:rsidR="00D43590" w:rsidRDefault="00D43590" w:rsidP="00D43590">
      <w:r>
        <w:t>256.0486</w:t>
      </w:r>
      <w:r>
        <w:tab/>
        <w:t>2.025e0</w:t>
      </w:r>
    </w:p>
    <w:p w:rsidR="00D43590" w:rsidRDefault="00D43590" w:rsidP="00D43590">
      <w:r>
        <w:t>256.1018</w:t>
      </w:r>
      <w:r>
        <w:tab/>
        <w:t>1.013e0</w:t>
      </w:r>
    </w:p>
    <w:p w:rsidR="00D43590" w:rsidRDefault="00D43590" w:rsidP="00D43590">
      <w:r>
        <w:t>256.1219</w:t>
      </w:r>
      <w:r>
        <w:tab/>
        <w:t>1.013e0</w:t>
      </w:r>
    </w:p>
    <w:p w:rsidR="00D43590" w:rsidRDefault="00D43590" w:rsidP="00D43590">
      <w:r>
        <w:t>256.1817</w:t>
      </w:r>
      <w:r>
        <w:tab/>
        <w:t>6.076e0</w:t>
      </w:r>
    </w:p>
    <w:p w:rsidR="00D43590" w:rsidRDefault="00D43590" w:rsidP="00D43590">
      <w:r>
        <w:t>256.2154</w:t>
      </w:r>
      <w:r>
        <w:tab/>
        <w:t>1.653e0</w:t>
      </w:r>
    </w:p>
    <w:p w:rsidR="00D43590" w:rsidRDefault="00D43590" w:rsidP="00D43590">
      <w:r>
        <w:t>256.3076</w:t>
      </w:r>
      <w:r>
        <w:tab/>
        <w:t>2.025e0</w:t>
      </w:r>
    </w:p>
    <w:p w:rsidR="00D43590" w:rsidRDefault="00D43590" w:rsidP="00D43590">
      <w:r>
        <w:t>256.3958</w:t>
      </w:r>
      <w:r>
        <w:tab/>
        <w:t>1.013e0</w:t>
      </w:r>
    </w:p>
    <w:p w:rsidR="00D43590" w:rsidRDefault="00D43590" w:rsidP="00D43590">
      <w:r>
        <w:t>256.4296</w:t>
      </w:r>
      <w:r>
        <w:tab/>
        <w:t>1.013e0</w:t>
      </w:r>
    </w:p>
    <w:p w:rsidR="00D43590" w:rsidRDefault="00D43590" w:rsidP="00D43590">
      <w:r>
        <w:t>256.4934</w:t>
      </w:r>
      <w:r>
        <w:tab/>
        <w:t>1.013e0</w:t>
      </w:r>
    </w:p>
    <w:p w:rsidR="00D43590" w:rsidRDefault="00D43590" w:rsidP="00D43590">
      <w:r>
        <w:t>256.6068</w:t>
      </w:r>
      <w:r>
        <w:tab/>
        <w:t>1.013e0</w:t>
      </w:r>
    </w:p>
    <w:p w:rsidR="00D43590" w:rsidRDefault="00D43590" w:rsidP="00D43590">
      <w:r>
        <w:t>256.6965</w:t>
      </w:r>
      <w:r>
        <w:tab/>
        <w:t>2.025e0</w:t>
      </w:r>
    </w:p>
    <w:p w:rsidR="00D43590" w:rsidRDefault="00D43590" w:rsidP="00D43590">
      <w:r>
        <w:lastRenderedPageBreak/>
        <w:t>256.9480</w:t>
      </w:r>
      <w:r>
        <w:tab/>
        <w:t>1.013e0</w:t>
      </w:r>
    </w:p>
    <w:p w:rsidR="00D43590" w:rsidRDefault="00D43590" w:rsidP="00D43590">
      <w:r>
        <w:t>257.0515</w:t>
      </w:r>
      <w:r>
        <w:tab/>
        <w:t>2.025e0</w:t>
      </w:r>
    </w:p>
    <w:p w:rsidR="00D43590" w:rsidRDefault="00D43590" w:rsidP="00D43590">
      <w:r>
        <w:t>257.1058</w:t>
      </w:r>
      <w:r>
        <w:tab/>
        <w:t>2.025e0</w:t>
      </w:r>
    </w:p>
    <w:p w:rsidR="00D43590" w:rsidRDefault="00D43590" w:rsidP="00D43590">
      <w:r>
        <w:t>257.1798</w:t>
      </w:r>
      <w:r>
        <w:tab/>
        <w:t>2.025e0</w:t>
      </w:r>
    </w:p>
    <w:p w:rsidR="00D43590" w:rsidRDefault="00D43590" w:rsidP="00D43590">
      <w:r>
        <w:t>257.2094</w:t>
      </w:r>
      <w:r>
        <w:tab/>
        <w:t>2.161e0</w:t>
      </w:r>
    </w:p>
    <w:p w:rsidR="00D43590" w:rsidRDefault="00D43590" w:rsidP="00D43590">
      <w:r>
        <w:t>257.2323</w:t>
      </w:r>
      <w:r>
        <w:tab/>
        <w:t>3.038e0</w:t>
      </w:r>
    </w:p>
    <w:p w:rsidR="00D43590" w:rsidRDefault="00D43590" w:rsidP="00D43590">
      <w:r>
        <w:t>257.2848</w:t>
      </w:r>
      <w:r>
        <w:tab/>
        <w:t>1.013e0</w:t>
      </w:r>
    </w:p>
    <w:p w:rsidR="00D43590" w:rsidRDefault="00D43590" w:rsidP="00D43590">
      <w:r>
        <w:t>257.3237</w:t>
      </w:r>
      <w:r>
        <w:tab/>
        <w:t>1.013e0</w:t>
      </w:r>
    </w:p>
    <w:p w:rsidR="00D43590" w:rsidRDefault="00D43590" w:rsidP="00D43590">
      <w:r>
        <w:t>257.7835</w:t>
      </w:r>
      <w:r>
        <w:tab/>
        <w:t>3.038e0</w:t>
      </w:r>
    </w:p>
    <w:p w:rsidR="00D43590" w:rsidRDefault="00D43590" w:rsidP="00D43590">
      <w:r>
        <w:t>257.8463</w:t>
      </w:r>
      <w:r>
        <w:tab/>
        <w:t>1.013e0</w:t>
      </w:r>
    </w:p>
    <w:p w:rsidR="00D43590" w:rsidRDefault="00D43590" w:rsidP="00D43590">
      <w:r>
        <w:t>257.9131</w:t>
      </w:r>
      <w:r>
        <w:tab/>
        <w:t>2.025e0</w:t>
      </w:r>
    </w:p>
    <w:p w:rsidR="00D43590" w:rsidRDefault="00D43590" w:rsidP="00D43590">
      <w:r>
        <w:t>257.9742</w:t>
      </w:r>
      <w:r>
        <w:tab/>
        <w:t>1.013e0</w:t>
      </w:r>
    </w:p>
    <w:p w:rsidR="00D43590" w:rsidRDefault="00D43590" w:rsidP="00D43590">
      <w:r>
        <w:t>257.9966</w:t>
      </w:r>
      <w:r>
        <w:tab/>
        <w:t>1.013e0</w:t>
      </w:r>
    </w:p>
    <w:p w:rsidR="00D43590" w:rsidRDefault="00D43590" w:rsidP="00D43590">
      <w:r>
        <w:t>258.0945</w:t>
      </w:r>
      <w:r>
        <w:tab/>
        <w:t>1.013e0</w:t>
      </w:r>
    </w:p>
    <w:p w:rsidR="00D43590" w:rsidRDefault="00D43590" w:rsidP="00D43590">
      <w:r>
        <w:t>258.1429</w:t>
      </w:r>
      <w:r>
        <w:tab/>
        <w:t>3.038e0</w:t>
      </w:r>
    </w:p>
    <w:p w:rsidR="00D43590" w:rsidRDefault="00D43590" w:rsidP="00D43590">
      <w:r>
        <w:t>258.2156</w:t>
      </w:r>
      <w:r>
        <w:tab/>
        <w:t>3.038e0</w:t>
      </w:r>
    </w:p>
    <w:p w:rsidR="00D43590" w:rsidRDefault="00D43590" w:rsidP="00D43590">
      <w:r>
        <w:t>258.3726</w:t>
      </w:r>
      <w:r>
        <w:tab/>
        <w:t>1.013e0</w:t>
      </w:r>
    </w:p>
    <w:p w:rsidR="00D43590" w:rsidRDefault="00D43590" w:rsidP="00D43590">
      <w:r>
        <w:t>258.4365</w:t>
      </w:r>
      <w:r>
        <w:tab/>
        <w:t>1.013e0</w:t>
      </w:r>
    </w:p>
    <w:p w:rsidR="00D43590" w:rsidRDefault="00D43590" w:rsidP="00D43590">
      <w:r>
        <w:t>258.6324</w:t>
      </w:r>
      <w:r>
        <w:tab/>
        <w:t>1.013e0</w:t>
      </w:r>
    </w:p>
    <w:p w:rsidR="00D43590" w:rsidRDefault="00D43590" w:rsidP="00D43590">
      <w:r>
        <w:lastRenderedPageBreak/>
        <w:t>258.7096</w:t>
      </w:r>
      <w:r>
        <w:tab/>
        <w:t>3.038e0</w:t>
      </w:r>
    </w:p>
    <w:p w:rsidR="00D43590" w:rsidRDefault="00D43590" w:rsidP="00D43590">
      <w:r>
        <w:t>258.9078</w:t>
      </w:r>
      <w:r>
        <w:tab/>
        <w:t>3.038e0</w:t>
      </w:r>
    </w:p>
    <w:p w:rsidR="00D43590" w:rsidRDefault="00D43590" w:rsidP="00D43590">
      <w:r>
        <w:t>258.9570</w:t>
      </w:r>
      <w:r>
        <w:tab/>
        <w:t>1.013e0</w:t>
      </w:r>
    </w:p>
    <w:p w:rsidR="00D43590" w:rsidRDefault="00D43590" w:rsidP="00D43590">
      <w:r>
        <w:t>258.9966</w:t>
      </w:r>
      <w:r>
        <w:tab/>
        <w:t>1.013e0</w:t>
      </w:r>
    </w:p>
    <w:p w:rsidR="00D43590" w:rsidRDefault="00D43590" w:rsidP="00D43590">
      <w:r>
        <w:t>259.0425</w:t>
      </w:r>
      <w:r>
        <w:tab/>
        <w:t>1.013e0</w:t>
      </w:r>
    </w:p>
    <w:p w:rsidR="00D43590" w:rsidRDefault="00D43590" w:rsidP="00D43590">
      <w:r>
        <w:t>259.0649</w:t>
      </w:r>
      <w:r>
        <w:tab/>
        <w:t>1.013e0</w:t>
      </w:r>
    </w:p>
    <w:p w:rsidR="00D43590" w:rsidRDefault="00D43590" w:rsidP="00D43590">
      <w:r>
        <w:t>259.1252</w:t>
      </w:r>
      <w:r>
        <w:tab/>
        <w:t>1.013e0</w:t>
      </w:r>
    </w:p>
    <w:p w:rsidR="00D43590" w:rsidRDefault="00D43590" w:rsidP="00D43590">
      <w:r>
        <w:t>259.1730</w:t>
      </w:r>
      <w:r>
        <w:tab/>
        <w:t>2.025e0</w:t>
      </w:r>
    </w:p>
    <w:p w:rsidR="00D43590" w:rsidRDefault="00D43590" w:rsidP="00D43590">
      <w:r>
        <w:t>259.2985</w:t>
      </w:r>
      <w:r>
        <w:tab/>
        <w:t>1.013e0</w:t>
      </w:r>
    </w:p>
    <w:p w:rsidR="00D43590" w:rsidRDefault="00D43590" w:rsidP="00D43590">
      <w:r>
        <w:t>259.3567</w:t>
      </w:r>
      <w:r>
        <w:tab/>
        <w:t>2.025e0</w:t>
      </w:r>
    </w:p>
    <w:p w:rsidR="00D43590" w:rsidRDefault="00D43590" w:rsidP="00D43590">
      <w:r>
        <w:t>259.7050</w:t>
      </w:r>
      <w:r>
        <w:tab/>
        <w:t>1.013e0</w:t>
      </w:r>
    </w:p>
    <w:p w:rsidR="00D43590" w:rsidRDefault="00D43590" w:rsidP="00D43590">
      <w:r>
        <w:t>259.8594</w:t>
      </w:r>
      <w:r>
        <w:tab/>
        <w:t>1.013e0</w:t>
      </w:r>
    </w:p>
    <w:p w:rsidR="00D43590" w:rsidRDefault="00D43590" w:rsidP="00D43590">
      <w:r>
        <w:t>260.0022</w:t>
      </w:r>
      <w:r>
        <w:tab/>
        <w:t>4.051e0</w:t>
      </w:r>
    </w:p>
    <w:p w:rsidR="00D43590" w:rsidRDefault="00D43590" w:rsidP="00D43590">
      <w:r>
        <w:t>260.0477</w:t>
      </w:r>
      <w:r>
        <w:tab/>
        <w:t>1.013e0</w:t>
      </w:r>
    </w:p>
    <w:p w:rsidR="00D43590" w:rsidRDefault="00D43590" w:rsidP="00D43590">
      <w:r>
        <w:t>260.0741</w:t>
      </w:r>
      <w:r>
        <w:tab/>
        <w:t>1.013e0</w:t>
      </w:r>
    </w:p>
    <w:p w:rsidR="00D43590" w:rsidRDefault="00D43590" w:rsidP="00D43590">
      <w:r>
        <w:t>260.1168</w:t>
      </w:r>
      <w:r>
        <w:tab/>
        <w:t>1.013e0</w:t>
      </w:r>
    </w:p>
    <w:p w:rsidR="00D43590" w:rsidRDefault="00D43590" w:rsidP="00D43590">
      <w:r>
        <w:t>260.2162</w:t>
      </w:r>
      <w:r>
        <w:tab/>
        <w:t>1.013e0</w:t>
      </w:r>
    </w:p>
    <w:p w:rsidR="00D43590" w:rsidRDefault="00D43590" w:rsidP="00D43590">
      <w:r>
        <w:t>260.2715</w:t>
      </w:r>
      <w:r>
        <w:tab/>
        <w:t>2.025e0</w:t>
      </w:r>
    </w:p>
    <w:p w:rsidR="00D43590" w:rsidRDefault="00D43590" w:rsidP="00D43590">
      <w:r>
        <w:t>260.3509</w:t>
      </w:r>
      <w:r>
        <w:tab/>
        <w:t>2.025e0</w:t>
      </w:r>
    </w:p>
    <w:p w:rsidR="00D43590" w:rsidRDefault="00D43590" w:rsidP="00D43590">
      <w:r>
        <w:lastRenderedPageBreak/>
        <w:t>260.4945</w:t>
      </w:r>
      <w:r>
        <w:tab/>
        <w:t>1.013e0</w:t>
      </w:r>
    </w:p>
    <w:p w:rsidR="00D43590" w:rsidRDefault="00D43590" w:rsidP="00D43590">
      <w:r>
        <w:t>260.5149</w:t>
      </w:r>
      <w:r>
        <w:tab/>
        <w:t>1.013e0</w:t>
      </w:r>
    </w:p>
    <w:p w:rsidR="00D43590" w:rsidRDefault="00D43590" w:rsidP="00D43590">
      <w:r>
        <w:t>260.6139</w:t>
      </w:r>
      <w:r>
        <w:tab/>
        <w:t>1.013e0</w:t>
      </w:r>
    </w:p>
    <w:p w:rsidR="00D43590" w:rsidRDefault="00D43590" w:rsidP="00D43590">
      <w:r>
        <w:t>260.8201</w:t>
      </w:r>
      <w:r>
        <w:tab/>
        <w:t>1.013e0</w:t>
      </w:r>
    </w:p>
    <w:p w:rsidR="00D43590" w:rsidRDefault="00D43590" w:rsidP="00D43590">
      <w:r>
        <w:t>260.8764</w:t>
      </w:r>
      <w:r>
        <w:tab/>
        <w:t>1.013e0</w:t>
      </w:r>
    </w:p>
    <w:p w:rsidR="00D43590" w:rsidRDefault="00D43590" w:rsidP="00D43590">
      <w:r>
        <w:t>260.9785</w:t>
      </w:r>
      <w:r>
        <w:tab/>
        <w:t>1.013e0</w:t>
      </w:r>
    </w:p>
    <w:p w:rsidR="00D43590" w:rsidRDefault="00D43590" w:rsidP="00D43590">
      <w:r>
        <w:t>261.0230</w:t>
      </w:r>
      <w:r>
        <w:tab/>
        <w:t>3.038e0</w:t>
      </w:r>
    </w:p>
    <w:p w:rsidR="00D43590" w:rsidRDefault="00D43590" w:rsidP="00D43590">
      <w:r>
        <w:t>261.0649</w:t>
      </w:r>
      <w:r>
        <w:tab/>
        <w:t>1.013e0</w:t>
      </w:r>
    </w:p>
    <w:p w:rsidR="00D43590" w:rsidRDefault="00D43590" w:rsidP="00D43590">
      <w:r>
        <w:t>261.1117</w:t>
      </w:r>
      <w:r>
        <w:tab/>
        <w:t>1.013e0</w:t>
      </w:r>
    </w:p>
    <w:p w:rsidR="00D43590" w:rsidRDefault="00D43590" w:rsidP="00D43590">
      <w:r>
        <w:t>261.1489</w:t>
      </w:r>
      <w:r>
        <w:tab/>
        <w:t>6.076e0</w:t>
      </w:r>
    </w:p>
    <w:p w:rsidR="00D43590" w:rsidRDefault="00D43590" w:rsidP="00D43590">
      <w:r>
        <w:t>261.3702</w:t>
      </w:r>
      <w:r>
        <w:tab/>
        <w:t>1.013e0</w:t>
      </w:r>
    </w:p>
    <w:p w:rsidR="00D43590" w:rsidRDefault="00D43590" w:rsidP="00D43590">
      <w:r>
        <w:t>261.3959</w:t>
      </w:r>
      <w:r>
        <w:tab/>
        <w:t>1.013e0</w:t>
      </w:r>
    </w:p>
    <w:p w:rsidR="00D43590" w:rsidRDefault="00D43590" w:rsidP="00D43590">
      <w:r>
        <w:t>261.4723</w:t>
      </w:r>
      <w:r>
        <w:tab/>
        <w:t>1.013e0</w:t>
      </w:r>
    </w:p>
    <w:p w:rsidR="00D43590" w:rsidRDefault="00D43590" w:rsidP="00D43590">
      <w:r>
        <w:t>261.5024</w:t>
      </w:r>
      <w:r>
        <w:tab/>
        <w:t>1.013e0</w:t>
      </w:r>
    </w:p>
    <w:p w:rsidR="00D43590" w:rsidRDefault="00D43590" w:rsidP="00D43590">
      <w:r>
        <w:t>261.5755</w:t>
      </w:r>
      <w:r>
        <w:tab/>
        <w:t>1.013e0</w:t>
      </w:r>
    </w:p>
    <w:p w:rsidR="00D43590" w:rsidRDefault="00D43590" w:rsidP="00D43590">
      <w:r>
        <w:t>261.6872</w:t>
      </w:r>
      <w:r>
        <w:tab/>
        <w:t>1.013e0</w:t>
      </w:r>
    </w:p>
    <w:p w:rsidR="00D43590" w:rsidRDefault="00D43590" w:rsidP="00D43590">
      <w:r>
        <w:t>261.8097</w:t>
      </w:r>
      <w:r>
        <w:tab/>
        <w:t>2.025e0</w:t>
      </w:r>
    </w:p>
    <w:p w:rsidR="00D43590" w:rsidRDefault="00D43590" w:rsidP="00D43590">
      <w:r>
        <w:t>261.8945</w:t>
      </w:r>
      <w:r>
        <w:tab/>
        <w:t>1.013e0</w:t>
      </w:r>
    </w:p>
    <w:p w:rsidR="00D43590" w:rsidRDefault="00D43590" w:rsidP="00D43590">
      <w:r>
        <w:t>261.9247</w:t>
      </w:r>
      <w:r>
        <w:tab/>
        <w:t>1.013e0</w:t>
      </w:r>
    </w:p>
    <w:p w:rsidR="00D43590" w:rsidRDefault="00D43590" w:rsidP="00D43590">
      <w:r>
        <w:lastRenderedPageBreak/>
        <w:t>262.0076</w:t>
      </w:r>
      <w:r>
        <w:tab/>
        <w:t>2.025e0</w:t>
      </w:r>
    </w:p>
    <w:p w:rsidR="00D43590" w:rsidRDefault="00D43590" w:rsidP="00D43590">
      <w:r>
        <w:t>262.0450</w:t>
      </w:r>
      <w:r>
        <w:tab/>
        <w:t>1.013e0</w:t>
      </w:r>
    </w:p>
    <w:p w:rsidR="00D43590" w:rsidRDefault="00D43590" w:rsidP="00D43590">
      <w:r>
        <w:t>262.0831</w:t>
      </w:r>
      <w:r>
        <w:tab/>
        <w:t>2.025e0</w:t>
      </w:r>
    </w:p>
    <w:p w:rsidR="00D43590" w:rsidRDefault="00D43590" w:rsidP="00D43590">
      <w:r>
        <w:t>262.1210</w:t>
      </w:r>
      <w:r>
        <w:tab/>
        <w:t>1.013e0</w:t>
      </w:r>
    </w:p>
    <w:p w:rsidR="00D43590" w:rsidRDefault="00D43590" w:rsidP="00D43590">
      <w:r>
        <w:t>262.2500</w:t>
      </w:r>
      <w:r>
        <w:tab/>
        <w:t>1.013e0</w:t>
      </w:r>
    </w:p>
    <w:p w:rsidR="00D43590" w:rsidRDefault="00D43590" w:rsidP="00D43590">
      <w:r>
        <w:t>262.3624</w:t>
      </w:r>
      <w:r>
        <w:tab/>
        <w:t>1.013e0</w:t>
      </w:r>
    </w:p>
    <w:p w:rsidR="00D43590" w:rsidRDefault="00D43590" w:rsidP="00D43590">
      <w:r>
        <w:t>262.6205</w:t>
      </w:r>
      <w:r>
        <w:tab/>
        <w:t>1.013e0</w:t>
      </w:r>
    </w:p>
    <w:p w:rsidR="00D43590" w:rsidRDefault="00D43590" w:rsidP="00D43590">
      <w:r>
        <w:t>263.0304</w:t>
      </w:r>
      <w:r>
        <w:tab/>
        <w:t>1.013e0</w:t>
      </w:r>
    </w:p>
    <w:p w:rsidR="00D43590" w:rsidRDefault="00D43590" w:rsidP="00D43590">
      <w:r>
        <w:t>263.0872</w:t>
      </w:r>
      <w:r>
        <w:tab/>
        <w:t>2.025e0</w:t>
      </w:r>
    </w:p>
    <w:p w:rsidR="00D43590" w:rsidRDefault="00D43590" w:rsidP="00D43590">
      <w:r>
        <w:t>263.1550</w:t>
      </w:r>
      <w:r>
        <w:tab/>
        <w:t>2.025e0</w:t>
      </w:r>
    </w:p>
    <w:p w:rsidR="00D43590" w:rsidRDefault="00D43590" w:rsidP="00D43590">
      <w:r>
        <w:t>263.2215</w:t>
      </w:r>
      <w:r>
        <w:tab/>
        <w:t>2.025e0</w:t>
      </w:r>
    </w:p>
    <w:p w:rsidR="00D43590" w:rsidRDefault="00D43590" w:rsidP="00D43590">
      <w:r>
        <w:t>263.2495</w:t>
      </w:r>
      <w:r>
        <w:tab/>
        <w:t>1.013e0</w:t>
      </w:r>
    </w:p>
    <w:p w:rsidR="00D43590" w:rsidRDefault="00D43590" w:rsidP="00D43590">
      <w:r>
        <w:t>263.3742</w:t>
      </w:r>
      <w:r>
        <w:tab/>
        <w:t>1.013e0</w:t>
      </w:r>
    </w:p>
    <w:p w:rsidR="00D43590" w:rsidRDefault="00D43590" w:rsidP="00D43590">
      <w:r>
        <w:t>263.4268</w:t>
      </w:r>
      <w:r>
        <w:tab/>
        <w:t>1.013e0</w:t>
      </w:r>
    </w:p>
    <w:p w:rsidR="00D43590" w:rsidRDefault="00D43590" w:rsidP="00D43590">
      <w:r>
        <w:t>263.5895</w:t>
      </w:r>
      <w:r>
        <w:tab/>
        <w:t>1.013e0</w:t>
      </w:r>
    </w:p>
    <w:p w:rsidR="00D43590" w:rsidRDefault="00D43590" w:rsidP="00D43590">
      <w:r>
        <w:t>263.8148</w:t>
      </w:r>
      <w:r>
        <w:tab/>
        <w:t>1.013e0</w:t>
      </w:r>
    </w:p>
    <w:p w:rsidR="00D43590" w:rsidRDefault="00D43590" w:rsidP="00D43590">
      <w:r>
        <w:t>263.8520</w:t>
      </w:r>
      <w:r>
        <w:tab/>
        <w:t>2.025e0</w:t>
      </w:r>
    </w:p>
    <w:p w:rsidR="00D43590" w:rsidRDefault="00D43590" w:rsidP="00D43590">
      <w:r>
        <w:t>263.8802</w:t>
      </w:r>
      <w:r>
        <w:tab/>
        <w:t>1.013e0</w:t>
      </w:r>
    </w:p>
    <w:p w:rsidR="00D43590" w:rsidRDefault="00D43590" w:rsidP="00D43590">
      <w:r>
        <w:t>263.9914</w:t>
      </w:r>
      <w:r>
        <w:tab/>
        <w:t>3.038e0</w:t>
      </w:r>
    </w:p>
    <w:p w:rsidR="00D43590" w:rsidRDefault="00D43590" w:rsidP="00D43590">
      <w:r>
        <w:lastRenderedPageBreak/>
        <w:t>264.0163</w:t>
      </w:r>
      <w:r>
        <w:tab/>
        <w:t>1.013e0</w:t>
      </w:r>
    </w:p>
    <w:p w:rsidR="00D43590" w:rsidRDefault="00D43590" w:rsidP="00D43590">
      <w:r>
        <w:t>264.0994</w:t>
      </w:r>
      <w:r>
        <w:tab/>
        <w:t>1.013e0</w:t>
      </w:r>
    </w:p>
    <w:p w:rsidR="00D43590" w:rsidRDefault="00D43590" w:rsidP="00D43590">
      <w:r>
        <w:t>264.1426</w:t>
      </w:r>
      <w:r>
        <w:tab/>
        <w:t>2.025e0</w:t>
      </w:r>
    </w:p>
    <w:p w:rsidR="00D43590" w:rsidRDefault="00D43590" w:rsidP="00D43590">
      <w:r>
        <w:t>264.2242</w:t>
      </w:r>
      <w:r>
        <w:tab/>
        <w:t>1.013e0</w:t>
      </w:r>
    </w:p>
    <w:p w:rsidR="00D43590" w:rsidRDefault="00D43590" w:rsidP="00D43590">
      <w:r>
        <w:t>264.2678</w:t>
      </w:r>
      <w:r>
        <w:tab/>
        <w:t>1.013e0</w:t>
      </w:r>
    </w:p>
    <w:p w:rsidR="00D43590" w:rsidRDefault="00D43590" w:rsidP="00D43590">
      <w:r>
        <w:t>264.3263</w:t>
      </w:r>
      <w:r>
        <w:tab/>
        <w:t>2.025e0</w:t>
      </w:r>
    </w:p>
    <w:p w:rsidR="00D43590" w:rsidRDefault="00D43590" w:rsidP="00D43590">
      <w:r>
        <w:t>264.4094</w:t>
      </w:r>
      <w:r>
        <w:tab/>
        <w:t>1.013e0</w:t>
      </w:r>
    </w:p>
    <w:p w:rsidR="00D43590" w:rsidRDefault="00D43590" w:rsidP="00D43590">
      <w:r>
        <w:t>264.4542</w:t>
      </w:r>
      <w:r>
        <w:tab/>
        <w:t>1.013e0</w:t>
      </w:r>
    </w:p>
    <w:p w:rsidR="00D43590" w:rsidRDefault="00D43590" w:rsidP="00D43590">
      <w:r>
        <w:t>264.4826</w:t>
      </w:r>
      <w:r>
        <w:tab/>
        <w:t>2.025e0</w:t>
      </w:r>
    </w:p>
    <w:p w:rsidR="00D43590" w:rsidRDefault="00D43590" w:rsidP="00D43590">
      <w:r>
        <w:t>264.5265</w:t>
      </w:r>
      <w:r>
        <w:tab/>
        <w:t>2.025e0</w:t>
      </w:r>
    </w:p>
    <w:p w:rsidR="00D43590" w:rsidRDefault="00D43590" w:rsidP="00D43590">
      <w:r>
        <w:t>264.5568</w:t>
      </w:r>
      <w:r>
        <w:tab/>
        <w:t>1.013e0</w:t>
      </w:r>
    </w:p>
    <w:p w:rsidR="00D43590" w:rsidRDefault="00D43590" w:rsidP="00D43590">
      <w:r>
        <w:t>264.6003</w:t>
      </w:r>
      <w:r>
        <w:tab/>
        <w:t>1.013e0</w:t>
      </w:r>
    </w:p>
    <w:p w:rsidR="00D43590" w:rsidRDefault="00D43590" w:rsidP="00D43590">
      <w:r>
        <w:t>264.8213</w:t>
      </w:r>
      <w:r>
        <w:tab/>
        <w:t>1.013e0</w:t>
      </w:r>
    </w:p>
    <w:p w:rsidR="00D43590" w:rsidRDefault="00D43590" w:rsidP="00D43590">
      <w:r>
        <w:t>264.8593</w:t>
      </w:r>
      <w:r>
        <w:tab/>
        <w:t>1.013e0</w:t>
      </w:r>
    </w:p>
    <w:p w:rsidR="00D43590" w:rsidRDefault="00D43590" w:rsidP="00D43590">
      <w:r>
        <w:t>264.8979</w:t>
      </w:r>
      <w:r>
        <w:tab/>
        <w:t>1.013e0</w:t>
      </w:r>
    </w:p>
    <w:p w:rsidR="00D43590" w:rsidRDefault="00D43590" w:rsidP="00D43590">
      <w:r>
        <w:t>264.9499</w:t>
      </w:r>
      <w:r>
        <w:tab/>
        <w:t>2.025e0</w:t>
      </w:r>
    </w:p>
    <w:p w:rsidR="00D43590" w:rsidRDefault="00D43590" w:rsidP="00D43590">
      <w:r>
        <w:t>265.0066</w:t>
      </w:r>
      <w:r>
        <w:tab/>
        <w:t>1.013e0</w:t>
      </w:r>
    </w:p>
    <w:p w:rsidR="00D43590" w:rsidRDefault="00D43590" w:rsidP="00D43590">
      <w:r>
        <w:t>265.1201</w:t>
      </w:r>
      <w:r>
        <w:tab/>
        <w:t>1.013e0</w:t>
      </w:r>
    </w:p>
    <w:p w:rsidR="00D43590" w:rsidRDefault="00D43590" w:rsidP="00D43590">
      <w:r>
        <w:t>265.2666</w:t>
      </w:r>
      <w:r>
        <w:tab/>
        <w:t>1.013e0</w:t>
      </w:r>
    </w:p>
    <w:p w:rsidR="00D43590" w:rsidRDefault="00D43590" w:rsidP="00D43590">
      <w:r>
        <w:lastRenderedPageBreak/>
        <w:t>265.6119</w:t>
      </w:r>
      <w:r>
        <w:tab/>
        <w:t>1.013e0</w:t>
      </w:r>
    </w:p>
    <w:p w:rsidR="00D43590" w:rsidRDefault="00D43590" w:rsidP="00D43590">
      <w:r>
        <w:t>265.6667</w:t>
      </w:r>
      <w:r>
        <w:tab/>
        <w:t>2.025e0</w:t>
      </w:r>
    </w:p>
    <w:p w:rsidR="00D43590" w:rsidRDefault="00D43590" w:rsidP="00D43590">
      <w:r>
        <w:t>265.9146</w:t>
      </w:r>
      <w:r>
        <w:tab/>
        <w:t>1.013e0</w:t>
      </w:r>
    </w:p>
    <w:p w:rsidR="00D43590" w:rsidRDefault="00D43590" w:rsidP="00D43590">
      <w:r>
        <w:t>265.9900</w:t>
      </w:r>
      <w:r>
        <w:tab/>
        <w:t>1.013e0</w:t>
      </w:r>
    </w:p>
    <w:p w:rsidR="00D43590" w:rsidRDefault="00D43590" w:rsidP="00D43590">
      <w:r>
        <w:t>266.0482</w:t>
      </w:r>
      <w:r>
        <w:tab/>
        <w:t>2.025e0</w:t>
      </w:r>
    </w:p>
    <w:p w:rsidR="00D43590" w:rsidRDefault="00D43590" w:rsidP="00D43590">
      <w:r>
        <w:t>266.1492</w:t>
      </w:r>
      <w:r>
        <w:tab/>
        <w:t>1.013e0</w:t>
      </w:r>
    </w:p>
    <w:p w:rsidR="00D43590" w:rsidRDefault="00D43590" w:rsidP="00D43590">
      <w:r>
        <w:t>266.2439</w:t>
      </w:r>
      <w:r>
        <w:tab/>
        <w:t>1.013e0</w:t>
      </w:r>
    </w:p>
    <w:p w:rsidR="00D43590" w:rsidRDefault="00D43590" w:rsidP="00D43590">
      <w:r>
        <w:t>266.3232</w:t>
      </w:r>
      <w:r>
        <w:tab/>
        <w:t>1.013e0</w:t>
      </w:r>
    </w:p>
    <w:p w:rsidR="00D43590" w:rsidRDefault="00D43590" w:rsidP="00D43590">
      <w:r>
        <w:t>266.4288</w:t>
      </w:r>
      <w:r>
        <w:tab/>
        <w:t>2.025e0</w:t>
      </w:r>
    </w:p>
    <w:p w:rsidR="00D43590" w:rsidRDefault="00D43590" w:rsidP="00D43590">
      <w:r>
        <w:t>266.5695</w:t>
      </w:r>
      <w:r>
        <w:tab/>
        <w:t>1.013e0</w:t>
      </w:r>
    </w:p>
    <w:p w:rsidR="00D43590" w:rsidRDefault="00D43590" w:rsidP="00D43590">
      <w:r>
        <w:t>266.6301</w:t>
      </w:r>
      <w:r>
        <w:tab/>
        <w:t>2.025e0</w:t>
      </w:r>
    </w:p>
    <w:p w:rsidR="00D43590" w:rsidRDefault="00D43590" w:rsidP="00D43590">
      <w:r>
        <w:t>266.7141</w:t>
      </w:r>
      <w:r>
        <w:tab/>
        <w:t>3.038e0</w:t>
      </w:r>
    </w:p>
    <w:p w:rsidR="00D43590" w:rsidRDefault="00D43590" w:rsidP="00D43590">
      <w:r>
        <w:t>266.9557</w:t>
      </w:r>
      <w:r>
        <w:tab/>
        <w:t>1.013e0</w:t>
      </w:r>
    </w:p>
    <w:p w:rsidR="00D43590" w:rsidRDefault="00D43590" w:rsidP="00D43590">
      <w:r>
        <w:t>267.0352</w:t>
      </w:r>
      <w:r>
        <w:tab/>
        <w:t>2.025e0</w:t>
      </w:r>
    </w:p>
    <w:p w:rsidR="00D43590" w:rsidRDefault="00D43590" w:rsidP="00D43590">
      <w:r>
        <w:t>267.0736</w:t>
      </w:r>
      <w:r>
        <w:tab/>
        <w:t>2.025e0</w:t>
      </w:r>
    </w:p>
    <w:p w:rsidR="00D43590" w:rsidRDefault="00D43590" w:rsidP="00D43590">
      <w:r>
        <w:t>267.1115</w:t>
      </w:r>
      <w:r>
        <w:tab/>
        <w:t>1.013e0</w:t>
      </w:r>
    </w:p>
    <w:p w:rsidR="00D43590" w:rsidRDefault="00D43590" w:rsidP="00D43590">
      <w:r>
        <w:t>267.2228</w:t>
      </w:r>
      <w:r>
        <w:tab/>
        <w:t>2.025e0</w:t>
      </w:r>
    </w:p>
    <w:p w:rsidR="00D43590" w:rsidRDefault="00D43590" w:rsidP="00D43590">
      <w:r>
        <w:t>267.2550</w:t>
      </w:r>
      <w:r>
        <w:tab/>
        <w:t>1.013e0</w:t>
      </w:r>
    </w:p>
    <w:p w:rsidR="00D43590" w:rsidRDefault="00D43590" w:rsidP="00D43590">
      <w:r>
        <w:t>267.3556</w:t>
      </w:r>
      <w:r>
        <w:tab/>
        <w:t>1.013e0</w:t>
      </w:r>
    </w:p>
    <w:p w:rsidR="00D43590" w:rsidRDefault="00D43590" w:rsidP="00D43590">
      <w:r>
        <w:lastRenderedPageBreak/>
        <w:t>267.4556</w:t>
      </w:r>
      <w:r>
        <w:tab/>
        <w:t>1.013e0</w:t>
      </w:r>
    </w:p>
    <w:p w:rsidR="00D43590" w:rsidRDefault="00D43590" w:rsidP="00D43590">
      <w:r>
        <w:t>267.4981</w:t>
      </w:r>
      <w:r>
        <w:tab/>
        <w:t>1.013e0</w:t>
      </w:r>
    </w:p>
    <w:p w:rsidR="00D43590" w:rsidRDefault="00D43590" w:rsidP="00D43590">
      <w:r>
        <w:t>267.6376</w:t>
      </w:r>
      <w:r>
        <w:tab/>
        <w:t>1.013e0</w:t>
      </w:r>
    </w:p>
    <w:p w:rsidR="00D43590" w:rsidRDefault="00D43590" w:rsidP="00D43590">
      <w:r>
        <w:t>267.7551</w:t>
      </w:r>
      <w:r>
        <w:tab/>
        <w:t>1.013e0</w:t>
      </w:r>
    </w:p>
    <w:p w:rsidR="00D43590" w:rsidRDefault="00D43590" w:rsidP="00D43590">
      <w:r>
        <w:t>267.8480</w:t>
      </w:r>
      <w:r>
        <w:tab/>
        <w:t>2.025e0</w:t>
      </w:r>
    </w:p>
    <w:p w:rsidR="00D43590" w:rsidRDefault="00D43590" w:rsidP="00D43590">
      <w:r>
        <w:t>267.8852</w:t>
      </w:r>
      <w:r>
        <w:tab/>
        <w:t>1.013e0</w:t>
      </w:r>
    </w:p>
    <w:p w:rsidR="00D43590" w:rsidRDefault="00D43590" w:rsidP="00D43590">
      <w:r>
        <w:t>267.9413</w:t>
      </w:r>
      <w:r>
        <w:tab/>
        <w:t>1.013e0</w:t>
      </w:r>
    </w:p>
    <w:p w:rsidR="00D43590" w:rsidRDefault="00D43590" w:rsidP="00D43590">
      <w:r>
        <w:t>268.1246</w:t>
      </w:r>
      <w:r>
        <w:tab/>
        <w:t>2.025e0</w:t>
      </w:r>
    </w:p>
    <w:p w:rsidR="00D43590" w:rsidRDefault="00D43590" w:rsidP="00D43590">
      <w:r>
        <w:t>268.1693</w:t>
      </w:r>
      <w:r>
        <w:tab/>
        <w:t>5.063e0</w:t>
      </w:r>
    </w:p>
    <w:p w:rsidR="00D43590" w:rsidRDefault="00D43590" w:rsidP="00D43590">
      <w:r>
        <w:t>268.2421</w:t>
      </w:r>
      <w:r>
        <w:tab/>
        <w:t>2.025e0</w:t>
      </w:r>
    </w:p>
    <w:p w:rsidR="00D43590" w:rsidRDefault="00D43590" w:rsidP="00D43590">
      <w:r>
        <w:t>268.4678</w:t>
      </w:r>
      <w:r>
        <w:tab/>
        <w:t>1.013e0</w:t>
      </w:r>
    </w:p>
    <w:p w:rsidR="00D43590" w:rsidRDefault="00D43590" w:rsidP="00D43590">
      <w:r>
        <w:t>268.5690</w:t>
      </w:r>
      <w:r>
        <w:tab/>
        <w:t>1.013e0</w:t>
      </w:r>
    </w:p>
    <w:p w:rsidR="00D43590" w:rsidRDefault="00D43590" w:rsidP="00D43590">
      <w:r>
        <w:t>268.5894</w:t>
      </w:r>
      <w:r>
        <w:tab/>
        <w:t>1.013e0</w:t>
      </w:r>
    </w:p>
    <w:p w:rsidR="00D43590" w:rsidRDefault="00D43590" w:rsidP="00D43590">
      <w:r>
        <w:t>268.6684</w:t>
      </w:r>
      <w:r>
        <w:tab/>
        <w:t>2.025e0</w:t>
      </w:r>
    </w:p>
    <w:p w:rsidR="00D43590" w:rsidRDefault="00D43590" w:rsidP="00D43590">
      <w:r>
        <w:t>268.7091</w:t>
      </w:r>
      <w:r>
        <w:tab/>
        <w:t>2.025e0</w:t>
      </w:r>
    </w:p>
    <w:p w:rsidR="00D43590" w:rsidRDefault="00D43590" w:rsidP="00D43590">
      <w:r>
        <w:t>268.8050</w:t>
      </w:r>
      <w:r>
        <w:tab/>
        <w:t>2.025e0</w:t>
      </w:r>
    </w:p>
    <w:p w:rsidR="00D43590" w:rsidRDefault="00D43590" w:rsidP="00D43590">
      <w:r>
        <w:t>268.8603</w:t>
      </w:r>
      <w:r>
        <w:tab/>
        <w:t>1.013e0</w:t>
      </w:r>
    </w:p>
    <w:p w:rsidR="00D43590" w:rsidRDefault="00D43590" w:rsidP="00D43590">
      <w:r>
        <w:t>268.9343</w:t>
      </w:r>
      <w:r>
        <w:tab/>
        <w:t>1.013e0</w:t>
      </w:r>
    </w:p>
    <w:p w:rsidR="00D43590" w:rsidRDefault="00D43590" w:rsidP="00D43590">
      <w:r>
        <w:t>269.0342</w:t>
      </w:r>
      <w:r>
        <w:tab/>
        <w:t>1.013e0</w:t>
      </w:r>
    </w:p>
    <w:p w:rsidR="00D43590" w:rsidRDefault="00D43590" w:rsidP="00D43590">
      <w:r>
        <w:lastRenderedPageBreak/>
        <w:t>269.0783</w:t>
      </w:r>
      <w:r>
        <w:tab/>
        <w:t>1.013e0</w:t>
      </w:r>
    </w:p>
    <w:p w:rsidR="00D43590" w:rsidRDefault="00D43590" w:rsidP="00D43590">
      <w:r>
        <w:t>269.1314</w:t>
      </w:r>
      <w:r>
        <w:tab/>
        <w:t>3.038e0</w:t>
      </w:r>
    </w:p>
    <w:p w:rsidR="00D43590" w:rsidRDefault="00D43590" w:rsidP="00D43590">
      <w:r>
        <w:t>269.1960</w:t>
      </w:r>
      <w:r>
        <w:tab/>
        <w:t>2.025e0</w:t>
      </w:r>
    </w:p>
    <w:p w:rsidR="00D43590" w:rsidRDefault="00D43590" w:rsidP="00D43590">
      <w:r>
        <w:t>269.2910</w:t>
      </w:r>
      <w:r>
        <w:tab/>
        <w:t>1.013e0</w:t>
      </w:r>
    </w:p>
    <w:p w:rsidR="00D43590" w:rsidRDefault="00D43590" w:rsidP="00D43590">
      <w:r>
        <w:t>269.3823</w:t>
      </w:r>
      <w:r>
        <w:tab/>
        <w:t>1.013e0</w:t>
      </w:r>
    </w:p>
    <w:p w:rsidR="00D43590" w:rsidRDefault="00D43590" w:rsidP="00D43590">
      <w:r>
        <w:t>269.6020</w:t>
      </w:r>
      <w:r>
        <w:tab/>
        <w:t>1.013e0</w:t>
      </w:r>
    </w:p>
    <w:p w:rsidR="00D43590" w:rsidRDefault="00D43590" w:rsidP="00D43590">
      <w:r>
        <w:t>269.6539</w:t>
      </w:r>
      <w:r>
        <w:tab/>
        <w:t>1.013e0</w:t>
      </w:r>
    </w:p>
    <w:p w:rsidR="00D43590" w:rsidRDefault="00D43590" w:rsidP="00D43590">
      <w:r>
        <w:t>269.7103</w:t>
      </w:r>
      <w:r>
        <w:tab/>
        <w:t>1.013e0</w:t>
      </w:r>
    </w:p>
    <w:p w:rsidR="00D43590" w:rsidRDefault="00D43590" w:rsidP="00D43590">
      <w:r>
        <w:t>269.7359</w:t>
      </w:r>
      <w:r>
        <w:tab/>
        <w:t>1.013e0</w:t>
      </w:r>
    </w:p>
    <w:p w:rsidR="00D43590" w:rsidRDefault="00D43590" w:rsidP="00D43590">
      <w:r>
        <w:t>269.8943</w:t>
      </w:r>
      <w:r>
        <w:tab/>
        <w:t>1.013e0</w:t>
      </w:r>
    </w:p>
    <w:p w:rsidR="00D43590" w:rsidRDefault="00D43590" w:rsidP="00D43590">
      <w:r>
        <w:t>269.9720</w:t>
      </w:r>
      <w:r>
        <w:tab/>
        <w:t>1.013e0</w:t>
      </w:r>
    </w:p>
    <w:p w:rsidR="00D43590" w:rsidRDefault="00D43590" w:rsidP="00D43590">
      <w:r>
        <w:t>270.1413</w:t>
      </w:r>
      <w:r>
        <w:tab/>
        <w:t>1.013e0</w:t>
      </w:r>
    </w:p>
    <w:p w:rsidR="00D43590" w:rsidRDefault="00D43590" w:rsidP="00D43590">
      <w:r>
        <w:t>270.1972</w:t>
      </w:r>
      <w:r>
        <w:tab/>
        <w:t>3.038e0</w:t>
      </w:r>
    </w:p>
    <w:p w:rsidR="00D43590" w:rsidRDefault="00D43590" w:rsidP="00D43590">
      <w:r>
        <w:t>270.3477</w:t>
      </w:r>
      <w:r>
        <w:tab/>
        <w:t>2.025e0</w:t>
      </w:r>
    </w:p>
    <w:p w:rsidR="00D43590" w:rsidRDefault="00D43590" w:rsidP="00D43590">
      <w:r>
        <w:t>270.3728</w:t>
      </w:r>
      <w:r>
        <w:tab/>
        <w:t>1.013e0</w:t>
      </w:r>
    </w:p>
    <w:p w:rsidR="00D43590" w:rsidRDefault="00D43590" w:rsidP="00D43590">
      <w:r>
        <w:t>270.4393</w:t>
      </w:r>
      <w:r>
        <w:tab/>
        <w:t>1.013e0</w:t>
      </w:r>
    </w:p>
    <w:p w:rsidR="00D43590" w:rsidRDefault="00D43590" w:rsidP="00D43590">
      <w:r>
        <w:t>270.4702</w:t>
      </w:r>
      <w:r>
        <w:tab/>
        <w:t>1.013e0</w:t>
      </w:r>
    </w:p>
    <w:p w:rsidR="00D43590" w:rsidRDefault="00D43590" w:rsidP="00D43590">
      <w:r>
        <w:t>270.5524</w:t>
      </w:r>
      <w:r>
        <w:tab/>
        <w:t>1.013e0</w:t>
      </w:r>
    </w:p>
    <w:p w:rsidR="00D43590" w:rsidRDefault="00D43590" w:rsidP="00D43590">
      <w:r>
        <w:t>270.7581</w:t>
      </w:r>
      <w:r>
        <w:tab/>
        <w:t>1.013e0</w:t>
      </w:r>
    </w:p>
    <w:p w:rsidR="00D43590" w:rsidRDefault="00D43590" w:rsidP="00D43590">
      <w:r>
        <w:lastRenderedPageBreak/>
        <w:t>270.8590</w:t>
      </w:r>
      <w:r>
        <w:tab/>
        <w:t>1.013e0</w:t>
      </w:r>
    </w:p>
    <w:p w:rsidR="00D43590" w:rsidRDefault="00D43590" w:rsidP="00D43590">
      <w:r>
        <w:t>270.9159</w:t>
      </w:r>
      <w:r>
        <w:tab/>
        <w:t>1.013e0</w:t>
      </w:r>
    </w:p>
    <w:p w:rsidR="00D43590" w:rsidRDefault="00D43590" w:rsidP="00D43590">
      <w:r>
        <w:t>270.9768</w:t>
      </w:r>
      <w:r>
        <w:tab/>
        <w:t>1.013e0</w:t>
      </w:r>
    </w:p>
    <w:p w:rsidR="00D43590" w:rsidRDefault="00D43590" w:rsidP="00D43590">
      <w:r>
        <w:t>271.0464</w:t>
      </w:r>
      <w:r>
        <w:tab/>
        <w:t>1.013e0</w:t>
      </w:r>
    </w:p>
    <w:p w:rsidR="00D43590" w:rsidRDefault="00D43590" w:rsidP="00D43590">
      <w:r>
        <w:t>271.1134</w:t>
      </w:r>
      <w:r>
        <w:tab/>
        <w:t>1.013e0</w:t>
      </w:r>
    </w:p>
    <w:p w:rsidR="00D43590" w:rsidRDefault="00D43590" w:rsidP="00D43590">
      <w:r>
        <w:t>271.2086</w:t>
      </w:r>
      <w:r>
        <w:tab/>
        <w:t>2.025e0</w:t>
      </w:r>
    </w:p>
    <w:p w:rsidR="00D43590" w:rsidRDefault="00D43590" w:rsidP="00D43590">
      <w:r>
        <w:t>271.2921</w:t>
      </w:r>
      <w:r>
        <w:tab/>
        <w:t>1.013e0</w:t>
      </w:r>
    </w:p>
    <w:p w:rsidR="00D43590" w:rsidRDefault="00D43590" w:rsidP="00D43590">
      <w:r>
        <w:t>271.3631</w:t>
      </w:r>
      <w:r>
        <w:tab/>
        <w:t>2.025e0</w:t>
      </w:r>
    </w:p>
    <w:p w:rsidR="00D43590" w:rsidRDefault="00D43590" w:rsidP="00D43590">
      <w:r>
        <w:t>271.4176</w:t>
      </w:r>
      <w:r>
        <w:tab/>
        <w:t>1.013e0</w:t>
      </w:r>
    </w:p>
    <w:p w:rsidR="00D43590" w:rsidRDefault="00D43590" w:rsidP="00D43590">
      <w:r>
        <w:t>271.4866</w:t>
      </w:r>
      <w:r>
        <w:tab/>
        <w:t>2.025e0</w:t>
      </w:r>
    </w:p>
    <w:p w:rsidR="00D43590" w:rsidRDefault="00D43590" w:rsidP="00D43590">
      <w:r>
        <w:t>271.5544</w:t>
      </w:r>
      <w:r>
        <w:tab/>
        <w:t>1.013e0</w:t>
      </w:r>
    </w:p>
    <w:p w:rsidR="00D43590" w:rsidRDefault="00D43590" w:rsidP="00D43590">
      <w:r>
        <w:t>271.5928</w:t>
      </w:r>
      <w:r>
        <w:tab/>
        <w:t>1.013e0</w:t>
      </w:r>
    </w:p>
    <w:p w:rsidR="00D43590" w:rsidRDefault="00D43590" w:rsidP="00D43590">
      <w:r>
        <w:t>271.7029</w:t>
      </w:r>
      <w:r>
        <w:tab/>
        <w:t>1.013e0</w:t>
      </w:r>
    </w:p>
    <w:p w:rsidR="00D43590" w:rsidRDefault="00D43590" w:rsidP="00D43590">
      <w:r>
        <w:t>271.7521</w:t>
      </w:r>
      <w:r>
        <w:tab/>
        <w:t>1.013e0</w:t>
      </w:r>
    </w:p>
    <w:p w:rsidR="00D43590" w:rsidRDefault="00D43590" w:rsidP="00D43590">
      <w:r>
        <w:t>271.9537</w:t>
      </w:r>
      <w:r>
        <w:tab/>
        <w:t>1.013e0</w:t>
      </w:r>
    </w:p>
    <w:p w:rsidR="00D43590" w:rsidRDefault="00D43590" w:rsidP="00D43590">
      <w:r>
        <w:t>272.0006</w:t>
      </w:r>
      <w:r>
        <w:tab/>
        <w:t>1.013e0</w:t>
      </w:r>
    </w:p>
    <w:p w:rsidR="00D43590" w:rsidRDefault="00D43590" w:rsidP="00D43590">
      <w:r>
        <w:t>272.0265</w:t>
      </w:r>
      <w:r>
        <w:tab/>
        <w:t>1.013e0</w:t>
      </w:r>
    </w:p>
    <w:p w:rsidR="00D43590" w:rsidRDefault="00D43590" w:rsidP="00D43590">
      <w:r>
        <w:t>272.0678</w:t>
      </w:r>
      <w:r>
        <w:tab/>
        <w:t>1.013e0</w:t>
      </w:r>
    </w:p>
    <w:p w:rsidR="00D43590" w:rsidRDefault="00D43590" w:rsidP="00D43590">
      <w:r>
        <w:t>272.1059</w:t>
      </w:r>
      <w:r>
        <w:tab/>
        <w:t>1.013e0</w:t>
      </w:r>
    </w:p>
    <w:p w:rsidR="00D43590" w:rsidRDefault="00D43590" w:rsidP="00D43590">
      <w:r>
        <w:lastRenderedPageBreak/>
        <w:t>272.1693</w:t>
      </w:r>
      <w:r>
        <w:tab/>
        <w:t>2.025e0</w:t>
      </w:r>
    </w:p>
    <w:p w:rsidR="00D43590" w:rsidRDefault="00D43590" w:rsidP="00D43590">
      <w:r>
        <w:t>272.2073</w:t>
      </w:r>
      <w:r>
        <w:tab/>
        <w:t>1.013e0</w:t>
      </w:r>
    </w:p>
    <w:p w:rsidR="00D43590" w:rsidRDefault="00D43590" w:rsidP="00D43590">
      <w:r>
        <w:t>272.2280</w:t>
      </w:r>
      <w:r>
        <w:tab/>
        <w:t>1.013e0</w:t>
      </w:r>
    </w:p>
    <w:p w:rsidR="00D43590" w:rsidRDefault="00D43590" w:rsidP="00D43590">
      <w:r>
        <w:t>272.3987</w:t>
      </w:r>
      <w:r>
        <w:tab/>
        <w:t>1.013e0</w:t>
      </w:r>
    </w:p>
    <w:p w:rsidR="00D43590" w:rsidRDefault="00D43590" w:rsidP="00D43590">
      <w:r>
        <w:t>272.4463</w:t>
      </w:r>
      <w:r>
        <w:tab/>
        <w:t>2.025e0</w:t>
      </w:r>
    </w:p>
    <w:p w:rsidR="00D43590" w:rsidRDefault="00D43590" w:rsidP="00D43590">
      <w:r>
        <w:t>272.5249</w:t>
      </w:r>
      <w:r>
        <w:tab/>
        <w:t>2.025e0</w:t>
      </w:r>
    </w:p>
    <w:p w:rsidR="00D43590" w:rsidRDefault="00D43590" w:rsidP="00D43590">
      <w:r>
        <w:t>272.6803</w:t>
      </w:r>
      <w:r>
        <w:tab/>
        <w:t>2.025e0</w:t>
      </w:r>
    </w:p>
    <w:p w:rsidR="00D43590" w:rsidRDefault="00D43590" w:rsidP="00D43590">
      <w:r>
        <w:t>272.7558</w:t>
      </w:r>
      <w:r>
        <w:tab/>
        <w:t>1.013e0</w:t>
      </w:r>
    </w:p>
    <w:p w:rsidR="00D43590" w:rsidRDefault="00D43590" w:rsidP="00D43590">
      <w:r>
        <w:t>272.9085</w:t>
      </w:r>
      <w:r>
        <w:tab/>
        <w:t>1.013e0</w:t>
      </w:r>
    </w:p>
    <w:p w:rsidR="00D43590" w:rsidRDefault="00D43590" w:rsidP="00D43590">
      <w:r>
        <w:t>272.9428</w:t>
      </w:r>
      <w:r>
        <w:tab/>
        <w:t>1.013e0</w:t>
      </w:r>
    </w:p>
    <w:p w:rsidR="00D43590" w:rsidRDefault="00D43590" w:rsidP="00D43590">
      <w:r>
        <w:t>273.0978</w:t>
      </w:r>
      <w:r>
        <w:tab/>
        <w:t>1.013e0</w:t>
      </w:r>
    </w:p>
    <w:p w:rsidR="00D43590" w:rsidRDefault="00D43590" w:rsidP="00D43590">
      <w:r>
        <w:t>273.1297</w:t>
      </w:r>
      <w:r>
        <w:tab/>
        <w:t>3.038e0</w:t>
      </w:r>
    </w:p>
    <w:p w:rsidR="00D43590" w:rsidRDefault="00D43590" w:rsidP="00D43590">
      <w:r>
        <w:t>273.1777</w:t>
      </w:r>
      <w:r>
        <w:tab/>
        <w:t>1.112e1</w:t>
      </w:r>
    </w:p>
    <w:p w:rsidR="00D43590" w:rsidRDefault="00D43590" w:rsidP="00D43590">
      <w:r>
        <w:t>273.2379</w:t>
      </w:r>
      <w:r>
        <w:tab/>
        <w:t>1.013e0</w:t>
      </w:r>
    </w:p>
    <w:p w:rsidR="00D43590" w:rsidRDefault="00D43590" w:rsidP="00D43590">
      <w:r>
        <w:t>273.5821</w:t>
      </w:r>
      <w:r>
        <w:tab/>
        <w:t>2.025e0</w:t>
      </w:r>
    </w:p>
    <w:p w:rsidR="00D43590" w:rsidRDefault="00D43590" w:rsidP="00D43590">
      <w:r>
        <w:t>273.7079</w:t>
      </w:r>
      <w:r>
        <w:tab/>
        <w:t>2.025e0</w:t>
      </w:r>
    </w:p>
    <w:p w:rsidR="00D43590" w:rsidRDefault="00D43590" w:rsidP="00D43590">
      <w:r>
        <w:t>273.8921</w:t>
      </w:r>
      <w:r>
        <w:tab/>
        <w:t>1.013e0</w:t>
      </w:r>
    </w:p>
    <w:p w:rsidR="00D43590" w:rsidRDefault="00D43590" w:rsidP="00D43590">
      <w:r>
        <w:t>273.9441</w:t>
      </w:r>
      <w:r>
        <w:tab/>
        <w:t>1.013e0</w:t>
      </w:r>
    </w:p>
    <w:p w:rsidR="00D43590" w:rsidRDefault="00D43590" w:rsidP="00D43590">
      <w:r>
        <w:t>273.9761</w:t>
      </w:r>
      <w:r>
        <w:tab/>
        <w:t>2.025e0</w:t>
      </w:r>
    </w:p>
    <w:p w:rsidR="00D43590" w:rsidRDefault="00D43590" w:rsidP="00D43590">
      <w:r>
        <w:lastRenderedPageBreak/>
        <w:t>274.0325</w:t>
      </w:r>
      <w:r>
        <w:tab/>
        <w:t>1.013e0</w:t>
      </w:r>
    </w:p>
    <w:p w:rsidR="00D43590" w:rsidRDefault="00D43590" w:rsidP="00D43590">
      <w:r>
        <w:t>274.0897</w:t>
      </w:r>
      <w:r>
        <w:tab/>
        <w:t>1.013e0</w:t>
      </w:r>
    </w:p>
    <w:p w:rsidR="00D43590" w:rsidRDefault="00D43590" w:rsidP="00D43590">
      <w:r>
        <w:t>274.1345</w:t>
      </w:r>
      <w:r>
        <w:tab/>
        <w:t>3.038e0</w:t>
      </w:r>
    </w:p>
    <w:p w:rsidR="00D43590" w:rsidRDefault="00D43590" w:rsidP="00D43590">
      <w:r>
        <w:t>274.1916</w:t>
      </w:r>
      <w:r>
        <w:tab/>
        <w:t>1.013e0</w:t>
      </w:r>
    </w:p>
    <w:p w:rsidR="00D43590" w:rsidRDefault="00D43590" w:rsidP="00D43590">
      <w:r>
        <w:t>274.2449</w:t>
      </w:r>
      <w:r>
        <w:tab/>
        <w:t>1.013e0</w:t>
      </w:r>
    </w:p>
    <w:p w:rsidR="00D43590" w:rsidRDefault="00D43590" w:rsidP="00D43590">
      <w:r>
        <w:t>274.3811</w:t>
      </w:r>
      <w:r>
        <w:tab/>
        <w:t>1.013e0</w:t>
      </w:r>
    </w:p>
    <w:p w:rsidR="00D43590" w:rsidRDefault="00D43590" w:rsidP="00D43590">
      <w:r>
        <w:t>274.5269</w:t>
      </w:r>
      <w:r>
        <w:tab/>
        <w:t>1.013e0</w:t>
      </w:r>
    </w:p>
    <w:p w:rsidR="00D43590" w:rsidRDefault="00D43590" w:rsidP="00D43590">
      <w:r>
        <w:t>274.5573</w:t>
      </w:r>
      <w:r>
        <w:tab/>
        <w:t>1.013e0</w:t>
      </w:r>
    </w:p>
    <w:p w:rsidR="00D43590" w:rsidRDefault="00D43590" w:rsidP="00D43590">
      <w:r>
        <w:t>274.5790</w:t>
      </w:r>
      <w:r>
        <w:tab/>
        <w:t>1.013e0</w:t>
      </w:r>
    </w:p>
    <w:p w:rsidR="00D43590" w:rsidRDefault="00D43590" w:rsidP="00D43590">
      <w:r>
        <w:t>274.6664</w:t>
      </w:r>
      <w:r>
        <w:tab/>
        <w:t>2.025e0</w:t>
      </w:r>
    </w:p>
    <w:p w:rsidR="00D43590" w:rsidRDefault="00D43590" w:rsidP="00D43590">
      <w:r>
        <w:t>274.7327</w:t>
      </w:r>
      <w:r>
        <w:tab/>
        <w:t>1.013e0</w:t>
      </w:r>
    </w:p>
    <w:p w:rsidR="00D43590" w:rsidRDefault="00D43590" w:rsidP="00D43590">
      <w:r>
        <w:t>274.8253</w:t>
      </w:r>
      <w:r>
        <w:tab/>
        <w:t>2.025e0</w:t>
      </w:r>
    </w:p>
    <w:p w:rsidR="00D43590" w:rsidRDefault="00D43590" w:rsidP="00D43590">
      <w:r>
        <w:t>275.0543</w:t>
      </w:r>
      <w:r>
        <w:tab/>
        <w:t>3.038e0</w:t>
      </w:r>
    </w:p>
    <w:p w:rsidR="00D43590" w:rsidRDefault="00D43590" w:rsidP="00D43590">
      <w:r>
        <w:t>275.1160</w:t>
      </w:r>
      <w:r>
        <w:tab/>
        <w:t>1.013e0</w:t>
      </w:r>
    </w:p>
    <w:p w:rsidR="00D43590" w:rsidRDefault="00D43590" w:rsidP="00D43590">
      <w:r>
        <w:t>275.1742</w:t>
      </w:r>
      <w:r>
        <w:tab/>
        <w:t>3.038e0</w:t>
      </w:r>
    </w:p>
    <w:p w:rsidR="00D43590" w:rsidRDefault="00D43590" w:rsidP="00D43590">
      <w:r>
        <w:t>275.2968</w:t>
      </w:r>
      <w:r>
        <w:tab/>
        <w:t>1.013e0</w:t>
      </w:r>
    </w:p>
    <w:p w:rsidR="00D43590" w:rsidRDefault="00D43590" w:rsidP="00D43590">
      <w:r>
        <w:t>275.3616</w:t>
      </w:r>
      <w:r>
        <w:tab/>
        <w:t>1.013e0</w:t>
      </w:r>
    </w:p>
    <w:p w:rsidR="00D43590" w:rsidRDefault="00D43590" w:rsidP="00D43590">
      <w:r>
        <w:t>275.4550</w:t>
      </w:r>
      <w:r>
        <w:tab/>
        <w:t>2.025e0</w:t>
      </w:r>
    </w:p>
    <w:p w:rsidR="00D43590" w:rsidRDefault="00D43590" w:rsidP="00D43590">
      <w:r>
        <w:t>275.4913</w:t>
      </w:r>
      <w:r>
        <w:tab/>
        <w:t>1.013e0</w:t>
      </w:r>
    </w:p>
    <w:p w:rsidR="00D43590" w:rsidRDefault="00D43590" w:rsidP="00D43590">
      <w:r>
        <w:lastRenderedPageBreak/>
        <w:t>275.5390</w:t>
      </w:r>
      <w:r>
        <w:tab/>
        <w:t>1.013e0</w:t>
      </w:r>
    </w:p>
    <w:p w:rsidR="00D43590" w:rsidRDefault="00D43590" w:rsidP="00D43590">
      <w:r>
        <w:t>275.6226</w:t>
      </w:r>
      <w:r>
        <w:tab/>
        <w:t>1.013e0</w:t>
      </w:r>
    </w:p>
    <w:p w:rsidR="00D43590" w:rsidRDefault="00D43590" w:rsidP="00D43590">
      <w:r>
        <w:t>275.7169</w:t>
      </w:r>
      <w:r>
        <w:tab/>
        <w:t>2.025e0</w:t>
      </w:r>
    </w:p>
    <w:p w:rsidR="00D43590" w:rsidRDefault="00D43590" w:rsidP="00D43590">
      <w:r>
        <w:t>275.7659</w:t>
      </w:r>
      <w:r>
        <w:tab/>
        <w:t>2.025e0</w:t>
      </w:r>
    </w:p>
    <w:p w:rsidR="00D43590" w:rsidRDefault="00D43590" w:rsidP="00D43590">
      <w:r>
        <w:t>275.8651</w:t>
      </w:r>
      <w:r>
        <w:tab/>
        <w:t>2.025e0</w:t>
      </w:r>
    </w:p>
    <w:p w:rsidR="00D43590" w:rsidRDefault="00D43590" w:rsidP="00D43590">
      <w:r>
        <w:t>275.9567</w:t>
      </w:r>
      <w:r>
        <w:tab/>
        <w:t>2.025e0</w:t>
      </w:r>
    </w:p>
    <w:p w:rsidR="00D43590" w:rsidRDefault="00D43590" w:rsidP="00D43590">
      <w:r>
        <w:t>275.9946</w:t>
      </w:r>
      <w:r>
        <w:tab/>
        <w:t>2.025e0</w:t>
      </w:r>
    </w:p>
    <w:p w:rsidR="00D43590" w:rsidRDefault="00D43590" w:rsidP="00D43590">
      <w:r>
        <w:t>276.0385</w:t>
      </w:r>
      <w:r>
        <w:tab/>
        <w:t>3.038e0</w:t>
      </w:r>
    </w:p>
    <w:p w:rsidR="00D43590" w:rsidRDefault="00D43590" w:rsidP="00D43590">
      <w:r>
        <w:t>276.0825</w:t>
      </w:r>
      <w:r>
        <w:tab/>
        <w:t>2.025e0</w:t>
      </w:r>
    </w:p>
    <w:p w:rsidR="00D43590" w:rsidRDefault="00D43590" w:rsidP="00D43590">
      <w:r>
        <w:t>276.1353</w:t>
      </w:r>
      <w:r>
        <w:tab/>
        <w:t>1.013e0</w:t>
      </w:r>
    </w:p>
    <w:p w:rsidR="00D43590" w:rsidRDefault="00D43590" w:rsidP="00D43590">
      <w:r>
        <w:t>276.1821</w:t>
      </w:r>
      <w:r>
        <w:tab/>
        <w:t>3.038e0</w:t>
      </w:r>
    </w:p>
    <w:p w:rsidR="00D43590" w:rsidRDefault="00D43590" w:rsidP="00D43590">
      <w:r>
        <w:t>276.2473</w:t>
      </w:r>
      <w:r>
        <w:tab/>
        <w:t>2.025e0</w:t>
      </w:r>
    </w:p>
    <w:p w:rsidR="00D43590" w:rsidRDefault="00D43590" w:rsidP="00D43590">
      <w:r>
        <w:t>276.3113</w:t>
      </w:r>
      <w:r>
        <w:tab/>
        <w:t>1.013e0</w:t>
      </w:r>
    </w:p>
    <w:p w:rsidR="00D43590" w:rsidRDefault="00D43590" w:rsidP="00D43590">
      <w:r>
        <w:t>276.3343</w:t>
      </w:r>
      <w:r>
        <w:tab/>
        <w:t>1.013e0</w:t>
      </w:r>
    </w:p>
    <w:p w:rsidR="00D43590" w:rsidRDefault="00D43590" w:rsidP="00D43590">
      <w:r>
        <w:t>276.4060</w:t>
      </w:r>
      <w:r>
        <w:tab/>
        <w:t>1.345e0</w:t>
      </w:r>
    </w:p>
    <w:p w:rsidR="00D43590" w:rsidRDefault="00D43590" w:rsidP="00D43590">
      <w:r>
        <w:t>276.4319</w:t>
      </w:r>
      <w:r>
        <w:tab/>
        <w:t>2.025e0</w:t>
      </w:r>
    </w:p>
    <w:p w:rsidR="00D43590" w:rsidRDefault="00D43590" w:rsidP="00D43590">
      <w:r>
        <w:t>276.4832</w:t>
      </w:r>
      <w:r>
        <w:tab/>
        <w:t>1.013e0</w:t>
      </w:r>
    </w:p>
    <w:p w:rsidR="00D43590" w:rsidRDefault="00D43590" w:rsidP="00D43590">
      <w:r>
        <w:t>276.6549</w:t>
      </w:r>
      <w:r>
        <w:tab/>
        <w:t>1.013e0</w:t>
      </w:r>
    </w:p>
    <w:p w:rsidR="00D43590" w:rsidRDefault="00D43590" w:rsidP="00D43590">
      <w:r>
        <w:t>276.7617</w:t>
      </w:r>
      <w:r>
        <w:tab/>
        <w:t>2.025e0</w:t>
      </w:r>
    </w:p>
    <w:p w:rsidR="00D43590" w:rsidRDefault="00D43590" w:rsidP="00D43590">
      <w:r>
        <w:lastRenderedPageBreak/>
        <w:t>276.8151</w:t>
      </w:r>
      <w:r>
        <w:tab/>
        <w:t>1.013e0</w:t>
      </w:r>
    </w:p>
    <w:p w:rsidR="00D43590" w:rsidRDefault="00D43590" w:rsidP="00D43590">
      <w:r>
        <w:t>276.8724</w:t>
      </w:r>
      <w:r>
        <w:tab/>
        <w:t>1.013e0</w:t>
      </w:r>
    </w:p>
    <w:p w:rsidR="00D43590" w:rsidRDefault="00D43590" w:rsidP="00D43590">
      <w:r>
        <w:t>276.9216</w:t>
      </w:r>
      <w:r>
        <w:tab/>
        <w:t>3.038e0</w:t>
      </w:r>
    </w:p>
    <w:p w:rsidR="00D43590" w:rsidRDefault="00D43590" w:rsidP="00D43590">
      <w:r>
        <w:t>276.9689</w:t>
      </w:r>
      <w:r>
        <w:tab/>
        <w:t>1.013e0</w:t>
      </w:r>
    </w:p>
    <w:p w:rsidR="00D43590" w:rsidRDefault="00D43590" w:rsidP="00D43590">
      <w:r>
        <w:t>277.0004</w:t>
      </w:r>
      <w:r>
        <w:tab/>
        <w:t>1.013e0</w:t>
      </w:r>
    </w:p>
    <w:p w:rsidR="00D43590" w:rsidRDefault="00D43590" w:rsidP="00D43590">
      <w:r>
        <w:t>277.0214</w:t>
      </w:r>
      <w:r>
        <w:tab/>
        <w:t>1.013e0</w:t>
      </w:r>
    </w:p>
    <w:p w:rsidR="00D43590" w:rsidRDefault="00D43590" w:rsidP="00D43590">
      <w:r>
        <w:t>277.1302</w:t>
      </w:r>
      <w:r>
        <w:tab/>
        <w:t>3.038e0</w:t>
      </w:r>
    </w:p>
    <w:p w:rsidR="00D43590" w:rsidRDefault="00D43590" w:rsidP="00D43590">
      <w:r>
        <w:t>277.2123</w:t>
      </w:r>
      <w:r>
        <w:tab/>
        <w:t>1.013e0</w:t>
      </w:r>
    </w:p>
    <w:p w:rsidR="00D43590" w:rsidRDefault="00D43590" w:rsidP="00D43590">
      <w:r>
        <w:t>277.2679</w:t>
      </w:r>
      <w:r>
        <w:tab/>
        <w:t>2.025e0</w:t>
      </w:r>
    </w:p>
    <w:p w:rsidR="00D43590" w:rsidRDefault="00D43590" w:rsidP="00D43590">
      <w:r>
        <w:t>277.3050</w:t>
      </w:r>
      <w:r>
        <w:tab/>
        <w:t>1.013e0</w:t>
      </w:r>
    </w:p>
    <w:p w:rsidR="00D43590" w:rsidRDefault="00D43590" w:rsidP="00D43590">
      <w:r>
        <w:t>277.4207</w:t>
      </w:r>
      <w:r>
        <w:tab/>
        <w:t>1.013e0</w:t>
      </w:r>
    </w:p>
    <w:p w:rsidR="00D43590" w:rsidRDefault="00D43590" w:rsidP="00D43590">
      <w:r>
        <w:t>277.4417</w:t>
      </w:r>
      <w:r>
        <w:tab/>
        <w:t>1.013e0</w:t>
      </w:r>
    </w:p>
    <w:p w:rsidR="00D43590" w:rsidRDefault="00D43590" w:rsidP="00D43590">
      <w:r>
        <w:t>277.6468</w:t>
      </w:r>
      <w:r>
        <w:tab/>
        <w:t>1.013e0</w:t>
      </w:r>
    </w:p>
    <w:p w:rsidR="00D43590" w:rsidRDefault="00D43590" w:rsidP="00D43590">
      <w:r>
        <w:t>277.7126</w:t>
      </w:r>
      <w:r>
        <w:tab/>
        <w:t>2.025e0</w:t>
      </w:r>
    </w:p>
    <w:p w:rsidR="00D43590" w:rsidRDefault="00D43590" w:rsidP="00D43590">
      <w:r>
        <w:t>277.7433</w:t>
      </w:r>
      <w:r>
        <w:tab/>
        <w:t>1.013e0</w:t>
      </w:r>
    </w:p>
    <w:p w:rsidR="00D43590" w:rsidRDefault="00D43590" w:rsidP="00D43590">
      <w:r>
        <w:t>277.8152</w:t>
      </w:r>
      <w:r>
        <w:tab/>
        <w:t>1.013e0</w:t>
      </w:r>
    </w:p>
    <w:p w:rsidR="00D43590" w:rsidRDefault="00D43590" w:rsidP="00D43590">
      <w:r>
        <w:t>278.1154</w:t>
      </w:r>
      <w:r>
        <w:tab/>
        <w:t>1.013e0</w:t>
      </w:r>
    </w:p>
    <w:p w:rsidR="00D43590" w:rsidRDefault="00D43590" w:rsidP="00D43590">
      <w:r>
        <w:t>278.1508</w:t>
      </w:r>
      <w:r>
        <w:tab/>
        <w:t>2.025e0</w:t>
      </w:r>
    </w:p>
    <w:p w:rsidR="00D43590" w:rsidRDefault="00D43590" w:rsidP="00D43590">
      <w:r>
        <w:t>278.2705</w:t>
      </w:r>
      <w:r>
        <w:tab/>
        <w:t>1.013e0</w:t>
      </w:r>
    </w:p>
    <w:p w:rsidR="00D43590" w:rsidRDefault="00D43590" w:rsidP="00D43590">
      <w:r>
        <w:lastRenderedPageBreak/>
        <w:t>278.4577</w:t>
      </w:r>
      <w:r>
        <w:tab/>
        <w:t>1.013e0</w:t>
      </w:r>
    </w:p>
    <w:p w:rsidR="00D43590" w:rsidRDefault="00D43590" w:rsidP="00D43590">
      <w:r>
        <w:t>278.5495</w:t>
      </w:r>
      <w:r>
        <w:tab/>
        <w:t>1.013e0</w:t>
      </w:r>
    </w:p>
    <w:p w:rsidR="00D43590" w:rsidRDefault="00D43590" w:rsidP="00D43590">
      <w:r>
        <w:t>278.7325</w:t>
      </w:r>
      <w:r>
        <w:tab/>
        <w:t>1.013e0</w:t>
      </w:r>
    </w:p>
    <w:p w:rsidR="00D43590" w:rsidRDefault="00D43590" w:rsidP="00D43590">
      <w:r>
        <w:t>278.7800</w:t>
      </w:r>
      <w:r>
        <w:tab/>
        <w:t>1.013e0</w:t>
      </w:r>
    </w:p>
    <w:p w:rsidR="00D43590" w:rsidRDefault="00D43590" w:rsidP="00D43590">
      <w:r>
        <w:t>278.8605</w:t>
      </w:r>
      <w:r>
        <w:tab/>
        <w:t>2.025e0</w:t>
      </w:r>
    </w:p>
    <w:p w:rsidR="00D43590" w:rsidRDefault="00D43590" w:rsidP="00D43590">
      <w:r>
        <w:t>278.9049</w:t>
      </w:r>
      <w:r>
        <w:tab/>
        <w:t>1.013e0</w:t>
      </w:r>
    </w:p>
    <w:p w:rsidR="00D43590" w:rsidRDefault="00D43590" w:rsidP="00D43590">
      <w:r>
        <w:t>278.9807</w:t>
      </w:r>
      <w:r>
        <w:tab/>
        <w:t>1.013e0</w:t>
      </w:r>
    </w:p>
    <w:p w:rsidR="00D43590" w:rsidRDefault="00D43590" w:rsidP="00D43590">
      <w:r>
        <w:t>279.0363</w:t>
      </w:r>
      <w:r>
        <w:tab/>
        <w:t>4.051e0</w:t>
      </w:r>
    </w:p>
    <w:p w:rsidR="00D43590" w:rsidRDefault="00D43590" w:rsidP="00D43590">
      <w:r>
        <w:t>279.1159</w:t>
      </w:r>
      <w:r>
        <w:tab/>
        <w:t>3.038e0</w:t>
      </w:r>
    </w:p>
    <w:p w:rsidR="00D43590" w:rsidRDefault="00D43590" w:rsidP="00D43590">
      <w:r>
        <w:t>279.1933</w:t>
      </w:r>
      <w:r>
        <w:tab/>
        <w:t>2.025e0</w:t>
      </w:r>
    </w:p>
    <w:p w:rsidR="00D43590" w:rsidRDefault="00D43590" w:rsidP="00D43590">
      <w:r>
        <w:t>279.2185</w:t>
      </w:r>
      <w:r>
        <w:tab/>
        <w:t>2.025e0</w:t>
      </w:r>
    </w:p>
    <w:p w:rsidR="00D43590" w:rsidRDefault="00D43590" w:rsidP="00D43590">
      <w:r>
        <w:t>279.2911</w:t>
      </w:r>
      <w:r>
        <w:tab/>
        <w:t>1.013e0</w:t>
      </w:r>
    </w:p>
    <w:p w:rsidR="00D43590" w:rsidRDefault="00D43590" w:rsidP="00D43590">
      <w:r>
        <w:t>279.3448</w:t>
      </w:r>
      <w:r>
        <w:tab/>
        <w:t>1.013e0</w:t>
      </w:r>
    </w:p>
    <w:p w:rsidR="00D43590" w:rsidRDefault="00D43590" w:rsidP="00D43590">
      <w:r>
        <w:t>279.4460</w:t>
      </w:r>
      <w:r>
        <w:tab/>
        <w:t>1.013e0</w:t>
      </w:r>
    </w:p>
    <w:p w:rsidR="00D43590" w:rsidRDefault="00D43590" w:rsidP="00D43590">
      <w:r>
        <w:t>279.5170</w:t>
      </w:r>
      <w:r>
        <w:tab/>
        <w:t>1.013e0</w:t>
      </w:r>
    </w:p>
    <w:p w:rsidR="00D43590" w:rsidRDefault="00D43590" w:rsidP="00D43590">
      <w:r>
        <w:t>279.5437</w:t>
      </w:r>
      <w:r>
        <w:tab/>
        <w:t>1.013e0</w:t>
      </w:r>
    </w:p>
    <w:p w:rsidR="00D43590" w:rsidRDefault="00D43590" w:rsidP="00D43590">
      <w:r>
        <w:t>279.6046</w:t>
      </w:r>
      <w:r>
        <w:tab/>
        <w:t>2.025e0</w:t>
      </w:r>
    </w:p>
    <w:p w:rsidR="00D43590" w:rsidRDefault="00D43590" w:rsidP="00D43590">
      <w:r>
        <w:t>279.6775</w:t>
      </w:r>
      <w:r>
        <w:tab/>
        <w:t>1.013e0</w:t>
      </w:r>
    </w:p>
    <w:p w:rsidR="00D43590" w:rsidRDefault="00D43590" w:rsidP="00D43590">
      <w:r>
        <w:t>279.7043</w:t>
      </w:r>
      <w:r>
        <w:tab/>
        <w:t>1.013e0</w:t>
      </w:r>
    </w:p>
    <w:p w:rsidR="00D43590" w:rsidRDefault="00D43590" w:rsidP="00D43590">
      <w:r>
        <w:lastRenderedPageBreak/>
        <w:t>279.7963</w:t>
      </w:r>
      <w:r>
        <w:tab/>
        <w:t>1.013e0</w:t>
      </w:r>
    </w:p>
    <w:p w:rsidR="00D43590" w:rsidRDefault="00D43590" w:rsidP="00D43590">
      <w:r>
        <w:t>279.8498</w:t>
      </w:r>
      <w:r>
        <w:tab/>
        <w:t>1.013e0</w:t>
      </w:r>
    </w:p>
    <w:p w:rsidR="00D43590" w:rsidRDefault="00D43590" w:rsidP="00D43590">
      <w:r>
        <w:t>279.8957</w:t>
      </w:r>
      <w:r>
        <w:tab/>
        <w:t>1.013e0</w:t>
      </w:r>
    </w:p>
    <w:p w:rsidR="00D43590" w:rsidRDefault="00D43590" w:rsidP="00D43590">
      <w:r>
        <w:t>279.9490</w:t>
      </w:r>
      <w:r>
        <w:tab/>
        <w:t>1.013e0</w:t>
      </w:r>
    </w:p>
    <w:p w:rsidR="00D43590" w:rsidRDefault="00D43590" w:rsidP="00D43590">
      <w:r>
        <w:t>279.9798</w:t>
      </w:r>
      <w:r>
        <w:tab/>
        <w:t>1.013e0</w:t>
      </w:r>
    </w:p>
    <w:p w:rsidR="00D43590" w:rsidRDefault="00D43590" w:rsidP="00D43590">
      <w:r>
        <w:t>280.0561</w:t>
      </w:r>
      <w:r>
        <w:tab/>
        <w:t>2.025e0</w:t>
      </w:r>
    </w:p>
    <w:p w:rsidR="00D43590" w:rsidRDefault="00D43590" w:rsidP="00D43590">
      <w:r>
        <w:t>280.1134</w:t>
      </w:r>
      <w:r>
        <w:tab/>
        <w:t>1.013e0</w:t>
      </w:r>
    </w:p>
    <w:p w:rsidR="00D43590" w:rsidRDefault="00D43590" w:rsidP="00D43590">
      <w:r>
        <w:t>280.1558</w:t>
      </w:r>
      <w:r>
        <w:tab/>
        <w:t>1.013e0</w:t>
      </w:r>
    </w:p>
    <w:p w:rsidR="00D43590" w:rsidRDefault="00D43590" w:rsidP="00D43590">
      <w:r>
        <w:t>280.1903</w:t>
      </w:r>
      <w:r>
        <w:tab/>
        <w:t>2.025e0</w:t>
      </w:r>
    </w:p>
    <w:p w:rsidR="00D43590" w:rsidRDefault="00D43590" w:rsidP="00D43590">
      <w:r>
        <w:t>280.3837</w:t>
      </w:r>
      <w:r>
        <w:tab/>
        <w:t>2.025e0</w:t>
      </w:r>
    </w:p>
    <w:p w:rsidR="00D43590" w:rsidRDefault="00D43590" w:rsidP="00D43590">
      <w:r>
        <w:t>280.4831</w:t>
      </w:r>
      <w:r>
        <w:tab/>
        <w:t>2.025e0</w:t>
      </w:r>
    </w:p>
    <w:p w:rsidR="00D43590" w:rsidRDefault="00D43590" w:rsidP="00D43590">
      <w:r>
        <w:t>280.5598</w:t>
      </w:r>
      <w:r>
        <w:tab/>
        <w:t>2.025e0</w:t>
      </w:r>
    </w:p>
    <w:p w:rsidR="00D43590" w:rsidRDefault="00D43590" w:rsidP="00D43590">
      <w:r>
        <w:t>280.6192</w:t>
      </w:r>
      <w:r>
        <w:tab/>
        <w:t>1.013e0</w:t>
      </w:r>
    </w:p>
    <w:p w:rsidR="00D43590" w:rsidRDefault="00D43590" w:rsidP="00D43590">
      <w:r>
        <w:t>280.6728</w:t>
      </w:r>
      <w:r>
        <w:tab/>
        <w:t>1.013e0</w:t>
      </w:r>
    </w:p>
    <w:p w:rsidR="00D43590" w:rsidRDefault="00D43590" w:rsidP="00D43590">
      <w:r>
        <w:t>280.7790</w:t>
      </w:r>
      <w:r>
        <w:tab/>
        <w:t>2.025e0</w:t>
      </w:r>
    </w:p>
    <w:p w:rsidR="00D43590" w:rsidRDefault="00D43590" w:rsidP="00D43590">
      <w:r>
        <w:t>280.8568</w:t>
      </w:r>
      <w:r>
        <w:tab/>
        <w:t>4.051e0</w:t>
      </w:r>
    </w:p>
    <w:p w:rsidR="00D43590" w:rsidRDefault="00D43590" w:rsidP="00D43590">
      <w:r>
        <w:t>281.0335</w:t>
      </w:r>
      <w:r>
        <w:tab/>
        <w:t>2.025e0</w:t>
      </w:r>
    </w:p>
    <w:p w:rsidR="00D43590" w:rsidRDefault="00D43590" w:rsidP="00D43590">
      <w:r>
        <w:t>281.1322</w:t>
      </w:r>
      <w:r>
        <w:tab/>
        <w:t>1.013e0</w:t>
      </w:r>
    </w:p>
    <w:p w:rsidR="00D43590" w:rsidRDefault="00D43590" w:rsidP="00D43590">
      <w:r>
        <w:t>281.1656</w:t>
      </w:r>
      <w:r>
        <w:tab/>
        <w:t>5.063e0</w:t>
      </w:r>
    </w:p>
    <w:p w:rsidR="00D43590" w:rsidRDefault="00D43590" w:rsidP="00D43590">
      <w:r>
        <w:lastRenderedPageBreak/>
        <w:t>281.2500</w:t>
      </w:r>
      <w:r>
        <w:tab/>
        <w:t>2.025e0</w:t>
      </w:r>
    </w:p>
    <w:p w:rsidR="00D43590" w:rsidRDefault="00D43590" w:rsidP="00D43590">
      <w:r>
        <w:t>281.3544</w:t>
      </w:r>
      <w:r>
        <w:tab/>
        <w:t>2.025e0</w:t>
      </w:r>
    </w:p>
    <w:p w:rsidR="00D43590" w:rsidRDefault="00D43590" w:rsidP="00D43590">
      <w:r>
        <w:t>281.4348</w:t>
      </w:r>
      <w:r>
        <w:tab/>
        <w:t>1.013e0</w:t>
      </w:r>
    </w:p>
    <w:p w:rsidR="00D43590" w:rsidRDefault="00D43590" w:rsidP="00D43590">
      <w:r>
        <w:t>281.4791</w:t>
      </w:r>
      <w:r>
        <w:tab/>
        <w:t>1.013e0</w:t>
      </w:r>
    </w:p>
    <w:p w:rsidR="00D43590" w:rsidRDefault="00D43590" w:rsidP="00D43590">
      <w:r>
        <w:t>281.6122</w:t>
      </w:r>
      <w:r>
        <w:tab/>
        <w:t>1.013e0</w:t>
      </w:r>
    </w:p>
    <w:p w:rsidR="00D43590" w:rsidRDefault="00D43590" w:rsidP="00D43590">
      <w:r>
        <w:t>281.7606</w:t>
      </w:r>
      <w:r>
        <w:tab/>
        <w:t>1.013e0</w:t>
      </w:r>
    </w:p>
    <w:p w:rsidR="00D43590" w:rsidRDefault="00D43590" w:rsidP="00D43590">
      <w:r>
        <w:t>281.8197</w:t>
      </w:r>
      <w:r>
        <w:tab/>
        <w:t>3.038e0</w:t>
      </w:r>
    </w:p>
    <w:p w:rsidR="00D43590" w:rsidRDefault="00D43590" w:rsidP="00D43590">
      <w:r>
        <w:t>281.9596</w:t>
      </w:r>
      <w:r>
        <w:tab/>
        <w:t>4.051e0</w:t>
      </w:r>
    </w:p>
    <w:p w:rsidR="00D43590" w:rsidRDefault="00D43590" w:rsidP="00D43590">
      <w:r>
        <w:t>282.0405</w:t>
      </w:r>
      <w:r>
        <w:tab/>
        <w:t>1.013e0</w:t>
      </w:r>
    </w:p>
    <w:p w:rsidR="00D43590" w:rsidRDefault="00D43590" w:rsidP="00D43590">
      <w:r>
        <w:t>282.0941</w:t>
      </w:r>
      <w:r>
        <w:tab/>
        <w:t>1.013e0</w:t>
      </w:r>
    </w:p>
    <w:p w:rsidR="00D43590" w:rsidRDefault="00D43590" w:rsidP="00D43590">
      <w:r>
        <w:t>282.1401</w:t>
      </w:r>
      <w:r>
        <w:tab/>
        <w:t>1.013e0</w:t>
      </w:r>
    </w:p>
    <w:p w:rsidR="00D43590" w:rsidRDefault="00D43590" w:rsidP="00D43590">
      <w:r>
        <w:t>282.3002</w:t>
      </w:r>
      <w:r>
        <w:tab/>
        <w:t>1.013e0</w:t>
      </w:r>
    </w:p>
    <w:p w:rsidR="00D43590" w:rsidRDefault="00D43590" w:rsidP="00D43590">
      <w:r>
        <w:t>282.3483</w:t>
      </w:r>
      <w:r>
        <w:tab/>
        <w:t>1.013e0</w:t>
      </w:r>
    </w:p>
    <w:p w:rsidR="00D43590" w:rsidRDefault="00D43590" w:rsidP="00D43590">
      <w:r>
        <w:t>282.5541</w:t>
      </w:r>
      <w:r>
        <w:tab/>
        <w:t>1.013e0</w:t>
      </w:r>
    </w:p>
    <w:p w:rsidR="00D43590" w:rsidRDefault="00D43590" w:rsidP="00D43590">
      <w:r>
        <w:t>282.5965</w:t>
      </w:r>
      <w:r>
        <w:tab/>
        <w:t>2.025e0</w:t>
      </w:r>
    </w:p>
    <w:p w:rsidR="00D43590" w:rsidRDefault="00D43590" w:rsidP="00D43590">
      <w:r>
        <w:t>282.6796</w:t>
      </w:r>
      <w:r>
        <w:tab/>
        <w:t>1.013e0</w:t>
      </w:r>
    </w:p>
    <w:p w:rsidR="00D43590" w:rsidRDefault="00D43590" w:rsidP="00D43590">
      <w:r>
        <w:t>283.0593</w:t>
      </w:r>
      <w:r>
        <w:tab/>
        <w:t>1.013e0</w:t>
      </w:r>
    </w:p>
    <w:p w:rsidR="00D43590" w:rsidRDefault="00D43590" w:rsidP="00D43590">
      <w:r>
        <w:t>283.0861</w:t>
      </w:r>
      <w:r>
        <w:tab/>
        <w:t>1.013e0</w:t>
      </w:r>
    </w:p>
    <w:p w:rsidR="00D43590" w:rsidRDefault="00D43590" w:rsidP="00D43590">
      <w:r>
        <w:t>283.1342</w:t>
      </w:r>
      <w:r>
        <w:tab/>
        <w:t>1.013e0</w:t>
      </w:r>
    </w:p>
    <w:p w:rsidR="00D43590" w:rsidRDefault="00D43590" w:rsidP="00D43590">
      <w:r>
        <w:lastRenderedPageBreak/>
        <w:t>283.1610</w:t>
      </w:r>
      <w:r>
        <w:tab/>
        <w:t>1.013e0</w:t>
      </w:r>
    </w:p>
    <w:p w:rsidR="00D43590" w:rsidRDefault="00D43590" w:rsidP="00D43590">
      <w:r>
        <w:t>283.2337</w:t>
      </w:r>
      <w:r>
        <w:tab/>
        <w:t>2.025e0</w:t>
      </w:r>
    </w:p>
    <w:p w:rsidR="00D43590" w:rsidRDefault="00D43590" w:rsidP="00D43590">
      <w:r>
        <w:t>283.3003</w:t>
      </w:r>
      <w:r>
        <w:tab/>
        <w:t>1.013e0</w:t>
      </w:r>
    </w:p>
    <w:p w:rsidR="00D43590" w:rsidRDefault="00D43590" w:rsidP="00D43590">
      <w:r>
        <w:t>283.3217</w:t>
      </w:r>
      <w:r>
        <w:tab/>
        <w:t>1.013e0</w:t>
      </w:r>
    </w:p>
    <w:p w:rsidR="00D43590" w:rsidRDefault="00D43590" w:rsidP="00D43590">
      <w:r>
        <w:t>283.4074</w:t>
      </w:r>
      <w:r>
        <w:tab/>
        <w:t>1.013e0</w:t>
      </w:r>
    </w:p>
    <w:p w:rsidR="00D43590" w:rsidRDefault="00D43590" w:rsidP="00D43590">
      <w:r>
        <w:t>283.4663</w:t>
      </w:r>
      <w:r>
        <w:tab/>
        <w:t>1.013e0</w:t>
      </w:r>
    </w:p>
    <w:p w:rsidR="00D43590" w:rsidRDefault="00D43590" w:rsidP="00D43590">
      <w:r>
        <w:t>283.5419</w:t>
      </w:r>
      <w:r>
        <w:tab/>
        <w:t>2.025e0</w:t>
      </w:r>
    </w:p>
    <w:p w:rsidR="00D43590" w:rsidRDefault="00D43590" w:rsidP="00D43590">
      <w:r>
        <w:t>283.6486</w:t>
      </w:r>
      <w:r>
        <w:tab/>
        <w:t>1.013e0</w:t>
      </w:r>
    </w:p>
    <w:p w:rsidR="00D43590" w:rsidRDefault="00D43590" w:rsidP="00D43590">
      <w:r>
        <w:t>283.7165</w:t>
      </w:r>
      <w:r>
        <w:tab/>
        <w:t>1.013e0</w:t>
      </w:r>
    </w:p>
    <w:p w:rsidR="00D43590" w:rsidRDefault="00D43590" w:rsidP="00D43590">
      <w:r>
        <w:t>283.7701</w:t>
      </w:r>
      <w:r>
        <w:tab/>
        <w:t>1.013e0</w:t>
      </w:r>
    </w:p>
    <w:p w:rsidR="00D43590" w:rsidRDefault="00D43590" w:rsidP="00D43590">
      <w:r>
        <w:t>283.8470</w:t>
      </w:r>
      <w:r>
        <w:tab/>
        <w:t>1.013e0</w:t>
      </w:r>
    </w:p>
    <w:p w:rsidR="00D43590" w:rsidRDefault="00D43590" w:rsidP="00D43590">
      <w:r>
        <w:t>283.9758</w:t>
      </w:r>
      <w:r>
        <w:tab/>
        <w:t>3.038e0</w:t>
      </w:r>
    </w:p>
    <w:p w:rsidR="00D43590" w:rsidRDefault="00D43590" w:rsidP="00D43590">
      <w:r>
        <w:t>284.1173</w:t>
      </w:r>
      <w:r>
        <w:tab/>
        <w:t>2.025e0</w:t>
      </w:r>
    </w:p>
    <w:p w:rsidR="00D43590" w:rsidRDefault="00D43590" w:rsidP="00D43590">
      <w:r>
        <w:t>284.1835</w:t>
      </w:r>
      <w:r>
        <w:tab/>
        <w:t>5.063e0</w:t>
      </w:r>
    </w:p>
    <w:p w:rsidR="00D43590" w:rsidRDefault="00D43590" w:rsidP="00D43590">
      <w:r>
        <w:t>284.3116</w:t>
      </w:r>
      <w:r>
        <w:tab/>
        <w:t>1.013e0</w:t>
      </w:r>
    </w:p>
    <w:p w:rsidR="00D43590" w:rsidRDefault="00D43590" w:rsidP="00D43590">
      <w:r>
        <w:t>284.3510</w:t>
      </w:r>
      <w:r>
        <w:tab/>
        <w:t>5.063e0</w:t>
      </w:r>
    </w:p>
    <w:p w:rsidR="00D43590" w:rsidRDefault="00D43590" w:rsidP="00D43590">
      <w:r>
        <w:t>284.3922</w:t>
      </w:r>
      <w:r>
        <w:tab/>
        <w:t>1.013e0</w:t>
      </w:r>
    </w:p>
    <w:p w:rsidR="00D43590" w:rsidRDefault="00D43590" w:rsidP="00D43590">
      <w:r>
        <w:t>284.5713</w:t>
      </w:r>
      <w:r>
        <w:tab/>
        <w:t>3.038e0</w:t>
      </w:r>
    </w:p>
    <w:p w:rsidR="00D43590" w:rsidRDefault="00D43590" w:rsidP="00D43590">
      <w:r>
        <w:t>284.7335</w:t>
      </w:r>
      <w:r>
        <w:tab/>
        <w:t>1.013e0</w:t>
      </w:r>
    </w:p>
    <w:p w:rsidR="00D43590" w:rsidRDefault="00D43590" w:rsidP="00D43590">
      <w:r>
        <w:lastRenderedPageBreak/>
        <w:t>284.8842</w:t>
      </w:r>
      <w:r>
        <w:tab/>
        <w:t>1.013e0</w:t>
      </w:r>
    </w:p>
    <w:p w:rsidR="00D43590" w:rsidRDefault="00D43590" w:rsidP="00D43590">
      <w:r>
        <w:t>285.1319</w:t>
      </w:r>
      <w:r>
        <w:tab/>
        <w:t>1.013e0</w:t>
      </w:r>
    </w:p>
    <w:p w:rsidR="00D43590" w:rsidRDefault="00D43590" w:rsidP="00D43590">
      <w:r>
        <w:t>285.2104</w:t>
      </w:r>
      <w:r>
        <w:tab/>
        <w:t>2.025e0</w:t>
      </w:r>
    </w:p>
    <w:p w:rsidR="00D43590" w:rsidRDefault="00D43590" w:rsidP="00D43590">
      <w:r>
        <w:t>285.3205</w:t>
      </w:r>
      <w:r>
        <w:tab/>
        <w:t>1.013e0</w:t>
      </w:r>
    </w:p>
    <w:p w:rsidR="00D43590" w:rsidRDefault="00D43590" w:rsidP="00D43590">
      <w:r>
        <w:t>285.3640</w:t>
      </w:r>
      <w:r>
        <w:tab/>
        <w:t>1.013e0</w:t>
      </w:r>
    </w:p>
    <w:p w:rsidR="00D43590" w:rsidRDefault="00D43590" w:rsidP="00D43590">
      <w:r>
        <w:t>285.4553</w:t>
      </w:r>
      <w:r>
        <w:tab/>
        <w:t>1.013e0</w:t>
      </w:r>
    </w:p>
    <w:p w:rsidR="00D43590" w:rsidRDefault="00D43590" w:rsidP="00D43590">
      <w:r>
        <w:t>285.4948</w:t>
      </w:r>
      <w:r>
        <w:tab/>
        <w:t>1.013e0</w:t>
      </w:r>
    </w:p>
    <w:p w:rsidR="00D43590" w:rsidRDefault="00D43590" w:rsidP="00D43590">
      <w:r>
        <w:t>285.5522</w:t>
      </w:r>
      <w:r>
        <w:tab/>
        <w:t>2.025e0</w:t>
      </w:r>
    </w:p>
    <w:p w:rsidR="00D43590" w:rsidRDefault="00D43590" w:rsidP="00D43590">
      <w:r>
        <w:t>285.6332</w:t>
      </w:r>
      <w:r>
        <w:tab/>
        <w:t>1.013e0</w:t>
      </w:r>
    </w:p>
    <w:p w:rsidR="00D43590" w:rsidRDefault="00D43590" w:rsidP="00D43590">
      <w:r>
        <w:t>285.6793</w:t>
      </w:r>
      <w:r>
        <w:tab/>
        <w:t>1.013e0</w:t>
      </w:r>
    </w:p>
    <w:p w:rsidR="00D43590" w:rsidRDefault="00D43590" w:rsidP="00D43590">
      <w:r>
        <w:t>285.8677</w:t>
      </w:r>
      <w:r>
        <w:tab/>
        <w:t>1.013e0</w:t>
      </w:r>
    </w:p>
    <w:p w:rsidR="00D43590" w:rsidRDefault="00D43590" w:rsidP="00D43590">
      <w:r>
        <w:t>285.9425</w:t>
      </w:r>
      <w:r>
        <w:tab/>
        <w:t>2.025e0</w:t>
      </w:r>
    </w:p>
    <w:p w:rsidR="00D43590" w:rsidRDefault="00D43590" w:rsidP="00D43590">
      <w:r>
        <w:t>286.1732</w:t>
      </w:r>
      <w:r>
        <w:tab/>
        <w:t>1.013e0</w:t>
      </w:r>
    </w:p>
    <w:p w:rsidR="00D43590" w:rsidRDefault="00D43590" w:rsidP="00D43590">
      <w:r>
        <w:t>286.2489</w:t>
      </w:r>
      <w:r>
        <w:tab/>
        <w:t>1.013e0</w:t>
      </w:r>
    </w:p>
    <w:p w:rsidR="00D43590" w:rsidRDefault="00D43590" w:rsidP="00D43590">
      <w:r>
        <w:t>286.3124</w:t>
      </w:r>
      <w:r>
        <w:tab/>
        <w:t>2.025e0</w:t>
      </w:r>
    </w:p>
    <w:p w:rsidR="00D43590" w:rsidRDefault="00D43590" w:rsidP="00D43590">
      <w:r>
        <w:t>286.3945</w:t>
      </w:r>
      <w:r>
        <w:tab/>
        <w:t>1.013e0</w:t>
      </w:r>
    </w:p>
    <w:p w:rsidR="00D43590" w:rsidRDefault="00D43590" w:rsidP="00D43590">
      <w:r>
        <w:t>286.5518</w:t>
      </w:r>
      <w:r>
        <w:tab/>
        <w:t>1.013e0</w:t>
      </w:r>
    </w:p>
    <w:p w:rsidR="00D43590" w:rsidRDefault="00D43590" w:rsidP="00D43590">
      <w:r>
        <w:t>286.5906</w:t>
      </w:r>
      <w:r>
        <w:tab/>
        <w:t>1.013e0</w:t>
      </w:r>
    </w:p>
    <w:p w:rsidR="00D43590" w:rsidRDefault="00D43590" w:rsidP="00D43590">
      <w:r>
        <w:t>286.9465</w:t>
      </w:r>
      <w:r>
        <w:tab/>
        <w:t>2.025e0</w:t>
      </w:r>
    </w:p>
    <w:p w:rsidR="00D43590" w:rsidRDefault="00D43590" w:rsidP="00D43590">
      <w:r>
        <w:lastRenderedPageBreak/>
        <w:t>287.0282</w:t>
      </w:r>
      <w:r>
        <w:tab/>
        <w:t>1.013e0</w:t>
      </w:r>
    </w:p>
    <w:p w:rsidR="00D43590" w:rsidRDefault="00D43590" w:rsidP="00D43590">
      <w:r>
        <w:t>287.1890</w:t>
      </w:r>
      <w:r>
        <w:tab/>
        <w:t>5.063e0</w:t>
      </w:r>
    </w:p>
    <w:p w:rsidR="00D43590" w:rsidRDefault="00D43590" w:rsidP="00D43590">
      <w:r>
        <w:t>287.2668</w:t>
      </w:r>
      <w:r>
        <w:tab/>
        <w:t>2.025e0</w:t>
      </w:r>
    </w:p>
    <w:p w:rsidR="00D43590" w:rsidRDefault="00D43590" w:rsidP="00D43590">
      <w:r>
        <w:t>287.3210</w:t>
      </w:r>
      <w:r>
        <w:tab/>
        <w:t>1.013e0</w:t>
      </w:r>
    </w:p>
    <w:p w:rsidR="00D43590" w:rsidRDefault="00D43590" w:rsidP="00D43590">
      <w:r>
        <w:t>287.6758</w:t>
      </w:r>
      <w:r>
        <w:tab/>
        <w:t>1.013e0</w:t>
      </w:r>
    </w:p>
    <w:p w:rsidR="00D43590" w:rsidRDefault="00D43590" w:rsidP="00D43590">
      <w:r>
        <w:t>287.8149</w:t>
      </w:r>
      <w:r>
        <w:tab/>
        <w:t>1.013e0</w:t>
      </w:r>
    </w:p>
    <w:p w:rsidR="00D43590" w:rsidRDefault="00D43590" w:rsidP="00D43590">
      <w:r>
        <w:t>287.8529</w:t>
      </w:r>
      <w:r>
        <w:tab/>
        <w:t>1.013e0</w:t>
      </w:r>
    </w:p>
    <w:p w:rsidR="00D43590" w:rsidRDefault="00D43590" w:rsidP="00D43590">
      <w:r>
        <w:t>287.8837</w:t>
      </w:r>
      <w:r>
        <w:tab/>
        <w:t>1.013e0</w:t>
      </w:r>
    </w:p>
    <w:p w:rsidR="00D43590" w:rsidRDefault="00D43590" w:rsidP="00D43590">
      <w:r>
        <w:t>287.9877</w:t>
      </w:r>
      <w:r>
        <w:tab/>
        <w:t>1.013e0</w:t>
      </w:r>
    </w:p>
    <w:p w:rsidR="00D43590" w:rsidRDefault="00D43590" w:rsidP="00D43590">
      <w:r>
        <w:t>288.1084</w:t>
      </w:r>
      <w:r>
        <w:tab/>
        <w:t>1.013e0</w:t>
      </w:r>
    </w:p>
    <w:p w:rsidR="00D43590" w:rsidRDefault="00D43590" w:rsidP="00D43590">
      <w:r>
        <w:t>288.2534</w:t>
      </w:r>
      <w:r>
        <w:tab/>
        <w:t>2.025e0</w:t>
      </w:r>
    </w:p>
    <w:p w:rsidR="00D43590" w:rsidRDefault="00D43590" w:rsidP="00D43590">
      <w:r>
        <w:t>288.3382</w:t>
      </w:r>
      <w:r>
        <w:tab/>
        <w:t>1.013e0</w:t>
      </w:r>
    </w:p>
    <w:p w:rsidR="00D43590" w:rsidRDefault="00D43590" w:rsidP="00D43590">
      <w:r>
        <w:t>288.3803</w:t>
      </w:r>
      <w:r>
        <w:tab/>
        <w:t>1.013e0</w:t>
      </w:r>
    </w:p>
    <w:p w:rsidR="00D43590" w:rsidRDefault="00D43590" w:rsidP="00D43590">
      <w:r>
        <w:t>288.4511</w:t>
      </w:r>
      <w:r>
        <w:tab/>
        <w:t>1.013e0</w:t>
      </w:r>
    </w:p>
    <w:p w:rsidR="00D43590" w:rsidRDefault="00D43590" w:rsidP="00D43590">
      <w:r>
        <w:t>288.5381</w:t>
      </w:r>
      <w:r>
        <w:tab/>
        <w:t>1.013e0</w:t>
      </w:r>
    </w:p>
    <w:p w:rsidR="00D43590" w:rsidRDefault="00D43590" w:rsidP="00D43590">
      <w:r>
        <w:t>288.9452</w:t>
      </w:r>
      <w:r>
        <w:tab/>
        <w:t>2.025e0</w:t>
      </w:r>
    </w:p>
    <w:p w:rsidR="00D43590" w:rsidRDefault="00D43590" w:rsidP="00D43590">
      <w:r>
        <w:t>288.9971</w:t>
      </w:r>
      <w:r>
        <w:tab/>
        <w:t>1.013e0</w:t>
      </w:r>
    </w:p>
    <w:p w:rsidR="00D43590" w:rsidRDefault="00D43590" w:rsidP="00D43590">
      <w:r>
        <w:t>289.0337</w:t>
      </w:r>
      <w:r>
        <w:tab/>
        <w:t>2.025e0</w:t>
      </w:r>
    </w:p>
    <w:p w:rsidR="00D43590" w:rsidRDefault="00D43590" w:rsidP="00D43590">
      <w:r>
        <w:t>289.1100</w:t>
      </w:r>
      <w:r>
        <w:tab/>
        <w:t>5.063e0</w:t>
      </w:r>
    </w:p>
    <w:p w:rsidR="00D43590" w:rsidRDefault="00D43590" w:rsidP="00D43590">
      <w:r>
        <w:lastRenderedPageBreak/>
        <w:t>289.1703</w:t>
      </w:r>
      <w:r>
        <w:tab/>
        <w:t>1.013e0</w:t>
      </w:r>
    </w:p>
    <w:p w:rsidR="00D43590" w:rsidRDefault="00D43590" w:rsidP="00D43590">
      <w:r>
        <w:t>289.1921</w:t>
      </w:r>
      <w:r>
        <w:tab/>
        <w:t>1.013e0</w:t>
      </w:r>
    </w:p>
    <w:p w:rsidR="00D43590" w:rsidRDefault="00D43590" w:rsidP="00D43590">
      <w:r>
        <w:t>289.2822</w:t>
      </w:r>
      <w:r>
        <w:tab/>
        <w:t>1.013e0</w:t>
      </w:r>
    </w:p>
    <w:p w:rsidR="00D43590" w:rsidRDefault="00D43590" w:rsidP="00D43590">
      <w:r>
        <w:t>289.3556</w:t>
      </w:r>
      <w:r>
        <w:tab/>
        <w:t>1.013e0</w:t>
      </w:r>
    </w:p>
    <w:p w:rsidR="00D43590" w:rsidRDefault="00D43590" w:rsidP="00D43590">
      <w:r>
        <w:t>289.4540</w:t>
      </w:r>
      <w:r>
        <w:tab/>
        <w:t>1.013e0</w:t>
      </w:r>
    </w:p>
    <w:p w:rsidR="00D43590" w:rsidRDefault="00D43590" w:rsidP="00D43590">
      <w:r>
        <w:t>289.5424</w:t>
      </w:r>
      <w:r>
        <w:tab/>
        <w:t>3.038e0</w:t>
      </w:r>
    </w:p>
    <w:p w:rsidR="00D43590" w:rsidRDefault="00D43590" w:rsidP="00D43590">
      <w:r>
        <w:t>289.6485</w:t>
      </w:r>
      <w:r>
        <w:tab/>
        <w:t>1.013e0</w:t>
      </w:r>
    </w:p>
    <w:p w:rsidR="00D43590" w:rsidRDefault="00D43590" w:rsidP="00D43590">
      <w:r>
        <w:t>289.7659</w:t>
      </w:r>
      <w:r>
        <w:tab/>
        <w:t>3.038e0</w:t>
      </w:r>
    </w:p>
    <w:p w:rsidR="00D43590" w:rsidRDefault="00D43590" w:rsidP="00D43590">
      <w:r>
        <w:t>289.8084</w:t>
      </w:r>
      <w:r>
        <w:tab/>
        <w:t>2.025e0</w:t>
      </w:r>
    </w:p>
    <w:p w:rsidR="00D43590" w:rsidRDefault="00D43590" w:rsidP="00D43590">
      <w:r>
        <w:t>289.8327</w:t>
      </w:r>
      <w:r>
        <w:tab/>
        <w:t>3.038e0</w:t>
      </w:r>
    </w:p>
    <w:p w:rsidR="00D43590" w:rsidRDefault="00D43590" w:rsidP="00D43590">
      <w:r>
        <w:t>289.9069</w:t>
      </w:r>
      <w:r>
        <w:tab/>
        <w:t>1.013e0</w:t>
      </w:r>
    </w:p>
    <w:p w:rsidR="00D43590" w:rsidRDefault="00D43590" w:rsidP="00D43590">
      <w:r>
        <w:t>290.0004</w:t>
      </w:r>
      <w:r>
        <w:tab/>
        <w:t>1.013e0</w:t>
      </w:r>
    </w:p>
    <w:p w:rsidR="00D43590" w:rsidRDefault="00D43590" w:rsidP="00D43590">
      <w:r>
        <w:t>290.1098</w:t>
      </w:r>
      <w:r>
        <w:tab/>
        <w:t>1.013e0</w:t>
      </w:r>
    </w:p>
    <w:p w:rsidR="00D43590" w:rsidRDefault="00D43590" w:rsidP="00D43590">
      <w:r>
        <w:t>290.1625</w:t>
      </w:r>
      <w:r>
        <w:tab/>
        <w:t>4.051e0</w:t>
      </w:r>
    </w:p>
    <w:p w:rsidR="00D43590" w:rsidRDefault="00D43590" w:rsidP="00D43590">
      <w:r>
        <w:t>290.2251</w:t>
      </w:r>
      <w:r>
        <w:tab/>
        <w:t>2.025e0</w:t>
      </w:r>
    </w:p>
    <w:p w:rsidR="00D43590" w:rsidRDefault="00D43590" w:rsidP="00D43590">
      <w:r>
        <w:t>290.2631</w:t>
      </w:r>
      <w:r>
        <w:tab/>
        <w:t>1.013e0</w:t>
      </w:r>
    </w:p>
    <w:p w:rsidR="00D43590" w:rsidRDefault="00D43590" w:rsidP="00D43590">
      <w:r>
        <w:t>290.3650</w:t>
      </w:r>
      <w:r>
        <w:tab/>
        <w:t>2.025e0</w:t>
      </w:r>
    </w:p>
    <w:p w:rsidR="00D43590" w:rsidRDefault="00D43590" w:rsidP="00D43590">
      <w:r>
        <w:t>290.4392</w:t>
      </w:r>
      <w:r>
        <w:tab/>
        <w:t>1.013e0</w:t>
      </w:r>
    </w:p>
    <w:p w:rsidR="00D43590" w:rsidRDefault="00D43590" w:rsidP="00D43590">
      <w:r>
        <w:t>290.5508</w:t>
      </w:r>
      <w:r>
        <w:tab/>
        <w:t>2.025e0</w:t>
      </w:r>
    </w:p>
    <w:p w:rsidR="00D43590" w:rsidRDefault="00D43590" w:rsidP="00D43590">
      <w:r>
        <w:lastRenderedPageBreak/>
        <w:t>290.5896</w:t>
      </w:r>
      <w:r>
        <w:tab/>
        <w:t>1.013e0</w:t>
      </w:r>
    </w:p>
    <w:p w:rsidR="00D43590" w:rsidRDefault="00D43590" w:rsidP="00D43590">
      <w:r>
        <w:t>290.6464</w:t>
      </w:r>
      <w:r>
        <w:tab/>
        <w:t>2.025e0</w:t>
      </w:r>
    </w:p>
    <w:p w:rsidR="00D43590" w:rsidRDefault="00D43590" w:rsidP="00D43590">
      <w:r>
        <w:t>290.7101</w:t>
      </w:r>
      <w:r>
        <w:tab/>
        <w:t>3.038e0</w:t>
      </w:r>
    </w:p>
    <w:p w:rsidR="00D43590" w:rsidRDefault="00D43590" w:rsidP="00D43590">
      <w:r>
        <w:t>290.8482</w:t>
      </w:r>
      <w:r>
        <w:tab/>
        <w:t>1.013e0</w:t>
      </w:r>
    </w:p>
    <w:p w:rsidR="00D43590" w:rsidRDefault="00D43590" w:rsidP="00D43590">
      <w:r>
        <w:t>290.8876</w:t>
      </w:r>
      <w:r>
        <w:tab/>
        <w:t>1.013e0</w:t>
      </w:r>
    </w:p>
    <w:p w:rsidR="00D43590" w:rsidRDefault="00D43590" w:rsidP="00D43590">
      <w:r>
        <w:t>290.9369</w:t>
      </w:r>
      <w:r>
        <w:tab/>
        <w:t>1.013e0</w:t>
      </w:r>
    </w:p>
    <w:p w:rsidR="00D43590" w:rsidRDefault="00D43590" w:rsidP="00D43590">
      <w:r>
        <w:t>290.9770</w:t>
      </w:r>
      <w:r>
        <w:tab/>
        <w:t>2.025e0</w:t>
      </w:r>
    </w:p>
    <w:p w:rsidR="00D43590" w:rsidRDefault="00D43590" w:rsidP="00D43590">
      <w:r>
        <w:t>291.0741</w:t>
      </w:r>
      <w:r>
        <w:tab/>
        <w:t>2.025e0</w:t>
      </w:r>
    </w:p>
    <w:p w:rsidR="00D43590" w:rsidRDefault="00D43590" w:rsidP="00D43590">
      <w:r>
        <w:t>291.1070</w:t>
      </w:r>
      <w:r>
        <w:tab/>
        <w:t>1.013e0</w:t>
      </w:r>
    </w:p>
    <w:p w:rsidR="00D43590" w:rsidRDefault="00D43590" w:rsidP="00D43590">
      <w:r>
        <w:t>291.1783</w:t>
      </w:r>
      <w:r>
        <w:tab/>
        <w:t>2.025e0</w:t>
      </w:r>
    </w:p>
    <w:p w:rsidR="00D43590" w:rsidRDefault="00D43590" w:rsidP="00D43590">
      <w:r>
        <w:t>291.2282</w:t>
      </w:r>
      <w:r>
        <w:tab/>
        <w:t>3.038e0</w:t>
      </w:r>
    </w:p>
    <w:p w:rsidR="00D43590" w:rsidRDefault="00D43590" w:rsidP="00D43590">
      <w:r>
        <w:t>291.3424</w:t>
      </w:r>
      <w:r>
        <w:tab/>
        <w:t>1.013e0</w:t>
      </w:r>
    </w:p>
    <w:p w:rsidR="00D43590" w:rsidRDefault="00D43590" w:rsidP="00D43590">
      <w:r>
        <w:t>291.3732</w:t>
      </w:r>
      <w:r>
        <w:tab/>
        <w:t>1.013e0</w:t>
      </w:r>
    </w:p>
    <w:p w:rsidR="00D43590" w:rsidRDefault="00D43590" w:rsidP="00D43590">
      <w:r>
        <w:t>291.6452</w:t>
      </w:r>
      <w:r>
        <w:tab/>
        <w:t>1.013e0</w:t>
      </w:r>
    </w:p>
    <w:p w:rsidR="00D43590" w:rsidRDefault="00D43590" w:rsidP="00D43590">
      <w:r>
        <w:t>291.6821</w:t>
      </w:r>
      <w:r>
        <w:tab/>
        <w:t>1.013e0</w:t>
      </w:r>
    </w:p>
    <w:p w:rsidR="00D43590" w:rsidRDefault="00D43590" w:rsidP="00D43590">
      <w:r>
        <w:t>291.7671</w:t>
      </w:r>
      <w:r>
        <w:tab/>
        <w:t>1.013e0</w:t>
      </w:r>
    </w:p>
    <w:p w:rsidR="00D43590" w:rsidRDefault="00D43590" w:rsidP="00D43590">
      <w:r>
        <w:t>291.9602</w:t>
      </w:r>
      <w:r>
        <w:tab/>
        <w:t>2.025e0</w:t>
      </w:r>
    </w:p>
    <w:p w:rsidR="00D43590" w:rsidRDefault="00D43590" w:rsidP="00D43590">
      <w:r>
        <w:t>292.0069</w:t>
      </w:r>
      <w:r>
        <w:tab/>
        <w:t>2.025e0</w:t>
      </w:r>
    </w:p>
    <w:p w:rsidR="00D43590" w:rsidRDefault="00D43590" w:rsidP="00D43590">
      <w:r>
        <w:t>292.1263</w:t>
      </w:r>
      <w:r>
        <w:tab/>
        <w:t>2.025e0</w:t>
      </w:r>
    </w:p>
    <w:p w:rsidR="00D43590" w:rsidRDefault="00D43590" w:rsidP="00D43590">
      <w:r>
        <w:lastRenderedPageBreak/>
        <w:t>292.1804</w:t>
      </w:r>
      <w:r>
        <w:tab/>
        <w:t>1.013e0</w:t>
      </w:r>
    </w:p>
    <w:p w:rsidR="00D43590" w:rsidRDefault="00D43590" w:rsidP="00D43590">
      <w:r>
        <w:t>292.2228</w:t>
      </w:r>
      <w:r>
        <w:tab/>
        <w:t>1.013e0</w:t>
      </w:r>
    </w:p>
    <w:p w:rsidR="00D43590" w:rsidRDefault="00D43590" w:rsidP="00D43590">
      <w:r>
        <w:t>292.3349</w:t>
      </w:r>
      <w:r>
        <w:tab/>
        <w:t>2.025e0</w:t>
      </w:r>
    </w:p>
    <w:p w:rsidR="00D43590" w:rsidRDefault="00D43590" w:rsidP="00D43590">
      <w:r>
        <w:t>292.4238</w:t>
      </w:r>
      <w:r>
        <w:tab/>
        <w:t>2.025e0</w:t>
      </w:r>
    </w:p>
    <w:p w:rsidR="00D43590" w:rsidRDefault="00D43590" w:rsidP="00D43590">
      <w:r>
        <w:t>292.4951</w:t>
      </w:r>
      <w:r>
        <w:tab/>
        <w:t>3.038e0</w:t>
      </w:r>
    </w:p>
    <w:p w:rsidR="00D43590" w:rsidRDefault="00D43590" w:rsidP="00D43590">
      <w:r>
        <w:t>292.5513</w:t>
      </w:r>
      <w:r>
        <w:tab/>
        <w:t>2.025e0</w:t>
      </w:r>
    </w:p>
    <w:p w:rsidR="00D43590" w:rsidRDefault="00D43590" w:rsidP="00D43590">
      <w:r>
        <w:t>292.7485</w:t>
      </w:r>
      <w:r>
        <w:tab/>
        <w:t>1.013e0</w:t>
      </w:r>
    </w:p>
    <w:p w:rsidR="00D43590" w:rsidRDefault="00D43590" w:rsidP="00D43590">
      <w:r>
        <w:t>292.8400</w:t>
      </w:r>
      <w:r>
        <w:tab/>
        <w:t>1.013e0</w:t>
      </w:r>
    </w:p>
    <w:p w:rsidR="00D43590" w:rsidRDefault="00D43590" w:rsidP="00D43590">
      <w:r>
        <w:t>292.8799</w:t>
      </w:r>
      <w:r>
        <w:tab/>
        <w:t>1.013e0</w:t>
      </w:r>
    </w:p>
    <w:p w:rsidR="00D43590" w:rsidRDefault="00D43590" w:rsidP="00D43590">
      <w:r>
        <w:t>292.9338</w:t>
      </w:r>
      <w:r>
        <w:tab/>
        <w:t>1.013e0</w:t>
      </w:r>
    </w:p>
    <w:p w:rsidR="00D43590" w:rsidRDefault="00D43590" w:rsidP="00D43590">
      <w:r>
        <w:t>292.9693</w:t>
      </w:r>
      <w:r>
        <w:tab/>
        <w:t>2.025e0</w:t>
      </w:r>
    </w:p>
    <w:p w:rsidR="00D43590" w:rsidRDefault="00D43590" w:rsidP="00D43590">
      <w:r>
        <w:t>293.0190</w:t>
      </w:r>
      <w:r>
        <w:tab/>
        <w:t>2.025e0</w:t>
      </w:r>
    </w:p>
    <w:p w:rsidR="00D43590" w:rsidRDefault="00D43590" w:rsidP="00D43590">
      <w:r>
        <w:t>293.1545</w:t>
      </w:r>
      <w:r>
        <w:tab/>
        <w:t>1.013e0</w:t>
      </w:r>
    </w:p>
    <w:p w:rsidR="00D43590" w:rsidRDefault="00D43590" w:rsidP="00D43590">
      <w:r>
        <w:t>293.2334</w:t>
      </w:r>
      <w:r>
        <w:tab/>
        <w:t>2.025e0</w:t>
      </w:r>
    </w:p>
    <w:p w:rsidR="00D43590" w:rsidRDefault="00D43590" w:rsidP="00D43590">
      <w:r>
        <w:t>293.3077</w:t>
      </w:r>
      <w:r>
        <w:tab/>
        <w:t>2.025e0</w:t>
      </w:r>
    </w:p>
    <w:p w:rsidR="00D43590" w:rsidRDefault="00D43590" w:rsidP="00D43590">
      <w:r>
        <w:t>293.3589</w:t>
      </w:r>
      <w:r>
        <w:tab/>
        <w:t>1.013e0</w:t>
      </w:r>
    </w:p>
    <w:p w:rsidR="00D43590" w:rsidRDefault="00D43590" w:rsidP="00D43590">
      <w:r>
        <w:t>293.4172</w:t>
      </w:r>
      <w:r>
        <w:tab/>
        <w:t>1.013e0</w:t>
      </w:r>
    </w:p>
    <w:p w:rsidR="00D43590" w:rsidRDefault="00D43590" w:rsidP="00D43590">
      <w:r>
        <w:t>293.4443</w:t>
      </w:r>
      <w:r>
        <w:tab/>
        <w:t>1.013e0</w:t>
      </w:r>
    </w:p>
    <w:p w:rsidR="00D43590" w:rsidRDefault="00D43590" w:rsidP="00D43590">
      <w:r>
        <w:t>293.5719</w:t>
      </w:r>
      <w:r>
        <w:tab/>
        <w:t>1.013e0</w:t>
      </w:r>
    </w:p>
    <w:p w:rsidR="00D43590" w:rsidRDefault="00D43590" w:rsidP="00D43590">
      <w:r>
        <w:lastRenderedPageBreak/>
        <w:t>293.6236</w:t>
      </w:r>
      <w:r>
        <w:tab/>
        <w:t>2.294e0</w:t>
      </w:r>
    </w:p>
    <w:p w:rsidR="00D43590" w:rsidRDefault="00D43590" w:rsidP="00D43590">
      <w:r>
        <w:t>293.6725</w:t>
      </w:r>
      <w:r>
        <w:tab/>
        <w:t>1.013e0</w:t>
      </w:r>
    </w:p>
    <w:p w:rsidR="00D43590" w:rsidRDefault="00D43590" w:rsidP="00D43590">
      <w:r>
        <w:t>293.7575</w:t>
      </w:r>
      <w:r>
        <w:tab/>
        <w:t>1.013e0</w:t>
      </w:r>
    </w:p>
    <w:p w:rsidR="00D43590" w:rsidRDefault="00D43590" w:rsidP="00D43590">
      <w:r>
        <w:t>293.8123</w:t>
      </w:r>
      <w:r>
        <w:tab/>
        <w:t>1.013e0</w:t>
      </w:r>
    </w:p>
    <w:p w:rsidR="00D43590" w:rsidRDefault="00D43590" w:rsidP="00D43590">
      <w:r>
        <w:t>293.8879</w:t>
      </w:r>
      <w:r>
        <w:tab/>
        <w:t>2.025e0</w:t>
      </w:r>
    </w:p>
    <w:p w:rsidR="00D43590" w:rsidRDefault="00D43590" w:rsidP="00D43590">
      <w:r>
        <w:t>294.0370</w:t>
      </w:r>
      <w:r>
        <w:tab/>
        <w:t>2.025e0</w:t>
      </w:r>
    </w:p>
    <w:p w:rsidR="00D43590" w:rsidRDefault="00D43590" w:rsidP="00D43590">
      <w:r>
        <w:t>294.1367</w:t>
      </w:r>
      <w:r>
        <w:tab/>
        <w:t>1.013e0</w:t>
      </w:r>
    </w:p>
    <w:p w:rsidR="00D43590" w:rsidRDefault="00D43590" w:rsidP="00D43590">
      <w:r>
        <w:t>294.1946</w:t>
      </w:r>
      <w:r>
        <w:tab/>
        <w:t>1.013e0</w:t>
      </w:r>
    </w:p>
    <w:p w:rsidR="00D43590" w:rsidRDefault="00D43590" w:rsidP="00D43590">
      <w:r>
        <w:t>294.2348</w:t>
      </w:r>
      <w:r>
        <w:tab/>
        <w:t>2.025e0</w:t>
      </w:r>
    </w:p>
    <w:p w:rsidR="00D43590" w:rsidRDefault="00D43590" w:rsidP="00D43590">
      <w:r>
        <w:t>294.2996</w:t>
      </w:r>
      <w:r>
        <w:tab/>
        <w:t>1.013e0</w:t>
      </w:r>
    </w:p>
    <w:p w:rsidR="00D43590" w:rsidRDefault="00D43590" w:rsidP="00D43590">
      <w:r>
        <w:t>294.3728</w:t>
      </w:r>
      <w:r>
        <w:tab/>
        <w:t>1.013e0</w:t>
      </w:r>
    </w:p>
    <w:p w:rsidR="00D43590" w:rsidRDefault="00D43590" w:rsidP="00D43590">
      <w:r>
        <w:t>294.3995</w:t>
      </w:r>
      <w:r>
        <w:tab/>
        <w:t>2.025e0</w:t>
      </w:r>
    </w:p>
    <w:p w:rsidR="00D43590" w:rsidRDefault="00D43590" w:rsidP="00D43590">
      <w:r>
        <w:t>294.5046</w:t>
      </w:r>
      <w:r>
        <w:tab/>
        <w:t>1.013e0</w:t>
      </w:r>
    </w:p>
    <w:p w:rsidR="00D43590" w:rsidRDefault="00D43590" w:rsidP="00D43590">
      <w:r>
        <w:t>294.5740</w:t>
      </w:r>
      <w:r>
        <w:tab/>
        <w:t>1.013e0</w:t>
      </w:r>
    </w:p>
    <w:p w:rsidR="00D43590" w:rsidRDefault="00D43590" w:rsidP="00D43590">
      <w:r>
        <w:t>294.6612</w:t>
      </w:r>
      <w:r>
        <w:tab/>
        <w:t>2.025e0</w:t>
      </w:r>
    </w:p>
    <w:p w:rsidR="00D43590" w:rsidRDefault="00D43590" w:rsidP="00D43590">
      <w:r>
        <w:t>294.7244</w:t>
      </w:r>
      <w:r>
        <w:tab/>
        <w:t>3.038e0</w:t>
      </w:r>
    </w:p>
    <w:p w:rsidR="00D43590" w:rsidRDefault="00D43590" w:rsidP="00D43590">
      <w:r>
        <w:t>294.8159</w:t>
      </w:r>
      <w:r>
        <w:tab/>
        <w:t>2.025e0</w:t>
      </w:r>
    </w:p>
    <w:p w:rsidR="00D43590" w:rsidRDefault="00D43590" w:rsidP="00D43590">
      <w:r>
        <w:t>294.8799</w:t>
      </w:r>
      <w:r>
        <w:tab/>
        <w:t>2.025e0</w:t>
      </w:r>
    </w:p>
    <w:p w:rsidR="00D43590" w:rsidRDefault="00D43590" w:rsidP="00D43590">
      <w:r>
        <w:t>294.9651</w:t>
      </w:r>
      <w:r>
        <w:tab/>
        <w:t>1.013e0</w:t>
      </w:r>
    </w:p>
    <w:p w:rsidR="00D43590" w:rsidRDefault="00D43590" w:rsidP="00D43590">
      <w:r>
        <w:lastRenderedPageBreak/>
        <w:t>295.3174</w:t>
      </w:r>
      <w:r>
        <w:tab/>
        <w:t>1.013e0</w:t>
      </w:r>
    </w:p>
    <w:p w:rsidR="00D43590" w:rsidRDefault="00D43590" w:rsidP="00D43590">
      <w:r>
        <w:t>295.7143</w:t>
      </w:r>
      <w:r>
        <w:tab/>
        <w:t>2.025e0</w:t>
      </w:r>
    </w:p>
    <w:p w:rsidR="00D43590" w:rsidRDefault="00D43590" w:rsidP="00D43590">
      <w:r>
        <w:t>295.8015</w:t>
      </w:r>
      <w:r>
        <w:tab/>
        <w:t>1.013e0</w:t>
      </w:r>
    </w:p>
    <w:p w:rsidR="00D43590" w:rsidRDefault="00D43590" w:rsidP="00D43590">
      <w:r>
        <w:t>295.8955</w:t>
      </w:r>
      <w:r>
        <w:tab/>
        <w:t>2.025e0</w:t>
      </w:r>
    </w:p>
    <w:p w:rsidR="00D43590" w:rsidRDefault="00D43590" w:rsidP="00D43590">
      <w:r>
        <w:t>296.0206</w:t>
      </w:r>
      <w:r>
        <w:tab/>
        <w:t>2.025e0</w:t>
      </w:r>
    </w:p>
    <w:p w:rsidR="00D43590" w:rsidRDefault="00D43590" w:rsidP="00D43590">
      <w:r>
        <w:t>296.1155</w:t>
      </w:r>
      <w:r>
        <w:tab/>
        <w:t>2.025e0</w:t>
      </w:r>
    </w:p>
    <w:p w:rsidR="00D43590" w:rsidRDefault="00D43590" w:rsidP="00D43590">
      <w:r>
        <w:t>296.1646</w:t>
      </w:r>
      <w:r>
        <w:tab/>
        <w:t>2.025e0</w:t>
      </w:r>
    </w:p>
    <w:p w:rsidR="00D43590" w:rsidRDefault="00D43590" w:rsidP="00D43590">
      <w:r>
        <w:t>296.2123</w:t>
      </w:r>
      <w:r>
        <w:tab/>
        <w:t>1.013e0</w:t>
      </w:r>
    </w:p>
    <w:p w:rsidR="00D43590" w:rsidRDefault="00D43590" w:rsidP="00D43590">
      <w:r>
        <w:t>296.2820</w:t>
      </w:r>
      <w:r>
        <w:tab/>
        <w:t>2.025e0</w:t>
      </w:r>
    </w:p>
    <w:p w:rsidR="00D43590" w:rsidRDefault="00D43590" w:rsidP="00D43590">
      <w:r>
        <w:t>296.3363</w:t>
      </w:r>
      <w:r>
        <w:tab/>
        <w:t>1.013e0</w:t>
      </w:r>
    </w:p>
    <w:p w:rsidR="00D43590" w:rsidRDefault="00D43590" w:rsidP="00D43590">
      <w:r>
        <w:t>296.4370</w:t>
      </w:r>
      <w:r>
        <w:tab/>
        <w:t>1.013e0</w:t>
      </w:r>
    </w:p>
    <w:p w:rsidR="00D43590" w:rsidRDefault="00D43590" w:rsidP="00D43590">
      <w:r>
        <w:t>296.5289</w:t>
      </w:r>
      <w:r>
        <w:tab/>
        <w:t>1.013e0</w:t>
      </w:r>
    </w:p>
    <w:p w:rsidR="00D43590" w:rsidRDefault="00D43590" w:rsidP="00D43590">
      <w:r>
        <w:t>296.5958</w:t>
      </w:r>
      <w:r>
        <w:tab/>
        <w:t>1.013e0</w:t>
      </w:r>
    </w:p>
    <w:p w:rsidR="00D43590" w:rsidRDefault="00D43590" w:rsidP="00D43590">
      <w:r>
        <w:t>296.8133</w:t>
      </w:r>
      <w:r>
        <w:tab/>
        <w:t>1.013e0</w:t>
      </w:r>
    </w:p>
    <w:p w:rsidR="00D43590" w:rsidRDefault="00D43590" w:rsidP="00D43590">
      <w:r>
        <w:t>296.8402</w:t>
      </w:r>
      <w:r>
        <w:tab/>
        <w:t>1.013e0</w:t>
      </w:r>
    </w:p>
    <w:p w:rsidR="00D43590" w:rsidRDefault="00D43590" w:rsidP="00D43590">
      <w:r>
        <w:t>296.9217</w:t>
      </w:r>
      <w:r>
        <w:tab/>
        <w:t>1.013e0</w:t>
      </w:r>
    </w:p>
    <w:p w:rsidR="00D43590" w:rsidRDefault="00D43590" w:rsidP="00D43590">
      <w:r>
        <w:t>296.9531</w:t>
      </w:r>
      <w:r>
        <w:tab/>
        <w:t>1.013e0</w:t>
      </w:r>
    </w:p>
    <w:p w:rsidR="00D43590" w:rsidRDefault="00D43590" w:rsidP="00D43590">
      <w:r>
        <w:t>297.0146</w:t>
      </w:r>
      <w:r>
        <w:tab/>
        <w:t>1.013e0</w:t>
      </w:r>
    </w:p>
    <w:p w:rsidR="00D43590" w:rsidRDefault="00D43590" w:rsidP="00D43590">
      <w:r>
        <w:t>297.0592</w:t>
      </w:r>
      <w:r>
        <w:tab/>
        <w:t>1.013e0</w:t>
      </w:r>
    </w:p>
    <w:p w:rsidR="00D43590" w:rsidRDefault="00D43590" w:rsidP="00D43590">
      <w:r>
        <w:lastRenderedPageBreak/>
        <w:t>297.1151</w:t>
      </w:r>
      <w:r>
        <w:tab/>
        <w:t>1.013e0</w:t>
      </w:r>
    </w:p>
    <w:p w:rsidR="00D43590" w:rsidRDefault="00D43590" w:rsidP="00D43590">
      <w:r>
        <w:t>297.2157</w:t>
      </w:r>
      <w:r>
        <w:tab/>
        <w:t>1.013e0</w:t>
      </w:r>
    </w:p>
    <w:p w:rsidR="00D43590" w:rsidRDefault="00D43590" w:rsidP="00D43590">
      <w:r>
        <w:t>297.2513</w:t>
      </w:r>
      <w:r>
        <w:tab/>
        <w:t>1.013e0</w:t>
      </w:r>
    </w:p>
    <w:p w:rsidR="00D43590" w:rsidRDefault="00D43590" w:rsidP="00D43590">
      <w:r>
        <w:t>297.2907</w:t>
      </w:r>
      <w:r>
        <w:tab/>
        <w:t>2.025e0</w:t>
      </w:r>
    </w:p>
    <w:p w:rsidR="00D43590" w:rsidRDefault="00D43590" w:rsidP="00D43590">
      <w:r>
        <w:t>297.4618</w:t>
      </w:r>
      <w:r>
        <w:tab/>
        <w:t>1.013e0</w:t>
      </w:r>
    </w:p>
    <w:p w:rsidR="00D43590" w:rsidRDefault="00D43590" w:rsidP="00D43590">
      <w:r>
        <w:t>297.4953</w:t>
      </w:r>
      <w:r>
        <w:tab/>
        <w:t>1.013e0</w:t>
      </w:r>
    </w:p>
    <w:p w:rsidR="00D43590" w:rsidRDefault="00D43590" w:rsidP="00D43590">
      <w:r>
        <w:t>297.6128</w:t>
      </w:r>
      <w:r>
        <w:tab/>
        <w:t>1.013e0</w:t>
      </w:r>
    </w:p>
    <w:p w:rsidR="00D43590" w:rsidRDefault="00D43590" w:rsidP="00D43590">
      <w:r>
        <w:t>297.6464</w:t>
      </w:r>
      <w:r>
        <w:tab/>
        <w:t>1.013e0</w:t>
      </w:r>
    </w:p>
    <w:p w:rsidR="00D43590" w:rsidRDefault="00D43590" w:rsidP="00D43590">
      <w:r>
        <w:t>297.8022</w:t>
      </w:r>
      <w:r>
        <w:tab/>
        <w:t>1.013e0</w:t>
      </w:r>
    </w:p>
    <w:p w:rsidR="00D43590" w:rsidRDefault="00D43590" w:rsidP="00D43590">
      <w:r>
        <w:t>297.8423</w:t>
      </w:r>
      <w:r>
        <w:tab/>
        <w:t>1.013e0</w:t>
      </w:r>
    </w:p>
    <w:p w:rsidR="00D43590" w:rsidRDefault="00D43590" w:rsidP="00D43590">
      <w:r>
        <w:t>297.8984</w:t>
      </w:r>
      <w:r>
        <w:tab/>
        <w:t>1.013e0</w:t>
      </w:r>
    </w:p>
    <w:p w:rsidR="00D43590" w:rsidRDefault="00D43590" w:rsidP="00D43590">
      <w:r>
        <w:t>297.9341</w:t>
      </w:r>
      <w:r>
        <w:tab/>
        <w:t>1.013e0</w:t>
      </w:r>
    </w:p>
    <w:p w:rsidR="00D43590" w:rsidRDefault="00D43590" w:rsidP="00D43590">
      <w:r>
        <w:t>297.9656</w:t>
      </w:r>
      <w:r>
        <w:tab/>
        <w:t>1.013e0</w:t>
      </w:r>
    </w:p>
    <w:p w:rsidR="00D43590" w:rsidRDefault="00D43590" w:rsidP="00D43590">
      <w:r>
        <w:t>298.0664</w:t>
      </w:r>
      <w:r>
        <w:tab/>
        <w:t>1.013e0</w:t>
      </w:r>
    </w:p>
    <w:p w:rsidR="00D43590" w:rsidRDefault="00D43590" w:rsidP="00D43590">
      <w:r>
        <w:t>298.1739</w:t>
      </w:r>
      <w:r>
        <w:tab/>
        <w:t>3.038e0</w:t>
      </w:r>
    </w:p>
    <w:p w:rsidR="00D43590" w:rsidRDefault="00D43590" w:rsidP="00D43590">
      <w:r>
        <w:t>298.2266</w:t>
      </w:r>
      <w:r>
        <w:tab/>
        <w:t>2.025e0</w:t>
      </w:r>
    </w:p>
    <w:p w:rsidR="00D43590" w:rsidRDefault="00D43590" w:rsidP="00D43590">
      <w:r>
        <w:t>298.3144</w:t>
      </w:r>
      <w:r>
        <w:tab/>
        <w:t>1.013e0</w:t>
      </w:r>
    </w:p>
    <w:p w:rsidR="00D43590" w:rsidRDefault="00D43590" w:rsidP="00D43590">
      <w:r>
        <w:t>298.4387</w:t>
      </w:r>
      <w:r>
        <w:tab/>
        <w:t>1.013e0</w:t>
      </w:r>
    </w:p>
    <w:p w:rsidR="00D43590" w:rsidRDefault="00D43590" w:rsidP="00D43590">
      <w:r>
        <w:t>298.5085</w:t>
      </w:r>
      <w:r>
        <w:tab/>
        <w:t>1.013e0</w:t>
      </w:r>
    </w:p>
    <w:p w:rsidR="00D43590" w:rsidRDefault="00D43590" w:rsidP="00D43590">
      <w:r>
        <w:lastRenderedPageBreak/>
        <w:t>298.5824</w:t>
      </w:r>
      <w:r>
        <w:tab/>
        <w:t>1.013e0</w:t>
      </w:r>
    </w:p>
    <w:p w:rsidR="00D43590" w:rsidRDefault="00D43590" w:rsidP="00D43590">
      <w:r>
        <w:t>298.7284</w:t>
      </w:r>
      <w:r>
        <w:tab/>
        <w:t>1.013e0</w:t>
      </w:r>
    </w:p>
    <w:p w:rsidR="00D43590" w:rsidRDefault="00D43590" w:rsidP="00D43590">
      <w:r>
        <w:t>298.9434</w:t>
      </w:r>
      <w:r>
        <w:tab/>
        <w:t>1.013e0</w:t>
      </w:r>
    </w:p>
    <w:p w:rsidR="00D43590" w:rsidRDefault="00D43590" w:rsidP="00D43590">
      <w:r>
        <w:t>299.0404</w:t>
      </w:r>
      <w:r>
        <w:tab/>
        <w:t>1.013e0</w:t>
      </w:r>
    </w:p>
    <w:p w:rsidR="00D43590" w:rsidRDefault="00D43590" w:rsidP="00D43590">
      <w:r>
        <w:t>299.0992</w:t>
      </w:r>
      <w:r>
        <w:tab/>
        <w:t>1.013e0</w:t>
      </w:r>
    </w:p>
    <w:p w:rsidR="00D43590" w:rsidRDefault="00D43590" w:rsidP="00D43590">
      <w:r>
        <w:t>299.3371</w:t>
      </w:r>
      <w:r>
        <w:tab/>
        <w:t>2.025e0</w:t>
      </w:r>
    </w:p>
    <w:p w:rsidR="00D43590" w:rsidRDefault="00D43590" w:rsidP="00D43590">
      <w:r>
        <w:t>299.4535</w:t>
      </w:r>
      <w:r>
        <w:tab/>
        <w:t>1.013e0</w:t>
      </w:r>
    </w:p>
    <w:p w:rsidR="00D43590" w:rsidRDefault="00D43590" w:rsidP="00D43590">
      <w:r>
        <w:t>299.6659</w:t>
      </w:r>
      <w:r>
        <w:tab/>
        <w:t>1.013e0</w:t>
      </w:r>
    </w:p>
    <w:p w:rsidR="00D43590" w:rsidRDefault="00D43590" w:rsidP="00D43590">
      <w:r>
        <w:t>299.7204</w:t>
      </w:r>
      <w:r>
        <w:tab/>
        <w:t>1.013e0</w:t>
      </w:r>
    </w:p>
    <w:p w:rsidR="00D43590" w:rsidRDefault="00D43590" w:rsidP="00D43590">
      <w:r>
        <w:t>299.7650</w:t>
      </w:r>
      <w:r>
        <w:tab/>
        <w:t>2.025e0</w:t>
      </w:r>
    </w:p>
    <w:p w:rsidR="00D43590" w:rsidRDefault="00D43590" w:rsidP="00D43590">
      <w:r>
        <w:t>299.9147</w:t>
      </w:r>
      <w:r>
        <w:tab/>
        <w:t>1.013e0</w:t>
      </w:r>
    </w:p>
    <w:p w:rsidR="00D43590" w:rsidRDefault="00D43590" w:rsidP="00D43590">
      <w:r>
        <w:t>299.9547</w:t>
      </w:r>
      <w:r>
        <w:tab/>
        <w:t>1.013e0</w:t>
      </w:r>
    </w:p>
    <w:p w:rsidR="00D43590" w:rsidRDefault="00D43590" w:rsidP="00D43590">
      <w:r>
        <w:t>300.0242</w:t>
      </w:r>
      <w:r>
        <w:tab/>
        <w:t>2.025e0</w:t>
      </w:r>
    </w:p>
    <w:p w:rsidR="00D43590" w:rsidRDefault="00D43590" w:rsidP="00D43590">
      <w:r>
        <w:t>300.0934</w:t>
      </w:r>
      <w:r>
        <w:tab/>
        <w:t>1.013e0</w:t>
      </w:r>
    </w:p>
    <w:p w:rsidR="00D43590" w:rsidRDefault="00D43590" w:rsidP="00D43590">
      <w:r>
        <w:t>300.1575</w:t>
      </w:r>
      <w:r>
        <w:tab/>
        <w:t>2.025e0</w:t>
      </w:r>
    </w:p>
    <w:p w:rsidR="00D43590" w:rsidRDefault="00D43590" w:rsidP="00D43590">
      <w:r>
        <w:t>300.2137</w:t>
      </w:r>
      <w:r>
        <w:tab/>
        <w:t>8.101e0</w:t>
      </w:r>
    </w:p>
    <w:p w:rsidR="00D43590" w:rsidRDefault="00D43590" w:rsidP="00D43590">
      <w:r>
        <w:t>300.2817</w:t>
      </w:r>
      <w:r>
        <w:tab/>
        <w:t>1.013e0</w:t>
      </w:r>
    </w:p>
    <w:p w:rsidR="00D43590" w:rsidRDefault="00D43590" w:rsidP="00D43590">
      <w:r>
        <w:t>300.4115</w:t>
      </w:r>
      <w:r>
        <w:tab/>
        <w:t>1.013e0</w:t>
      </w:r>
    </w:p>
    <w:p w:rsidR="00D43590" w:rsidRDefault="00D43590" w:rsidP="00D43590">
      <w:r>
        <w:t>300.4341</w:t>
      </w:r>
      <w:r>
        <w:tab/>
        <w:t>1.013e0</w:t>
      </w:r>
    </w:p>
    <w:p w:rsidR="00D43590" w:rsidRDefault="00D43590" w:rsidP="00D43590">
      <w:r>
        <w:lastRenderedPageBreak/>
        <w:t>300.4705</w:t>
      </w:r>
      <w:r>
        <w:tab/>
        <w:t>1.013e0</w:t>
      </w:r>
    </w:p>
    <w:p w:rsidR="00D43590" w:rsidRDefault="00D43590" w:rsidP="00D43590">
      <w:r>
        <w:t>300.5676</w:t>
      </w:r>
      <w:r>
        <w:tab/>
        <w:t>1.013e0</w:t>
      </w:r>
    </w:p>
    <w:p w:rsidR="00D43590" w:rsidRDefault="00D43590" w:rsidP="00D43590">
      <w:r>
        <w:t>300.6415</w:t>
      </w:r>
      <w:r>
        <w:tab/>
        <w:t>1.013e0</w:t>
      </w:r>
    </w:p>
    <w:p w:rsidR="00D43590" w:rsidRDefault="00D43590" w:rsidP="00D43590">
      <w:r>
        <w:t>300.6752</w:t>
      </w:r>
      <w:r>
        <w:tab/>
        <w:t>2.025e0</w:t>
      </w:r>
    </w:p>
    <w:p w:rsidR="00D43590" w:rsidRDefault="00D43590" w:rsidP="00D43590">
      <w:r>
        <w:t>300.7232</w:t>
      </w:r>
      <w:r>
        <w:tab/>
        <w:t>1.013e0</w:t>
      </w:r>
    </w:p>
    <w:p w:rsidR="00D43590" w:rsidRDefault="00D43590" w:rsidP="00D43590">
      <w:r>
        <w:t>300.8165</w:t>
      </w:r>
      <w:r>
        <w:tab/>
        <w:t>1.013e0</w:t>
      </w:r>
    </w:p>
    <w:p w:rsidR="00D43590" w:rsidRDefault="00D43590" w:rsidP="00D43590">
      <w:r>
        <w:t>300.9645</w:t>
      </w:r>
      <w:r>
        <w:tab/>
        <w:t>1.013e0</w:t>
      </w:r>
    </w:p>
    <w:p w:rsidR="00D43590" w:rsidRDefault="00D43590" w:rsidP="00D43590">
      <w:r>
        <w:t>301.0103</w:t>
      </w:r>
      <w:r>
        <w:tab/>
        <w:t>1.013e0</w:t>
      </w:r>
    </w:p>
    <w:p w:rsidR="00D43590" w:rsidRDefault="00D43590" w:rsidP="00D43590">
      <w:r>
        <w:t>301.0460</w:t>
      </w:r>
      <w:r>
        <w:tab/>
        <w:t>1.013e0</w:t>
      </w:r>
    </w:p>
    <w:p w:rsidR="00D43590" w:rsidRDefault="00D43590" w:rsidP="00D43590">
      <w:r>
        <w:t>301.1294</w:t>
      </w:r>
      <w:r>
        <w:tab/>
        <w:t>3.038e0</w:t>
      </w:r>
    </w:p>
    <w:p w:rsidR="00D43590" w:rsidRDefault="00D43590" w:rsidP="00D43590">
      <w:r>
        <w:t>301.2023</w:t>
      </w:r>
      <w:r>
        <w:tab/>
        <w:t>3.038e0</w:t>
      </w:r>
    </w:p>
    <w:p w:rsidR="00D43590" w:rsidRDefault="00D43590" w:rsidP="00D43590">
      <w:r>
        <w:t>301.2405</w:t>
      </w:r>
      <w:r>
        <w:tab/>
        <w:t>1.013e0</w:t>
      </w:r>
    </w:p>
    <w:p w:rsidR="00D43590" w:rsidRDefault="00D43590" w:rsidP="00D43590">
      <w:r>
        <w:t>301.3037</w:t>
      </w:r>
      <w:r>
        <w:tab/>
        <w:t>4.051e0</w:t>
      </w:r>
    </w:p>
    <w:p w:rsidR="00D43590" w:rsidRDefault="00D43590" w:rsidP="00D43590">
      <w:r>
        <w:t>301.5251</w:t>
      </w:r>
      <w:r>
        <w:tab/>
        <w:t>1.013e0</w:t>
      </w:r>
    </w:p>
    <w:p w:rsidR="00D43590" w:rsidRDefault="00D43590" w:rsidP="00D43590">
      <w:r>
        <w:t>301.5674</w:t>
      </w:r>
      <w:r>
        <w:tab/>
        <w:t>1.013e0</w:t>
      </w:r>
    </w:p>
    <w:p w:rsidR="00D43590" w:rsidRDefault="00D43590" w:rsidP="00D43590">
      <w:r>
        <w:t>301.7102</w:t>
      </w:r>
      <w:r>
        <w:tab/>
        <w:t>2.025e0</w:t>
      </w:r>
    </w:p>
    <w:p w:rsidR="00D43590" w:rsidRDefault="00D43590" w:rsidP="00D43590">
      <w:r>
        <w:t>301.7386</w:t>
      </w:r>
      <w:r>
        <w:tab/>
        <w:t>1.013e0</w:t>
      </w:r>
    </w:p>
    <w:p w:rsidR="00D43590" w:rsidRDefault="00D43590" w:rsidP="00D43590">
      <w:r>
        <w:t>301.9100</w:t>
      </w:r>
      <w:r>
        <w:tab/>
        <w:t>1.013e0</w:t>
      </w:r>
    </w:p>
    <w:p w:rsidR="00D43590" w:rsidRDefault="00D43590" w:rsidP="00D43590">
      <w:r>
        <w:t>302.0042</w:t>
      </w:r>
      <w:r>
        <w:tab/>
        <w:t>3.038e0</w:t>
      </w:r>
    </w:p>
    <w:p w:rsidR="00D43590" w:rsidRDefault="00D43590" w:rsidP="00D43590">
      <w:r>
        <w:lastRenderedPageBreak/>
        <w:t>302.0955</w:t>
      </w:r>
      <w:r>
        <w:tab/>
        <w:t>3.038e0</w:t>
      </w:r>
    </w:p>
    <w:p w:rsidR="00D43590" w:rsidRDefault="00D43590" w:rsidP="00D43590">
      <w:r>
        <w:t>302.1727</w:t>
      </w:r>
      <w:r>
        <w:tab/>
        <w:t>2.025e0</w:t>
      </w:r>
    </w:p>
    <w:p w:rsidR="00D43590" w:rsidRDefault="00D43590" w:rsidP="00D43590">
      <w:r>
        <w:t>302.2407</w:t>
      </w:r>
      <w:r>
        <w:tab/>
        <w:t>1.013e0</w:t>
      </w:r>
    </w:p>
    <w:p w:rsidR="00D43590" w:rsidRDefault="00D43590" w:rsidP="00D43590">
      <w:r>
        <w:t>302.3088</w:t>
      </w:r>
      <w:r>
        <w:tab/>
        <w:t>2.025e0</w:t>
      </w:r>
    </w:p>
    <w:p w:rsidR="00D43590" w:rsidRDefault="00D43590" w:rsidP="00D43590">
      <w:r>
        <w:t>302.5520</w:t>
      </w:r>
      <w:r>
        <w:tab/>
        <w:t>2.025e0</w:t>
      </w:r>
    </w:p>
    <w:p w:rsidR="00D43590" w:rsidRDefault="00D43590" w:rsidP="00D43590">
      <w:r>
        <w:t>302.6573</w:t>
      </w:r>
      <w:r>
        <w:tab/>
        <w:t>1.013e0</w:t>
      </w:r>
    </w:p>
    <w:p w:rsidR="00D43590" w:rsidRDefault="00D43590" w:rsidP="00D43590">
      <w:r>
        <w:t>302.6846</w:t>
      </w:r>
      <w:r>
        <w:tab/>
        <w:t>1.013e0</w:t>
      </w:r>
    </w:p>
    <w:p w:rsidR="00D43590" w:rsidRDefault="00D43590" w:rsidP="00D43590">
      <w:r>
        <w:t>302.7674</w:t>
      </w:r>
      <w:r>
        <w:tab/>
        <w:t>1.013e0</w:t>
      </w:r>
    </w:p>
    <w:p w:rsidR="00D43590" w:rsidRDefault="00D43590" w:rsidP="00D43590">
      <w:r>
        <w:t>302.9027</w:t>
      </w:r>
      <w:r>
        <w:tab/>
        <w:t>1.013e0</w:t>
      </w:r>
    </w:p>
    <w:p w:rsidR="00D43590" w:rsidRDefault="00D43590" w:rsidP="00D43590">
      <w:r>
        <w:t>302.9534</w:t>
      </w:r>
      <w:r>
        <w:tab/>
        <w:t>1.013e0</w:t>
      </w:r>
    </w:p>
    <w:p w:rsidR="00D43590" w:rsidRDefault="00D43590" w:rsidP="00D43590">
      <w:r>
        <w:t>302.9948</w:t>
      </w:r>
      <w:r>
        <w:tab/>
        <w:t>1.013e0</w:t>
      </w:r>
    </w:p>
    <w:p w:rsidR="00D43590" w:rsidRDefault="00D43590" w:rsidP="00D43590">
      <w:r>
        <w:t>303.0630</w:t>
      </w:r>
      <w:r>
        <w:tab/>
        <w:t>1.013e0</w:t>
      </w:r>
    </w:p>
    <w:p w:rsidR="00D43590" w:rsidRDefault="00D43590" w:rsidP="00D43590">
      <w:r>
        <w:t>303.1654</w:t>
      </w:r>
      <w:r>
        <w:tab/>
        <w:t>1.013e0</w:t>
      </w:r>
    </w:p>
    <w:p w:rsidR="00D43590" w:rsidRDefault="00D43590" w:rsidP="00D43590">
      <w:r>
        <w:t>303.2109</w:t>
      </w:r>
      <w:r>
        <w:tab/>
        <w:t>1.013e0</w:t>
      </w:r>
    </w:p>
    <w:p w:rsidR="00D43590" w:rsidRDefault="00D43590" w:rsidP="00D43590">
      <w:r>
        <w:t>303.2495</w:t>
      </w:r>
      <w:r>
        <w:tab/>
        <w:t>1.013e0</w:t>
      </w:r>
    </w:p>
    <w:p w:rsidR="00D43590" w:rsidRDefault="00D43590" w:rsidP="00D43590">
      <w:r>
        <w:t>303.2906</w:t>
      </w:r>
      <w:r>
        <w:tab/>
        <w:t>1.013e0</w:t>
      </w:r>
    </w:p>
    <w:p w:rsidR="00D43590" w:rsidRDefault="00D43590" w:rsidP="00D43590">
      <w:r>
        <w:t>303.4211</w:t>
      </w:r>
      <w:r>
        <w:tab/>
        <w:t>1.013e0</w:t>
      </w:r>
    </w:p>
    <w:p w:rsidR="00D43590" w:rsidRDefault="00D43590" w:rsidP="00D43590">
      <w:r>
        <w:t>303.5101</w:t>
      </w:r>
      <w:r>
        <w:tab/>
        <w:t>2.025e0</w:t>
      </w:r>
    </w:p>
    <w:p w:rsidR="00D43590" w:rsidRDefault="00D43590" w:rsidP="00D43590">
      <w:r>
        <w:t>303.6779</w:t>
      </w:r>
      <w:r>
        <w:tab/>
        <w:t>1.013e0</w:t>
      </w:r>
    </w:p>
    <w:p w:rsidR="00D43590" w:rsidRDefault="00D43590" w:rsidP="00D43590">
      <w:r>
        <w:lastRenderedPageBreak/>
        <w:t>303.7950</w:t>
      </w:r>
      <w:r>
        <w:tab/>
        <w:t>1.013e0</w:t>
      </w:r>
    </w:p>
    <w:p w:rsidR="00D43590" w:rsidRDefault="00D43590" w:rsidP="00D43590">
      <w:r>
        <w:t>303.8546</w:t>
      </w:r>
      <w:r>
        <w:tab/>
        <w:t>1.013e0</w:t>
      </w:r>
    </w:p>
    <w:p w:rsidR="00D43590" w:rsidRDefault="00D43590" w:rsidP="00D43590">
      <w:r>
        <w:t>303.9198</w:t>
      </w:r>
      <w:r>
        <w:tab/>
        <w:t>1.013e0</w:t>
      </w:r>
    </w:p>
    <w:p w:rsidR="00D43590" w:rsidRDefault="00D43590" w:rsidP="00D43590">
      <w:r>
        <w:t>303.9857</w:t>
      </w:r>
      <w:r>
        <w:tab/>
        <w:t>1.013e0</w:t>
      </w:r>
    </w:p>
    <w:p w:rsidR="00D43590" w:rsidRDefault="00D43590" w:rsidP="00D43590">
      <w:r>
        <w:t>304.0485</w:t>
      </w:r>
      <w:r>
        <w:tab/>
        <w:t>1.013e0</w:t>
      </w:r>
    </w:p>
    <w:p w:rsidR="00D43590" w:rsidRDefault="00D43590" w:rsidP="00D43590">
      <w:r>
        <w:t>304.1240</w:t>
      </w:r>
      <w:r>
        <w:tab/>
        <w:t>2.490e2</w:t>
      </w:r>
    </w:p>
    <w:p w:rsidR="00D43590" w:rsidRDefault="00D43590" w:rsidP="00D43590">
      <w:r>
        <w:t>304.2025</w:t>
      </w:r>
      <w:r>
        <w:tab/>
        <w:t>3.038e0</w:t>
      </w:r>
    </w:p>
    <w:p w:rsidR="00D43590" w:rsidRDefault="00D43590" w:rsidP="00D43590">
      <w:r>
        <w:t>304.2659</w:t>
      </w:r>
      <w:r>
        <w:tab/>
        <w:t>3.038e0</w:t>
      </w:r>
    </w:p>
    <w:p w:rsidR="00D43590" w:rsidRDefault="00D43590" w:rsidP="00D43590">
      <w:r>
        <w:t>304.3141</w:t>
      </w:r>
      <w:r>
        <w:tab/>
        <w:t>1.519e1</w:t>
      </w:r>
    </w:p>
    <w:p w:rsidR="00D43590" w:rsidRDefault="00D43590" w:rsidP="00D43590">
      <w:r>
        <w:t>304.4480</w:t>
      </w:r>
      <w:r>
        <w:tab/>
        <w:t>1.013e0</w:t>
      </w:r>
    </w:p>
    <w:p w:rsidR="00D43590" w:rsidRDefault="00D43590" w:rsidP="00D43590">
      <w:r>
        <w:t>304.5166</w:t>
      </w:r>
      <w:r>
        <w:tab/>
        <w:t>1.013e0</w:t>
      </w:r>
    </w:p>
    <w:p w:rsidR="00D43590" w:rsidRDefault="00D43590" w:rsidP="00D43590">
      <w:r>
        <w:t>304.5554</w:t>
      </w:r>
      <w:r>
        <w:tab/>
        <w:t>1.013e0</w:t>
      </w:r>
    </w:p>
    <w:p w:rsidR="00D43590" w:rsidRDefault="00D43590" w:rsidP="00D43590">
      <w:r>
        <w:t>304.5966</w:t>
      </w:r>
      <w:r>
        <w:tab/>
        <w:t>1.013e0</w:t>
      </w:r>
    </w:p>
    <w:p w:rsidR="00D43590" w:rsidRDefault="00D43590" w:rsidP="00D43590">
      <w:r>
        <w:t>304.6251</w:t>
      </w:r>
      <w:r>
        <w:tab/>
        <w:t>1.013e0</w:t>
      </w:r>
    </w:p>
    <w:p w:rsidR="00D43590" w:rsidRDefault="00D43590" w:rsidP="00D43590">
      <w:r>
        <w:t>304.7112</w:t>
      </w:r>
      <w:r>
        <w:tab/>
        <w:t>1.013e0</w:t>
      </w:r>
    </w:p>
    <w:p w:rsidR="00D43590" w:rsidRDefault="00D43590" w:rsidP="00D43590">
      <w:r>
        <w:t>304.7773</w:t>
      </w:r>
      <w:r>
        <w:tab/>
        <w:t>4.051e0</w:t>
      </w:r>
    </w:p>
    <w:p w:rsidR="00D43590" w:rsidRDefault="00D43590" w:rsidP="00D43590">
      <w:r>
        <w:t>304.8208</w:t>
      </w:r>
      <w:r>
        <w:tab/>
        <w:t>2.504e0</w:t>
      </w:r>
    </w:p>
    <w:p w:rsidR="00D43590" w:rsidRDefault="00D43590" w:rsidP="00D43590">
      <w:r>
        <w:t>304.8637</w:t>
      </w:r>
      <w:r>
        <w:tab/>
        <w:t>2.025e0</w:t>
      </w:r>
    </w:p>
    <w:p w:rsidR="00D43590" w:rsidRDefault="00D43590" w:rsidP="00D43590">
      <w:r>
        <w:t>304.9624</w:t>
      </w:r>
      <w:r>
        <w:tab/>
        <w:t>1.013e0</w:t>
      </w:r>
    </w:p>
    <w:p w:rsidR="00D43590" w:rsidRDefault="00D43590" w:rsidP="00D43590">
      <w:r>
        <w:lastRenderedPageBreak/>
        <w:t>305.0039</w:t>
      </w:r>
      <w:r>
        <w:tab/>
        <w:t>1.013e0</w:t>
      </w:r>
    </w:p>
    <w:p w:rsidR="00D43590" w:rsidRDefault="00D43590" w:rsidP="00D43590">
      <w:r>
        <w:t>305.0597</w:t>
      </w:r>
      <w:r>
        <w:tab/>
        <w:t>1.013e0</w:t>
      </w:r>
    </w:p>
    <w:p w:rsidR="00D43590" w:rsidRDefault="00D43590" w:rsidP="00D43590">
      <w:r>
        <w:t>305.1208</w:t>
      </w:r>
      <w:r>
        <w:tab/>
        <w:t>2.786e1</w:t>
      </w:r>
    </w:p>
    <w:p w:rsidR="00D43590" w:rsidRDefault="00D43590" w:rsidP="00D43590">
      <w:r>
        <w:t>305.1701</w:t>
      </w:r>
      <w:r>
        <w:tab/>
        <w:t>7.603e0</w:t>
      </w:r>
    </w:p>
    <w:p w:rsidR="00D43590" w:rsidRDefault="00D43590" w:rsidP="00D43590">
      <w:r>
        <w:t>305.2364</w:t>
      </w:r>
      <w:r>
        <w:tab/>
        <w:t>3.038e0</w:t>
      </w:r>
    </w:p>
    <w:p w:rsidR="00D43590" w:rsidRDefault="00D43590" w:rsidP="00D43590">
      <w:r>
        <w:t>305.3250</w:t>
      </w:r>
      <w:r>
        <w:tab/>
        <w:t>1.013e1</w:t>
      </w:r>
    </w:p>
    <w:p w:rsidR="00D43590" w:rsidRDefault="00D43590" w:rsidP="00D43590">
      <w:r>
        <w:t>305.3823</w:t>
      </w:r>
      <w:r>
        <w:tab/>
        <w:t>2.025e0</w:t>
      </w:r>
    </w:p>
    <w:p w:rsidR="00D43590" w:rsidRDefault="00D43590" w:rsidP="00D43590">
      <w:r>
        <w:t>305.4821</w:t>
      </w:r>
      <w:r>
        <w:tab/>
        <w:t>2.025e0</w:t>
      </w:r>
    </w:p>
    <w:p w:rsidR="00D43590" w:rsidRDefault="00D43590" w:rsidP="00D43590">
      <w:r>
        <w:t>305.5082</w:t>
      </w:r>
      <w:r>
        <w:tab/>
        <w:t>2.025e0</w:t>
      </w:r>
    </w:p>
    <w:p w:rsidR="00D43590" w:rsidRDefault="00D43590" w:rsidP="00D43590">
      <w:r>
        <w:t>305.6010</w:t>
      </w:r>
      <w:r>
        <w:tab/>
        <w:t>2.025e0</w:t>
      </w:r>
    </w:p>
    <w:p w:rsidR="00D43590" w:rsidRDefault="00D43590" w:rsidP="00D43590">
      <w:r>
        <w:t>305.6965</w:t>
      </w:r>
      <w:r>
        <w:tab/>
        <w:t>2.025e0</w:t>
      </w:r>
    </w:p>
    <w:p w:rsidR="00D43590" w:rsidRDefault="00D43590" w:rsidP="00D43590">
      <w:r>
        <w:t>305.8042</w:t>
      </w:r>
      <w:r>
        <w:tab/>
        <w:t>1.013e0</w:t>
      </w:r>
    </w:p>
    <w:p w:rsidR="00D43590" w:rsidRDefault="00D43590" w:rsidP="00D43590">
      <w:r>
        <w:t>306.0620</w:t>
      </w:r>
      <w:r>
        <w:tab/>
        <w:t>2.025e0</w:t>
      </w:r>
    </w:p>
    <w:p w:rsidR="00D43590" w:rsidRDefault="00D43590" w:rsidP="00D43590">
      <w:r>
        <w:t>306.1245</w:t>
      </w:r>
      <w:r>
        <w:tab/>
        <w:t>8.599e0</w:t>
      </w:r>
    </w:p>
    <w:p w:rsidR="00D43590" w:rsidRDefault="00D43590" w:rsidP="00D43590">
      <w:r>
        <w:t>306.1944</w:t>
      </w:r>
      <w:r>
        <w:tab/>
        <w:t>3.038e0</w:t>
      </w:r>
    </w:p>
    <w:p w:rsidR="00D43590" w:rsidRDefault="00D43590" w:rsidP="00D43590">
      <w:r>
        <w:t>306.2346</w:t>
      </w:r>
      <w:r>
        <w:tab/>
        <w:t>1.013e0</w:t>
      </w:r>
    </w:p>
    <w:p w:rsidR="00D43590" w:rsidRDefault="00D43590" w:rsidP="00D43590">
      <w:r>
        <w:t>306.3400</w:t>
      </w:r>
      <w:r>
        <w:tab/>
        <w:t>4.051e0</w:t>
      </w:r>
    </w:p>
    <w:p w:rsidR="00D43590" w:rsidRDefault="00D43590" w:rsidP="00D43590">
      <w:r>
        <w:t>306.3896</w:t>
      </w:r>
      <w:r>
        <w:tab/>
        <w:t>1.013e0</w:t>
      </w:r>
    </w:p>
    <w:p w:rsidR="00D43590" w:rsidRDefault="00D43590" w:rsidP="00D43590">
      <w:r>
        <w:t>306.5386</w:t>
      </w:r>
      <w:r>
        <w:tab/>
        <w:t>2.025e0</w:t>
      </w:r>
    </w:p>
    <w:p w:rsidR="00D43590" w:rsidRDefault="00D43590" w:rsidP="00D43590">
      <w:r>
        <w:lastRenderedPageBreak/>
        <w:t>306.5693</w:t>
      </w:r>
      <w:r>
        <w:tab/>
        <w:t>1.013e0</w:t>
      </w:r>
    </w:p>
    <w:p w:rsidR="00D43590" w:rsidRDefault="00D43590" w:rsidP="00D43590">
      <w:r>
        <w:t>306.6123</w:t>
      </w:r>
      <w:r>
        <w:tab/>
        <w:t>1.013e0</w:t>
      </w:r>
    </w:p>
    <w:p w:rsidR="00D43590" w:rsidRDefault="00D43590" w:rsidP="00D43590">
      <w:r>
        <w:t>306.7099</w:t>
      </w:r>
      <w:r>
        <w:tab/>
        <w:t>1.013e0</w:t>
      </w:r>
    </w:p>
    <w:p w:rsidR="00D43590" w:rsidRDefault="00D43590" w:rsidP="00D43590">
      <w:r>
        <w:t>306.7770</w:t>
      </w:r>
      <w:r>
        <w:tab/>
        <w:t>2.025e0</w:t>
      </w:r>
    </w:p>
    <w:p w:rsidR="00D43590" w:rsidRDefault="00D43590" w:rsidP="00D43590">
      <w:r>
        <w:t>306.8782</w:t>
      </w:r>
      <w:r>
        <w:tab/>
        <w:t>1.013e0</w:t>
      </w:r>
    </w:p>
    <w:p w:rsidR="00D43590" w:rsidRDefault="00D43590" w:rsidP="00D43590">
      <w:r>
        <w:t>306.9697</w:t>
      </w:r>
      <w:r>
        <w:tab/>
        <w:t>2.025e0</w:t>
      </w:r>
    </w:p>
    <w:p w:rsidR="00D43590" w:rsidRDefault="00D43590" w:rsidP="00D43590">
      <w:r>
        <w:t>307.1778</w:t>
      </w:r>
      <w:r>
        <w:tab/>
        <w:t>2.025e0</w:t>
      </w:r>
    </w:p>
    <w:p w:rsidR="00D43590" w:rsidRDefault="00D43590" w:rsidP="00D43590">
      <w:r>
        <w:t>307.2722</w:t>
      </w:r>
      <w:r>
        <w:tab/>
        <w:t>2.025e0</w:t>
      </w:r>
    </w:p>
    <w:p w:rsidR="00D43590" w:rsidRDefault="00D43590" w:rsidP="00D43590">
      <w:r>
        <w:t>307.3156</w:t>
      </w:r>
      <w:r>
        <w:tab/>
        <w:t>2.025e0</w:t>
      </w:r>
    </w:p>
    <w:p w:rsidR="00D43590" w:rsidRDefault="00D43590" w:rsidP="00D43590">
      <w:r>
        <w:t>307.3790</w:t>
      </w:r>
      <w:r>
        <w:tab/>
        <w:t>1.013e0</w:t>
      </w:r>
    </w:p>
    <w:p w:rsidR="00D43590" w:rsidRDefault="00D43590" w:rsidP="00D43590">
      <w:r>
        <w:t>307.5305</w:t>
      </w:r>
      <w:r>
        <w:tab/>
        <w:t>2.025e0</w:t>
      </w:r>
    </w:p>
    <w:p w:rsidR="00D43590" w:rsidRDefault="00D43590" w:rsidP="00D43590">
      <w:r>
        <w:t>307.6210</w:t>
      </w:r>
      <w:r>
        <w:tab/>
        <w:t>2.025e0</w:t>
      </w:r>
    </w:p>
    <w:p w:rsidR="00D43590" w:rsidRDefault="00D43590" w:rsidP="00D43590">
      <w:r>
        <w:t>307.6906</w:t>
      </w:r>
      <w:r>
        <w:tab/>
        <w:t>1.013e0</w:t>
      </w:r>
    </w:p>
    <w:p w:rsidR="00D43590" w:rsidRDefault="00D43590" w:rsidP="00D43590">
      <w:r>
        <w:t>307.7860</w:t>
      </w:r>
      <w:r>
        <w:tab/>
        <w:t>2.025e0</w:t>
      </w:r>
    </w:p>
    <w:p w:rsidR="00D43590" w:rsidRDefault="00D43590" w:rsidP="00D43590">
      <w:r>
        <w:t>307.8550</w:t>
      </w:r>
      <w:r>
        <w:tab/>
        <w:t>2.025e0</w:t>
      </w:r>
    </w:p>
    <w:p w:rsidR="00D43590" w:rsidRDefault="00D43590" w:rsidP="00D43590">
      <w:r>
        <w:t>308.0231</w:t>
      </w:r>
      <w:r>
        <w:tab/>
        <w:t>1.013e0</w:t>
      </w:r>
    </w:p>
    <w:p w:rsidR="00D43590" w:rsidRDefault="00D43590" w:rsidP="00D43590">
      <w:r>
        <w:t>308.1575</w:t>
      </w:r>
      <w:r>
        <w:tab/>
        <w:t>1.013e0</w:t>
      </w:r>
    </w:p>
    <w:p w:rsidR="00D43590" w:rsidRDefault="00D43590" w:rsidP="00D43590">
      <w:r>
        <w:t>308.1948</w:t>
      </w:r>
      <w:r>
        <w:tab/>
        <w:t>2.025e0</w:t>
      </w:r>
    </w:p>
    <w:p w:rsidR="00D43590" w:rsidRDefault="00D43590" w:rsidP="00D43590">
      <w:r>
        <w:t>308.2556</w:t>
      </w:r>
      <w:r>
        <w:tab/>
        <w:t>1.013e0</w:t>
      </w:r>
    </w:p>
    <w:p w:rsidR="00D43590" w:rsidRDefault="00D43590" w:rsidP="00D43590">
      <w:r>
        <w:lastRenderedPageBreak/>
        <w:t>308.3115</w:t>
      </w:r>
      <w:r>
        <w:tab/>
        <w:t>2.025e0</w:t>
      </w:r>
    </w:p>
    <w:p w:rsidR="00D43590" w:rsidRDefault="00D43590" w:rsidP="00D43590">
      <w:r>
        <w:t>308.4232</w:t>
      </w:r>
      <w:r>
        <w:tab/>
        <w:t>1.013e0</w:t>
      </w:r>
    </w:p>
    <w:p w:rsidR="00D43590" w:rsidRDefault="00D43590" w:rsidP="00D43590">
      <w:r>
        <w:t>308.5112</w:t>
      </w:r>
      <w:r>
        <w:tab/>
        <w:t>3.038e0</w:t>
      </w:r>
    </w:p>
    <w:p w:rsidR="00D43590" w:rsidRDefault="00D43590" w:rsidP="00D43590">
      <w:r>
        <w:t>308.6646</w:t>
      </w:r>
      <w:r>
        <w:tab/>
        <w:t>2.025e0</w:t>
      </w:r>
    </w:p>
    <w:p w:rsidR="00D43590" w:rsidRDefault="00D43590" w:rsidP="00D43590">
      <w:r>
        <w:t>308.7701</w:t>
      </w:r>
      <w:r>
        <w:tab/>
        <w:t>1.013e0</w:t>
      </w:r>
    </w:p>
    <w:p w:rsidR="00D43590" w:rsidRDefault="00D43590" w:rsidP="00D43590">
      <w:r>
        <w:t>308.8163</w:t>
      </w:r>
      <w:r>
        <w:tab/>
        <w:t>1.013e0</w:t>
      </w:r>
    </w:p>
    <w:p w:rsidR="00D43590" w:rsidRDefault="00D43590" w:rsidP="00D43590">
      <w:r>
        <w:t>308.8626</w:t>
      </w:r>
      <w:r>
        <w:tab/>
        <w:t>1.013e0</w:t>
      </w:r>
    </w:p>
    <w:p w:rsidR="00D43590" w:rsidRDefault="00D43590" w:rsidP="00D43590">
      <w:r>
        <w:t>308.9031</w:t>
      </w:r>
      <w:r>
        <w:tab/>
        <w:t>1.013e0</w:t>
      </w:r>
    </w:p>
    <w:p w:rsidR="00D43590" w:rsidRDefault="00D43590" w:rsidP="00D43590">
      <w:r>
        <w:t>308.9378</w:t>
      </w:r>
      <w:r>
        <w:tab/>
        <w:t>1.013e0</w:t>
      </w:r>
    </w:p>
    <w:p w:rsidR="00D43590" w:rsidRDefault="00D43590" w:rsidP="00D43590">
      <w:r>
        <w:t>308.9736</w:t>
      </w:r>
      <w:r>
        <w:tab/>
        <w:t>1.013e0</w:t>
      </w:r>
    </w:p>
    <w:p w:rsidR="00D43590" w:rsidRDefault="00D43590" w:rsidP="00D43590">
      <w:r>
        <w:t>309.0015</w:t>
      </w:r>
      <w:r>
        <w:tab/>
        <w:t>1.013e0</w:t>
      </w:r>
    </w:p>
    <w:p w:rsidR="00D43590" w:rsidRDefault="00D43590" w:rsidP="00D43590">
      <w:r>
        <w:t>309.0441</w:t>
      </w:r>
      <w:r>
        <w:tab/>
        <w:t>1.013e0</w:t>
      </w:r>
    </w:p>
    <w:p w:rsidR="00D43590" w:rsidRDefault="00D43590" w:rsidP="00D43590">
      <w:r>
        <w:t>309.0812</w:t>
      </w:r>
      <w:r>
        <w:tab/>
        <w:t>2.025e0</w:t>
      </w:r>
    </w:p>
    <w:p w:rsidR="00D43590" w:rsidRDefault="00D43590" w:rsidP="00D43590">
      <w:r>
        <w:t>309.1288</w:t>
      </w:r>
      <w:r>
        <w:tab/>
        <w:t>1.013e0</w:t>
      </w:r>
    </w:p>
    <w:p w:rsidR="00D43590" w:rsidRDefault="00D43590" w:rsidP="00D43590">
      <w:r>
        <w:t>309.1599</w:t>
      </w:r>
      <w:r>
        <w:tab/>
        <w:t>2.025e0</w:t>
      </w:r>
    </w:p>
    <w:p w:rsidR="00D43590" w:rsidRDefault="00D43590" w:rsidP="00D43590">
      <w:r>
        <w:t>309.2359</w:t>
      </w:r>
      <w:r>
        <w:tab/>
        <w:t>1.013e0</w:t>
      </w:r>
    </w:p>
    <w:p w:rsidR="00D43590" w:rsidRDefault="00D43590" w:rsidP="00D43590">
      <w:r>
        <w:t>309.3533</w:t>
      </w:r>
      <w:r>
        <w:tab/>
        <w:t>1.013e0</w:t>
      </w:r>
    </w:p>
    <w:p w:rsidR="00D43590" w:rsidRDefault="00D43590" w:rsidP="00D43590">
      <w:r>
        <w:t>309.4372</w:t>
      </w:r>
      <w:r>
        <w:tab/>
        <w:t>2.025e0</w:t>
      </w:r>
    </w:p>
    <w:p w:rsidR="00D43590" w:rsidRDefault="00D43590" w:rsidP="00D43590">
      <w:r>
        <w:t>309.5072</w:t>
      </w:r>
      <w:r>
        <w:tab/>
        <w:t>2.025e0</w:t>
      </w:r>
    </w:p>
    <w:p w:rsidR="00D43590" w:rsidRDefault="00D43590" w:rsidP="00D43590">
      <w:r>
        <w:lastRenderedPageBreak/>
        <w:t>309.5764</w:t>
      </w:r>
      <w:r>
        <w:tab/>
        <w:t>1.013e0</w:t>
      </w:r>
    </w:p>
    <w:p w:rsidR="00D43590" w:rsidRDefault="00D43590" w:rsidP="00D43590">
      <w:r>
        <w:t>309.8290</w:t>
      </w:r>
      <w:r>
        <w:tab/>
        <w:t>2.025e0</w:t>
      </w:r>
    </w:p>
    <w:p w:rsidR="00D43590" w:rsidRDefault="00D43590" w:rsidP="00D43590">
      <w:r>
        <w:t>309.9055</w:t>
      </w:r>
      <w:r>
        <w:tab/>
        <w:t>1.013e0</w:t>
      </w:r>
    </w:p>
    <w:p w:rsidR="00D43590" w:rsidRDefault="00D43590" w:rsidP="00D43590">
      <w:r>
        <w:t>309.9556</w:t>
      </w:r>
      <w:r>
        <w:tab/>
        <w:t>3.038e0</w:t>
      </w:r>
    </w:p>
    <w:p w:rsidR="00D43590" w:rsidRDefault="00D43590" w:rsidP="00D43590">
      <w:r>
        <w:t>310.0033</w:t>
      </w:r>
      <w:r>
        <w:tab/>
        <w:t>1.013e0</w:t>
      </w:r>
    </w:p>
    <w:p w:rsidR="00D43590" w:rsidRDefault="00D43590" w:rsidP="00D43590">
      <w:r>
        <w:t>310.0854</w:t>
      </w:r>
      <w:r>
        <w:tab/>
        <w:t>1.013e0</w:t>
      </w:r>
    </w:p>
    <w:p w:rsidR="00D43590" w:rsidRDefault="00D43590" w:rsidP="00D43590">
      <w:r>
        <w:t>310.1364</w:t>
      </w:r>
      <w:r>
        <w:tab/>
        <w:t>2.025e0</w:t>
      </w:r>
    </w:p>
    <w:p w:rsidR="00D43590" w:rsidRDefault="00D43590" w:rsidP="00D43590">
      <w:r>
        <w:t>310.2029</w:t>
      </w:r>
      <w:r>
        <w:tab/>
        <w:t>1.013e0</w:t>
      </w:r>
    </w:p>
    <w:p w:rsidR="00D43590" w:rsidRDefault="00D43590" w:rsidP="00D43590">
      <w:r>
        <w:t>310.2388</w:t>
      </w:r>
      <w:r>
        <w:tab/>
        <w:t>2.025e0</w:t>
      </w:r>
    </w:p>
    <w:p w:rsidR="00D43590" w:rsidRDefault="00D43590" w:rsidP="00D43590">
      <w:r>
        <w:t>310.3909</w:t>
      </w:r>
      <w:r>
        <w:tab/>
        <w:t>1.013e0</w:t>
      </w:r>
    </w:p>
    <w:p w:rsidR="00D43590" w:rsidRDefault="00D43590" w:rsidP="00D43590">
      <w:r>
        <w:t>310.4184</w:t>
      </w:r>
      <w:r>
        <w:tab/>
        <w:t>1.013e0</w:t>
      </w:r>
    </w:p>
    <w:p w:rsidR="00D43590" w:rsidRDefault="00D43590" w:rsidP="00D43590">
      <w:r>
        <w:t>310.5086</w:t>
      </w:r>
      <w:r>
        <w:tab/>
        <w:t>1.013e0</w:t>
      </w:r>
    </w:p>
    <w:p w:rsidR="00D43590" w:rsidRDefault="00D43590" w:rsidP="00D43590">
      <w:r>
        <w:t>310.5935</w:t>
      </w:r>
      <w:r>
        <w:tab/>
        <w:t>3.038e0</w:t>
      </w:r>
    </w:p>
    <w:p w:rsidR="00D43590" w:rsidRDefault="00D43590" w:rsidP="00D43590">
      <w:r>
        <w:t>310.7309</w:t>
      </w:r>
      <w:r>
        <w:tab/>
        <w:t>2.025e0</w:t>
      </w:r>
    </w:p>
    <w:p w:rsidR="00D43590" w:rsidRDefault="00D43590" w:rsidP="00D43590">
      <w:r>
        <w:t>310.8410</w:t>
      </w:r>
      <w:r>
        <w:tab/>
        <w:t>1.013e0</w:t>
      </w:r>
    </w:p>
    <w:p w:rsidR="00D43590" w:rsidRDefault="00D43590" w:rsidP="00D43590">
      <w:r>
        <w:t>310.8766</w:t>
      </w:r>
      <w:r>
        <w:tab/>
        <w:t>2.025e0</w:t>
      </w:r>
    </w:p>
    <w:p w:rsidR="00D43590" w:rsidRDefault="00D43590" w:rsidP="00D43590">
      <w:r>
        <w:t>310.9397</w:t>
      </w:r>
      <w:r>
        <w:tab/>
        <w:t>2.025e0</w:t>
      </w:r>
    </w:p>
    <w:p w:rsidR="00D43590" w:rsidRDefault="00D43590" w:rsidP="00D43590">
      <w:r>
        <w:t>311.0139</w:t>
      </w:r>
      <w:r>
        <w:tab/>
        <w:t>1.013e0</w:t>
      </w:r>
    </w:p>
    <w:p w:rsidR="00D43590" w:rsidRDefault="00D43590" w:rsidP="00D43590">
      <w:r>
        <w:t>311.1099</w:t>
      </w:r>
      <w:r>
        <w:tab/>
        <w:t>3.038e0</w:t>
      </w:r>
    </w:p>
    <w:p w:rsidR="00D43590" w:rsidRDefault="00D43590" w:rsidP="00D43590">
      <w:r>
        <w:lastRenderedPageBreak/>
        <w:t>311.2019</w:t>
      </w:r>
      <w:r>
        <w:tab/>
        <w:t>1.013e0</w:t>
      </w:r>
    </w:p>
    <w:p w:rsidR="00D43590" w:rsidRDefault="00D43590" w:rsidP="00D43590">
      <w:r>
        <w:t>311.3156</w:t>
      </w:r>
      <w:r>
        <w:tab/>
        <w:t>2.025e0</w:t>
      </w:r>
    </w:p>
    <w:p w:rsidR="00D43590" w:rsidRDefault="00D43590" w:rsidP="00D43590">
      <w:r>
        <w:t>311.3981</w:t>
      </w:r>
      <w:r>
        <w:tab/>
        <w:t>1.013e0</w:t>
      </w:r>
    </w:p>
    <w:p w:rsidR="00D43590" w:rsidRDefault="00D43590" w:rsidP="00D43590">
      <w:r>
        <w:t>311.4961</w:t>
      </w:r>
      <w:r>
        <w:tab/>
        <w:t>1.013e0</w:t>
      </w:r>
    </w:p>
    <w:p w:rsidR="00D43590" w:rsidRDefault="00D43590" w:rsidP="00D43590">
      <w:r>
        <w:t>311.5574</w:t>
      </w:r>
      <w:r>
        <w:tab/>
        <w:t>1.013e0</w:t>
      </w:r>
    </w:p>
    <w:p w:rsidR="00D43590" w:rsidRDefault="00D43590" w:rsidP="00D43590">
      <w:r>
        <w:t>311.6240</w:t>
      </w:r>
      <w:r>
        <w:tab/>
        <w:t>2.025e0</w:t>
      </w:r>
    </w:p>
    <w:p w:rsidR="00D43590" w:rsidRDefault="00D43590" w:rsidP="00D43590">
      <w:r>
        <w:t>311.7823</w:t>
      </w:r>
      <w:r>
        <w:tab/>
        <w:t>1.013e0</w:t>
      </w:r>
    </w:p>
    <w:p w:rsidR="00D43590" w:rsidRDefault="00D43590" w:rsidP="00D43590">
      <w:r>
        <w:t>311.8141</w:t>
      </w:r>
      <w:r>
        <w:tab/>
        <w:t>1.013e0</w:t>
      </w:r>
    </w:p>
    <w:p w:rsidR="00D43590" w:rsidRDefault="00D43590" w:rsidP="00D43590">
      <w:r>
        <w:t>311.8491</w:t>
      </w:r>
      <w:r>
        <w:tab/>
        <w:t>1.013e0</w:t>
      </w:r>
    </w:p>
    <w:p w:rsidR="00D43590" w:rsidRDefault="00D43590" w:rsidP="00D43590">
      <w:r>
        <w:t>311.9235</w:t>
      </w:r>
      <w:r>
        <w:tab/>
        <w:t>1.013e0</w:t>
      </w:r>
    </w:p>
    <w:p w:rsidR="00D43590" w:rsidRDefault="00D43590" w:rsidP="00D43590">
      <w:r>
        <w:t>311.9891</w:t>
      </w:r>
      <w:r>
        <w:tab/>
        <w:t>1.013e0</w:t>
      </w:r>
    </w:p>
    <w:p w:rsidR="00D43590" w:rsidRDefault="00D43590" w:rsidP="00D43590">
      <w:r>
        <w:t>312.0450</w:t>
      </w:r>
      <w:r>
        <w:tab/>
        <w:t>1.013e0</w:t>
      </w:r>
    </w:p>
    <w:p w:rsidR="00D43590" w:rsidRDefault="00D43590" w:rsidP="00D43590">
      <w:r>
        <w:t>312.0725</w:t>
      </w:r>
      <w:r>
        <w:tab/>
        <w:t>1.013e0</w:t>
      </w:r>
    </w:p>
    <w:p w:rsidR="00D43590" w:rsidRDefault="00D43590" w:rsidP="00D43590">
      <w:r>
        <w:t>312.1196</w:t>
      </w:r>
      <w:r>
        <w:tab/>
        <w:t>1.013e0</w:t>
      </w:r>
    </w:p>
    <w:p w:rsidR="00D43590" w:rsidRDefault="00D43590" w:rsidP="00D43590">
      <w:r>
        <w:t>312.1677</w:t>
      </w:r>
      <w:r>
        <w:tab/>
        <w:t>2.025e0</w:t>
      </w:r>
    </w:p>
    <w:p w:rsidR="00D43590" w:rsidRDefault="00D43590" w:rsidP="00D43590">
      <w:r>
        <w:t>312.2695</w:t>
      </w:r>
      <w:r>
        <w:tab/>
        <w:t>1.013e0</w:t>
      </w:r>
    </w:p>
    <w:p w:rsidR="00D43590" w:rsidRDefault="00D43590" w:rsidP="00D43590">
      <w:r>
        <w:t>312.3221</w:t>
      </w:r>
      <w:r>
        <w:tab/>
        <w:t>1.013e0</w:t>
      </w:r>
    </w:p>
    <w:p w:rsidR="00D43590" w:rsidRDefault="00D43590" w:rsidP="00D43590">
      <w:r>
        <w:t>312.3651</w:t>
      </w:r>
      <w:r>
        <w:tab/>
        <w:t>2.025e0</w:t>
      </w:r>
    </w:p>
    <w:p w:rsidR="00D43590" w:rsidRDefault="00D43590" w:rsidP="00D43590">
      <w:r>
        <w:t>312.4623</w:t>
      </w:r>
      <w:r>
        <w:tab/>
        <w:t>1.013e0</w:t>
      </w:r>
    </w:p>
    <w:p w:rsidR="00D43590" w:rsidRDefault="00D43590" w:rsidP="00D43590">
      <w:r>
        <w:lastRenderedPageBreak/>
        <w:t>312.5755</w:t>
      </w:r>
      <w:r>
        <w:tab/>
        <w:t>2.025e0</w:t>
      </w:r>
    </w:p>
    <w:p w:rsidR="00D43590" w:rsidRDefault="00D43590" w:rsidP="00D43590">
      <w:r>
        <w:t>312.6924</w:t>
      </w:r>
      <w:r>
        <w:tab/>
        <w:t>1.013e0</w:t>
      </w:r>
    </w:p>
    <w:p w:rsidR="00D43590" w:rsidRDefault="00D43590" w:rsidP="00D43590">
      <w:r>
        <w:t>312.7312</w:t>
      </w:r>
      <w:r>
        <w:tab/>
        <w:t>2.025e0</w:t>
      </w:r>
    </w:p>
    <w:p w:rsidR="00D43590" w:rsidRDefault="00D43590" w:rsidP="00D43590">
      <w:r>
        <w:t>312.8138</w:t>
      </w:r>
      <w:r>
        <w:tab/>
        <w:t>1.013e0</w:t>
      </w:r>
    </w:p>
    <w:p w:rsidR="00D43590" w:rsidRDefault="00D43590" w:rsidP="00D43590">
      <w:r>
        <w:t>312.9006</w:t>
      </w:r>
      <w:r>
        <w:tab/>
        <w:t>1.013e0</w:t>
      </w:r>
    </w:p>
    <w:p w:rsidR="00D43590" w:rsidRDefault="00D43590" w:rsidP="00D43590">
      <w:r>
        <w:t>312.9713</w:t>
      </w:r>
      <w:r>
        <w:tab/>
        <w:t>1.013e0</w:t>
      </w:r>
    </w:p>
    <w:p w:rsidR="00D43590" w:rsidRDefault="00D43590" w:rsidP="00D43590">
      <w:r>
        <w:t>313.0298</w:t>
      </w:r>
      <w:r>
        <w:tab/>
        <w:t>1.013e0</w:t>
      </w:r>
    </w:p>
    <w:p w:rsidR="00D43590" w:rsidRDefault="00D43590" w:rsidP="00D43590">
      <w:r>
        <w:t>313.0649</w:t>
      </w:r>
      <w:r>
        <w:tab/>
        <w:t>1.013e0</w:t>
      </w:r>
    </w:p>
    <w:p w:rsidR="00D43590" w:rsidRDefault="00D43590" w:rsidP="00D43590">
      <w:r>
        <w:t>313.1003</w:t>
      </w:r>
      <w:r>
        <w:tab/>
        <w:t>1.013e0</w:t>
      </w:r>
    </w:p>
    <w:p w:rsidR="00D43590" w:rsidRDefault="00D43590" w:rsidP="00D43590">
      <w:r>
        <w:t>313.3076</w:t>
      </w:r>
      <w:r>
        <w:tab/>
        <w:t>2.025e0</w:t>
      </w:r>
    </w:p>
    <w:p w:rsidR="00D43590" w:rsidRDefault="00D43590" w:rsidP="00D43590">
      <w:r>
        <w:t>313.3696</w:t>
      </w:r>
      <w:r>
        <w:tab/>
        <w:t>1.013e0</w:t>
      </w:r>
    </w:p>
    <w:p w:rsidR="00D43590" w:rsidRDefault="00D43590" w:rsidP="00D43590">
      <w:r>
        <w:t>313.4615</w:t>
      </w:r>
      <w:r>
        <w:tab/>
        <w:t>3.038e0</w:t>
      </w:r>
    </w:p>
    <w:p w:rsidR="00D43590" w:rsidRDefault="00D43590" w:rsidP="00D43590">
      <w:r>
        <w:t>313.5617</w:t>
      </w:r>
      <w:r>
        <w:tab/>
        <w:t>2.025e0</w:t>
      </w:r>
    </w:p>
    <w:p w:rsidR="00D43590" w:rsidRDefault="00D43590" w:rsidP="00D43590">
      <w:r>
        <w:t>313.5990</w:t>
      </w:r>
      <w:r>
        <w:tab/>
        <w:t>1.013e0</w:t>
      </w:r>
    </w:p>
    <w:p w:rsidR="00D43590" w:rsidRDefault="00D43590" w:rsidP="00D43590">
      <w:r>
        <w:t>313.6979</w:t>
      </w:r>
      <w:r>
        <w:tab/>
        <w:t>1.013e0</w:t>
      </w:r>
    </w:p>
    <w:p w:rsidR="00D43590" w:rsidRDefault="00D43590" w:rsidP="00D43590">
      <w:r>
        <w:t>313.7419</w:t>
      </w:r>
      <w:r>
        <w:tab/>
        <w:t>3.038e0</w:t>
      </w:r>
    </w:p>
    <w:p w:rsidR="00D43590" w:rsidRDefault="00D43590" w:rsidP="00D43590">
      <w:r>
        <w:t>313.8504</w:t>
      </w:r>
      <w:r>
        <w:tab/>
        <w:t>2.025e0</w:t>
      </w:r>
    </w:p>
    <w:p w:rsidR="00D43590" w:rsidRDefault="00D43590" w:rsidP="00D43590">
      <w:r>
        <w:t>313.9209</w:t>
      </w:r>
      <w:r>
        <w:tab/>
        <w:t>1.013e0</w:t>
      </w:r>
    </w:p>
    <w:p w:rsidR="00D43590" w:rsidRDefault="00D43590" w:rsidP="00D43590">
      <w:r>
        <w:t>314.0854</w:t>
      </w:r>
      <w:r>
        <w:tab/>
        <w:t>1.013e0</w:t>
      </w:r>
    </w:p>
    <w:p w:rsidR="00D43590" w:rsidRDefault="00D43590" w:rsidP="00D43590">
      <w:r>
        <w:lastRenderedPageBreak/>
        <w:t>314.2375</w:t>
      </w:r>
      <w:r>
        <w:tab/>
        <w:t>5.063e0</w:t>
      </w:r>
    </w:p>
    <w:p w:rsidR="00D43590" w:rsidRDefault="00D43590" w:rsidP="00D43590">
      <w:r>
        <w:t>314.3808</w:t>
      </w:r>
      <w:r>
        <w:tab/>
        <w:t>1.013e0</w:t>
      </w:r>
    </w:p>
    <w:p w:rsidR="00D43590" w:rsidRDefault="00D43590" w:rsidP="00D43590">
      <w:r>
        <w:t>314.4279</w:t>
      </w:r>
      <w:r>
        <w:tab/>
        <w:t>1.013e0</w:t>
      </w:r>
    </w:p>
    <w:p w:rsidR="00D43590" w:rsidRDefault="00D43590" w:rsidP="00D43590">
      <w:r>
        <w:t>314.5378</w:t>
      </w:r>
      <w:r>
        <w:tab/>
        <w:t>1.013e0</w:t>
      </w:r>
    </w:p>
    <w:p w:rsidR="00D43590" w:rsidRDefault="00D43590" w:rsidP="00D43590">
      <w:r>
        <w:t>314.6260</w:t>
      </w:r>
      <w:r>
        <w:tab/>
        <w:t>1.013e0</w:t>
      </w:r>
    </w:p>
    <w:p w:rsidR="00D43590" w:rsidRDefault="00D43590" w:rsidP="00D43590">
      <w:r>
        <w:t>314.7733</w:t>
      </w:r>
      <w:r>
        <w:tab/>
        <w:t>2.025e0</w:t>
      </w:r>
    </w:p>
    <w:p w:rsidR="00D43590" w:rsidRDefault="00D43590" w:rsidP="00D43590">
      <w:r>
        <w:t>314.9114</w:t>
      </w:r>
      <w:r>
        <w:tab/>
        <w:t>2.025e0</w:t>
      </w:r>
    </w:p>
    <w:p w:rsidR="00D43590" w:rsidRDefault="00D43590" w:rsidP="00D43590">
      <w:r>
        <w:t>314.9665</w:t>
      </w:r>
      <w:r>
        <w:tab/>
        <w:t>1.013e0</w:t>
      </w:r>
    </w:p>
    <w:p w:rsidR="00D43590" w:rsidRDefault="00D43590" w:rsidP="00D43590">
      <w:r>
        <w:t>314.9997</w:t>
      </w:r>
      <w:r>
        <w:tab/>
        <w:t>3.038e0</w:t>
      </w:r>
    </w:p>
    <w:p w:rsidR="00D43590" w:rsidRDefault="00D43590" w:rsidP="00D43590">
      <w:r>
        <w:t>315.1520</w:t>
      </w:r>
      <w:r>
        <w:tab/>
        <w:t>2.025e0</w:t>
      </w:r>
    </w:p>
    <w:p w:rsidR="00D43590" w:rsidRDefault="00D43590" w:rsidP="00D43590">
      <w:r>
        <w:t>315.2024</w:t>
      </w:r>
      <w:r>
        <w:tab/>
        <w:t>1.013e0</w:t>
      </w:r>
    </w:p>
    <w:p w:rsidR="00D43590" w:rsidRDefault="00D43590" w:rsidP="00D43590">
      <w:r>
        <w:t>315.3562</w:t>
      </w:r>
      <w:r>
        <w:tab/>
        <w:t>1.013e0</w:t>
      </w:r>
    </w:p>
    <w:p w:rsidR="00D43590" w:rsidRDefault="00D43590" w:rsidP="00D43590">
      <w:r>
        <w:t>315.4383</w:t>
      </w:r>
      <w:r>
        <w:tab/>
        <w:t>1.013e0</w:t>
      </w:r>
    </w:p>
    <w:p w:rsidR="00D43590" w:rsidRDefault="00D43590" w:rsidP="00D43590">
      <w:r>
        <w:t>315.4892</w:t>
      </w:r>
      <w:r>
        <w:tab/>
        <w:t>1.013e0</w:t>
      </w:r>
    </w:p>
    <w:p w:rsidR="00D43590" w:rsidRDefault="00D43590" w:rsidP="00D43590">
      <w:r>
        <w:t>315.5166</w:t>
      </w:r>
      <w:r>
        <w:tab/>
        <w:t>1.013e0</w:t>
      </w:r>
    </w:p>
    <w:p w:rsidR="00D43590" w:rsidRDefault="00D43590" w:rsidP="00D43590">
      <w:r>
        <w:t>315.5799</w:t>
      </w:r>
      <w:r>
        <w:tab/>
        <w:t>1.013e0</w:t>
      </w:r>
    </w:p>
    <w:p w:rsidR="00D43590" w:rsidRDefault="00D43590" w:rsidP="00D43590">
      <w:r>
        <w:t>315.6271</w:t>
      </w:r>
      <w:r>
        <w:tab/>
        <w:t>2.025e0</w:t>
      </w:r>
    </w:p>
    <w:p w:rsidR="00D43590" w:rsidRDefault="00D43590" w:rsidP="00D43590">
      <w:r>
        <w:t>315.6582</w:t>
      </w:r>
      <w:r>
        <w:tab/>
        <w:t>1.013e0</w:t>
      </w:r>
    </w:p>
    <w:p w:rsidR="00D43590" w:rsidRDefault="00D43590" w:rsidP="00D43590">
      <w:r>
        <w:t>315.7762</w:t>
      </w:r>
      <w:r>
        <w:tab/>
        <w:t>1.013e0</w:t>
      </w:r>
    </w:p>
    <w:p w:rsidR="00D43590" w:rsidRDefault="00D43590" w:rsidP="00D43590">
      <w:r>
        <w:lastRenderedPageBreak/>
        <w:t>315.9808</w:t>
      </w:r>
      <w:r>
        <w:tab/>
        <w:t>3.038e0</w:t>
      </w:r>
    </w:p>
    <w:p w:rsidR="00D43590" w:rsidRDefault="00D43590" w:rsidP="00D43590">
      <w:r>
        <w:t>316.0555</w:t>
      </w:r>
      <w:r>
        <w:tab/>
        <w:t>1.013e0</w:t>
      </w:r>
    </w:p>
    <w:p w:rsidR="00D43590" w:rsidRDefault="00D43590" w:rsidP="00D43590">
      <w:r>
        <w:t>316.1401</w:t>
      </w:r>
      <w:r>
        <w:tab/>
        <w:t>2.025e0</w:t>
      </w:r>
    </w:p>
    <w:p w:rsidR="00D43590" w:rsidRDefault="00D43590" w:rsidP="00D43590">
      <w:r>
        <w:t>316.1666</w:t>
      </w:r>
      <w:r>
        <w:tab/>
        <w:t>2.025e0</w:t>
      </w:r>
    </w:p>
    <w:p w:rsidR="00D43590" w:rsidRDefault="00D43590" w:rsidP="00D43590">
      <w:r>
        <w:t>316.2530</w:t>
      </w:r>
      <w:r>
        <w:tab/>
        <w:t>3.038e0</w:t>
      </w:r>
    </w:p>
    <w:p w:rsidR="00D43590" w:rsidRDefault="00D43590" w:rsidP="00D43590">
      <w:r>
        <w:t>316.3134</w:t>
      </w:r>
      <w:r>
        <w:tab/>
        <w:t>2.025e0</w:t>
      </w:r>
    </w:p>
    <w:p w:rsidR="00D43590" w:rsidRDefault="00D43590" w:rsidP="00D43590">
      <w:r>
        <w:t>316.4265</w:t>
      </w:r>
      <w:r>
        <w:tab/>
        <w:t>2.025e0</w:t>
      </w:r>
    </w:p>
    <w:p w:rsidR="00D43590" w:rsidRDefault="00D43590" w:rsidP="00D43590">
      <w:r>
        <w:t>316.5134</w:t>
      </w:r>
      <w:r>
        <w:tab/>
        <w:t>1.013e0</w:t>
      </w:r>
    </w:p>
    <w:p w:rsidR="00D43590" w:rsidRDefault="00D43590" w:rsidP="00D43590">
      <w:r>
        <w:t>316.6183</w:t>
      </w:r>
      <w:r>
        <w:tab/>
        <w:t>1.013e0</w:t>
      </w:r>
    </w:p>
    <w:p w:rsidR="00D43590" w:rsidRDefault="00D43590" w:rsidP="00D43590">
      <w:r>
        <w:t>316.7026</w:t>
      </w:r>
      <w:r>
        <w:tab/>
        <w:t>1.013e0</w:t>
      </w:r>
    </w:p>
    <w:p w:rsidR="00D43590" w:rsidRDefault="00D43590" w:rsidP="00D43590">
      <w:r>
        <w:t>316.7440</w:t>
      </w:r>
      <w:r>
        <w:tab/>
        <w:t>2.025e0</w:t>
      </w:r>
    </w:p>
    <w:p w:rsidR="00D43590" w:rsidRDefault="00D43590" w:rsidP="00D43590">
      <w:r>
        <w:t>316.8506</w:t>
      </w:r>
      <w:r>
        <w:tab/>
        <w:t>1.013e0</w:t>
      </w:r>
    </w:p>
    <w:p w:rsidR="00D43590" w:rsidRDefault="00D43590" w:rsidP="00D43590">
      <w:r>
        <w:t>316.9098</w:t>
      </w:r>
      <w:r>
        <w:tab/>
        <w:t>1.013e0</w:t>
      </w:r>
    </w:p>
    <w:p w:rsidR="00D43590" w:rsidRDefault="00D43590" w:rsidP="00D43590">
      <w:r>
        <w:t>317.0355</w:t>
      </w:r>
      <w:r>
        <w:tab/>
        <w:t>3.038e0</w:t>
      </w:r>
    </w:p>
    <w:p w:rsidR="00D43590" w:rsidRDefault="00D43590" w:rsidP="00D43590">
      <w:r>
        <w:t>317.1378</w:t>
      </w:r>
      <w:r>
        <w:tab/>
        <w:t>1.013e0</w:t>
      </w:r>
    </w:p>
    <w:p w:rsidR="00D43590" w:rsidRDefault="00D43590" w:rsidP="00D43590">
      <w:r>
        <w:t>317.1850</w:t>
      </w:r>
      <w:r>
        <w:tab/>
        <w:t>1.013e0</w:t>
      </w:r>
    </w:p>
    <w:p w:rsidR="00D43590" w:rsidRDefault="00D43590" w:rsidP="00D43590">
      <w:r>
        <w:t>317.2878</w:t>
      </w:r>
      <w:r>
        <w:tab/>
        <w:t>2.025e0</w:t>
      </w:r>
    </w:p>
    <w:p w:rsidR="00D43590" w:rsidRDefault="00D43590" w:rsidP="00D43590">
      <w:r>
        <w:t>317.3485</w:t>
      </w:r>
      <w:r>
        <w:tab/>
        <w:t>2.025e0</w:t>
      </w:r>
    </w:p>
    <w:p w:rsidR="00D43590" w:rsidRDefault="00D43590" w:rsidP="00D43590">
      <w:r>
        <w:t>317.4685</w:t>
      </w:r>
      <w:r>
        <w:tab/>
        <w:t>1.013e0</w:t>
      </w:r>
    </w:p>
    <w:p w:rsidR="00D43590" w:rsidRDefault="00D43590" w:rsidP="00D43590">
      <w:r>
        <w:lastRenderedPageBreak/>
        <w:t>317.6735</w:t>
      </w:r>
      <w:r>
        <w:tab/>
        <w:t>1.013e0</w:t>
      </w:r>
    </w:p>
    <w:p w:rsidR="00D43590" w:rsidRDefault="00D43590" w:rsidP="00D43590">
      <w:r>
        <w:t>317.7245</w:t>
      </w:r>
      <w:r>
        <w:tab/>
        <w:t>2.025e0</w:t>
      </w:r>
    </w:p>
    <w:p w:rsidR="00D43590" w:rsidRDefault="00D43590" w:rsidP="00D43590">
      <w:r>
        <w:t>317.8048</w:t>
      </w:r>
      <w:r>
        <w:tab/>
        <w:t>1.013e0</w:t>
      </w:r>
    </w:p>
    <w:p w:rsidR="00D43590" w:rsidRDefault="00D43590" w:rsidP="00D43590">
      <w:r>
        <w:t>317.9236</w:t>
      </w:r>
      <w:r>
        <w:tab/>
        <w:t>1.013e0</w:t>
      </w:r>
    </w:p>
    <w:p w:rsidR="00D43590" w:rsidRDefault="00D43590" w:rsidP="00D43590">
      <w:r>
        <w:t>318.1915</w:t>
      </w:r>
      <w:r>
        <w:tab/>
        <w:t>4.051e0</w:t>
      </w:r>
    </w:p>
    <w:p w:rsidR="00D43590" w:rsidRDefault="00D43590" w:rsidP="00D43590">
      <w:r>
        <w:t>318.2562</w:t>
      </w:r>
      <w:r>
        <w:tab/>
        <w:t>2.025e0</w:t>
      </w:r>
    </w:p>
    <w:p w:rsidR="00D43590" w:rsidRDefault="00D43590" w:rsidP="00D43590">
      <w:r>
        <w:t>318.3096</w:t>
      </w:r>
      <w:r>
        <w:tab/>
        <w:t>2.025e0</w:t>
      </w:r>
    </w:p>
    <w:p w:rsidR="00D43590" w:rsidRDefault="00D43590" w:rsidP="00D43590">
      <w:r>
        <w:t>318.3778</w:t>
      </w:r>
      <w:r>
        <w:tab/>
        <w:t>2.025e0</w:t>
      </w:r>
    </w:p>
    <w:p w:rsidR="00D43590" w:rsidRDefault="00D43590" w:rsidP="00D43590">
      <w:r>
        <w:t>318.4554</w:t>
      </w:r>
      <w:r>
        <w:tab/>
        <w:t>3.038e0</w:t>
      </w:r>
    </w:p>
    <w:p w:rsidR="00D43590" w:rsidRDefault="00D43590" w:rsidP="00D43590">
      <w:r>
        <w:t>318.5535</w:t>
      </w:r>
      <w:r>
        <w:tab/>
        <w:t>1.013e0</w:t>
      </w:r>
    </w:p>
    <w:p w:rsidR="00D43590" w:rsidRDefault="00D43590" w:rsidP="00D43590">
      <w:r>
        <w:t>318.6487</w:t>
      </w:r>
      <w:r>
        <w:tab/>
        <w:t>1.013e0</w:t>
      </w:r>
    </w:p>
    <w:p w:rsidR="00D43590" w:rsidRDefault="00D43590" w:rsidP="00D43590">
      <w:r>
        <w:t>318.6917</w:t>
      </w:r>
      <w:r>
        <w:tab/>
        <w:t>2.025e0</w:t>
      </w:r>
    </w:p>
    <w:p w:rsidR="00D43590" w:rsidRDefault="00D43590" w:rsidP="00D43590">
      <w:r>
        <w:t>318.7492</w:t>
      </w:r>
      <w:r>
        <w:tab/>
        <w:t>1.013e0</w:t>
      </w:r>
    </w:p>
    <w:p w:rsidR="00D43590" w:rsidRDefault="00D43590" w:rsidP="00D43590">
      <w:r>
        <w:t>318.7884</w:t>
      </w:r>
      <w:r>
        <w:tab/>
        <w:t>2.025e0</w:t>
      </w:r>
    </w:p>
    <w:p w:rsidR="00D43590" w:rsidRDefault="00D43590" w:rsidP="00D43590">
      <w:r>
        <w:t>318.8338</w:t>
      </w:r>
      <w:r>
        <w:tab/>
        <w:t>2.025e0</w:t>
      </w:r>
    </w:p>
    <w:p w:rsidR="00D43590" w:rsidRDefault="00D43590" w:rsidP="00D43590">
      <w:r>
        <w:t>318.8748</w:t>
      </w:r>
      <w:r>
        <w:tab/>
        <w:t>1.013e0</w:t>
      </w:r>
    </w:p>
    <w:p w:rsidR="00D43590" w:rsidRDefault="00D43590" w:rsidP="00D43590">
      <w:r>
        <w:t>318.9619</w:t>
      </w:r>
      <w:r>
        <w:tab/>
        <w:t>1.013e0</w:t>
      </w:r>
    </w:p>
    <w:p w:rsidR="00D43590" w:rsidRDefault="00D43590" w:rsidP="00D43590">
      <w:r>
        <w:t>319.0055</w:t>
      </w:r>
      <w:r>
        <w:tab/>
        <w:t>1.013e0</w:t>
      </w:r>
    </w:p>
    <w:p w:rsidR="00D43590" w:rsidRDefault="00D43590" w:rsidP="00D43590">
      <w:r>
        <w:t>319.1428</w:t>
      </w:r>
      <w:r>
        <w:tab/>
        <w:t>1.013e0</w:t>
      </w:r>
    </w:p>
    <w:p w:rsidR="00D43590" w:rsidRDefault="00D43590" w:rsidP="00D43590">
      <w:r>
        <w:lastRenderedPageBreak/>
        <w:t>319.1920</w:t>
      </w:r>
      <w:r>
        <w:tab/>
        <w:t>3.038e0</w:t>
      </w:r>
    </w:p>
    <w:p w:rsidR="00D43590" w:rsidRDefault="00D43590" w:rsidP="00D43590">
      <w:r>
        <w:t>319.2930</w:t>
      </w:r>
      <w:r>
        <w:tab/>
        <w:t>1.013e0</w:t>
      </w:r>
    </w:p>
    <w:p w:rsidR="00D43590" w:rsidRDefault="00D43590" w:rsidP="00D43590">
      <w:r>
        <w:t>319.3563</w:t>
      </w:r>
      <w:r>
        <w:tab/>
        <w:t>1.013e0</w:t>
      </w:r>
    </w:p>
    <w:p w:rsidR="00D43590" w:rsidRDefault="00D43590" w:rsidP="00D43590">
      <w:r>
        <w:t>319.4074</w:t>
      </w:r>
      <w:r>
        <w:tab/>
        <w:t>1.013e0</w:t>
      </w:r>
    </w:p>
    <w:p w:rsidR="00D43590" w:rsidRDefault="00D43590" w:rsidP="00D43590">
      <w:r>
        <w:t>319.5124</w:t>
      </w:r>
      <w:r>
        <w:tab/>
        <w:t>1.013e0</w:t>
      </w:r>
    </w:p>
    <w:p w:rsidR="00D43590" w:rsidRDefault="00D43590" w:rsidP="00D43590">
      <w:r>
        <w:t>319.5542</w:t>
      </w:r>
      <w:r>
        <w:tab/>
        <w:t>1.013e0</w:t>
      </w:r>
    </w:p>
    <w:p w:rsidR="00D43590" w:rsidRDefault="00D43590" w:rsidP="00D43590">
      <w:r>
        <w:t>319.5890</w:t>
      </w:r>
      <w:r>
        <w:tab/>
        <w:t>1.013e0</w:t>
      </w:r>
    </w:p>
    <w:p w:rsidR="00D43590" w:rsidRDefault="00D43590" w:rsidP="00D43590">
      <w:r>
        <w:t>319.6478</w:t>
      </w:r>
      <w:r>
        <w:tab/>
        <w:t>3.038e0</w:t>
      </w:r>
    </w:p>
    <w:p w:rsidR="00D43590" w:rsidRDefault="00D43590" w:rsidP="00D43590">
      <w:r>
        <w:t>319.7389</w:t>
      </w:r>
      <w:r>
        <w:tab/>
        <w:t>2.025e0</w:t>
      </w:r>
    </w:p>
    <w:p w:rsidR="00D43590" w:rsidRDefault="00D43590" w:rsidP="00D43590">
      <w:r>
        <w:t>319.8965</w:t>
      </w:r>
      <w:r>
        <w:tab/>
        <w:t>1.013e0</w:t>
      </w:r>
    </w:p>
    <w:p w:rsidR="00D43590" w:rsidRDefault="00D43590" w:rsidP="00D43590">
      <w:r>
        <w:t>320.0620</w:t>
      </w:r>
      <w:r>
        <w:tab/>
        <w:t>1.013e0</w:t>
      </w:r>
    </w:p>
    <w:p w:rsidR="00D43590" w:rsidRDefault="00D43590" w:rsidP="00D43590">
      <w:r>
        <w:t>320.0991</w:t>
      </w:r>
      <w:r>
        <w:tab/>
        <w:t>2.025e0</w:t>
      </w:r>
    </w:p>
    <w:p w:rsidR="00D43590" w:rsidRDefault="00D43590" w:rsidP="00D43590">
      <w:r>
        <w:t>320.1964</w:t>
      </w:r>
      <w:r>
        <w:tab/>
        <w:t>2.025e0</w:t>
      </w:r>
    </w:p>
    <w:p w:rsidR="00D43590" w:rsidRDefault="00D43590" w:rsidP="00D43590">
      <w:r>
        <w:t>320.2285</w:t>
      </w:r>
      <w:r>
        <w:tab/>
        <w:t>2.025e0</w:t>
      </w:r>
    </w:p>
    <w:p w:rsidR="00D43590" w:rsidRDefault="00D43590" w:rsidP="00D43590">
      <w:r>
        <w:t>320.3244</w:t>
      </w:r>
      <w:r>
        <w:tab/>
        <w:t>1.013e0</w:t>
      </w:r>
    </w:p>
    <w:p w:rsidR="00D43590" w:rsidRDefault="00D43590" w:rsidP="00D43590">
      <w:r>
        <w:t>320.4055</w:t>
      </w:r>
      <w:r>
        <w:tab/>
        <w:t>1.013e0</w:t>
      </w:r>
    </w:p>
    <w:p w:rsidR="00D43590" w:rsidRDefault="00D43590" w:rsidP="00D43590">
      <w:r>
        <w:t>320.6583</w:t>
      </w:r>
      <w:r>
        <w:tab/>
        <w:t>1.013e0</w:t>
      </w:r>
    </w:p>
    <w:p w:rsidR="00D43590" w:rsidRDefault="00D43590" w:rsidP="00D43590">
      <w:r>
        <w:t>320.7056</w:t>
      </w:r>
      <w:r>
        <w:tab/>
        <w:t>1.013e0</w:t>
      </w:r>
    </w:p>
    <w:p w:rsidR="00D43590" w:rsidRDefault="00D43590" w:rsidP="00D43590">
      <w:r>
        <w:t>320.8043</w:t>
      </w:r>
      <w:r>
        <w:tab/>
        <w:t>3.038e0</w:t>
      </w:r>
    </w:p>
    <w:p w:rsidR="00D43590" w:rsidRDefault="00D43590" w:rsidP="00D43590">
      <w:r>
        <w:lastRenderedPageBreak/>
        <w:t>320.9347</w:t>
      </w:r>
      <w:r>
        <w:tab/>
        <w:t>1.013e0</w:t>
      </w:r>
    </w:p>
    <w:p w:rsidR="00D43590" w:rsidRDefault="00D43590" w:rsidP="00D43590">
      <w:r>
        <w:t>321.0957</w:t>
      </w:r>
      <w:r>
        <w:tab/>
        <w:t>3.038e0</w:t>
      </w:r>
    </w:p>
    <w:p w:rsidR="00D43590" w:rsidRDefault="00D43590" w:rsidP="00D43590">
      <w:r>
        <w:t>321.1535</w:t>
      </w:r>
      <w:r>
        <w:tab/>
        <w:t>2.127e1</w:t>
      </w:r>
    </w:p>
    <w:p w:rsidR="00D43590" w:rsidRDefault="00D43590" w:rsidP="00D43590">
      <w:r>
        <w:t>321.2140</w:t>
      </w:r>
      <w:r>
        <w:tab/>
        <w:t>2.025e0</w:t>
      </w:r>
    </w:p>
    <w:p w:rsidR="00D43590" w:rsidRDefault="00D43590" w:rsidP="00D43590">
      <w:r>
        <w:t>321.2425</w:t>
      </w:r>
      <w:r>
        <w:tab/>
        <w:t>1.013e0</w:t>
      </w:r>
    </w:p>
    <w:p w:rsidR="00D43590" w:rsidRDefault="00D43590" w:rsidP="00D43590">
      <w:r>
        <w:t>321.3900</w:t>
      </w:r>
      <w:r>
        <w:tab/>
        <w:t>1.013e0</w:t>
      </w:r>
    </w:p>
    <w:p w:rsidR="00D43590" w:rsidRDefault="00D43590" w:rsidP="00D43590">
      <w:r>
        <w:t>321.5426</w:t>
      </w:r>
      <w:r>
        <w:tab/>
        <w:t>1.013e0</w:t>
      </w:r>
    </w:p>
    <w:p w:rsidR="00D43590" w:rsidRDefault="00D43590" w:rsidP="00D43590">
      <w:r>
        <w:t>321.6771</w:t>
      </w:r>
      <w:r>
        <w:tab/>
        <w:t>1.013e0</w:t>
      </w:r>
    </w:p>
    <w:p w:rsidR="00D43590" w:rsidRDefault="00D43590" w:rsidP="00D43590">
      <w:r>
        <w:t>321.7319</w:t>
      </w:r>
      <w:r>
        <w:tab/>
        <w:t>1.013e0</w:t>
      </w:r>
    </w:p>
    <w:p w:rsidR="00D43590" w:rsidRDefault="00D43590" w:rsidP="00D43590">
      <w:r>
        <w:t>321.7778</w:t>
      </w:r>
      <w:r>
        <w:tab/>
        <w:t>2.025e0</w:t>
      </w:r>
    </w:p>
    <w:p w:rsidR="00D43590" w:rsidRDefault="00D43590" w:rsidP="00D43590">
      <w:r>
        <w:t>322.0049</w:t>
      </w:r>
      <w:r>
        <w:tab/>
        <w:t>1.013e0</w:t>
      </w:r>
    </w:p>
    <w:p w:rsidR="00D43590" w:rsidRDefault="00D43590" w:rsidP="00D43590">
      <w:r>
        <w:t>322.0458</w:t>
      </w:r>
      <w:r>
        <w:tab/>
        <w:t>2.025e0</w:t>
      </w:r>
    </w:p>
    <w:p w:rsidR="00D43590" w:rsidRDefault="00D43590" w:rsidP="00D43590">
      <w:r>
        <w:t>322.1443</w:t>
      </w:r>
      <w:r>
        <w:tab/>
        <w:t>3.038e0</w:t>
      </w:r>
    </w:p>
    <w:p w:rsidR="00D43590" w:rsidRDefault="00D43590" w:rsidP="00D43590">
      <w:r>
        <w:t>322.2244</w:t>
      </w:r>
      <w:r>
        <w:tab/>
        <w:t>1.013e0</w:t>
      </w:r>
    </w:p>
    <w:p w:rsidR="00D43590" w:rsidRDefault="00D43590" w:rsidP="00D43590">
      <w:r>
        <w:t>322.2577</w:t>
      </w:r>
      <w:r>
        <w:tab/>
        <w:t>1.013e0</w:t>
      </w:r>
    </w:p>
    <w:p w:rsidR="00D43590" w:rsidRDefault="00D43590" w:rsidP="00D43590">
      <w:r>
        <w:t>322.3326</w:t>
      </w:r>
      <w:r>
        <w:tab/>
        <w:t>1.013e0</w:t>
      </w:r>
    </w:p>
    <w:p w:rsidR="00D43590" w:rsidRDefault="00D43590" w:rsidP="00D43590">
      <w:r>
        <w:t>322.3806</w:t>
      </w:r>
      <w:r>
        <w:tab/>
        <w:t>1.013e0</w:t>
      </w:r>
    </w:p>
    <w:p w:rsidR="00D43590" w:rsidRDefault="00D43590" w:rsidP="00D43590">
      <w:r>
        <w:t>322.5855</w:t>
      </w:r>
      <w:r>
        <w:tab/>
        <w:t>1.013e0</w:t>
      </w:r>
    </w:p>
    <w:p w:rsidR="00D43590" w:rsidRDefault="00D43590" w:rsidP="00D43590">
      <w:r>
        <w:t>322.7065</w:t>
      </w:r>
      <w:r>
        <w:tab/>
        <w:t>2.025e0</w:t>
      </w:r>
    </w:p>
    <w:p w:rsidR="00D43590" w:rsidRDefault="00D43590" w:rsidP="00D43590">
      <w:r>
        <w:lastRenderedPageBreak/>
        <w:t>322.7874</w:t>
      </w:r>
      <w:r>
        <w:tab/>
        <w:t>2.025e0</w:t>
      </w:r>
    </w:p>
    <w:p w:rsidR="00D43590" w:rsidRDefault="00D43590" w:rsidP="00D43590">
      <w:r>
        <w:t>322.8150</w:t>
      </w:r>
      <w:r>
        <w:tab/>
        <w:t>1.013e0</w:t>
      </w:r>
    </w:p>
    <w:p w:rsidR="00D43590" w:rsidRDefault="00D43590" w:rsidP="00D43590">
      <w:r>
        <w:t>322.9733</w:t>
      </w:r>
      <w:r>
        <w:tab/>
        <w:t>1.013e0</w:t>
      </w:r>
    </w:p>
    <w:p w:rsidR="00D43590" w:rsidRDefault="00D43590" w:rsidP="00D43590">
      <w:r>
        <w:t>323.0092</w:t>
      </w:r>
      <w:r>
        <w:tab/>
        <w:t>2.025e0</w:t>
      </w:r>
    </w:p>
    <w:p w:rsidR="00D43590" w:rsidRDefault="00D43590" w:rsidP="00D43590">
      <w:r>
        <w:t>323.0917</w:t>
      </w:r>
      <w:r>
        <w:tab/>
        <w:t>1.013e0</w:t>
      </w:r>
    </w:p>
    <w:p w:rsidR="00D43590" w:rsidRDefault="00D43590" w:rsidP="00D43590">
      <w:r>
        <w:t>323.1624</w:t>
      </w:r>
      <w:r>
        <w:tab/>
        <w:t>3.207e0</w:t>
      </w:r>
    </w:p>
    <w:p w:rsidR="00D43590" w:rsidRDefault="00D43590" w:rsidP="00D43590">
      <w:r>
        <w:t>323.2404</w:t>
      </w:r>
      <w:r>
        <w:tab/>
        <w:t>3.038e0</w:t>
      </w:r>
    </w:p>
    <w:p w:rsidR="00D43590" w:rsidRDefault="00D43590" w:rsidP="00D43590">
      <w:r>
        <w:t>323.3373</w:t>
      </w:r>
      <w:r>
        <w:tab/>
        <w:t>1.013e0</w:t>
      </w:r>
    </w:p>
    <w:p w:rsidR="00D43590" w:rsidRDefault="00D43590" w:rsidP="00D43590">
      <w:r>
        <w:t>323.4041</w:t>
      </w:r>
      <w:r>
        <w:tab/>
        <w:t>1.013e0</w:t>
      </w:r>
    </w:p>
    <w:p w:rsidR="00D43590" w:rsidRDefault="00D43590" w:rsidP="00D43590">
      <w:r>
        <w:t>323.4626</w:t>
      </w:r>
      <w:r>
        <w:tab/>
        <w:t>2.025e0</w:t>
      </w:r>
    </w:p>
    <w:p w:rsidR="00D43590" w:rsidRDefault="00D43590" w:rsidP="00D43590">
      <w:r>
        <w:t>323.5790</w:t>
      </w:r>
      <w:r>
        <w:tab/>
        <w:t>1.013e0</w:t>
      </w:r>
    </w:p>
    <w:p w:rsidR="00D43590" w:rsidRDefault="00D43590" w:rsidP="00D43590">
      <w:r>
        <w:t>323.6816</w:t>
      </w:r>
      <w:r>
        <w:tab/>
        <w:t>1.013e0</w:t>
      </w:r>
    </w:p>
    <w:p w:rsidR="00D43590" w:rsidRDefault="00D43590" w:rsidP="00D43590">
      <w:r>
        <w:t>323.9109</w:t>
      </w:r>
      <w:r>
        <w:tab/>
        <w:t>1.013e0</w:t>
      </w:r>
    </w:p>
    <w:p w:rsidR="00D43590" w:rsidRDefault="00D43590" w:rsidP="00D43590">
      <w:r>
        <w:t>324.0569</w:t>
      </w:r>
      <w:r>
        <w:tab/>
        <w:t>1.013e0</w:t>
      </w:r>
    </w:p>
    <w:p w:rsidR="00D43590" w:rsidRDefault="00D43590" w:rsidP="00D43590">
      <w:r>
        <w:t>324.2190</w:t>
      </w:r>
      <w:r>
        <w:tab/>
        <w:t>1.013e0</w:t>
      </w:r>
    </w:p>
    <w:p w:rsidR="00D43590" w:rsidRDefault="00D43590" w:rsidP="00D43590">
      <w:r>
        <w:t>324.2674</w:t>
      </w:r>
      <w:r>
        <w:tab/>
        <w:t>1.013e0</w:t>
      </w:r>
    </w:p>
    <w:p w:rsidR="00D43590" w:rsidRDefault="00D43590" w:rsidP="00D43590">
      <w:r>
        <w:t>324.3500</w:t>
      </w:r>
      <w:r>
        <w:tab/>
        <w:t>1.013e0</w:t>
      </w:r>
    </w:p>
    <w:p w:rsidR="00D43590" w:rsidRDefault="00D43590" w:rsidP="00D43590">
      <w:r>
        <w:t>324.3937</w:t>
      </w:r>
      <w:r>
        <w:tab/>
        <w:t>2.025e0</w:t>
      </w:r>
    </w:p>
    <w:p w:rsidR="00D43590" w:rsidRDefault="00D43590" w:rsidP="00D43590">
      <w:r>
        <w:t>324.4624</w:t>
      </w:r>
      <w:r>
        <w:tab/>
        <w:t>2.025e0</w:t>
      </w:r>
    </w:p>
    <w:p w:rsidR="00D43590" w:rsidRDefault="00D43590" w:rsidP="00D43590">
      <w:r>
        <w:lastRenderedPageBreak/>
        <w:t>324.5273</w:t>
      </w:r>
      <w:r>
        <w:tab/>
        <w:t>1.013e0</w:t>
      </w:r>
    </w:p>
    <w:p w:rsidR="00D43590" w:rsidRDefault="00D43590" w:rsidP="00D43590">
      <w:r>
        <w:t>324.5925</w:t>
      </w:r>
      <w:r>
        <w:tab/>
        <w:t>3.038e0</w:t>
      </w:r>
    </w:p>
    <w:p w:rsidR="00D43590" w:rsidRDefault="00D43590" w:rsidP="00D43590">
      <w:r>
        <w:t>324.6580</w:t>
      </w:r>
      <w:r>
        <w:tab/>
        <w:t>2.025e0</w:t>
      </w:r>
    </w:p>
    <w:p w:rsidR="00D43590" w:rsidRDefault="00D43590" w:rsidP="00D43590">
      <w:r>
        <w:t>324.7512</w:t>
      </w:r>
      <w:r>
        <w:tab/>
        <w:t>1.013e0</w:t>
      </w:r>
    </w:p>
    <w:p w:rsidR="00D43590" w:rsidRDefault="00D43590" w:rsidP="00D43590">
      <w:r>
        <w:t>324.7956</w:t>
      </w:r>
      <w:r>
        <w:tab/>
        <w:t>2.025e0</w:t>
      </w:r>
    </w:p>
    <w:p w:rsidR="00D43590" w:rsidRDefault="00D43590" w:rsidP="00D43590">
      <w:r>
        <w:t>324.9868</w:t>
      </w:r>
      <w:r>
        <w:tab/>
        <w:t>3.038e0</w:t>
      </w:r>
    </w:p>
    <w:p w:rsidR="00D43590" w:rsidRDefault="00D43590" w:rsidP="00D43590">
      <w:r>
        <w:t>325.0522</w:t>
      </w:r>
      <w:r>
        <w:tab/>
        <w:t>3.038e0</w:t>
      </w:r>
    </w:p>
    <w:p w:rsidR="00D43590" w:rsidRDefault="00D43590" w:rsidP="00D43590">
      <w:r>
        <w:t>325.1335</w:t>
      </w:r>
      <w:r>
        <w:tab/>
        <w:t>2.025e0</w:t>
      </w:r>
    </w:p>
    <w:p w:rsidR="00D43590" w:rsidRDefault="00D43590" w:rsidP="00D43590">
      <w:r>
        <w:t>325.2303</w:t>
      </w:r>
      <w:r>
        <w:tab/>
        <w:t>5.063e0</w:t>
      </w:r>
    </w:p>
    <w:p w:rsidR="00D43590" w:rsidRDefault="00D43590" w:rsidP="00D43590">
      <w:r>
        <w:t>325.2963</w:t>
      </w:r>
      <w:r>
        <w:tab/>
        <w:t>1.013e0</w:t>
      </w:r>
    </w:p>
    <w:p w:rsidR="00D43590" w:rsidRDefault="00D43590" w:rsidP="00D43590">
      <w:r>
        <w:t>325.4600</w:t>
      </w:r>
      <w:r>
        <w:tab/>
        <w:t>1.013e0</w:t>
      </w:r>
    </w:p>
    <w:p w:rsidR="00D43590" w:rsidRDefault="00D43590" w:rsidP="00D43590">
      <w:r>
        <w:t>325.5266</w:t>
      </w:r>
      <w:r>
        <w:tab/>
        <w:t>1.013e0</w:t>
      </w:r>
    </w:p>
    <w:p w:rsidR="00D43590" w:rsidRDefault="00D43590" w:rsidP="00D43590">
      <w:r>
        <w:t>325.6567</w:t>
      </w:r>
      <w:r>
        <w:tab/>
        <w:t>1.013e0</w:t>
      </w:r>
    </w:p>
    <w:p w:rsidR="00D43590" w:rsidRDefault="00D43590" w:rsidP="00D43590">
      <w:r>
        <w:t>325.7441</w:t>
      </w:r>
      <w:r>
        <w:tab/>
        <w:t>1.013e0</w:t>
      </w:r>
    </w:p>
    <w:p w:rsidR="00D43590" w:rsidRDefault="00D43590" w:rsidP="00D43590">
      <w:r>
        <w:t>325.7835</w:t>
      </w:r>
      <w:r>
        <w:tab/>
        <w:t>2.025e0</w:t>
      </w:r>
    </w:p>
    <w:p w:rsidR="00D43590" w:rsidRDefault="00D43590" w:rsidP="00D43590">
      <w:r>
        <w:t>325.9393</w:t>
      </w:r>
      <w:r>
        <w:tab/>
        <w:t>1.013e0</w:t>
      </w:r>
    </w:p>
    <w:p w:rsidR="00D43590" w:rsidRDefault="00D43590" w:rsidP="00D43590">
      <w:r>
        <w:t>326.0304</w:t>
      </w:r>
      <w:r>
        <w:tab/>
        <w:t>1.013e0</w:t>
      </w:r>
    </w:p>
    <w:p w:rsidR="00D43590" w:rsidRDefault="00D43590" w:rsidP="00D43590">
      <w:r>
        <w:t>326.1079</w:t>
      </w:r>
      <w:r>
        <w:tab/>
        <w:t>6.703e1</w:t>
      </w:r>
    </w:p>
    <w:p w:rsidR="00D43590" w:rsidRDefault="00D43590" w:rsidP="00D43590">
      <w:r>
        <w:t>326.2327</w:t>
      </w:r>
      <w:r>
        <w:tab/>
        <w:t>4.029e0</w:t>
      </w:r>
    </w:p>
    <w:p w:rsidR="00D43590" w:rsidRDefault="00D43590" w:rsidP="00D43590">
      <w:r>
        <w:lastRenderedPageBreak/>
        <w:t>326.2893</w:t>
      </w:r>
      <w:r>
        <w:tab/>
        <w:t>3.038e0</w:t>
      </w:r>
    </w:p>
    <w:p w:rsidR="00D43590" w:rsidRDefault="00D43590" w:rsidP="00D43590">
      <w:r>
        <w:t>326.3585</w:t>
      </w:r>
      <w:r>
        <w:tab/>
        <w:t>1.013e0</w:t>
      </w:r>
    </w:p>
    <w:p w:rsidR="00D43590" w:rsidRDefault="00D43590" w:rsidP="00D43590">
      <w:r>
        <w:t>326.3915</w:t>
      </w:r>
      <w:r>
        <w:tab/>
        <w:t>4.051e0</w:t>
      </w:r>
    </w:p>
    <w:p w:rsidR="00D43590" w:rsidRDefault="00D43590" w:rsidP="00D43590">
      <w:r>
        <w:t>326.8703</w:t>
      </w:r>
      <w:r>
        <w:tab/>
        <w:t>3.038e0</w:t>
      </w:r>
    </w:p>
    <w:p w:rsidR="00D43590" w:rsidRDefault="00D43590" w:rsidP="00D43590">
      <w:r>
        <w:t>326.9182</w:t>
      </w:r>
      <w:r>
        <w:tab/>
        <w:t>1.013e0</w:t>
      </w:r>
    </w:p>
    <w:p w:rsidR="00D43590" w:rsidRDefault="00D43590" w:rsidP="00D43590">
      <w:r>
        <w:t>326.9886</w:t>
      </w:r>
      <w:r>
        <w:tab/>
        <w:t>2.025e0</w:t>
      </w:r>
    </w:p>
    <w:p w:rsidR="00D43590" w:rsidRDefault="00D43590" w:rsidP="00D43590">
      <w:r>
        <w:t>327.1077</w:t>
      </w:r>
      <w:r>
        <w:tab/>
        <w:t>9.114e0</w:t>
      </w:r>
    </w:p>
    <w:p w:rsidR="00D43590" w:rsidRDefault="00D43590" w:rsidP="00D43590">
      <w:r>
        <w:t>327.2779</w:t>
      </w:r>
      <w:r>
        <w:tab/>
        <w:t>5.063e0</w:t>
      </w:r>
    </w:p>
    <w:p w:rsidR="00D43590" w:rsidRDefault="00D43590" w:rsidP="00D43590">
      <w:r>
        <w:t>327.3690</w:t>
      </w:r>
      <w:r>
        <w:tab/>
        <w:t>1.013e0</w:t>
      </w:r>
    </w:p>
    <w:p w:rsidR="00D43590" w:rsidRDefault="00D43590" w:rsidP="00D43590">
      <w:r>
        <w:t>327.4007</w:t>
      </w:r>
      <w:r>
        <w:tab/>
        <w:t>2.025e0</w:t>
      </w:r>
    </w:p>
    <w:p w:rsidR="00D43590" w:rsidRDefault="00D43590" w:rsidP="00D43590">
      <w:r>
        <w:t>327.5202</w:t>
      </w:r>
      <w:r>
        <w:tab/>
        <w:t>1.013e0</w:t>
      </w:r>
    </w:p>
    <w:p w:rsidR="00D43590" w:rsidRDefault="00D43590" w:rsidP="00D43590">
      <w:r>
        <w:t>327.8377</w:t>
      </w:r>
      <w:r>
        <w:tab/>
        <w:t>1.013e0</w:t>
      </w:r>
    </w:p>
    <w:p w:rsidR="00D43590" w:rsidRDefault="00D43590" w:rsidP="00D43590">
      <w:r>
        <w:t>328.0081</w:t>
      </w:r>
      <w:r>
        <w:tab/>
        <w:t>3.038e0</w:t>
      </w:r>
    </w:p>
    <w:p w:rsidR="00D43590" w:rsidRDefault="00D43590" w:rsidP="00D43590">
      <w:r>
        <w:t>328.1047</w:t>
      </w:r>
      <w:r>
        <w:tab/>
        <w:t>4.051e0</w:t>
      </w:r>
    </w:p>
    <w:p w:rsidR="00D43590" w:rsidRDefault="00D43590" w:rsidP="00D43590">
      <w:r>
        <w:t>328.1590</w:t>
      </w:r>
      <w:r>
        <w:tab/>
        <w:t>1.013e0</w:t>
      </w:r>
    </w:p>
    <w:p w:rsidR="00D43590" w:rsidRDefault="00D43590" w:rsidP="00D43590">
      <w:r>
        <w:t>328.2303</w:t>
      </w:r>
      <w:r>
        <w:tab/>
        <w:t>5.063e0</w:t>
      </w:r>
    </w:p>
    <w:p w:rsidR="00D43590" w:rsidRDefault="00D43590" w:rsidP="00D43590">
      <w:r>
        <w:t>328.3852</w:t>
      </w:r>
      <w:r>
        <w:tab/>
        <w:t>1.013e0</w:t>
      </w:r>
    </w:p>
    <w:p w:rsidR="00D43590" w:rsidRDefault="00D43590" w:rsidP="00D43590">
      <w:r>
        <w:t>328.6024</w:t>
      </w:r>
      <w:r>
        <w:tab/>
        <w:t>1.013e0</w:t>
      </w:r>
    </w:p>
    <w:p w:rsidR="00D43590" w:rsidRDefault="00D43590" w:rsidP="00D43590">
      <w:r>
        <w:t>328.6353</w:t>
      </w:r>
      <w:r>
        <w:tab/>
        <w:t>1.013e0</w:t>
      </w:r>
    </w:p>
    <w:p w:rsidR="00D43590" w:rsidRDefault="00D43590" w:rsidP="00D43590">
      <w:r>
        <w:lastRenderedPageBreak/>
        <w:t>328.6942</w:t>
      </w:r>
      <w:r>
        <w:tab/>
        <w:t>1.013e0</w:t>
      </w:r>
    </w:p>
    <w:p w:rsidR="00D43590" w:rsidRDefault="00D43590" w:rsidP="00D43590">
      <w:r>
        <w:t>328.7370</w:t>
      </w:r>
      <w:r>
        <w:tab/>
        <w:t>1.013e0</w:t>
      </w:r>
    </w:p>
    <w:p w:rsidR="00D43590" w:rsidRDefault="00D43590" w:rsidP="00D43590">
      <w:r>
        <w:t>328.7740</w:t>
      </w:r>
      <w:r>
        <w:tab/>
        <w:t>1.013e0</w:t>
      </w:r>
    </w:p>
    <w:p w:rsidR="00D43590" w:rsidRDefault="00D43590" w:rsidP="00D43590">
      <w:r>
        <w:t>328.8287</w:t>
      </w:r>
      <w:r>
        <w:tab/>
        <w:t>1.013e0</w:t>
      </w:r>
    </w:p>
    <w:p w:rsidR="00D43590" w:rsidRDefault="00D43590" w:rsidP="00D43590">
      <w:r>
        <w:t>328.9135</w:t>
      </w:r>
      <w:r>
        <w:tab/>
        <w:t>2.025e0</w:t>
      </w:r>
    </w:p>
    <w:p w:rsidR="00D43590" w:rsidRDefault="00D43590" w:rsidP="00D43590">
      <w:r>
        <w:t>329.0442</w:t>
      </w:r>
      <w:r>
        <w:tab/>
        <w:t>1.013e0</w:t>
      </w:r>
    </w:p>
    <w:p w:rsidR="00D43590" w:rsidRDefault="00D43590" w:rsidP="00D43590">
      <w:r>
        <w:t>329.0981</w:t>
      </w:r>
      <w:r>
        <w:tab/>
        <w:t>1.013e0</w:t>
      </w:r>
    </w:p>
    <w:p w:rsidR="00D43590" w:rsidRDefault="00D43590" w:rsidP="00D43590">
      <w:r>
        <w:t>329.1317</w:t>
      </w:r>
      <w:r>
        <w:tab/>
        <w:t>1.013e0</w:t>
      </w:r>
    </w:p>
    <w:p w:rsidR="00D43590" w:rsidRDefault="00D43590" w:rsidP="00D43590">
      <w:r>
        <w:t>329.1900</w:t>
      </w:r>
      <w:r>
        <w:tab/>
        <w:t>1.013e0</w:t>
      </w:r>
    </w:p>
    <w:p w:rsidR="00D43590" w:rsidRDefault="00D43590" w:rsidP="00D43590">
      <w:r>
        <w:t>329.2631</w:t>
      </w:r>
      <w:r>
        <w:tab/>
        <w:t>1.013e0</w:t>
      </w:r>
    </w:p>
    <w:p w:rsidR="00D43590" w:rsidRDefault="00D43590" w:rsidP="00D43590">
      <w:r>
        <w:t>329.4167</w:t>
      </w:r>
      <w:r>
        <w:tab/>
        <w:t>1.013e0</w:t>
      </w:r>
    </w:p>
    <w:p w:rsidR="00D43590" w:rsidRDefault="00D43590" w:rsidP="00D43590">
      <w:r>
        <w:t>329.4456</w:t>
      </w:r>
      <w:r>
        <w:tab/>
        <w:t>1.013e0</w:t>
      </w:r>
    </w:p>
    <w:p w:rsidR="00D43590" w:rsidRDefault="00D43590" w:rsidP="00D43590">
      <w:r>
        <w:t>329.5516</w:t>
      </w:r>
      <w:r>
        <w:tab/>
        <w:t>1.013e0</w:t>
      </w:r>
    </w:p>
    <w:p w:rsidR="00D43590" w:rsidRDefault="00D43590" w:rsidP="00D43590">
      <w:r>
        <w:t>329.6108</w:t>
      </w:r>
      <w:r>
        <w:tab/>
        <w:t>2.025e0</w:t>
      </w:r>
    </w:p>
    <w:p w:rsidR="00D43590" w:rsidRDefault="00D43590" w:rsidP="00D43590">
      <w:r>
        <w:t>329.7435</w:t>
      </w:r>
      <w:r>
        <w:tab/>
        <w:t>1.013e0</w:t>
      </w:r>
    </w:p>
    <w:p w:rsidR="00D43590" w:rsidRDefault="00D43590" w:rsidP="00D43590">
      <w:r>
        <w:t>329.8347</w:t>
      </w:r>
      <w:r>
        <w:tab/>
        <w:t>1.013e0</w:t>
      </w:r>
    </w:p>
    <w:p w:rsidR="00D43590" w:rsidRDefault="00D43590" w:rsidP="00D43590">
      <w:r>
        <w:t>329.8747</w:t>
      </w:r>
      <w:r>
        <w:tab/>
        <w:t>1.013e0</w:t>
      </w:r>
    </w:p>
    <w:p w:rsidR="00D43590" w:rsidRDefault="00D43590" w:rsidP="00D43590">
      <w:r>
        <w:t>329.9661</w:t>
      </w:r>
      <w:r>
        <w:tab/>
        <w:t>1.013e0</w:t>
      </w:r>
    </w:p>
    <w:p w:rsidR="00D43590" w:rsidRDefault="00D43590" w:rsidP="00D43590">
      <w:r>
        <w:t>330.0241</w:t>
      </w:r>
      <w:r>
        <w:tab/>
        <w:t>1.013e0</w:t>
      </w:r>
    </w:p>
    <w:p w:rsidR="00D43590" w:rsidRDefault="00D43590" w:rsidP="00D43590">
      <w:r>
        <w:lastRenderedPageBreak/>
        <w:t>330.0813</w:t>
      </w:r>
      <w:r>
        <w:tab/>
        <w:t>1.013e0</w:t>
      </w:r>
    </w:p>
    <w:p w:rsidR="00D43590" w:rsidRDefault="00D43590" w:rsidP="00D43590">
      <w:r>
        <w:t>330.1422</w:t>
      </w:r>
      <w:r>
        <w:tab/>
        <w:t>3.038e0</w:t>
      </w:r>
    </w:p>
    <w:p w:rsidR="00D43590" w:rsidRDefault="00D43590" w:rsidP="00D43590">
      <w:r>
        <w:t>330.2382</w:t>
      </w:r>
      <w:r>
        <w:tab/>
        <w:t>2.025e0</w:t>
      </w:r>
    </w:p>
    <w:p w:rsidR="00D43590" w:rsidRDefault="00D43590" w:rsidP="00D43590">
      <w:r>
        <w:t>330.3767</w:t>
      </w:r>
      <w:r>
        <w:tab/>
        <w:t>2.025e0</w:t>
      </w:r>
    </w:p>
    <w:p w:rsidR="00D43590" w:rsidRDefault="00D43590" w:rsidP="00D43590">
      <w:r>
        <w:t>330.4772</w:t>
      </w:r>
      <w:r>
        <w:tab/>
        <w:t>2.025e0</w:t>
      </w:r>
    </w:p>
    <w:p w:rsidR="00D43590" w:rsidRDefault="00D43590" w:rsidP="00D43590">
      <w:r>
        <w:t>330.6018</w:t>
      </w:r>
      <w:r>
        <w:tab/>
        <w:t>1.013e0</w:t>
      </w:r>
    </w:p>
    <w:p w:rsidR="00D43590" w:rsidRDefault="00D43590" w:rsidP="00D43590">
      <w:r>
        <w:t>330.7971</w:t>
      </w:r>
      <w:r>
        <w:tab/>
        <w:t>1.013e0</w:t>
      </w:r>
    </w:p>
    <w:p w:rsidR="00D43590" w:rsidRDefault="00D43590" w:rsidP="00D43590">
      <w:r>
        <w:t>330.8602</w:t>
      </w:r>
      <w:r>
        <w:tab/>
        <w:t>1.013e0</w:t>
      </w:r>
    </w:p>
    <w:p w:rsidR="00D43590" w:rsidRDefault="00D43590" w:rsidP="00D43590">
      <w:r>
        <w:t>330.9160</w:t>
      </w:r>
      <w:r>
        <w:tab/>
        <w:t>1.013e0</w:t>
      </w:r>
    </w:p>
    <w:p w:rsidR="00D43590" w:rsidRDefault="00D43590" w:rsidP="00D43590">
      <w:r>
        <w:t>330.9880</w:t>
      </w:r>
      <w:r>
        <w:tab/>
        <w:t>2.025e0</w:t>
      </w:r>
    </w:p>
    <w:p w:rsidR="00D43590" w:rsidRDefault="00D43590" w:rsidP="00D43590">
      <w:r>
        <w:t>331.0675</w:t>
      </w:r>
      <w:r>
        <w:tab/>
        <w:t>1.013e0</w:t>
      </w:r>
    </w:p>
    <w:p w:rsidR="00D43590" w:rsidRDefault="00D43590" w:rsidP="00D43590">
      <w:r>
        <w:t>331.2194</w:t>
      </w:r>
      <w:r>
        <w:tab/>
        <w:t>3.038e0</w:t>
      </w:r>
    </w:p>
    <w:p w:rsidR="00D43590" w:rsidRDefault="00D43590" w:rsidP="00D43590">
      <w:r>
        <w:t>331.2757</w:t>
      </w:r>
      <w:r>
        <w:tab/>
        <w:t>3.038e0</w:t>
      </w:r>
    </w:p>
    <w:p w:rsidR="00D43590" w:rsidRDefault="00D43590" w:rsidP="00D43590">
      <w:r>
        <w:t>331.4056</w:t>
      </w:r>
      <w:r>
        <w:tab/>
        <w:t>1.013e0</w:t>
      </w:r>
    </w:p>
    <w:p w:rsidR="00D43590" w:rsidRDefault="00D43590" w:rsidP="00D43590">
      <w:r>
        <w:t>331.5408</w:t>
      </w:r>
      <w:r>
        <w:tab/>
        <w:t>1.013e0</w:t>
      </w:r>
    </w:p>
    <w:p w:rsidR="00D43590" w:rsidRDefault="00D43590" w:rsidP="00D43590">
      <w:r>
        <w:t>331.6961</w:t>
      </w:r>
      <w:r>
        <w:tab/>
        <w:t>1.013e0</w:t>
      </w:r>
    </w:p>
    <w:p w:rsidR="00D43590" w:rsidRDefault="00D43590" w:rsidP="00D43590">
      <w:r>
        <w:t>331.8552</w:t>
      </w:r>
      <w:r>
        <w:tab/>
        <w:t>1.013e0</w:t>
      </w:r>
    </w:p>
    <w:p w:rsidR="00D43590" w:rsidRDefault="00D43590" w:rsidP="00D43590">
      <w:r>
        <w:t>331.9905</w:t>
      </w:r>
      <w:r>
        <w:tab/>
        <w:t>1.013e0</w:t>
      </w:r>
    </w:p>
    <w:p w:rsidR="00D43590" w:rsidRDefault="00D43590" w:rsidP="00D43590">
      <w:r>
        <w:t>332.0462</w:t>
      </w:r>
      <w:r>
        <w:tab/>
        <w:t>2.025e0</w:t>
      </w:r>
    </w:p>
    <w:p w:rsidR="00D43590" w:rsidRDefault="00D43590" w:rsidP="00D43590">
      <w:r>
        <w:lastRenderedPageBreak/>
        <w:t>332.0745</w:t>
      </w:r>
      <w:r>
        <w:tab/>
        <w:t>1.013e0</w:t>
      </w:r>
    </w:p>
    <w:p w:rsidR="00D43590" w:rsidRDefault="00D43590" w:rsidP="00D43590">
      <w:r>
        <w:t>332.1601</w:t>
      </w:r>
      <w:r>
        <w:tab/>
        <w:t>1.155e1</w:t>
      </w:r>
    </w:p>
    <w:p w:rsidR="00D43590" w:rsidRDefault="00D43590" w:rsidP="00D43590">
      <w:r>
        <w:t>332.2134</w:t>
      </w:r>
      <w:r>
        <w:tab/>
        <w:t>1.013e0</w:t>
      </w:r>
    </w:p>
    <w:p w:rsidR="00D43590" w:rsidRDefault="00D43590" w:rsidP="00D43590">
      <w:r>
        <w:t>332.2675</w:t>
      </w:r>
      <w:r>
        <w:tab/>
        <w:t>3.038e0</w:t>
      </w:r>
    </w:p>
    <w:p w:rsidR="00D43590" w:rsidRDefault="00D43590" w:rsidP="00D43590">
      <w:r>
        <w:t>332.3517</w:t>
      </w:r>
      <w:r>
        <w:tab/>
        <w:t>1.215e1</w:t>
      </w:r>
    </w:p>
    <w:p w:rsidR="00D43590" w:rsidRDefault="00D43590" w:rsidP="00D43590">
      <w:r>
        <w:t>332.6060</w:t>
      </w:r>
      <w:r>
        <w:tab/>
        <w:t>1.013e0</w:t>
      </w:r>
    </w:p>
    <w:p w:rsidR="00D43590" w:rsidRDefault="00D43590" w:rsidP="00D43590">
      <w:r>
        <w:t>332.7095</w:t>
      </w:r>
      <w:r>
        <w:tab/>
        <w:t>2.025e0</w:t>
      </w:r>
    </w:p>
    <w:p w:rsidR="00D43590" w:rsidRDefault="00D43590" w:rsidP="00D43590">
      <w:r>
        <w:t>332.7509</w:t>
      </w:r>
      <w:r>
        <w:tab/>
        <w:t>1.013e0</w:t>
      </w:r>
    </w:p>
    <w:p w:rsidR="00D43590" w:rsidRDefault="00D43590" w:rsidP="00D43590">
      <w:r>
        <w:t>332.7985</w:t>
      </w:r>
      <w:r>
        <w:tab/>
        <w:t>1.013e0</w:t>
      </w:r>
    </w:p>
    <w:p w:rsidR="00D43590" w:rsidRDefault="00D43590" w:rsidP="00D43590">
      <w:r>
        <w:t>332.8472</w:t>
      </w:r>
      <w:r>
        <w:tab/>
        <w:t>1.013e0</w:t>
      </w:r>
    </w:p>
    <w:p w:rsidR="00D43590" w:rsidRDefault="00D43590" w:rsidP="00D43590">
      <w:r>
        <w:t>333.0576</w:t>
      </w:r>
      <w:r>
        <w:tab/>
        <w:t>1.013e0</w:t>
      </w:r>
    </w:p>
    <w:p w:rsidR="00D43590" w:rsidRDefault="00D43590" w:rsidP="00D43590">
      <w:r>
        <w:t>333.0892</w:t>
      </w:r>
      <w:r>
        <w:tab/>
        <w:t>1.013e0</w:t>
      </w:r>
    </w:p>
    <w:p w:rsidR="00D43590" w:rsidRDefault="00D43590" w:rsidP="00D43590">
      <w:r>
        <w:t>333.1954</w:t>
      </w:r>
      <w:r>
        <w:tab/>
        <w:t>3.038e0</w:t>
      </w:r>
    </w:p>
    <w:p w:rsidR="00D43590" w:rsidRDefault="00D43590" w:rsidP="00D43590">
      <w:r>
        <w:t>333.2496</w:t>
      </w:r>
      <w:r>
        <w:tab/>
        <w:t>1.013e0</w:t>
      </w:r>
    </w:p>
    <w:p w:rsidR="00D43590" w:rsidRDefault="00D43590" w:rsidP="00D43590">
      <w:r>
        <w:t>333.3451</w:t>
      </w:r>
      <w:r>
        <w:tab/>
        <w:t>5.063e0</w:t>
      </w:r>
    </w:p>
    <w:p w:rsidR="00D43590" w:rsidRDefault="00D43590" w:rsidP="00D43590">
      <w:r>
        <w:t>333.3963</w:t>
      </w:r>
      <w:r>
        <w:tab/>
        <w:t>1.013e0</w:t>
      </w:r>
    </w:p>
    <w:p w:rsidR="00D43590" w:rsidRDefault="00D43590" w:rsidP="00D43590">
      <w:r>
        <w:t>333.4789</w:t>
      </w:r>
      <w:r>
        <w:tab/>
        <w:t>1.013e0</w:t>
      </w:r>
    </w:p>
    <w:p w:rsidR="00D43590" w:rsidRDefault="00D43590" w:rsidP="00D43590">
      <w:r>
        <w:t>333.6909</w:t>
      </w:r>
      <w:r>
        <w:tab/>
        <w:t>2.025e0</w:t>
      </w:r>
    </w:p>
    <w:p w:rsidR="00D43590" w:rsidRDefault="00D43590" w:rsidP="00D43590">
      <w:r>
        <w:t>333.7393</w:t>
      </w:r>
      <w:r>
        <w:tab/>
        <w:t>1.013e0</w:t>
      </w:r>
    </w:p>
    <w:p w:rsidR="00D43590" w:rsidRDefault="00D43590" w:rsidP="00D43590">
      <w:r>
        <w:lastRenderedPageBreak/>
        <w:t>333.8157</w:t>
      </w:r>
      <w:r>
        <w:tab/>
        <w:t>2.025e0</w:t>
      </w:r>
    </w:p>
    <w:p w:rsidR="00D43590" w:rsidRDefault="00D43590" w:rsidP="00D43590">
      <w:r>
        <w:t>333.8510</w:t>
      </w:r>
      <w:r>
        <w:tab/>
        <w:t>1.013e0</w:t>
      </w:r>
    </w:p>
    <w:p w:rsidR="00D43590" w:rsidRDefault="00D43590" w:rsidP="00D43590">
      <w:r>
        <w:t>333.9589</w:t>
      </w:r>
      <w:r>
        <w:tab/>
        <w:t>2.025e0</w:t>
      </w:r>
    </w:p>
    <w:p w:rsidR="00D43590" w:rsidRDefault="00D43590" w:rsidP="00D43590">
      <w:r>
        <w:t>334.0199</w:t>
      </w:r>
      <w:r>
        <w:tab/>
        <w:t>2.025e0</w:t>
      </w:r>
    </w:p>
    <w:p w:rsidR="00D43590" w:rsidRDefault="00D43590" w:rsidP="00D43590">
      <w:r>
        <w:t>334.1455</w:t>
      </w:r>
      <w:r>
        <w:tab/>
        <w:t>2.025e0</w:t>
      </w:r>
    </w:p>
    <w:p w:rsidR="00D43590" w:rsidRDefault="00D43590" w:rsidP="00D43590">
      <w:r>
        <w:t>334.3568</w:t>
      </w:r>
      <w:r>
        <w:tab/>
        <w:t>1.013e0</w:t>
      </w:r>
    </w:p>
    <w:p w:rsidR="00D43590" w:rsidRDefault="00D43590" w:rsidP="00D43590">
      <w:r>
        <w:t>334.3986</w:t>
      </w:r>
      <w:r>
        <w:tab/>
        <w:t>2.025e0</w:t>
      </w:r>
    </w:p>
    <w:p w:rsidR="00D43590" w:rsidRDefault="00D43590" w:rsidP="00D43590">
      <w:r>
        <w:t>334.4922</w:t>
      </w:r>
      <w:r>
        <w:tab/>
        <w:t>1.013e0</w:t>
      </w:r>
    </w:p>
    <w:p w:rsidR="00D43590" w:rsidRDefault="00D43590" w:rsidP="00D43590">
      <w:r>
        <w:t>334.6715</w:t>
      </w:r>
      <w:r>
        <w:tab/>
        <w:t>1.013e0</w:t>
      </w:r>
    </w:p>
    <w:p w:rsidR="00D43590" w:rsidRDefault="00D43590" w:rsidP="00D43590">
      <w:r>
        <w:t>334.7206</w:t>
      </w:r>
      <w:r>
        <w:tab/>
        <w:t>1.013e0</w:t>
      </w:r>
    </w:p>
    <w:p w:rsidR="00D43590" w:rsidRDefault="00D43590" w:rsidP="00D43590">
      <w:r>
        <w:t>334.8434</w:t>
      </w:r>
      <w:r>
        <w:tab/>
        <w:t>1.013e0</w:t>
      </w:r>
    </w:p>
    <w:p w:rsidR="00D43590" w:rsidRDefault="00D43590" w:rsidP="00D43590">
      <w:r>
        <w:t>334.9387</w:t>
      </w:r>
      <w:r>
        <w:tab/>
        <w:t>1.013e0</w:t>
      </w:r>
    </w:p>
    <w:p w:rsidR="00D43590" w:rsidRDefault="00D43590" w:rsidP="00D43590">
      <w:r>
        <w:t>335.0468</w:t>
      </w:r>
      <w:r>
        <w:tab/>
        <w:t>2.025e0</w:t>
      </w:r>
    </w:p>
    <w:p w:rsidR="00D43590" w:rsidRDefault="00D43590" w:rsidP="00D43590">
      <w:r>
        <w:t>335.1222</w:t>
      </w:r>
      <w:r>
        <w:tab/>
        <w:t>2.025e0</w:t>
      </w:r>
    </w:p>
    <w:p w:rsidR="00D43590" w:rsidRDefault="00D43590" w:rsidP="00D43590">
      <w:r>
        <w:t>335.1795</w:t>
      </w:r>
      <w:r>
        <w:tab/>
        <w:t>5.063e0</w:t>
      </w:r>
    </w:p>
    <w:p w:rsidR="00D43590" w:rsidRDefault="00D43590" w:rsidP="00D43590">
      <w:r>
        <w:t>335.2323</w:t>
      </w:r>
      <w:r>
        <w:tab/>
        <w:t>2.025e0</w:t>
      </w:r>
    </w:p>
    <w:p w:rsidR="00D43590" w:rsidRDefault="00D43590" w:rsidP="00D43590">
      <w:r>
        <w:t>335.2937</w:t>
      </w:r>
      <w:r>
        <w:tab/>
        <w:t>1.013e0</w:t>
      </w:r>
    </w:p>
    <w:p w:rsidR="00D43590" w:rsidRDefault="00D43590" w:rsidP="00D43590">
      <w:r>
        <w:t>335.4896</w:t>
      </w:r>
      <w:r>
        <w:tab/>
        <w:t>2.025e0</w:t>
      </w:r>
    </w:p>
    <w:p w:rsidR="00D43590" w:rsidRDefault="00D43590" w:rsidP="00D43590">
      <w:r>
        <w:t>335.5673</w:t>
      </w:r>
      <w:r>
        <w:tab/>
        <w:t>1.013e0</w:t>
      </w:r>
    </w:p>
    <w:p w:rsidR="00D43590" w:rsidRDefault="00D43590" w:rsidP="00D43590">
      <w:r>
        <w:lastRenderedPageBreak/>
        <w:t>335.6521</w:t>
      </w:r>
      <w:r>
        <w:tab/>
        <w:t>2.025e0</w:t>
      </w:r>
    </w:p>
    <w:p w:rsidR="00D43590" w:rsidRDefault="00D43590" w:rsidP="00D43590">
      <w:r>
        <w:t>335.7606</w:t>
      </w:r>
      <w:r>
        <w:tab/>
        <w:t>1.013e0</w:t>
      </w:r>
    </w:p>
    <w:p w:rsidR="00D43590" w:rsidRDefault="00D43590" w:rsidP="00D43590">
      <w:r>
        <w:t>335.8410</w:t>
      </w:r>
      <w:r>
        <w:tab/>
        <w:t>2.025e0</w:t>
      </w:r>
    </w:p>
    <w:p w:rsidR="00D43590" w:rsidRDefault="00D43590" w:rsidP="00D43590">
      <w:r>
        <w:t>335.8791</w:t>
      </w:r>
      <w:r>
        <w:tab/>
        <w:t>1.013e0</w:t>
      </w:r>
    </w:p>
    <w:p w:rsidR="00D43590" w:rsidRDefault="00D43590" w:rsidP="00D43590">
      <w:r>
        <w:t>335.9364</w:t>
      </w:r>
      <w:r>
        <w:tab/>
        <w:t>1.013e0</w:t>
      </w:r>
    </w:p>
    <w:p w:rsidR="00D43590" w:rsidRDefault="00D43590" w:rsidP="00D43590">
      <w:r>
        <w:t>335.9727</w:t>
      </w:r>
      <w:r>
        <w:tab/>
        <w:t>1.013e0</w:t>
      </w:r>
    </w:p>
    <w:p w:rsidR="00D43590" w:rsidRDefault="00D43590" w:rsidP="00D43590">
      <w:r>
        <w:t>336.1758</w:t>
      </w:r>
      <w:r>
        <w:tab/>
        <w:t>3.038e0</w:t>
      </w:r>
    </w:p>
    <w:p w:rsidR="00D43590" w:rsidRDefault="00D43590" w:rsidP="00D43590">
      <w:r>
        <w:t>336.3370</w:t>
      </w:r>
      <w:r>
        <w:tab/>
        <w:t>8.101e0</w:t>
      </w:r>
    </w:p>
    <w:p w:rsidR="00D43590" w:rsidRDefault="00D43590" w:rsidP="00D43590">
      <w:r>
        <w:t>336.6971</w:t>
      </w:r>
      <w:r>
        <w:tab/>
        <w:t>2.025e0</w:t>
      </w:r>
    </w:p>
    <w:p w:rsidR="00D43590" w:rsidRDefault="00D43590" w:rsidP="00D43590">
      <w:r>
        <w:t>336.8474</w:t>
      </w:r>
      <w:r>
        <w:tab/>
        <w:t>1.013e0</w:t>
      </w:r>
    </w:p>
    <w:p w:rsidR="00D43590" w:rsidRDefault="00D43590" w:rsidP="00D43590">
      <w:r>
        <w:t>336.9308</w:t>
      </w:r>
      <w:r>
        <w:tab/>
        <w:t>1.013e0</w:t>
      </w:r>
    </w:p>
    <w:p w:rsidR="00D43590" w:rsidRDefault="00D43590" w:rsidP="00D43590">
      <w:r>
        <w:t>337.1352</w:t>
      </w:r>
      <w:r>
        <w:tab/>
        <w:t>1.013e0</w:t>
      </w:r>
    </w:p>
    <w:p w:rsidR="00D43590" w:rsidRDefault="00D43590" w:rsidP="00D43590">
      <w:r>
        <w:t>337.1907</w:t>
      </w:r>
      <w:r>
        <w:tab/>
        <w:t>1.102e0</w:t>
      </w:r>
    </w:p>
    <w:p w:rsidR="00D43590" w:rsidRDefault="00D43590" w:rsidP="00D43590">
      <w:r>
        <w:t>337.2403</w:t>
      </w:r>
      <w:r>
        <w:tab/>
        <w:t>3.038e0</w:t>
      </w:r>
    </w:p>
    <w:p w:rsidR="00D43590" w:rsidRDefault="00D43590" w:rsidP="00D43590">
      <w:r>
        <w:t>337.4858</w:t>
      </w:r>
      <w:r>
        <w:tab/>
        <w:t>1.013e0</w:t>
      </w:r>
    </w:p>
    <w:p w:rsidR="00D43590" w:rsidRDefault="00D43590" w:rsidP="00D43590">
      <w:r>
        <w:t>337.6488</w:t>
      </w:r>
      <w:r>
        <w:tab/>
        <w:t>1.013e0</w:t>
      </w:r>
    </w:p>
    <w:p w:rsidR="00D43590" w:rsidRDefault="00D43590" w:rsidP="00D43590">
      <w:r>
        <w:t>337.7220</w:t>
      </w:r>
      <w:r>
        <w:tab/>
        <w:t>1.013e0</w:t>
      </w:r>
    </w:p>
    <w:p w:rsidR="00D43590" w:rsidRDefault="00D43590" w:rsidP="00D43590">
      <w:r>
        <w:t>337.7660</w:t>
      </w:r>
      <w:r>
        <w:tab/>
        <w:t>1.013e0</w:t>
      </w:r>
    </w:p>
    <w:p w:rsidR="00D43590" w:rsidRDefault="00D43590" w:rsidP="00D43590">
      <w:r>
        <w:t>337.9457</w:t>
      </w:r>
      <w:r>
        <w:tab/>
        <w:t>1.013e0</w:t>
      </w:r>
    </w:p>
    <w:p w:rsidR="00D43590" w:rsidRDefault="00D43590" w:rsidP="00D43590">
      <w:r>
        <w:lastRenderedPageBreak/>
        <w:t>338.0000</w:t>
      </w:r>
      <w:r>
        <w:tab/>
        <w:t>1.013e0</w:t>
      </w:r>
    </w:p>
    <w:p w:rsidR="00D43590" w:rsidRDefault="00D43590" w:rsidP="00D43590">
      <w:r>
        <w:t>338.0903</w:t>
      </w:r>
      <w:r>
        <w:tab/>
        <w:t>2.025e0</w:t>
      </w:r>
    </w:p>
    <w:p w:rsidR="00D43590" w:rsidRDefault="00D43590" w:rsidP="00D43590">
      <w:r>
        <w:t>338.1555</w:t>
      </w:r>
      <w:r>
        <w:tab/>
        <w:t>2.025e0</w:t>
      </w:r>
    </w:p>
    <w:p w:rsidR="00D43590" w:rsidRDefault="00D43590" w:rsidP="00D43590">
      <w:r>
        <w:t>338.2231</w:t>
      </w:r>
      <w:r>
        <w:tab/>
        <w:t>2.025e0</w:t>
      </w:r>
    </w:p>
    <w:p w:rsidR="00D43590" w:rsidRDefault="00D43590" w:rsidP="00D43590">
      <w:r>
        <w:t>338.6055</w:t>
      </w:r>
      <w:r>
        <w:tab/>
        <w:t>1.013e0</w:t>
      </w:r>
    </w:p>
    <w:p w:rsidR="00D43590" w:rsidRDefault="00D43590" w:rsidP="00D43590">
      <w:r>
        <w:t>338.6593</w:t>
      </w:r>
      <w:r>
        <w:tab/>
        <w:t>1.013e0</w:t>
      </w:r>
    </w:p>
    <w:p w:rsidR="00D43590" w:rsidRDefault="00D43590" w:rsidP="00D43590">
      <w:r>
        <w:t>338.7096</w:t>
      </w:r>
      <w:r>
        <w:tab/>
        <w:t>1.013e0</w:t>
      </w:r>
    </w:p>
    <w:p w:rsidR="00D43590" w:rsidRDefault="00D43590" w:rsidP="00D43590">
      <w:r>
        <w:t>338.7575</w:t>
      </w:r>
      <w:r>
        <w:tab/>
        <w:t>1.013e0</w:t>
      </w:r>
    </w:p>
    <w:p w:rsidR="00D43590" w:rsidRDefault="00D43590" w:rsidP="00D43590">
      <w:r>
        <w:t>338.7850</w:t>
      </w:r>
      <w:r>
        <w:tab/>
        <w:t>1.013e0</w:t>
      </w:r>
    </w:p>
    <w:p w:rsidR="00D43590" w:rsidRDefault="00D43590" w:rsidP="00D43590">
      <w:r>
        <w:t>338.9335</w:t>
      </w:r>
      <w:r>
        <w:tab/>
        <w:t>1.013e0</w:t>
      </w:r>
    </w:p>
    <w:p w:rsidR="00D43590" w:rsidRDefault="00D43590" w:rsidP="00D43590">
      <w:r>
        <w:t>338.9612</w:t>
      </w:r>
      <w:r>
        <w:tab/>
        <w:t>1.013e0</w:t>
      </w:r>
    </w:p>
    <w:p w:rsidR="00D43590" w:rsidRDefault="00D43590" w:rsidP="00D43590">
      <w:r>
        <w:t>339.0071</w:t>
      </w:r>
      <w:r>
        <w:tab/>
        <w:t>2.025e0</w:t>
      </w:r>
    </w:p>
    <w:p w:rsidR="00D43590" w:rsidRDefault="00D43590" w:rsidP="00D43590">
      <w:r>
        <w:t>339.1436</w:t>
      </w:r>
      <w:r>
        <w:tab/>
        <w:t>1.013e0</w:t>
      </w:r>
    </w:p>
    <w:p w:rsidR="00D43590" w:rsidRDefault="00D43590" w:rsidP="00D43590">
      <w:r>
        <w:t>339.1736</w:t>
      </w:r>
      <w:r>
        <w:tab/>
        <w:t>1.013e0</w:t>
      </w:r>
    </w:p>
    <w:p w:rsidR="00D43590" w:rsidRDefault="00D43590" w:rsidP="00D43590">
      <w:r>
        <w:t>339.2317</w:t>
      </w:r>
      <w:r>
        <w:tab/>
        <w:t>1.013e0</w:t>
      </w:r>
    </w:p>
    <w:p w:rsidR="00D43590" w:rsidRDefault="00D43590" w:rsidP="00D43590">
      <w:r>
        <w:t>339.3975</w:t>
      </w:r>
      <w:r>
        <w:tab/>
        <w:t>1.013e0</w:t>
      </w:r>
    </w:p>
    <w:p w:rsidR="00D43590" w:rsidRDefault="00D43590" w:rsidP="00D43590">
      <w:r>
        <w:t>339.4669</w:t>
      </w:r>
      <w:r>
        <w:tab/>
        <w:t>2.025e0</w:t>
      </w:r>
    </w:p>
    <w:p w:rsidR="00D43590" w:rsidRDefault="00D43590" w:rsidP="00D43590">
      <w:r>
        <w:t>339.7458</w:t>
      </w:r>
      <w:r>
        <w:tab/>
        <w:t>1.013e0</w:t>
      </w:r>
    </w:p>
    <w:p w:rsidR="00D43590" w:rsidRDefault="00D43590" w:rsidP="00D43590">
      <w:r>
        <w:t>339.8338</w:t>
      </w:r>
      <w:r>
        <w:tab/>
        <w:t>2.025e0</w:t>
      </w:r>
    </w:p>
    <w:p w:rsidR="00D43590" w:rsidRDefault="00D43590" w:rsidP="00D43590">
      <w:r>
        <w:lastRenderedPageBreak/>
        <w:t>339.9368</w:t>
      </w:r>
      <w:r>
        <w:tab/>
        <w:t>5.063e0</w:t>
      </w:r>
    </w:p>
    <w:p w:rsidR="00D43590" w:rsidRDefault="00D43590" w:rsidP="00D43590">
      <w:r>
        <w:t>339.9899</w:t>
      </w:r>
      <w:r>
        <w:tab/>
        <w:t>1.013e0</w:t>
      </w:r>
    </w:p>
    <w:p w:rsidR="00D43590" w:rsidRDefault="00D43590" w:rsidP="00D43590">
      <w:r>
        <w:t>340.0980</w:t>
      </w:r>
      <w:r>
        <w:tab/>
        <w:t>1.013e0</w:t>
      </w:r>
    </w:p>
    <w:p w:rsidR="00D43590" w:rsidRDefault="00D43590" w:rsidP="00D43590">
      <w:r>
        <w:t>340.1395</w:t>
      </w:r>
      <w:r>
        <w:tab/>
        <w:t>2.025e0</w:t>
      </w:r>
    </w:p>
    <w:p w:rsidR="00D43590" w:rsidRDefault="00D43590" w:rsidP="00D43590">
      <w:r>
        <w:t>340.1771</w:t>
      </w:r>
      <w:r>
        <w:tab/>
        <w:t>1.013e0</w:t>
      </w:r>
    </w:p>
    <w:p w:rsidR="00D43590" w:rsidRDefault="00D43590" w:rsidP="00D43590">
      <w:r>
        <w:t>340.2212</w:t>
      </w:r>
      <w:r>
        <w:tab/>
        <w:t>1.013e0</w:t>
      </w:r>
    </w:p>
    <w:p w:rsidR="00D43590" w:rsidRDefault="00D43590" w:rsidP="00D43590">
      <w:r>
        <w:t>340.3787</w:t>
      </w:r>
      <w:r>
        <w:tab/>
        <w:t>1.081e0</w:t>
      </w:r>
    </w:p>
    <w:p w:rsidR="00D43590" w:rsidRDefault="00D43590" w:rsidP="00D43590">
      <w:r>
        <w:t>340.4224</w:t>
      </w:r>
      <w:r>
        <w:tab/>
        <w:t>2.025e0</w:t>
      </w:r>
    </w:p>
    <w:p w:rsidR="00D43590" w:rsidRDefault="00D43590" w:rsidP="00D43590">
      <w:r>
        <w:t>340.5148</w:t>
      </w:r>
      <w:r>
        <w:tab/>
        <w:t>2.025e0</w:t>
      </w:r>
    </w:p>
    <w:p w:rsidR="00D43590" w:rsidRDefault="00D43590" w:rsidP="00D43590">
      <w:r>
        <w:t>340.6263</w:t>
      </w:r>
      <w:r>
        <w:tab/>
        <w:t>1.013e0</w:t>
      </w:r>
    </w:p>
    <w:p w:rsidR="00D43590" w:rsidRDefault="00D43590" w:rsidP="00D43590">
      <w:r>
        <w:t>340.8124</w:t>
      </w:r>
      <w:r>
        <w:tab/>
        <w:t>2.025e0</w:t>
      </w:r>
    </w:p>
    <w:p w:rsidR="00D43590" w:rsidRDefault="00D43590" w:rsidP="00D43590">
      <w:r>
        <w:t>340.8529</w:t>
      </w:r>
      <w:r>
        <w:tab/>
        <w:t>2.025e0</w:t>
      </w:r>
    </w:p>
    <w:p w:rsidR="00D43590" w:rsidRDefault="00D43590" w:rsidP="00D43590">
      <w:r>
        <w:t>340.8927</w:t>
      </w:r>
      <w:r>
        <w:tab/>
        <w:t>2.025e0</w:t>
      </w:r>
    </w:p>
    <w:p w:rsidR="00D43590" w:rsidRDefault="00D43590" w:rsidP="00D43590">
      <w:r>
        <w:t>340.9578</w:t>
      </w:r>
      <w:r>
        <w:tab/>
        <w:t>3.038e0</w:t>
      </w:r>
    </w:p>
    <w:p w:rsidR="00D43590" w:rsidRDefault="00D43590" w:rsidP="00D43590">
      <w:r>
        <w:t>341.0088</w:t>
      </w:r>
      <w:r>
        <w:tab/>
        <w:t>2.025e0</w:t>
      </w:r>
    </w:p>
    <w:p w:rsidR="00D43590" w:rsidRDefault="00D43590" w:rsidP="00D43590">
      <w:r>
        <w:t>341.1071</w:t>
      </w:r>
      <w:r>
        <w:tab/>
        <w:t>3.038e0</w:t>
      </w:r>
    </w:p>
    <w:p w:rsidR="00D43590" w:rsidRDefault="00D43590" w:rsidP="00D43590">
      <w:r>
        <w:t>341.1628</w:t>
      </w:r>
      <w:r>
        <w:tab/>
        <w:t>1.013e0</w:t>
      </w:r>
    </w:p>
    <w:p w:rsidR="00D43590" w:rsidRDefault="00D43590" w:rsidP="00D43590">
      <w:r>
        <w:t>341.2355</w:t>
      </w:r>
      <w:r>
        <w:tab/>
        <w:t>1.013e0</w:t>
      </w:r>
    </w:p>
    <w:p w:rsidR="00D43590" w:rsidRDefault="00D43590" w:rsidP="00D43590">
      <w:r>
        <w:t>341.2864</w:t>
      </w:r>
      <w:r>
        <w:tab/>
        <w:t>6.076e0</w:t>
      </w:r>
    </w:p>
    <w:p w:rsidR="00D43590" w:rsidRDefault="00D43590" w:rsidP="00D43590">
      <w:r>
        <w:lastRenderedPageBreak/>
        <w:t>341.3716</w:t>
      </w:r>
      <w:r>
        <w:tab/>
        <w:t>1.013e0</w:t>
      </w:r>
    </w:p>
    <w:p w:rsidR="00D43590" w:rsidRDefault="00D43590" w:rsidP="00D43590">
      <w:r>
        <w:t>341.4223</w:t>
      </w:r>
      <w:r>
        <w:tab/>
        <w:t>2.025e0</w:t>
      </w:r>
    </w:p>
    <w:p w:rsidR="00D43590" w:rsidRDefault="00D43590" w:rsidP="00D43590">
      <w:r>
        <w:t>341.5933</w:t>
      </w:r>
      <w:r>
        <w:tab/>
        <w:t>1.013e0</w:t>
      </w:r>
    </w:p>
    <w:p w:rsidR="00D43590" w:rsidRDefault="00D43590" w:rsidP="00D43590">
      <w:r>
        <w:t>341.7516</w:t>
      </w:r>
      <w:r>
        <w:tab/>
        <w:t>1.013e0</w:t>
      </w:r>
    </w:p>
    <w:p w:rsidR="00D43590" w:rsidRDefault="00D43590" w:rsidP="00D43590">
      <w:r>
        <w:t>341.8447</w:t>
      </w:r>
      <w:r>
        <w:tab/>
        <w:t>1.013e0</w:t>
      </w:r>
    </w:p>
    <w:p w:rsidR="00D43590" w:rsidRDefault="00D43590" w:rsidP="00D43590">
      <w:r>
        <w:t>342.0791</w:t>
      </w:r>
      <w:r>
        <w:tab/>
        <w:t>4.354e1</w:t>
      </w:r>
    </w:p>
    <w:p w:rsidR="00D43590" w:rsidRDefault="00D43590" w:rsidP="00D43590">
      <w:r>
        <w:t>342.1422</w:t>
      </w:r>
      <w:r>
        <w:tab/>
        <w:t>4.148e0</w:t>
      </w:r>
    </w:p>
    <w:p w:rsidR="00D43590" w:rsidRDefault="00D43590" w:rsidP="00D43590">
      <w:r>
        <w:t>342.2598</w:t>
      </w:r>
      <w:r>
        <w:tab/>
        <w:t>2.025e0</w:t>
      </w:r>
    </w:p>
    <w:p w:rsidR="00D43590" w:rsidRDefault="00D43590" w:rsidP="00D43590">
      <w:r>
        <w:t>342.2917</w:t>
      </w:r>
      <w:r>
        <w:tab/>
        <w:t>2.025e0</w:t>
      </w:r>
    </w:p>
    <w:p w:rsidR="00D43590" w:rsidRDefault="00D43590" w:rsidP="00D43590">
      <w:r>
        <w:t>342.3799</w:t>
      </w:r>
      <w:r>
        <w:tab/>
        <w:t>2.025e0</w:t>
      </w:r>
    </w:p>
    <w:p w:rsidR="00D43590" w:rsidRDefault="00D43590" w:rsidP="00D43590">
      <w:r>
        <w:t>342.4505</w:t>
      </w:r>
      <w:r>
        <w:tab/>
        <w:t>3.038e0</w:t>
      </w:r>
    </w:p>
    <w:p w:rsidR="00D43590" w:rsidRDefault="00D43590" w:rsidP="00D43590">
      <w:r>
        <w:t>342.5383</w:t>
      </w:r>
      <w:r>
        <w:tab/>
        <w:t>1.013e0</w:t>
      </w:r>
    </w:p>
    <w:p w:rsidR="00D43590" w:rsidRDefault="00D43590" w:rsidP="00D43590">
      <w:r>
        <w:t>342.6017</w:t>
      </w:r>
      <w:r>
        <w:tab/>
        <w:t>1.013e0</w:t>
      </w:r>
    </w:p>
    <w:p w:rsidR="00D43590" w:rsidRDefault="00D43590" w:rsidP="00D43590">
      <w:r>
        <w:t>342.6460</w:t>
      </w:r>
      <w:r>
        <w:tab/>
        <w:t>2.025e0</w:t>
      </w:r>
    </w:p>
    <w:p w:rsidR="00D43590" w:rsidRDefault="00D43590" w:rsidP="00D43590">
      <w:r>
        <w:t>342.6847</w:t>
      </w:r>
      <w:r>
        <w:tab/>
        <w:t>2.025e0</w:t>
      </w:r>
    </w:p>
    <w:p w:rsidR="00D43590" w:rsidRDefault="00D43590" w:rsidP="00D43590">
      <w:r>
        <w:t>342.7426</w:t>
      </w:r>
      <w:r>
        <w:tab/>
        <w:t>1.013e0</w:t>
      </w:r>
    </w:p>
    <w:p w:rsidR="00D43590" w:rsidRDefault="00D43590" w:rsidP="00D43590">
      <w:r>
        <w:t>342.8390</w:t>
      </w:r>
      <w:r>
        <w:tab/>
        <w:t>2.025e0</w:t>
      </w:r>
    </w:p>
    <w:p w:rsidR="00D43590" w:rsidRDefault="00D43590" w:rsidP="00D43590">
      <w:r>
        <w:t>343.0755</w:t>
      </w:r>
      <w:r>
        <w:tab/>
        <w:t>2.025e0</w:t>
      </w:r>
    </w:p>
    <w:p w:rsidR="00D43590" w:rsidRDefault="00D43590" w:rsidP="00D43590">
      <w:r>
        <w:t>343.1200</w:t>
      </w:r>
      <w:r>
        <w:tab/>
        <w:t>2.025e0</w:t>
      </w:r>
    </w:p>
    <w:p w:rsidR="00D43590" w:rsidRDefault="00D43590" w:rsidP="00D43590">
      <w:r>
        <w:lastRenderedPageBreak/>
        <w:t>343.1937</w:t>
      </w:r>
      <w:r>
        <w:tab/>
        <w:t>4.417e0</w:t>
      </w:r>
    </w:p>
    <w:p w:rsidR="00D43590" w:rsidRDefault="00D43590" w:rsidP="00D43590">
      <w:r>
        <w:t>343.2604</w:t>
      </w:r>
      <w:r>
        <w:tab/>
        <w:t>1.013e0</w:t>
      </w:r>
    </w:p>
    <w:p w:rsidR="00D43590" w:rsidRDefault="00D43590" w:rsidP="00D43590">
      <w:r>
        <w:t>343.2946</w:t>
      </w:r>
      <w:r>
        <w:tab/>
        <w:t>1.013e0</w:t>
      </w:r>
    </w:p>
    <w:p w:rsidR="00D43590" w:rsidRDefault="00D43590" w:rsidP="00D43590">
      <w:r>
        <w:t>343.5110</w:t>
      </w:r>
      <w:r>
        <w:tab/>
        <w:t>1.013e0</w:t>
      </w:r>
    </w:p>
    <w:p w:rsidR="00D43590" w:rsidRDefault="00D43590" w:rsidP="00D43590">
      <w:r>
        <w:t>343.5938</w:t>
      </w:r>
      <w:r>
        <w:tab/>
        <w:t>1.013e0</w:t>
      </w:r>
    </w:p>
    <w:p w:rsidR="00D43590" w:rsidRDefault="00D43590" w:rsidP="00D43590">
      <w:r>
        <w:t>343.7085</w:t>
      </w:r>
      <w:r>
        <w:tab/>
        <w:t>1.013e0</w:t>
      </w:r>
    </w:p>
    <w:p w:rsidR="00D43590" w:rsidRDefault="00D43590" w:rsidP="00D43590">
      <w:r>
        <w:t>343.7821</w:t>
      </w:r>
      <w:r>
        <w:tab/>
        <w:t>1.013e0</w:t>
      </w:r>
    </w:p>
    <w:p w:rsidR="00D43590" w:rsidRDefault="00D43590" w:rsidP="00D43590">
      <w:r>
        <w:t>343.8943</w:t>
      </w:r>
      <w:r>
        <w:tab/>
        <w:t>1.013e0</w:t>
      </w:r>
    </w:p>
    <w:p w:rsidR="00D43590" w:rsidRDefault="00D43590" w:rsidP="00D43590">
      <w:r>
        <w:t>344.0027</w:t>
      </w:r>
      <w:r>
        <w:tab/>
        <w:t>1.013e0</w:t>
      </w:r>
    </w:p>
    <w:p w:rsidR="00D43590" w:rsidRDefault="00D43590" w:rsidP="00D43590">
      <w:r>
        <w:t>344.0855</w:t>
      </w:r>
      <w:r>
        <w:tab/>
        <w:t>5.063e0</w:t>
      </w:r>
    </w:p>
    <w:p w:rsidR="00D43590" w:rsidRDefault="00D43590" w:rsidP="00D43590">
      <w:r>
        <w:t>344.1339</w:t>
      </w:r>
      <w:r>
        <w:tab/>
        <w:t>2.025e0</w:t>
      </w:r>
    </w:p>
    <w:p w:rsidR="00D43590" w:rsidRDefault="00D43590" w:rsidP="00D43590">
      <w:r>
        <w:t>344.1801</w:t>
      </w:r>
      <w:r>
        <w:tab/>
        <w:t>1.013e0</w:t>
      </w:r>
    </w:p>
    <w:p w:rsidR="00D43590" w:rsidRDefault="00D43590" w:rsidP="00D43590">
      <w:r>
        <w:t>344.2498</w:t>
      </w:r>
      <w:r>
        <w:tab/>
        <w:t>7.089e0</w:t>
      </w:r>
    </w:p>
    <w:p w:rsidR="00D43590" w:rsidRDefault="00D43590" w:rsidP="00D43590">
      <w:r>
        <w:t>344.3362</w:t>
      </w:r>
      <w:r>
        <w:tab/>
        <w:t>2.025e0</w:t>
      </w:r>
    </w:p>
    <w:p w:rsidR="00D43590" w:rsidRDefault="00D43590" w:rsidP="00D43590">
      <w:r>
        <w:t>344.3683</w:t>
      </w:r>
      <w:r>
        <w:tab/>
        <w:t>1.013e0</w:t>
      </w:r>
    </w:p>
    <w:p w:rsidR="00D43590" w:rsidRDefault="00D43590" w:rsidP="00D43590">
      <w:r>
        <w:t>344.4161</w:t>
      </w:r>
      <w:r>
        <w:tab/>
        <w:t>1.013e0</w:t>
      </w:r>
    </w:p>
    <w:p w:rsidR="00D43590" w:rsidRDefault="00D43590" w:rsidP="00D43590">
      <w:r>
        <w:t>344.5055</w:t>
      </w:r>
      <w:r>
        <w:tab/>
        <w:t>1.013e0</w:t>
      </w:r>
    </w:p>
    <w:p w:rsidR="00D43590" w:rsidRDefault="00D43590" w:rsidP="00D43590">
      <w:r>
        <w:t>344.6091</w:t>
      </w:r>
      <w:r>
        <w:tab/>
        <w:t>1.013e0</w:t>
      </w:r>
    </w:p>
    <w:p w:rsidR="00D43590" w:rsidRDefault="00D43590" w:rsidP="00D43590">
      <w:r>
        <w:t>344.6587</w:t>
      </w:r>
      <w:r>
        <w:tab/>
        <w:t>1.013e0</w:t>
      </w:r>
    </w:p>
    <w:p w:rsidR="00D43590" w:rsidRDefault="00D43590" w:rsidP="00D43590">
      <w:r>
        <w:lastRenderedPageBreak/>
        <w:t>344.7036</w:t>
      </w:r>
      <w:r>
        <w:tab/>
        <w:t>2.025e0</w:t>
      </w:r>
    </w:p>
    <w:p w:rsidR="00D43590" w:rsidRDefault="00D43590" w:rsidP="00D43590">
      <w:r>
        <w:t>344.7381</w:t>
      </w:r>
      <w:r>
        <w:tab/>
        <w:t>2.025e0</w:t>
      </w:r>
    </w:p>
    <w:p w:rsidR="00D43590" w:rsidRDefault="00D43590" w:rsidP="00D43590">
      <w:r>
        <w:t>344.8222</w:t>
      </w:r>
      <w:r>
        <w:tab/>
        <w:t>1.013e0</w:t>
      </w:r>
    </w:p>
    <w:p w:rsidR="00D43590" w:rsidRDefault="00D43590" w:rsidP="00D43590">
      <w:r>
        <w:t>344.9460</w:t>
      </w:r>
      <w:r>
        <w:tab/>
        <w:t>2.025e0</w:t>
      </w:r>
    </w:p>
    <w:p w:rsidR="00D43590" w:rsidRDefault="00D43590" w:rsidP="00D43590">
      <w:r>
        <w:t>344.9909</w:t>
      </w:r>
      <w:r>
        <w:tab/>
        <w:t>1.013e0</w:t>
      </w:r>
    </w:p>
    <w:p w:rsidR="00D43590" w:rsidRDefault="00D43590" w:rsidP="00D43590">
      <w:r>
        <w:t>345.0856</w:t>
      </w:r>
      <w:r>
        <w:tab/>
        <w:t>3.389e0</w:t>
      </w:r>
    </w:p>
    <w:p w:rsidR="00D43590" w:rsidRDefault="00D43590" w:rsidP="00D43590">
      <w:r>
        <w:t>345.1568</w:t>
      </w:r>
      <w:r>
        <w:tab/>
        <w:t>6.050e0</w:t>
      </w:r>
    </w:p>
    <w:p w:rsidR="00D43590" w:rsidRDefault="00D43590" w:rsidP="00D43590">
      <w:r>
        <w:t>345.2211</w:t>
      </w:r>
      <w:r>
        <w:tab/>
        <w:t>2.025e0</w:t>
      </w:r>
    </w:p>
    <w:p w:rsidR="00D43590" w:rsidRDefault="00D43590" w:rsidP="00D43590">
      <w:r>
        <w:t>345.2722</w:t>
      </w:r>
      <w:r>
        <w:tab/>
        <w:t>1.013e0</w:t>
      </w:r>
    </w:p>
    <w:p w:rsidR="00D43590" w:rsidRDefault="00D43590" w:rsidP="00D43590">
      <w:r>
        <w:t>345.3183</w:t>
      </w:r>
      <w:r>
        <w:tab/>
        <w:t>2.025e0</w:t>
      </w:r>
    </w:p>
    <w:p w:rsidR="00D43590" w:rsidRDefault="00D43590" w:rsidP="00D43590">
      <w:r>
        <w:t>345.4324</w:t>
      </w:r>
      <w:r>
        <w:tab/>
        <w:t>1.013e0</w:t>
      </w:r>
    </w:p>
    <w:p w:rsidR="00D43590" w:rsidRDefault="00D43590" w:rsidP="00D43590">
      <w:r>
        <w:t>345.5172</w:t>
      </w:r>
      <w:r>
        <w:tab/>
        <w:t>1.013e0</w:t>
      </w:r>
    </w:p>
    <w:p w:rsidR="00D43590" w:rsidRDefault="00D43590" w:rsidP="00D43590">
      <w:r>
        <w:t>345.6292</w:t>
      </w:r>
      <w:r>
        <w:tab/>
        <w:t>4.051e0</w:t>
      </w:r>
    </w:p>
    <w:p w:rsidR="00D43590" w:rsidRDefault="00D43590" w:rsidP="00D43590">
      <w:r>
        <w:t>345.6862</w:t>
      </w:r>
      <w:r>
        <w:tab/>
        <w:t>1.013e0</w:t>
      </w:r>
    </w:p>
    <w:p w:rsidR="00D43590" w:rsidRDefault="00D43590" w:rsidP="00D43590">
      <w:r>
        <w:t>345.7544</w:t>
      </w:r>
      <w:r>
        <w:tab/>
        <w:t>1.013e0</w:t>
      </w:r>
    </w:p>
    <w:p w:rsidR="00D43590" w:rsidRDefault="00D43590" w:rsidP="00D43590">
      <w:r>
        <w:t>345.8353</w:t>
      </w:r>
      <w:r>
        <w:tab/>
        <w:t>1.013e0</w:t>
      </w:r>
    </w:p>
    <w:p w:rsidR="00D43590" w:rsidRDefault="00D43590" w:rsidP="00D43590">
      <w:r>
        <w:t>345.9031</w:t>
      </w:r>
      <w:r>
        <w:tab/>
        <w:t>1.013e0</w:t>
      </w:r>
    </w:p>
    <w:p w:rsidR="00D43590" w:rsidRDefault="00D43590" w:rsidP="00D43590">
      <w:r>
        <w:t>345.9316</w:t>
      </w:r>
      <w:r>
        <w:tab/>
        <w:t>1.013e0</w:t>
      </w:r>
    </w:p>
    <w:p w:rsidR="00D43590" w:rsidRDefault="00D43590" w:rsidP="00D43590">
      <w:r>
        <w:t>345.9783</w:t>
      </w:r>
      <w:r>
        <w:tab/>
        <w:t>3.038e0</w:t>
      </w:r>
    </w:p>
    <w:p w:rsidR="00D43590" w:rsidRDefault="00D43590" w:rsidP="00D43590">
      <w:r>
        <w:lastRenderedPageBreak/>
        <w:t>346.0312</w:t>
      </w:r>
      <w:r>
        <w:tab/>
        <w:t>5.063e0</w:t>
      </w:r>
    </w:p>
    <w:p w:rsidR="00D43590" w:rsidRDefault="00D43590" w:rsidP="00D43590">
      <w:r>
        <w:t>346.1767</w:t>
      </w:r>
      <w:r>
        <w:tab/>
        <w:t>9.289e1</w:t>
      </w:r>
    </w:p>
    <w:p w:rsidR="00D43590" w:rsidRDefault="00D43590" w:rsidP="00D43590">
      <w:r>
        <w:t>346.3226</w:t>
      </w:r>
      <w:r>
        <w:tab/>
        <w:t>1.013e0</w:t>
      </w:r>
    </w:p>
    <w:p w:rsidR="00D43590" w:rsidRDefault="00D43590" w:rsidP="00D43590">
      <w:r>
        <w:t>346.3618</w:t>
      </w:r>
      <w:r>
        <w:tab/>
        <w:t>2.025e0</w:t>
      </w:r>
    </w:p>
    <w:p w:rsidR="00D43590" w:rsidRDefault="00D43590" w:rsidP="00D43590">
      <w:r>
        <w:t>346.4030</w:t>
      </w:r>
      <w:r>
        <w:tab/>
        <w:t>2.025e0</w:t>
      </w:r>
    </w:p>
    <w:p w:rsidR="00D43590" w:rsidRDefault="00D43590" w:rsidP="00D43590">
      <w:r>
        <w:t>346.4862</w:t>
      </w:r>
      <w:r>
        <w:tab/>
        <w:t>1.013e0</w:t>
      </w:r>
    </w:p>
    <w:p w:rsidR="00D43590" w:rsidRDefault="00D43590" w:rsidP="00D43590">
      <w:r>
        <w:t>346.6591</w:t>
      </w:r>
      <w:r>
        <w:tab/>
        <w:t>2.025e0</w:t>
      </w:r>
    </w:p>
    <w:p w:rsidR="00D43590" w:rsidRDefault="00D43590" w:rsidP="00D43590">
      <w:r>
        <w:t>346.8424</w:t>
      </w:r>
      <w:r>
        <w:tab/>
        <w:t>1.013e0</w:t>
      </w:r>
    </w:p>
    <w:p w:rsidR="00D43590" w:rsidRDefault="00D43590" w:rsidP="00D43590">
      <w:r>
        <w:t>346.8952</w:t>
      </w:r>
      <w:r>
        <w:tab/>
        <w:t>3.038e0</w:t>
      </w:r>
    </w:p>
    <w:p w:rsidR="00D43590" w:rsidRDefault="00D43590" w:rsidP="00D43590">
      <w:r>
        <w:t>346.9339</w:t>
      </w:r>
      <w:r>
        <w:tab/>
        <w:t>3.294e0</w:t>
      </w:r>
    </w:p>
    <w:p w:rsidR="00D43590" w:rsidRDefault="00D43590" w:rsidP="00D43590">
      <w:r>
        <w:t>346.9810</w:t>
      </w:r>
      <w:r>
        <w:tab/>
        <w:t>1.013e0</w:t>
      </w:r>
    </w:p>
    <w:p w:rsidR="00D43590" w:rsidRDefault="00D43590" w:rsidP="00D43590">
      <w:r>
        <w:t>347.1251</w:t>
      </w:r>
      <w:r>
        <w:tab/>
        <w:t>2.025e0</w:t>
      </w:r>
    </w:p>
    <w:p w:rsidR="00D43590" w:rsidRDefault="00D43590" w:rsidP="00D43590">
      <w:r>
        <w:t>347.1772</w:t>
      </w:r>
      <w:r>
        <w:tab/>
        <w:t>2.228e1</w:t>
      </w:r>
    </w:p>
    <w:p w:rsidR="00D43590" w:rsidRDefault="00D43590" w:rsidP="00D43590">
      <w:r>
        <w:t>347.3089</w:t>
      </w:r>
      <w:r>
        <w:tab/>
        <w:t>2.025e0</w:t>
      </w:r>
    </w:p>
    <w:p w:rsidR="00D43590" w:rsidRDefault="00D43590" w:rsidP="00D43590">
      <w:r>
        <w:t>347.4604</w:t>
      </w:r>
      <w:r>
        <w:tab/>
        <w:t>3.383e0</w:t>
      </w:r>
    </w:p>
    <w:p w:rsidR="00D43590" w:rsidRDefault="00D43590" w:rsidP="00D43590">
      <w:r>
        <w:t>347.7426</w:t>
      </w:r>
      <w:r>
        <w:tab/>
        <w:t>1.013e0</w:t>
      </w:r>
    </w:p>
    <w:p w:rsidR="00D43590" w:rsidRDefault="00D43590" w:rsidP="00D43590">
      <w:r>
        <w:t>347.8714</w:t>
      </w:r>
      <w:r>
        <w:tab/>
        <w:t>1.013e0</w:t>
      </w:r>
    </w:p>
    <w:p w:rsidR="00D43590" w:rsidRDefault="00D43590" w:rsidP="00D43590">
      <w:r>
        <w:t>348.0002</w:t>
      </w:r>
      <w:r>
        <w:tab/>
        <w:t>1.013e0</w:t>
      </w:r>
    </w:p>
    <w:p w:rsidR="00D43590" w:rsidRDefault="00D43590" w:rsidP="00D43590">
      <w:r>
        <w:t>348.0390</w:t>
      </w:r>
      <w:r>
        <w:tab/>
        <w:t>1.013e0</w:t>
      </w:r>
    </w:p>
    <w:p w:rsidR="00D43590" w:rsidRDefault="00D43590" w:rsidP="00D43590">
      <w:r>
        <w:lastRenderedPageBreak/>
        <w:t>348.1913</w:t>
      </w:r>
      <w:r>
        <w:tab/>
        <w:t>3.038e0</w:t>
      </w:r>
    </w:p>
    <w:p w:rsidR="00D43590" w:rsidRDefault="00D43590" w:rsidP="00D43590">
      <w:r>
        <w:t>348.2577</w:t>
      </w:r>
      <w:r>
        <w:tab/>
        <w:t>2.025e0</w:t>
      </w:r>
    </w:p>
    <w:p w:rsidR="00D43590" w:rsidRDefault="00D43590" w:rsidP="00D43590">
      <w:r>
        <w:t>348.3980</w:t>
      </w:r>
      <w:r>
        <w:tab/>
        <w:t>1.013e0</w:t>
      </w:r>
    </w:p>
    <w:p w:rsidR="00D43590" w:rsidRDefault="00D43590" w:rsidP="00D43590">
      <w:r>
        <w:t>348.4256</w:t>
      </w:r>
      <w:r>
        <w:tab/>
        <w:t>1.013e0</w:t>
      </w:r>
    </w:p>
    <w:p w:rsidR="00D43590" w:rsidRDefault="00D43590" w:rsidP="00D43590">
      <w:r>
        <w:t>348.4887</w:t>
      </w:r>
      <w:r>
        <w:tab/>
        <w:t>2.025e0</w:t>
      </w:r>
    </w:p>
    <w:p w:rsidR="00D43590" w:rsidRDefault="00D43590" w:rsidP="00D43590">
      <w:r>
        <w:t>348.6312</w:t>
      </w:r>
      <w:r>
        <w:tab/>
        <w:t>3.038e0</w:t>
      </w:r>
    </w:p>
    <w:p w:rsidR="00D43590" w:rsidRDefault="00D43590" w:rsidP="00D43590">
      <w:r>
        <w:t>348.6836</w:t>
      </w:r>
      <w:r>
        <w:tab/>
        <w:t>1.013e0</w:t>
      </w:r>
    </w:p>
    <w:p w:rsidR="00D43590" w:rsidRDefault="00D43590" w:rsidP="00D43590">
      <w:r>
        <w:t>348.7449</w:t>
      </w:r>
      <w:r>
        <w:tab/>
        <w:t>4.051e0</w:t>
      </w:r>
    </w:p>
    <w:p w:rsidR="00D43590" w:rsidRDefault="00D43590" w:rsidP="00D43590">
      <w:r>
        <w:t>348.8253</w:t>
      </w:r>
      <w:r>
        <w:tab/>
        <w:t>1.013e0</w:t>
      </w:r>
    </w:p>
    <w:p w:rsidR="00D43590" w:rsidRDefault="00D43590" w:rsidP="00D43590">
      <w:r>
        <w:t>348.8528</w:t>
      </w:r>
      <w:r>
        <w:tab/>
        <w:t>1.013e0</w:t>
      </w:r>
    </w:p>
    <w:p w:rsidR="00D43590" w:rsidRDefault="00D43590" w:rsidP="00D43590">
      <w:r>
        <w:t>348.9030</w:t>
      </w:r>
      <w:r>
        <w:tab/>
        <w:t>1.013e0</w:t>
      </w:r>
    </w:p>
    <w:p w:rsidR="00D43590" w:rsidRDefault="00D43590" w:rsidP="00D43590">
      <w:r>
        <w:t>348.9483</w:t>
      </w:r>
      <w:r>
        <w:tab/>
        <w:t>1.013e0</w:t>
      </w:r>
    </w:p>
    <w:p w:rsidR="00D43590" w:rsidRDefault="00D43590" w:rsidP="00D43590">
      <w:r>
        <w:t>349.0605</w:t>
      </w:r>
      <w:r>
        <w:tab/>
        <w:t>4.051e0</w:t>
      </w:r>
    </w:p>
    <w:p w:rsidR="00D43590" w:rsidRDefault="00D43590" w:rsidP="00D43590">
      <w:r>
        <w:t>349.1857</w:t>
      </w:r>
      <w:r>
        <w:tab/>
        <w:t>2.835e1</w:t>
      </w:r>
    </w:p>
    <w:p w:rsidR="00D43590" w:rsidRDefault="00D43590" w:rsidP="00D43590">
      <w:r>
        <w:t>349.2907</w:t>
      </w:r>
      <w:r>
        <w:tab/>
        <w:t>1.013e0</w:t>
      </w:r>
    </w:p>
    <w:p w:rsidR="00D43590" w:rsidRDefault="00D43590" w:rsidP="00D43590">
      <w:r>
        <w:t>349.5784</w:t>
      </w:r>
      <w:r>
        <w:tab/>
        <w:t>1.013e0</w:t>
      </w:r>
    </w:p>
    <w:p w:rsidR="00D43590" w:rsidRDefault="00D43590" w:rsidP="00D43590">
      <w:r>
        <w:t>349.6916</w:t>
      </w:r>
      <w:r>
        <w:tab/>
        <w:t>1.013e0</w:t>
      </w:r>
    </w:p>
    <w:p w:rsidR="00D43590" w:rsidRDefault="00D43590" w:rsidP="00D43590">
      <w:r>
        <w:t>349.7563</w:t>
      </w:r>
      <w:r>
        <w:tab/>
        <w:t>1.013e0</w:t>
      </w:r>
    </w:p>
    <w:p w:rsidR="00D43590" w:rsidRDefault="00D43590" w:rsidP="00D43590">
      <w:r>
        <w:t>349.8529</w:t>
      </w:r>
      <w:r>
        <w:tab/>
        <w:t>1.013e0</w:t>
      </w:r>
    </w:p>
    <w:p w:rsidR="00D43590" w:rsidRDefault="00D43590" w:rsidP="00D43590">
      <w:r>
        <w:lastRenderedPageBreak/>
        <w:t>349.8805</w:t>
      </w:r>
      <w:r>
        <w:tab/>
        <w:t>1.013e0</w:t>
      </w:r>
    </w:p>
    <w:p w:rsidR="00D43590" w:rsidRDefault="00D43590" w:rsidP="00D43590">
      <w:r>
        <w:t>349.9449</w:t>
      </w:r>
      <w:r>
        <w:tab/>
        <w:t>1.013e0</w:t>
      </w:r>
    </w:p>
    <w:p w:rsidR="00D43590" w:rsidRDefault="00D43590" w:rsidP="00D43590">
      <w:r>
        <w:t>349.9753</w:t>
      </w:r>
      <w:r>
        <w:tab/>
        <w:t>2.025e0</w:t>
      </w:r>
    </w:p>
    <w:p w:rsidR="00D43590" w:rsidRDefault="00D43590" w:rsidP="00D43590">
      <w:r>
        <w:t>350.0327</w:t>
      </w:r>
      <w:r>
        <w:tab/>
        <w:t>2.025e0</w:t>
      </w:r>
    </w:p>
    <w:p w:rsidR="00D43590" w:rsidRDefault="00D43590" w:rsidP="00D43590">
      <w:r>
        <w:t>350.1107</w:t>
      </w:r>
      <w:r>
        <w:tab/>
        <w:t>1.013e0</w:t>
      </w:r>
    </w:p>
    <w:p w:rsidR="00D43590" w:rsidRDefault="00D43590" w:rsidP="00D43590">
      <w:r>
        <w:t>350.1731</w:t>
      </w:r>
      <w:r>
        <w:tab/>
        <w:t>8.101e0</w:t>
      </w:r>
    </w:p>
    <w:p w:rsidR="00D43590" w:rsidRDefault="00D43590" w:rsidP="00D43590">
      <w:r>
        <w:t>350.2498</w:t>
      </w:r>
      <w:r>
        <w:tab/>
        <w:t>2.025e0</w:t>
      </w:r>
    </w:p>
    <w:p w:rsidR="00D43590" w:rsidRDefault="00D43590" w:rsidP="00D43590">
      <w:r>
        <w:t>350.3371</w:t>
      </w:r>
      <w:r>
        <w:tab/>
        <w:t>5.027e0</w:t>
      </w:r>
    </w:p>
    <w:p w:rsidR="00D43590" w:rsidRDefault="00D43590" w:rsidP="00D43590">
      <w:r>
        <w:t>350.4688</w:t>
      </w:r>
      <w:r>
        <w:tab/>
        <w:t>1.013e0</w:t>
      </w:r>
    </w:p>
    <w:p w:rsidR="00D43590" w:rsidRDefault="00D43590" w:rsidP="00D43590">
      <w:r>
        <w:t>350.5531</w:t>
      </w:r>
      <w:r>
        <w:tab/>
        <w:t>1.013e0</w:t>
      </w:r>
    </w:p>
    <w:p w:rsidR="00D43590" w:rsidRDefault="00D43590" w:rsidP="00D43590">
      <w:r>
        <w:t>350.5824</w:t>
      </w:r>
      <w:r>
        <w:tab/>
        <w:t>1.013e0</w:t>
      </w:r>
    </w:p>
    <w:p w:rsidR="00D43590" w:rsidRDefault="00D43590" w:rsidP="00D43590">
      <w:r>
        <w:t>350.6432</w:t>
      </w:r>
      <w:r>
        <w:tab/>
        <w:t>1.013e0</w:t>
      </w:r>
    </w:p>
    <w:p w:rsidR="00D43590" w:rsidRDefault="00D43590" w:rsidP="00D43590">
      <w:r>
        <w:t>351.0236</w:t>
      </w:r>
      <w:r>
        <w:tab/>
        <w:t>6.076e0</w:t>
      </w:r>
    </w:p>
    <w:p w:rsidR="00D43590" w:rsidRDefault="00D43590" w:rsidP="00D43590">
      <w:r>
        <w:t>351.1685</w:t>
      </w:r>
      <w:r>
        <w:tab/>
        <w:t>2.430e1</w:t>
      </w:r>
    </w:p>
    <w:p w:rsidR="00D43590" w:rsidRDefault="00D43590" w:rsidP="00D43590">
      <w:r>
        <w:t>351.2385</w:t>
      </w:r>
      <w:r>
        <w:tab/>
        <w:t>2.025e0</w:t>
      </w:r>
    </w:p>
    <w:p w:rsidR="00D43590" w:rsidRDefault="00D43590" w:rsidP="00D43590">
      <w:r>
        <w:t>351.3629</w:t>
      </w:r>
      <w:r>
        <w:tab/>
        <w:t>2.025e0</w:t>
      </w:r>
    </w:p>
    <w:p w:rsidR="00D43590" w:rsidRDefault="00D43590" w:rsidP="00D43590">
      <w:r>
        <w:t>351.6115</w:t>
      </w:r>
      <w:r>
        <w:tab/>
        <w:t>1.013e0</w:t>
      </w:r>
    </w:p>
    <w:p w:rsidR="00D43590" w:rsidRDefault="00D43590" w:rsidP="00D43590">
      <w:r>
        <w:t>351.7223</w:t>
      </w:r>
      <w:r>
        <w:tab/>
        <w:t>2.025e0</w:t>
      </w:r>
    </w:p>
    <w:p w:rsidR="00D43590" w:rsidRDefault="00D43590" w:rsidP="00D43590">
      <w:r>
        <w:t>351.9140</w:t>
      </w:r>
      <w:r>
        <w:tab/>
        <w:t>2.025e0</w:t>
      </w:r>
    </w:p>
    <w:p w:rsidR="00D43590" w:rsidRDefault="00D43590" w:rsidP="00D43590">
      <w:r>
        <w:lastRenderedPageBreak/>
        <w:t>351.9868</w:t>
      </w:r>
      <w:r>
        <w:tab/>
        <w:t>1.013e0</w:t>
      </w:r>
    </w:p>
    <w:p w:rsidR="00D43590" w:rsidRDefault="00D43590" w:rsidP="00D43590">
      <w:r>
        <w:t>352.1538</w:t>
      </w:r>
      <w:r>
        <w:tab/>
        <w:t>2.886e0</w:t>
      </w:r>
    </w:p>
    <w:p w:rsidR="00D43590" w:rsidRDefault="00D43590" w:rsidP="00D43590">
      <w:r>
        <w:t>352.2053</w:t>
      </w:r>
      <w:r>
        <w:tab/>
        <w:t>4.911e0</w:t>
      </w:r>
    </w:p>
    <w:p w:rsidR="00D43590" w:rsidRDefault="00D43590" w:rsidP="00D43590">
      <w:r>
        <w:t>352.2456</w:t>
      </w:r>
      <w:r>
        <w:tab/>
        <w:t>2.025e0</w:t>
      </w:r>
    </w:p>
    <w:p w:rsidR="00D43590" w:rsidRDefault="00D43590" w:rsidP="00D43590">
      <w:r>
        <w:t>352.3569</w:t>
      </w:r>
      <w:r>
        <w:tab/>
        <w:t>3.038e0</w:t>
      </w:r>
    </w:p>
    <w:p w:rsidR="00D43590" w:rsidRDefault="00D43590" w:rsidP="00D43590">
      <w:r>
        <w:t>352.4147</w:t>
      </w:r>
      <w:r>
        <w:tab/>
        <w:t>1.013e0</w:t>
      </w:r>
    </w:p>
    <w:p w:rsidR="00D43590" w:rsidRDefault="00D43590" w:rsidP="00D43590">
      <w:r>
        <w:t>352.4755</w:t>
      </w:r>
      <w:r>
        <w:tab/>
        <w:t>1.013e0</w:t>
      </w:r>
    </w:p>
    <w:p w:rsidR="00D43590" w:rsidRDefault="00D43590" w:rsidP="00D43590">
      <w:r>
        <w:t>352.5641</w:t>
      </w:r>
      <w:r>
        <w:tab/>
        <w:t>1.013e0</w:t>
      </w:r>
    </w:p>
    <w:p w:rsidR="00D43590" w:rsidRDefault="00D43590" w:rsidP="00D43590">
      <w:r>
        <w:t>352.6206</w:t>
      </w:r>
      <w:r>
        <w:tab/>
        <w:t>1.013e0</w:t>
      </w:r>
    </w:p>
    <w:p w:rsidR="00D43590" w:rsidRDefault="00D43590" w:rsidP="00D43590">
      <w:r>
        <w:t>352.7014</w:t>
      </w:r>
      <w:r>
        <w:tab/>
        <w:t>2.025e0</w:t>
      </w:r>
    </w:p>
    <w:p w:rsidR="00D43590" w:rsidRDefault="00D43590" w:rsidP="00D43590">
      <w:r>
        <w:t>352.7901</w:t>
      </w:r>
      <w:r>
        <w:tab/>
        <w:t>1.013e0</w:t>
      </w:r>
    </w:p>
    <w:p w:rsidR="00D43590" w:rsidRDefault="00D43590" w:rsidP="00D43590">
      <w:r>
        <w:t>352.8490</w:t>
      </w:r>
      <w:r>
        <w:tab/>
        <w:t>2.025e0</w:t>
      </w:r>
    </w:p>
    <w:p w:rsidR="00D43590" w:rsidRDefault="00D43590" w:rsidP="00D43590">
      <w:r>
        <w:t>352.9336</w:t>
      </w:r>
      <w:r>
        <w:tab/>
        <w:t>1.013e0</w:t>
      </w:r>
    </w:p>
    <w:p w:rsidR="00D43590" w:rsidRDefault="00D43590" w:rsidP="00D43590">
      <w:r>
        <w:t>352.9642</w:t>
      </w:r>
      <w:r>
        <w:tab/>
        <w:t>1.013e0</w:t>
      </w:r>
    </w:p>
    <w:p w:rsidR="00D43590" w:rsidRDefault="00D43590" w:rsidP="00D43590">
      <w:r>
        <w:t>353.0833</w:t>
      </w:r>
      <w:r>
        <w:tab/>
        <w:t>2.025e0</w:t>
      </w:r>
    </w:p>
    <w:p w:rsidR="00D43590" w:rsidRDefault="00D43590" w:rsidP="00D43590">
      <w:r>
        <w:t>353.1229</w:t>
      </w:r>
      <w:r>
        <w:tab/>
        <w:t>1.013e0</w:t>
      </w:r>
    </w:p>
    <w:p w:rsidR="00D43590" w:rsidRDefault="00D43590" w:rsidP="00D43590">
      <w:r>
        <w:t>353.2026</w:t>
      </w:r>
      <w:r>
        <w:tab/>
        <w:t>1.569e0</w:t>
      </w:r>
    </w:p>
    <w:p w:rsidR="00D43590" w:rsidRDefault="00D43590" w:rsidP="00D43590">
      <w:r>
        <w:t>353.2429</w:t>
      </w:r>
      <w:r>
        <w:tab/>
        <w:t>1.013e0</w:t>
      </w:r>
    </w:p>
    <w:p w:rsidR="00D43590" w:rsidRDefault="00D43590" w:rsidP="00D43590">
      <w:r>
        <w:t>353.2927</w:t>
      </w:r>
      <w:r>
        <w:tab/>
        <w:t>1.013e0</w:t>
      </w:r>
    </w:p>
    <w:p w:rsidR="00D43590" w:rsidRDefault="00D43590" w:rsidP="00D43590">
      <w:r>
        <w:lastRenderedPageBreak/>
        <w:t>353.3480</w:t>
      </w:r>
      <w:r>
        <w:tab/>
        <w:t>1.013e0</w:t>
      </w:r>
    </w:p>
    <w:p w:rsidR="00D43590" w:rsidRDefault="00D43590" w:rsidP="00D43590">
      <w:r>
        <w:t>353.3885</w:t>
      </w:r>
      <w:r>
        <w:tab/>
        <w:t>1.013e0</w:t>
      </w:r>
    </w:p>
    <w:p w:rsidR="00D43590" w:rsidRDefault="00D43590" w:rsidP="00D43590">
      <w:r>
        <w:t>353.4975</w:t>
      </w:r>
      <w:r>
        <w:tab/>
        <w:t>1.013e0</w:t>
      </w:r>
    </w:p>
    <w:p w:rsidR="00D43590" w:rsidRDefault="00D43590" w:rsidP="00D43590">
      <w:r>
        <w:t>353.5417</w:t>
      </w:r>
      <w:r>
        <w:tab/>
        <w:t>1.013e0</w:t>
      </w:r>
    </w:p>
    <w:p w:rsidR="00D43590" w:rsidRDefault="00D43590" w:rsidP="00D43590">
      <w:r>
        <w:t>353.7179</w:t>
      </w:r>
      <w:r>
        <w:tab/>
        <w:t>2.025e0</w:t>
      </w:r>
    </w:p>
    <w:p w:rsidR="00D43590" w:rsidRDefault="00D43590" w:rsidP="00D43590">
      <w:r>
        <w:t>353.8332</w:t>
      </w:r>
      <w:r>
        <w:tab/>
        <w:t>1.013e0</w:t>
      </w:r>
    </w:p>
    <w:p w:rsidR="00D43590" w:rsidRDefault="00D43590" w:rsidP="00D43590">
      <w:r>
        <w:t>353.9601</w:t>
      </w:r>
      <w:r>
        <w:tab/>
        <w:t>2.025e0</w:t>
      </w:r>
    </w:p>
    <w:p w:rsidR="00D43590" w:rsidRDefault="00D43590" w:rsidP="00D43590">
      <w:r>
        <w:t>354.1030</w:t>
      </w:r>
      <w:r>
        <w:tab/>
        <w:t>4.051e0</w:t>
      </w:r>
    </w:p>
    <w:p w:rsidR="00D43590" w:rsidRDefault="00D43590" w:rsidP="00D43590">
      <w:r>
        <w:t>354.1424</w:t>
      </w:r>
      <w:r>
        <w:tab/>
        <w:t>3.038e0</w:t>
      </w:r>
    </w:p>
    <w:p w:rsidR="00D43590" w:rsidRDefault="00D43590" w:rsidP="00D43590">
      <w:r>
        <w:t>354.2374</w:t>
      </w:r>
      <w:r>
        <w:tab/>
        <w:t>1.013e0</w:t>
      </w:r>
    </w:p>
    <w:p w:rsidR="00D43590" w:rsidRDefault="00D43590" w:rsidP="00D43590">
      <w:r>
        <w:t>354.3087</w:t>
      </w:r>
      <w:r>
        <w:tab/>
        <w:t>3.038e0</w:t>
      </w:r>
    </w:p>
    <w:p w:rsidR="00D43590" w:rsidRDefault="00D43590" w:rsidP="00D43590">
      <w:r>
        <w:t>354.3817</w:t>
      </w:r>
      <w:r>
        <w:tab/>
        <w:t>3.038e0</w:t>
      </w:r>
    </w:p>
    <w:p w:rsidR="00D43590" w:rsidRDefault="00D43590" w:rsidP="00D43590">
      <w:r>
        <w:t>354.5124</w:t>
      </w:r>
      <w:r>
        <w:tab/>
        <w:t>1.013e0</w:t>
      </w:r>
    </w:p>
    <w:p w:rsidR="00D43590" w:rsidRDefault="00D43590" w:rsidP="00D43590">
      <w:r>
        <w:t>354.6620</w:t>
      </w:r>
      <w:r>
        <w:tab/>
        <w:t>1.013e0</w:t>
      </w:r>
    </w:p>
    <w:p w:rsidR="00D43590" w:rsidRDefault="00D43590" w:rsidP="00D43590">
      <w:r>
        <w:t>354.7598</w:t>
      </w:r>
      <w:r>
        <w:tab/>
        <w:t>2.025e0</w:t>
      </w:r>
    </w:p>
    <w:p w:rsidR="00D43590" w:rsidRDefault="00D43590" w:rsidP="00D43590">
      <w:r>
        <w:t>354.8077</w:t>
      </w:r>
      <w:r>
        <w:tab/>
        <w:t>1.013e0</w:t>
      </w:r>
    </w:p>
    <w:p w:rsidR="00D43590" w:rsidRDefault="00D43590" w:rsidP="00D43590">
      <w:r>
        <w:t>354.8645</w:t>
      </w:r>
      <w:r>
        <w:tab/>
        <w:t>4.051e0</w:t>
      </w:r>
    </w:p>
    <w:p w:rsidR="00D43590" w:rsidRDefault="00D43590" w:rsidP="00D43590">
      <w:r>
        <w:t>354.9718</w:t>
      </w:r>
      <w:r>
        <w:tab/>
        <w:t>3.763e0</w:t>
      </w:r>
    </w:p>
    <w:p w:rsidR="00D43590" w:rsidRDefault="00D43590" w:rsidP="00D43590">
      <w:r>
        <w:t>355.0283</w:t>
      </w:r>
      <w:r>
        <w:tab/>
        <w:t>2.025e0</w:t>
      </w:r>
    </w:p>
    <w:p w:rsidR="00D43590" w:rsidRDefault="00D43590" w:rsidP="00D43590">
      <w:r>
        <w:lastRenderedPageBreak/>
        <w:t>355.1354</w:t>
      </w:r>
      <w:r>
        <w:tab/>
        <w:t>1.825e0</w:t>
      </w:r>
    </w:p>
    <w:p w:rsidR="00D43590" w:rsidRDefault="00D43590" w:rsidP="00D43590">
      <w:r>
        <w:t>355.2731</w:t>
      </w:r>
      <w:r>
        <w:tab/>
        <w:t>2.025e0</w:t>
      </w:r>
    </w:p>
    <w:p w:rsidR="00D43590" w:rsidRDefault="00D43590" w:rsidP="00D43590">
      <w:r>
        <w:t>355.3174</w:t>
      </w:r>
      <w:r>
        <w:tab/>
        <w:t>1.013e0</w:t>
      </w:r>
    </w:p>
    <w:p w:rsidR="00D43590" w:rsidRDefault="00D43590" w:rsidP="00D43590">
      <w:r>
        <w:t>355.4995</w:t>
      </w:r>
      <w:r>
        <w:tab/>
        <w:t>1.013e0</w:t>
      </w:r>
    </w:p>
    <w:p w:rsidR="00D43590" w:rsidRDefault="00D43590" w:rsidP="00D43590">
      <w:r>
        <w:t>355.5279</w:t>
      </w:r>
      <w:r>
        <w:tab/>
        <w:t>1.013e0</w:t>
      </w:r>
    </w:p>
    <w:p w:rsidR="00D43590" w:rsidRDefault="00D43590" w:rsidP="00D43590">
      <w:r>
        <w:t>355.6047</w:t>
      </w:r>
      <w:r>
        <w:tab/>
        <w:t>1.013e0</w:t>
      </w:r>
    </w:p>
    <w:p w:rsidR="00D43590" w:rsidRDefault="00D43590" w:rsidP="00D43590">
      <w:r>
        <w:t>355.8101</w:t>
      </w:r>
      <w:r>
        <w:tab/>
        <w:t>3.038e0</w:t>
      </w:r>
    </w:p>
    <w:p w:rsidR="00D43590" w:rsidRDefault="00D43590" w:rsidP="00D43590">
      <w:r>
        <w:t>355.8675</w:t>
      </w:r>
      <w:r>
        <w:tab/>
        <w:t>1.013e0</w:t>
      </w:r>
    </w:p>
    <w:p w:rsidR="00D43590" w:rsidRDefault="00D43590" w:rsidP="00D43590">
      <w:r>
        <w:t>355.9081</w:t>
      </w:r>
      <w:r>
        <w:tab/>
        <w:t>3.038e0</w:t>
      </w:r>
    </w:p>
    <w:p w:rsidR="00D43590" w:rsidRDefault="00D43590" w:rsidP="00D43590">
      <w:r>
        <w:t>356.0385</w:t>
      </w:r>
      <w:r>
        <w:tab/>
        <w:t>1.013e0</w:t>
      </w:r>
    </w:p>
    <w:p w:rsidR="00D43590" w:rsidRDefault="00D43590" w:rsidP="00D43590">
      <w:r>
        <w:t>356.1406</w:t>
      </w:r>
      <w:r>
        <w:tab/>
        <w:t>1.720e0</w:t>
      </w:r>
    </w:p>
    <w:p w:rsidR="00D43590" w:rsidRDefault="00D43590" w:rsidP="00D43590">
      <w:r>
        <w:t>356.3016</w:t>
      </w:r>
      <w:r>
        <w:tab/>
        <w:t>1.013e0</w:t>
      </w:r>
    </w:p>
    <w:p w:rsidR="00D43590" w:rsidRDefault="00D43590" w:rsidP="00D43590">
      <w:r>
        <w:t>356.4129</w:t>
      </w:r>
      <w:r>
        <w:tab/>
        <w:t>2.025e0</w:t>
      </w:r>
    </w:p>
    <w:p w:rsidR="00D43590" w:rsidRDefault="00D43590" w:rsidP="00D43590">
      <w:r>
        <w:t>356.5254</w:t>
      </w:r>
      <w:r>
        <w:tab/>
        <w:t>1.013e0</w:t>
      </w:r>
    </w:p>
    <w:p w:rsidR="00D43590" w:rsidRDefault="00D43590" w:rsidP="00D43590">
      <w:r>
        <w:t>356.6920</w:t>
      </w:r>
      <w:r>
        <w:tab/>
        <w:t>2.025e0</w:t>
      </w:r>
    </w:p>
    <w:p w:rsidR="00D43590" w:rsidRDefault="00D43590" w:rsidP="00D43590">
      <w:r>
        <w:t>356.7574</w:t>
      </w:r>
      <w:r>
        <w:tab/>
        <w:t>3.038e0</w:t>
      </w:r>
    </w:p>
    <w:p w:rsidR="00D43590" w:rsidRDefault="00D43590" w:rsidP="00D43590">
      <w:r>
        <w:t>356.8614</w:t>
      </w:r>
      <w:r>
        <w:tab/>
        <w:t>1.013e0</w:t>
      </w:r>
    </w:p>
    <w:p w:rsidR="00D43590" w:rsidRDefault="00D43590" w:rsidP="00D43590">
      <w:r>
        <w:t>356.8929</w:t>
      </w:r>
      <w:r>
        <w:tab/>
        <w:t>1.013e0</w:t>
      </w:r>
    </w:p>
    <w:p w:rsidR="00D43590" w:rsidRDefault="00D43590" w:rsidP="00D43590">
      <w:r>
        <w:t>356.9734</w:t>
      </w:r>
      <w:r>
        <w:tab/>
        <w:t>2.025e0</w:t>
      </w:r>
    </w:p>
    <w:p w:rsidR="00D43590" w:rsidRDefault="00D43590" w:rsidP="00D43590">
      <w:r>
        <w:lastRenderedPageBreak/>
        <w:t>357.0793</w:t>
      </w:r>
      <w:r>
        <w:tab/>
        <w:t>3.038e0</w:t>
      </w:r>
    </w:p>
    <w:p w:rsidR="00D43590" w:rsidRDefault="00D43590" w:rsidP="00D43590">
      <w:r>
        <w:t>357.1503</w:t>
      </w:r>
      <w:r>
        <w:tab/>
        <w:t>3.593e0</w:t>
      </w:r>
    </w:p>
    <w:p w:rsidR="00D43590" w:rsidRDefault="00D43590" w:rsidP="00D43590">
      <w:r>
        <w:t>357.2679</w:t>
      </w:r>
      <w:r>
        <w:tab/>
        <w:t>2.025e0</w:t>
      </w:r>
    </w:p>
    <w:p w:rsidR="00D43590" w:rsidRDefault="00D43590" w:rsidP="00D43590">
      <w:r>
        <w:t>357.3163</w:t>
      </w:r>
      <w:r>
        <w:tab/>
        <w:t>2.025e0</w:t>
      </w:r>
    </w:p>
    <w:p w:rsidR="00D43590" w:rsidRDefault="00D43590" w:rsidP="00D43590">
      <w:r>
        <w:t>357.3586</w:t>
      </w:r>
      <w:r>
        <w:tab/>
        <w:t>1.013e0</w:t>
      </w:r>
    </w:p>
    <w:p w:rsidR="00D43590" w:rsidRDefault="00D43590" w:rsidP="00D43590">
      <w:r>
        <w:t>357.5143</w:t>
      </w:r>
      <w:r>
        <w:tab/>
        <w:t>1.013e0</w:t>
      </w:r>
    </w:p>
    <w:p w:rsidR="00D43590" w:rsidRDefault="00D43590" w:rsidP="00D43590">
      <w:r>
        <w:t>357.6064</w:t>
      </w:r>
      <w:r>
        <w:tab/>
        <w:t>1.013e0</w:t>
      </w:r>
    </w:p>
    <w:p w:rsidR="00D43590" w:rsidRDefault="00D43590" w:rsidP="00D43590">
      <w:r>
        <w:t>357.7916</w:t>
      </w:r>
      <w:r>
        <w:tab/>
        <w:t>1.013e0</w:t>
      </w:r>
    </w:p>
    <w:p w:rsidR="00D43590" w:rsidRDefault="00D43590" w:rsidP="00D43590">
      <w:r>
        <w:t>357.9370</w:t>
      </w:r>
      <w:r>
        <w:tab/>
        <w:t>1.013e0</w:t>
      </w:r>
    </w:p>
    <w:p w:rsidR="00D43590" w:rsidRDefault="00D43590" w:rsidP="00D43590">
      <w:r>
        <w:t>358.0132</w:t>
      </w:r>
      <w:r>
        <w:tab/>
        <w:t>3.038e0</w:t>
      </w:r>
    </w:p>
    <w:p w:rsidR="00D43590" w:rsidRDefault="00D43590" w:rsidP="00D43590">
      <w:r>
        <w:t>358.0626</w:t>
      </w:r>
      <w:r>
        <w:tab/>
        <w:t>1.013e0</w:t>
      </w:r>
    </w:p>
    <w:p w:rsidR="00D43590" w:rsidRDefault="00D43590" w:rsidP="00D43590">
      <w:r>
        <w:t>358.2639</w:t>
      </w:r>
      <w:r>
        <w:tab/>
        <w:t>3.038e0</w:t>
      </w:r>
    </w:p>
    <w:p w:rsidR="00D43590" w:rsidRDefault="00D43590" w:rsidP="00D43590">
      <w:r>
        <w:t>358.3678</w:t>
      </w:r>
      <w:r>
        <w:tab/>
        <w:t>1.013e0</w:t>
      </w:r>
    </w:p>
    <w:p w:rsidR="00D43590" w:rsidRDefault="00D43590" w:rsidP="00D43590">
      <w:r>
        <w:t>358.7467</w:t>
      </w:r>
      <w:r>
        <w:tab/>
        <w:t>2.025e0</w:t>
      </w:r>
    </w:p>
    <w:p w:rsidR="00D43590" w:rsidRDefault="00D43590" w:rsidP="00D43590">
      <w:r>
        <w:t>358.8301</w:t>
      </w:r>
      <w:r>
        <w:tab/>
        <w:t>1.013e0</w:t>
      </w:r>
    </w:p>
    <w:p w:rsidR="00D43590" w:rsidRDefault="00D43590" w:rsidP="00D43590">
      <w:r>
        <w:t>358.9305</w:t>
      </w:r>
      <w:r>
        <w:tab/>
        <w:t>3.038e0</w:t>
      </w:r>
    </w:p>
    <w:p w:rsidR="00D43590" w:rsidRDefault="00D43590" w:rsidP="00D43590">
      <w:r>
        <w:t>358.9891</w:t>
      </w:r>
      <w:r>
        <w:tab/>
        <w:t>1.013e0</w:t>
      </w:r>
    </w:p>
    <w:p w:rsidR="00D43590" w:rsidRDefault="00D43590" w:rsidP="00D43590">
      <w:r>
        <w:t>359.1343</w:t>
      </w:r>
      <w:r>
        <w:tab/>
        <w:t>2.025e0</w:t>
      </w:r>
    </w:p>
    <w:p w:rsidR="00D43590" w:rsidRDefault="00D43590" w:rsidP="00D43590">
      <w:r>
        <w:t>359.2588</w:t>
      </w:r>
      <w:r>
        <w:tab/>
        <w:t>2.025e0</w:t>
      </w:r>
    </w:p>
    <w:p w:rsidR="00D43590" w:rsidRDefault="00D43590" w:rsidP="00D43590">
      <w:r>
        <w:lastRenderedPageBreak/>
        <w:t>359.3092</w:t>
      </w:r>
      <w:r>
        <w:tab/>
        <w:t>1.013e0</w:t>
      </w:r>
    </w:p>
    <w:p w:rsidR="00D43590" w:rsidRDefault="00D43590" w:rsidP="00D43590">
      <w:r>
        <w:t>359.4535</w:t>
      </w:r>
      <w:r>
        <w:tab/>
        <w:t>2.025e0</w:t>
      </w:r>
    </w:p>
    <w:p w:rsidR="00D43590" w:rsidRDefault="00D43590" w:rsidP="00D43590">
      <w:r>
        <w:t>359.7186</w:t>
      </w:r>
      <w:r>
        <w:tab/>
        <w:t>1.013e0</w:t>
      </w:r>
    </w:p>
    <w:p w:rsidR="00D43590" w:rsidRDefault="00D43590" w:rsidP="00D43590">
      <w:r>
        <w:t>359.7680</w:t>
      </w:r>
      <w:r>
        <w:tab/>
        <w:t>1.013e0</w:t>
      </w:r>
    </w:p>
    <w:p w:rsidR="00D43590" w:rsidRDefault="00D43590" w:rsidP="00D43590">
      <w:r>
        <w:t>359.8448</w:t>
      </w:r>
      <w:r>
        <w:tab/>
        <w:t>1.013e0</w:t>
      </w:r>
    </w:p>
    <w:p w:rsidR="00D43590" w:rsidRDefault="00D43590" w:rsidP="00D43590">
      <w:r>
        <w:t>359.8846</w:t>
      </w:r>
      <w:r>
        <w:tab/>
        <w:t>1.013e0</w:t>
      </w:r>
    </w:p>
    <w:p w:rsidR="00D43590" w:rsidRDefault="00D43590" w:rsidP="00D43590">
      <w:r>
        <w:t>360.0489</w:t>
      </w:r>
      <w:r>
        <w:tab/>
        <w:t>3.038e0</w:t>
      </w:r>
    </w:p>
    <w:p w:rsidR="00D43590" w:rsidRDefault="00D43590" w:rsidP="00D43590">
      <w:r>
        <w:t>360.1302</w:t>
      </w:r>
      <w:r>
        <w:tab/>
        <w:t>2.025e0</w:t>
      </w:r>
    </w:p>
    <w:p w:rsidR="00D43590" w:rsidRDefault="00D43590" w:rsidP="00D43590">
      <w:r>
        <w:t>360.1888</w:t>
      </w:r>
      <w:r>
        <w:tab/>
        <w:t>4.397e0</w:t>
      </w:r>
    </w:p>
    <w:p w:rsidR="00D43590" w:rsidRDefault="00D43590" w:rsidP="00D43590">
      <w:r>
        <w:t>360.2575</w:t>
      </w:r>
      <w:r>
        <w:tab/>
        <w:t>4.245e0</w:t>
      </w:r>
    </w:p>
    <w:p w:rsidR="00D43590" w:rsidRDefault="00D43590" w:rsidP="00D43590">
      <w:r>
        <w:t>360.3051</w:t>
      </w:r>
      <w:r>
        <w:tab/>
        <w:t>2.025e0</w:t>
      </w:r>
    </w:p>
    <w:p w:rsidR="00D43590" w:rsidRDefault="00D43590" w:rsidP="00D43590">
      <w:r>
        <w:t>360.3830</w:t>
      </w:r>
      <w:r>
        <w:tab/>
        <w:t>1.013e0</w:t>
      </w:r>
    </w:p>
    <w:p w:rsidR="00D43590" w:rsidRDefault="00D43590" w:rsidP="00D43590">
      <w:r>
        <w:t>360.4791</w:t>
      </w:r>
      <w:r>
        <w:tab/>
        <w:t>2.025e0</w:t>
      </w:r>
    </w:p>
    <w:p w:rsidR="00D43590" w:rsidRDefault="00D43590" w:rsidP="00D43590">
      <w:r>
        <w:t>360.5840</w:t>
      </w:r>
      <w:r>
        <w:tab/>
        <w:t>1.013e0</w:t>
      </w:r>
    </w:p>
    <w:p w:rsidR="00D43590" w:rsidRDefault="00D43590" w:rsidP="00D43590">
      <w:r>
        <w:t>360.7133</w:t>
      </w:r>
      <w:r>
        <w:tab/>
        <w:t>2.025e0</w:t>
      </w:r>
    </w:p>
    <w:p w:rsidR="00D43590" w:rsidRDefault="00D43590" w:rsidP="00D43590">
      <w:r>
        <w:t>360.8220</w:t>
      </w:r>
      <w:r>
        <w:tab/>
        <w:t>1.013e0</w:t>
      </w:r>
    </w:p>
    <w:p w:rsidR="00D43590" w:rsidRDefault="00D43590" w:rsidP="00D43590">
      <w:r>
        <w:t>360.8727</w:t>
      </w:r>
      <w:r>
        <w:tab/>
        <w:t>1.013e0</w:t>
      </w:r>
    </w:p>
    <w:p w:rsidR="00D43590" w:rsidRDefault="00D43590" w:rsidP="00D43590">
      <w:r>
        <w:t>360.9208</w:t>
      </w:r>
      <w:r>
        <w:tab/>
        <w:t>3.038e0</w:t>
      </w:r>
    </w:p>
    <w:p w:rsidR="00D43590" w:rsidRDefault="00D43590" w:rsidP="00D43590">
      <w:r>
        <w:t>361.0950</w:t>
      </w:r>
      <w:r>
        <w:tab/>
        <w:t>1.013e0</w:t>
      </w:r>
    </w:p>
    <w:p w:rsidR="00D43590" w:rsidRDefault="00D43590" w:rsidP="00D43590">
      <w:r>
        <w:lastRenderedPageBreak/>
        <w:t>361.1843</w:t>
      </w:r>
      <w:r>
        <w:tab/>
        <w:t>3.038e0</w:t>
      </w:r>
    </w:p>
    <w:p w:rsidR="00D43590" w:rsidRDefault="00D43590" w:rsidP="00D43590">
      <w:r>
        <w:t>361.3137</w:t>
      </w:r>
      <w:r>
        <w:tab/>
        <w:t>2.025e0</w:t>
      </w:r>
    </w:p>
    <w:p w:rsidR="00D43590" w:rsidRDefault="00D43590" w:rsidP="00D43590">
      <w:r>
        <w:t>361.5786</w:t>
      </w:r>
      <w:r>
        <w:tab/>
        <w:t>2.025e0</w:t>
      </w:r>
    </w:p>
    <w:p w:rsidR="00D43590" w:rsidRDefault="00D43590" w:rsidP="00D43590">
      <w:r>
        <w:t>361.6264</w:t>
      </w:r>
      <w:r>
        <w:tab/>
        <w:t>2.025e0</w:t>
      </w:r>
    </w:p>
    <w:p w:rsidR="00D43590" w:rsidRDefault="00D43590" w:rsidP="00D43590">
      <w:r>
        <w:t>361.7261</w:t>
      </w:r>
      <w:r>
        <w:tab/>
        <w:t>1.013e0</w:t>
      </w:r>
    </w:p>
    <w:p w:rsidR="00D43590" w:rsidRDefault="00D43590" w:rsidP="00D43590">
      <w:r>
        <w:t>361.7911</w:t>
      </w:r>
      <w:r>
        <w:tab/>
        <w:t>1.013e0</w:t>
      </w:r>
    </w:p>
    <w:p w:rsidR="00D43590" w:rsidRDefault="00D43590" w:rsidP="00D43590">
      <w:r>
        <w:t>361.9085</w:t>
      </w:r>
      <w:r>
        <w:tab/>
        <w:t>1.013e0</w:t>
      </w:r>
    </w:p>
    <w:p w:rsidR="00D43590" w:rsidRDefault="00D43590" w:rsidP="00D43590">
      <w:r>
        <w:t>361.9584</w:t>
      </w:r>
      <w:r>
        <w:tab/>
        <w:t>2.025e0</w:t>
      </w:r>
    </w:p>
    <w:p w:rsidR="00D43590" w:rsidRDefault="00D43590" w:rsidP="00D43590">
      <w:r>
        <w:t>362.0287</w:t>
      </w:r>
      <w:r>
        <w:tab/>
        <w:t>1.013e0</w:t>
      </w:r>
    </w:p>
    <w:p w:rsidR="00D43590" w:rsidRDefault="00D43590" w:rsidP="00D43590">
      <w:r>
        <w:t>362.0888</w:t>
      </w:r>
      <w:r>
        <w:tab/>
        <w:t>1.013e0</w:t>
      </w:r>
    </w:p>
    <w:p w:rsidR="00D43590" w:rsidRDefault="00D43590" w:rsidP="00D43590">
      <w:r>
        <w:t>362.1786</w:t>
      </w:r>
      <w:r>
        <w:tab/>
        <w:t>5.063e0</w:t>
      </w:r>
    </w:p>
    <w:p w:rsidR="00D43590" w:rsidRDefault="00D43590" w:rsidP="00D43590">
      <w:r>
        <w:t>362.2758</w:t>
      </w:r>
      <w:r>
        <w:tab/>
        <w:t>2.025e0</w:t>
      </w:r>
    </w:p>
    <w:p w:rsidR="00D43590" w:rsidRDefault="00D43590" w:rsidP="00D43590">
      <w:r>
        <w:t>362.6568</w:t>
      </w:r>
      <w:r>
        <w:tab/>
        <w:t>1.013e0</w:t>
      </w:r>
    </w:p>
    <w:p w:rsidR="00D43590" w:rsidRDefault="00D43590" w:rsidP="00D43590">
      <w:r>
        <w:t>362.7365</w:t>
      </w:r>
      <w:r>
        <w:tab/>
        <w:t>2.025e0</w:t>
      </w:r>
    </w:p>
    <w:p w:rsidR="00D43590" w:rsidRDefault="00D43590" w:rsidP="00D43590">
      <w:r>
        <w:t>362.8690</w:t>
      </w:r>
      <w:r>
        <w:tab/>
        <w:t>1.013e0</w:t>
      </w:r>
    </w:p>
    <w:p w:rsidR="00D43590" w:rsidRDefault="00D43590" w:rsidP="00D43590">
      <w:r>
        <w:t>362.9176</w:t>
      </w:r>
      <w:r>
        <w:tab/>
        <w:t>1.013e0</w:t>
      </w:r>
    </w:p>
    <w:p w:rsidR="00D43590" w:rsidRDefault="00D43590" w:rsidP="00D43590">
      <w:r>
        <w:t>363.1238</w:t>
      </w:r>
      <w:r>
        <w:tab/>
        <w:t>4.051e0</w:t>
      </w:r>
    </w:p>
    <w:p w:rsidR="00D43590" w:rsidRDefault="00D43590" w:rsidP="00D43590">
      <w:r>
        <w:t>363.1964</w:t>
      </w:r>
      <w:r>
        <w:tab/>
        <w:t>1.311e1</w:t>
      </w:r>
    </w:p>
    <w:p w:rsidR="00D43590" w:rsidRDefault="00D43590" w:rsidP="00D43590">
      <w:r>
        <w:t>363.2840</w:t>
      </w:r>
      <w:r>
        <w:tab/>
        <w:t>1.013e0</w:t>
      </w:r>
    </w:p>
    <w:p w:rsidR="00D43590" w:rsidRDefault="00D43590" w:rsidP="00D43590">
      <w:r>
        <w:lastRenderedPageBreak/>
        <w:t>363.3394</w:t>
      </w:r>
      <w:r>
        <w:tab/>
        <w:t>1.013e0</w:t>
      </w:r>
    </w:p>
    <w:p w:rsidR="00D43590" w:rsidRDefault="00D43590" w:rsidP="00D43590">
      <w:r>
        <w:t>363.3997</w:t>
      </w:r>
      <w:r>
        <w:tab/>
        <w:t>1.013e0</w:t>
      </w:r>
    </w:p>
    <w:p w:rsidR="00D43590" w:rsidRDefault="00D43590" w:rsidP="00D43590">
      <w:r>
        <w:t>363.4711</w:t>
      </w:r>
      <w:r>
        <w:tab/>
        <w:t>1.013e0</w:t>
      </w:r>
    </w:p>
    <w:p w:rsidR="00D43590" w:rsidRDefault="00D43590" w:rsidP="00D43590">
      <w:r>
        <w:t>363.5606</w:t>
      </w:r>
      <w:r>
        <w:tab/>
        <w:t>1.013e0</w:t>
      </w:r>
    </w:p>
    <w:p w:rsidR="00D43590" w:rsidRDefault="00D43590" w:rsidP="00D43590">
      <w:r>
        <w:t>363.6745</w:t>
      </w:r>
      <w:r>
        <w:tab/>
        <w:t>1.013e0</w:t>
      </w:r>
    </w:p>
    <w:p w:rsidR="00D43590" w:rsidRDefault="00D43590" w:rsidP="00D43590">
      <w:r>
        <w:t>364.0291</w:t>
      </w:r>
      <w:r>
        <w:tab/>
        <w:t>2.025e0</w:t>
      </w:r>
    </w:p>
    <w:p w:rsidR="00D43590" w:rsidRDefault="00D43590" w:rsidP="00D43590">
      <w:r>
        <w:t>364.1875</w:t>
      </w:r>
      <w:r>
        <w:tab/>
        <w:t>2.025e0</w:t>
      </w:r>
    </w:p>
    <w:p w:rsidR="00D43590" w:rsidRDefault="00D43590" w:rsidP="00D43590">
      <w:r>
        <w:t>364.2247</w:t>
      </w:r>
      <w:r>
        <w:tab/>
        <w:t>1.013e0</w:t>
      </w:r>
    </w:p>
    <w:p w:rsidR="00D43590" w:rsidRDefault="00D43590" w:rsidP="00D43590">
      <w:r>
        <w:t>364.2757</w:t>
      </w:r>
      <w:r>
        <w:tab/>
        <w:t>2.025e0</w:t>
      </w:r>
    </w:p>
    <w:p w:rsidR="00D43590" w:rsidRDefault="00D43590" w:rsidP="00D43590">
      <w:r>
        <w:t>364.3624</w:t>
      </w:r>
      <w:r>
        <w:tab/>
        <w:t>3.038e0</w:t>
      </w:r>
    </w:p>
    <w:p w:rsidR="00D43590" w:rsidRDefault="00D43590" w:rsidP="00D43590">
      <w:r>
        <w:t>364.4276</w:t>
      </w:r>
      <w:r>
        <w:tab/>
        <w:t>1.013e0</w:t>
      </w:r>
    </w:p>
    <w:p w:rsidR="00D43590" w:rsidRDefault="00D43590" w:rsidP="00D43590">
      <w:r>
        <w:t>364.6411</w:t>
      </w:r>
      <w:r>
        <w:tab/>
        <w:t>1.013e0</w:t>
      </w:r>
    </w:p>
    <w:p w:rsidR="00D43590" w:rsidRDefault="00D43590" w:rsidP="00D43590">
      <w:r>
        <w:t>364.7217</w:t>
      </w:r>
      <w:r>
        <w:tab/>
        <w:t>1.013e0</w:t>
      </w:r>
    </w:p>
    <w:p w:rsidR="00D43590" w:rsidRDefault="00D43590" w:rsidP="00D43590">
      <w:r>
        <w:t>364.8024</w:t>
      </w:r>
      <w:r>
        <w:tab/>
        <w:t>1.013e0</w:t>
      </w:r>
    </w:p>
    <w:p w:rsidR="00D43590" w:rsidRDefault="00D43590" w:rsidP="00D43590">
      <w:r>
        <w:t>364.8800</w:t>
      </w:r>
      <w:r>
        <w:tab/>
        <w:t>1.013e0</w:t>
      </w:r>
    </w:p>
    <w:p w:rsidR="00D43590" w:rsidRDefault="00D43590" w:rsidP="00D43590">
      <w:r>
        <w:t>364.9147</w:t>
      </w:r>
      <w:r>
        <w:tab/>
        <w:t>2.025e0</w:t>
      </w:r>
    </w:p>
    <w:p w:rsidR="00D43590" w:rsidRDefault="00D43590" w:rsidP="00D43590">
      <w:r>
        <w:t>365.1081</w:t>
      </w:r>
      <w:r>
        <w:tab/>
        <w:t>1.013e0</w:t>
      </w:r>
    </w:p>
    <w:p w:rsidR="00D43590" w:rsidRDefault="00D43590" w:rsidP="00D43590">
      <w:r>
        <w:t>365.1730</w:t>
      </w:r>
      <w:r>
        <w:tab/>
        <w:t>3.038e0</w:t>
      </w:r>
    </w:p>
    <w:p w:rsidR="00D43590" w:rsidRDefault="00D43590" w:rsidP="00D43590">
      <w:r>
        <w:t>365.2464</w:t>
      </w:r>
      <w:r>
        <w:tab/>
        <w:t>1.013e0</w:t>
      </w:r>
    </w:p>
    <w:p w:rsidR="00D43590" w:rsidRDefault="00D43590" w:rsidP="00D43590">
      <w:r>
        <w:lastRenderedPageBreak/>
        <w:t>365.3513</w:t>
      </w:r>
      <w:r>
        <w:tab/>
        <w:t>2.025e0</w:t>
      </w:r>
    </w:p>
    <w:p w:rsidR="00D43590" w:rsidRDefault="00D43590" w:rsidP="00D43590">
      <w:r>
        <w:t>365.6868</w:t>
      </w:r>
      <w:r>
        <w:tab/>
        <w:t>1.013e0</w:t>
      </w:r>
    </w:p>
    <w:p w:rsidR="00D43590" w:rsidRDefault="00D43590" w:rsidP="00D43590">
      <w:r>
        <w:t>365.8795</w:t>
      </w:r>
      <w:r>
        <w:tab/>
        <w:t>1.013e0</w:t>
      </w:r>
    </w:p>
    <w:p w:rsidR="00D43590" w:rsidRDefault="00D43590" w:rsidP="00D43590">
      <w:r>
        <w:t>365.9316</w:t>
      </w:r>
      <w:r>
        <w:tab/>
        <w:t>1.013e0</w:t>
      </w:r>
    </w:p>
    <w:p w:rsidR="00D43590" w:rsidRDefault="00D43590" w:rsidP="00D43590">
      <w:r>
        <w:t>365.9743</w:t>
      </w:r>
      <w:r>
        <w:tab/>
        <w:t>2.025e0</w:t>
      </w:r>
    </w:p>
    <w:p w:rsidR="00D43590" w:rsidRDefault="00D43590" w:rsidP="00D43590">
      <w:r>
        <w:t>366.0338</w:t>
      </w:r>
      <w:r>
        <w:tab/>
        <w:t>1.013e0</w:t>
      </w:r>
    </w:p>
    <w:p w:rsidR="00D43590" w:rsidRDefault="00D43590" w:rsidP="00D43590">
      <w:r>
        <w:t>366.1132</w:t>
      </w:r>
      <w:r>
        <w:tab/>
        <w:t>2.025e0</w:t>
      </w:r>
    </w:p>
    <w:p w:rsidR="00D43590" w:rsidRDefault="00D43590" w:rsidP="00D43590">
      <w:r>
        <w:t>366.1778</w:t>
      </w:r>
      <w:r>
        <w:tab/>
        <w:t>2.025e0</w:t>
      </w:r>
    </w:p>
    <w:p w:rsidR="00D43590" w:rsidRDefault="00D43590" w:rsidP="00D43590">
      <w:r>
        <w:t>366.2553</w:t>
      </w:r>
      <w:r>
        <w:tab/>
        <w:t>2.025e0</w:t>
      </w:r>
    </w:p>
    <w:p w:rsidR="00D43590" w:rsidRDefault="00D43590" w:rsidP="00D43590">
      <w:r>
        <w:t>366.3661</w:t>
      </w:r>
      <w:r>
        <w:tab/>
        <w:t>3.038e0</w:t>
      </w:r>
    </w:p>
    <w:p w:rsidR="00D43590" w:rsidRDefault="00D43590" w:rsidP="00D43590">
      <w:r>
        <w:t>366.5513</w:t>
      </w:r>
      <w:r>
        <w:tab/>
        <w:t>1.013e0</w:t>
      </w:r>
    </w:p>
    <w:p w:rsidR="00D43590" w:rsidRDefault="00D43590" w:rsidP="00D43590">
      <w:r>
        <w:t>366.6162</w:t>
      </w:r>
      <w:r>
        <w:tab/>
        <w:t>1.013e0</w:t>
      </w:r>
    </w:p>
    <w:p w:rsidR="00D43590" w:rsidRDefault="00D43590" w:rsidP="00D43590">
      <w:r>
        <w:t>366.8839</w:t>
      </w:r>
      <w:r>
        <w:tab/>
        <w:t>2.025e0</w:t>
      </w:r>
    </w:p>
    <w:p w:rsidR="00D43590" w:rsidRDefault="00D43590" w:rsidP="00D43590">
      <w:r>
        <w:t>366.9406</w:t>
      </w:r>
      <w:r>
        <w:tab/>
        <w:t>2.025e0</w:t>
      </w:r>
    </w:p>
    <w:p w:rsidR="00D43590" w:rsidRDefault="00D43590" w:rsidP="00D43590">
      <w:r>
        <w:t>367.1351</w:t>
      </w:r>
      <w:r>
        <w:tab/>
        <w:t>1.255e2</w:t>
      </w:r>
    </w:p>
    <w:p w:rsidR="00D43590" w:rsidRDefault="00D43590" w:rsidP="00D43590">
      <w:r>
        <w:t>367.2042</w:t>
      </w:r>
      <w:r>
        <w:tab/>
        <w:t>5.063e0</w:t>
      </w:r>
    </w:p>
    <w:p w:rsidR="00D43590" w:rsidRDefault="00D43590" w:rsidP="00D43590">
      <w:r>
        <w:t>367.3161</w:t>
      </w:r>
      <w:r>
        <w:tab/>
        <w:t>3.038e0</w:t>
      </w:r>
    </w:p>
    <w:p w:rsidR="00D43590" w:rsidRDefault="00D43590" w:rsidP="00D43590">
      <w:r>
        <w:t>367.3958</w:t>
      </w:r>
      <w:r>
        <w:tab/>
        <w:t>1.013e0</w:t>
      </w:r>
    </w:p>
    <w:p w:rsidR="00D43590" w:rsidRDefault="00D43590" w:rsidP="00D43590">
      <w:r>
        <w:t>367.4940</w:t>
      </w:r>
      <w:r>
        <w:tab/>
        <w:t>1.013e0</w:t>
      </w:r>
    </w:p>
    <w:p w:rsidR="00D43590" w:rsidRDefault="00D43590" w:rsidP="00D43590">
      <w:r>
        <w:lastRenderedPageBreak/>
        <w:t>367.5624</w:t>
      </w:r>
      <w:r>
        <w:tab/>
        <w:t>3.038e0</w:t>
      </w:r>
    </w:p>
    <w:p w:rsidR="00D43590" w:rsidRDefault="00D43590" w:rsidP="00D43590">
      <w:r>
        <w:t>367.6460</w:t>
      </w:r>
      <w:r>
        <w:tab/>
        <w:t>2.025e0</w:t>
      </w:r>
    </w:p>
    <w:p w:rsidR="00D43590" w:rsidRDefault="00D43590" w:rsidP="00D43590">
      <w:r>
        <w:t>367.6817</w:t>
      </w:r>
      <w:r>
        <w:tab/>
        <w:t>1.013e0</w:t>
      </w:r>
    </w:p>
    <w:p w:rsidR="00D43590" w:rsidRDefault="00D43590" w:rsidP="00D43590">
      <w:r>
        <w:t>367.7377</w:t>
      </w:r>
      <w:r>
        <w:tab/>
        <w:t>1.013e0</w:t>
      </w:r>
    </w:p>
    <w:p w:rsidR="00D43590" w:rsidRDefault="00D43590" w:rsidP="00D43590">
      <w:r>
        <w:t>367.9409</w:t>
      </w:r>
      <w:r>
        <w:tab/>
        <w:t>1.013e0</w:t>
      </w:r>
    </w:p>
    <w:p w:rsidR="00D43590" w:rsidRDefault="00D43590" w:rsidP="00D43590">
      <w:r>
        <w:t>367.9883</w:t>
      </w:r>
      <w:r>
        <w:tab/>
        <w:t>2.025e0</w:t>
      </w:r>
    </w:p>
    <w:p w:rsidR="00D43590" w:rsidRDefault="00D43590" w:rsidP="00D43590">
      <w:r>
        <w:t>368.0179</w:t>
      </w:r>
      <w:r>
        <w:tab/>
        <w:t>2.025e0</w:t>
      </w:r>
    </w:p>
    <w:p w:rsidR="00D43590" w:rsidRDefault="00D43590" w:rsidP="00D43590">
      <w:r>
        <w:t>368.1354</w:t>
      </w:r>
      <w:r>
        <w:tab/>
        <w:t>2.142e1</w:t>
      </w:r>
    </w:p>
    <w:p w:rsidR="00D43590" w:rsidRDefault="00D43590" w:rsidP="00D43590">
      <w:r>
        <w:t>368.2025</w:t>
      </w:r>
      <w:r>
        <w:tab/>
        <w:t>3.866e0</w:t>
      </w:r>
    </w:p>
    <w:p w:rsidR="00D43590" w:rsidRDefault="00D43590" w:rsidP="00D43590">
      <w:r>
        <w:t>368.2527</w:t>
      </w:r>
      <w:r>
        <w:tab/>
        <w:t>1.013e0</w:t>
      </w:r>
    </w:p>
    <w:p w:rsidR="00D43590" w:rsidRDefault="00D43590" w:rsidP="00D43590">
      <w:r>
        <w:t>368.3204</w:t>
      </w:r>
      <w:r>
        <w:tab/>
        <w:t>2.025e0</w:t>
      </w:r>
    </w:p>
    <w:p w:rsidR="00D43590" w:rsidRDefault="00D43590" w:rsidP="00D43590">
      <w:r>
        <w:t>368.3680</w:t>
      </w:r>
      <w:r>
        <w:tab/>
        <w:t>1.013e0</w:t>
      </w:r>
    </w:p>
    <w:p w:rsidR="00D43590" w:rsidRDefault="00D43590" w:rsidP="00D43590">
      <w:r>
        <w:t>368.4359</w:t>
      </w:r>
      <w:r>
        <w:tab/>
        <w:t>1.311e1</w:t>
      </w:r>
    </w:p>
    <w:p w:rsidR="00D43590" w:rsidRDefault="00D43590" w:rsidP="00D43590">
      <w:r>
        <w:t>368.5511</w:t>
      </w:r>
      <w:r>
        <w:tab/>
        <w:t>1.013e0</w:t>
      </w:r>
    </w:p>
    <w:p w:rsidR="00D43590" w:rsidRDefault="00D43590" w:rsidP="00D43590">
      <w:r>
        <w:t>368.5981</w:t>
      </w:r>
      <w:r>
        <w:tab/>
        <w:t>2.025e0</w:t>
      </w:r>
    </w:p>
    <w:p w:rsidR="00D43590" w:rsidRDefault="00D43590" w:rsidP="00D43590">
      <w:r>
        <w:t>368.6901</w:t>
      </w:r>
      <w:r>
        <w:tab/>
        <w:t>1.013e0</w:t>
      </w:r>
    </w:p>
    <w:p w:rsidR="00D43590" w:rsidRDefault="00D43590" w:rsidP="00D43590">
      <w:r>
        <w:t>368.7548</w:t>
      </w:r>
      <w:r>
        <w:tab/>
        <w:t>1.013e0</w:t>
      </w:r>
    </w:p>
    <w:p w:rsidR="00D43590" w:rsidRDefault="00D43590" w:rsidP="00D43590">
      <w:r>
        <w:t>368.7888</w:t>
      </w:r>
      <w:r>
        <w:tab/>
        <w:t>1.013e0</w:t>
      </w:r>
    </w:p>
    <w:p w:rsidR="00D43590" w:rsidRDefault="00D43590" w:rsidP="00D43590">
      <w:r>
        <w:t>368.9323</w:t>
      </w:r>
      <w:r>
        <w:tab/>
        <w:t>5.063e0</w:t>
      </w:r>
    </w:p>
    <w:p w:rsidR="00D43590" w:rsidRDefault="00D43590" w:rsidP="00D43590">
      <w:r>
        <w:lastRenderedPageBreak/>
        <w:t>369.0308</w:t>
      </w:r>
      <w:r>
        <w:tab/>
        <w:t>2.025e0</w:t>
      </w:r>
    </w:p>
    <w:p w:rsidR="00D43590" w:rsidRDefault="00D43590" w:rsidP="00D43590">
      <w:r>
        <w:t>369.1623</w:t>
      </w:r>
      <w:r>
        <w:tab/>
        <w:t>1.811e0</w:t>
      </w:r>
    </w:p>
    <w:p w:rsidR="00D43590" w:rsidRDefault="00D43590" w:rsidP="00D43590">
      <w:r>
        <w:t>369.2455</w:t>
      </w:r>
      <w:r>
        <w:tab/>
        <w:t>1.013e0</w:t>
      </w:r>
    </w:p>
    <w:p w:rsidR="00D43590" w:rsidRDefault="00D43590" w:rsidP="00D43590">
      <w:r>
        <w:t>369.2928</w:t>
      </w:r>
      <w:r>
        <w:tab/>
        <w:t>3.038e0</w:t>
      </w:r>
    </w:p>
    <w:p w:rsidR="00D43590" w:rsidRDefault="00D43590" w:rsidP="00D43590">
      <w:r>
        <w:t>369.3508</w:t>
      </w:r>
      <w:r>
        <w:tab/>
        <w:t>2.025e0</w:t>
      </w:r>
    </w:p>
    <w:p w:rsidR="00D43590" w:rsidRDefault="00D43590" w:rsidP="00D43590">
      <w:r>
        <w:t>369.4191</w:t>
      </w:r>
      <w:r>
        <w:tab/>
        <w:t>3.038e0</w:t>
      </w:r>
    </w:p>
    <w:p w:rsidR="00D43590" w:rsidRDefault="00D43590" w:rsidP="00D43590">
      <w:r>
        <w:t>369.4499</w:t>
      </w:r>
      <w:r>
        <w:tab/>
        <w:t>2.025e0</w:t>
      </w:r>
    </w:p>
    <w:p w:rsidR="00D43590" w:rsidRDefault="00D43590" w:rsidP="00D43590">
      <w:r>
        <w:t>369.5023</w:t>
      </w:r>
      <w:r>
        <w:tab/>
        <w:t>1.013e0</w:t>
      </w:r>
    </w:p>
    <w:p w:rsidR="00D43590" w:rsidRDefault="00D43590" w:rsidP="00D43590">
      <w:r>
        <w:t>369.5688</w:t>
      </w:r>
      <w:r>
        <w:tab/>
        <w:t>1.013e0</w:t>
      </w:r>
    </w:p>
    <w:p w:rsidR="00D43590" w:rsidRDefault="00D43590" w:rsidP="00D43590">
      <w:r>
        <w:t>369.6792</w:t>
      </w:r>
      <w:r>
        <w:tab/>
        <w:t>1.013e0</w:t>
      </w:r>
    </w:p>
    <w:p w:rsidR="00D43590" w:rsidRDefault="00D43590" w:rsidP="00D43590">
      <w:r>
        <w:t>369.9719</w:t>
      </w:r>
      <w:r>
        <w:tab/>
        <w:t>1.013e0</w:t>
      </w:r>
    </w:p>
    <w:p w:rsidR="00D43590" w:rsidRDefault="00D43590" w:rsidP="00D43590">
      <w:r>
        <w:t>370.0226</w:t>
      </w:r>
      <w:r>
        <w:tab/>
        <w:t>4.051e0</w:t>
      </w:r>
    </w:p>
    <w:p w:rsidR="00D43590" w:rsidRDefault="00D43590" w:rsidP="00D43590">
      <w:r>
        <w:t>370.0780</w:t>
      </w:r>
      <w:r>
        <w:tab/>
        <w:t>2.025e0</w:t>
      </w:r>
    </w:p>
    <w:p w:rsidR="00D43590" w:rsidRDefault="00D43590" w:rsidP="00D43590">
      <w:r>
        <w:t>370.1354</w:t>
      </w:r>
      <w:r>
        <w:tab/>
        <w:t>1.013e0</w:t>
      </w:r>
    </w:p>
    <w:p w:rsidR="00D43590" w:rsidRDefault="00D43590" w:rsidP="00D43590">
      <w:r>
        <w:t>370.2543</w:t>
      </w:r>
      <w:r>
        <w:tab/>
        <w:t>3.038e0</w:t>
      </w:r>
    </w:p>
    <w:p w:rsidR="00D43590" w:rsidRDefault="00D43590" w:rsidP="00D43590">
      <w:r>
        <w:t>370.3493</w:t>
      </w:r>
      <w:r>
        <w:tab/>
        <w:t>1.013e0</w:t>
      </w:r>
    </w:p>
    <w:p w:rsidR="00D43590" w:rsidRDefault="00D43590" w:rsidP="00D43590">
      <w:r>
        <w:t>370.3800</w:t>
      </w:r>
      <w:r>
        <w:tab/>
        <w:t>2.025e0</w:t>
      </w:r>
    </w:p>
    <w:p w:rsidR="00D43590" w:rsidRDefault="00D43590" w:rsidP="00D43590">
      <w:r>
        <w:t>370.6765</w:t>
      </w:r>
      <w:r>
        <w:tab/>
        <w:t>1.013e0</w:t>
      </w:r>
    </w:p>
    <w:p w:rsidR="00D43590" w:rsidRDefault="00D43590" w:rsidP="00D43590">
      <w:r>
        <w:t>370.7626</w:t>
      </w:r>
      <w:r>
        <w:tab/>
        <w:t>1.013e0</w:t>
      </w:r>
    </w:p>
    <w:p w:rsidR="00D43590" w:rsidRDefault="00D43590" w:rsidP="00D43590">
      <w:r>
        <w:lastRenderedPageBreak/>
        <w:t>370.8365</w:t>
      </w:r>
      <w:r>
        <w:tab/>
        <w:t>1.013e0</w:t>
      </w:r>
    </w:p>
    <w:p w:rsidR="00D43590" w:rsidRDefault="00D43590" w:rsidP="00D43590">
      <w:r>
        <w:t>370.9424</w:t>
      </w:r>
      <w:r>
        <w:tab/>
        <w:t>1.013e0</w:t>
      </w:r>
    </w:p>
    <w:p w:rsidR="00D43590" w:rsidRDefault="00D43590" w:rsidP="00D43590">
      <w:r>
        <w:t>370.9878</w:t>
      </w:r>
      <w:r>
        <w:tab/>
        <w:t>1.013e0</w:t>
      </w:r>
    </w:p>
    <w:p w:rsidR="00D43590" w:rsidRDefault="00D43590" w:rsidP="00D43590">
      <w:r>
        <w:t>371.0698</w:t>
      </w:r>
      <w:r>
        <w:tab/>
        <w:t>1.013e0</w:t>
      </w:r>
    </w:p>
    <w:p w:rsidR="00D43590" w:rsidRDefault="00D43590" w:rsidP="00D43590">
      <w:r>
        <w:t>371.2426</w:t>
      </w:r>
      <w:r>
        <w:tab/>
        <w:t>3.381e0</w:t>
      </w:r>
    </w:p>
    <w:p w:rsidR="00D43590" w:rsidRDefault="00D43590" w:rsidP="00D43590">
      <w:r>
        <w:t>371.2970</w:t>
      </w:r>
      <w:r>
        <w:tab/>
        <w:t>3.038e0</w:t>
      </w:r>
    </w:p>
    <w:p w:rsidR="00D43590" w:rsidRDefault="00D43590" w:rsidP="00D43590">
      <w:r>
        <w:t>371.3325</w:t>
      </w:r>
      <w:r>
        <w:tab/>
        <w:t>3.021e0</w:t>
      </w:r>
    </w:p>
    <w:p w:rsidR="00D43590" w:rsidRDefault="00D43590" w:rsidP="00D43590">
      <w:r>
        <w:t>371.3840</w:t>
      </w:r>
      <w:r>
        <w:tab/>
        <w:t>1.013e0</w:t>
      </w:r>
    </w:p>
    <w:p w:rsidR="00D43590" w:rsidRDefault="00D43590" w:rsidP="00D43590">
      <w:r>
        <w:t>371.4128</w:t>
      </w:r>
      <w:r>
        <w:tab/>
        <w:t>1.013e0</w:t>
      </w:r>
    </w:p>
    <w:p w:rsidR="00D43590" w:rsidRDefault="00D43590" w:rsidP="00D43590">
      <w:r>
        <w:t>371.4741</w:t>
      </w:r>
      <w:r>
        <w:tab/>
        <w:t>1.013e0</w:t>
      </w:r>
    </w:p>
    <w:p w:rsidR="00D43590" w:rsidRDefault="00D43590" w:rsidP="00D43590">
      <w:r>
        <w:t>371.6786</w:t>
      </w:r>
      <w:r>
        <w:tab/>
        <w:t>1.013e0</w:t>
      </w:r>
    </w:p>
    <w:p w:rsidR="00D43590" w:rsidRDefault="00D43590" w:rsidP="00D43590">
      <w:r>
        <w:t>371.7737</w:t>
      </w:r>
      <w:r>
        <w:tab/>
        <w:t>1.013e0</w:t>
      </w:r>
    </w:p>
    <w:p w:rsidR="00D43590" w:rsidRDefault="00D43590" w:rsidP="00D43590">
      <w:r>
        <w:t>371.8285</w:t>
      </w:r>
      <w:r>
        <w:tab/>
        <w:t>2.025e0</w:t>
      </w:r>
    </w:p>
    <w:p w:rsidR="00D43590" w:rsidRDefault="00D43590" w:rsidP="00D43590">
      <w:r>
        <w:t>371.8592</w:t>
      </w:r>
      <w:r>
        <w:tab/>
        <w:t>1.013e0</w:t>
      </w:r>
    </w:p>
    <w:p w:rsidR="00D43590" w:rsidRDefault="00D43590" w:rsidP="00D43590">
      <w:r>
        <w:t>371.9615</w:t>
      </w:r>
      <w:r>
        <w:tab/>
        <w:t>1.013e0</w:t>
      </w:r>
    </w:p>
    <w:p w:rsidR="00D43590" w:rsidRDefault="00D43590" w:rsidP="00D43590">
      <w:r>
        <w:t>372.0638</w:t>
      </w:r>
      <w:r>
        <w:tab/>
        <w:t>1.013e0</w:t>
      </w:r>
    </w:p>
    <w:p w:rsidR="00D43590" w:rsidRDefault="00D43590" w:rsidP="00D43590">
      <w:r>
        <w:t>372.1540</w:t>
      </w:r>
      <w:r>
        <w:tab/>
        <w:t>2.025e0</w:t>
      </w:r>
    </w:p>
    <w:p w:rsidR="00D43590" w:rsidRDefault="00D43590" w:rsidP="00D43590">
      <w:r>
        <w:t>372.2029</w:t>
      </w:r>
      <w:r>
        <w:tab/>
        <w:t>2.330e0</w:t>
      </w:r>
    </w:p>
    <w:p w:rsidR="00D43590" w:rsidRDefault="00D43590" w:rsidP="00D43590">
      <w:r>
        <w:t>372.2390</w:t>
      </w:r>
      <w:r>
        <w:tab/>
        <w:t>4.051e0</w:t>
      </w:r>
    </w:p>
    <w:p w:rsidR="00D43590" w:rsidRDefault="00D43590" w:rsidP="00D43590">
      <w:r>
        <w:lastRenderedPageBreak/>
        <w:t>372.3747</w:t>
      </w:r>
      <w:r>
        <w:tab/>
        <w:t>2.127e1</w:t>
      </w:r>
    </w:p>
    <w:p w:rsidR="00D43590" w:rsidRDefault="00D43590" w:rsidP="00D43590">
      <w:r>
        <w:t>372.5103</w:t>
      </w:r>
      <w:r>
        <w:tab/>
        <w:t>1.013e0</w:t>
      </w:r>
    </w:p>
    <w:p w:rsidR="00D43590" w:rsidRDefault="00D43590" w:rsidP="00D43590">
      <w:r>
        <w:t>372.6981</w:t>
      </w:r>
      <w:r>
        <w:tab/>
        <w:t>1.013e0</w:t>
      </w:r>
    </w:p>
    <w:p w:rsidR="00D43590" w:rsidRDefault="00D43590" w:rsidP="00D43590">
      <w:r>
        <w:t>372.7804</w:t>
      </w:r>
      <w:r>
        <w:tab/>
        <w:t>1.013e0</w:t>
      </w:r>
    </w:p>
    <w:p w:rsidR="00D43590" w:rsidRDefault="00D43590" w:rsidP="00D43590">
      <w:r>
        <w:t>372.9127</w:t>
      </w:r>
      <w:r>
        <w:tab/>
        <w:t>2.025e0</w:t>
      </w:r>
    </w:p>
    <w:p w:rsidR="00D43590" w:rsidRDefault="00D43590" w:rsidP="00D43590">
      <w:r>
        <w:t>373.0219</w:t>
      </w:r>
      <w:r>
        <w:tab/>
        <w:t>1.013e0</w:t>
      </w:r>
    </w:p>
    <w:p w:rsidR="00D43590" w:rsidRDefault="00D43590" w:rsidP="00D43590">
      <w:r>
        <w:t>373.1308</w:t>
      </w:r>
      <w:r>
        <w:tab/>
        <w:t>2.025e0</w:t>
      </w:r>
    </w:p>
    <w:p w:rsidR="00D43590" w:rsidRDefault="00D43590" w:rsidP="00D43590">
      <w:r>
        <w:t>373.2008</w:t>
      </w:r>
      <w:r>
        <w:tab/>
        <w:t>2.025e0</w:t>
      </w:r>
    </w:p>
    <w:p w:rsidR="00D43590" w:rsidRDefault="00D43590" w:rsidP="00D43590">
      <w:r>
        <w:t>373.2520</w:t>
      </w:r>
      <w:r>
        <w:tab/>
        <w:t>4.051e0</w:t>
      </w:r>
    </w:p>
    <w:p w:rsidR="00D43590" w:rsidRDefault="00D43590" w:rsidP="00D43590">
      <w:r>
        <w:t>373.3218</w:t>
      </w:r>
      <w:r>
        <w:tab/>
        <w:t>2.025e0</w:t>
      </w:r>
    </w:p>
    <w:p w:rsidR="00D43590" w:rsidRDefault="00D43590" w:rsidP="00D43590">
      <w:r>
        <w:t>373.3734</w:t>
      </w:r>
      <w:r>
        <w:tab/>
        <w:t>8.101e0</w:t>
      </w:r>
    </w:p>
    <w:p w:rsidR="00D43590" w:rsidRDefault="00D43590" w:rsidP="00D43590">
      <w:r>
        <w:t>373.5353</w:t>
      </w:r>
      <w:r>
        <w:tab/>
        <w:t>1.013e0</w:t>
      </w:r>
    </w:p>
    <w:p w:rsidR="00D43590" w:rsidRDefault="00D43590" w:rsidP="00D43590">
      <w:r>
        <w:t>373.5971</w:t>
      </w:r>
      <w:r>
        <w:tab/>
        <w:t>1.013e0</w:t>
      </w:r>
    </w:p>
    <w:p w:rsidR="00D43590" w:rsidRDefault="00D43590" w:rsidP="00D43590">
      <w:r>
        <w:t>373.7441</w:t>
      </w:r>
      <w:r>
        <w:tab/>
        <w:t>2.025e0</w:t>
      </w:r>
    </w:p>
    <w:p w:rsidR="00D43590" w:rsidRDefault="00D43590" w:rsidP="00D43590">
      <w:r>
        <w:t>373.8336</w:t>
      </w:r>
      <w:r>
        <w:tab/>
        <w:t>1.013e0</w:t>
      </w:r>
    </w:p>
    <w:p w:rsidR="00D43590" w:rsidRDefault="00D43590" w:rsidP="00D43590">
      <w:r>
        <w:t>373.9527</w:t>
      </w:r>
      <w:r>
        <w:tab/>
        <w:t>1.013e0</w:t>
      </w:r>
    </w:p>
    <w:p w:rsidR="00D43590" w:rsidRDefault="00D43590" w:rsidP="00D43590">
      <w:r>
        <w:t>374.0488</w:t>
      </w:r>
      <w:r>
        <w:tab/>
        <w:t>2.025e0</w:t>
      </w:r>
    </w:p>
    <w:p w:rsidR="00D43590" w:rsidRDefault="00D43590" w:rsidP="00D43590">
      <w:r>
        <w:t>374.1816</w:t>
      </w:r>
      <w:r>
        <w:tab/>
        <w:t>1.013e0</w:t>
      </w:r>
    </w:p>
    <w:p w:rsidR="00D43590" w:rsidRDefault="00D43590" w:rsidP="00D43590">
      <w:r>
        <w:t>374.3042</w:t>
      </w:r>
      <w:r>
        <w:tab/>
        <w:t>4.051e0</w:t>
      </w:r>
    </w:p>
    <w:p w:rsidR="00D43590" w:rsidRDefault="00D43590" w:rsidP="00D43590">
      <w:r>
        <w:lastRenderedPageBreak/>
        <w:t>374.4220</w:t>
      </w:r>
      <w:r>
        <w:tab/>
        <w:t>4.051e0</w:t>
      </w:r>
    </w:p>
    <w:p w:rsidR="00D43590" w:rsidRDefault="00D43590" w:rsidP="00D43590">
      <w:r>
        <w:t>374.6083</w:t>
      </w:r>
      <w:r>
        <w:tab/>
        <w:t>1.013e0</w:t>
      </w:r>
    </w:p>
    <w:p w:rsidR="00D43590" w:rsidRDefault="00D43590" w:rsidP="00D43590">
      <w:r>
        <w:t>374.6999</w:t>
      </w:r>
      <w:r>
        <w:tab/>
        <w:t>2.025e0</w:t>
      </w:r>
    </w:p>
    <w:p w:rsidR="00D43590" w:rsidRDefault="00D43590" w:rsidP="00D43590">
      <w:r>
        <w:t>374.8091</w:t>
      </w:r>
      <w:r>
        <w:tab/>
        <w:t>1.013e0</w:t>
      </w:r>
    </w:p>
    <w:p w:rsidR="00D43590" w:rsidRDefault="00D43590" w:rsidP="00D43590">
      <w:r>
        <w:t>374.8967</w:t>
      </w:r>
      <w:r>
        <w:tab/>
        <w:t>5.063e0</w:t>
      </w:r>
    </w:p>
    <w:p w:rsidR="00D43590" w:rsidRDefault="00D43590" w:rsidP="00D43590">
      <w:r>
        <w:t>374.9557</w:t>
      </w:r>
      <w:r>
        <w:tab/>
        <w:t>2.025e0</w:t>
      </w:r>
    </w:p>
    <w:p w:rsidR="00D43590" w:rsidRDefault="00D43590" w:rsidP="00D43590">
      <w:r>
        <w:t>375.0309</w:t>
      </w:r>
      <w:r>
        <w:tab/>
        <w:t>1.013e0</w:t>
      </w:r>
    </w:p>
    <w:p w:rsidR="00D43590" w:rsidRDefault="00D43590" w:rsidP="00D43590">
      <w:r>
        <w:t>375.0854</w:t>
      </w:r>
      <w:r>
        <w:tab/>
        <w:t>3.038e0</w:t>
      </w:r>
    </w:p>
    <w:p w:rsidR="00D43590" w:rsidRDefault="00D43590" w:rsidP="00D43590">
      <w:r>
        <w:t>375.1741</w:t>
      </w:r>
      <w:r>
        <w:tab/>
        <w:t>1.013e0</w:t>
      </w:r>
    </w:p>
    <w:p w:rsidR="00D43590" w:rsidRDefault="00D43590" w:rsidP="00D43590">
      <w:r>
        <w:t>375.2356</w:t>
      </w:r>
      <w:r>
        <w:tab/>
        <w:t>1.013e0</w:t>
      </w:r>
    </w:p>
    <w:p w:rsidR="00D43590" w:rsidRDefault="00D43590" w:rsidP="00D43590">
      <w:r>
        <w:t>375.3253</w:t>
      </w:r>
      <w:r>
        <w:tab/>
        <w:t>1.013e0</w:t>
      </w:r>
    </w:p>
    <w:p w:rsidR="00D43590" w:rsidRDefault="00D43590" w:rsidP="00D43590">
      <w:r>
        <w:t>375.4150</w:t>
      </w:r>
      <w:r>
        <w:tab/>
        <w:t>2.025e0</w:t>
      </w:r>
    </w:p>
    <w:p w:rsidR="00D43590" w:rsidRDefault="00D43590" w:rsidP="00D43590">
      <w:r>
        <w:t>375.6911</w:t>
      </w:r>
      <w:r>
        <w:tab/>
        <w:t>1.013e0</w:t>
      </w:r>
    </w:p>
    <w:p w:rsidR="00D43590" w:rsidRDefault="00D43590" w:rsidP="00D43590">
      <w:r>
        <w:t>375.7463</w:t>
      </w:r>
      <w:r>
        <w:tab/>
        <w:t>1.013e0</w:t>
      </w:r>
    </w:p>
    <w:p w:rsidR="00D43590" w:rsidRDefault="00D43590" w:rsidP="00D43590">
      <w:r>
        <w:t>375.7878</w:t>
      </w:r>
      <w:r>
        <w:tab/>
        <w:t>1.013e0</w:t>
      </w:r>
    </w:p>
    <w:p w:rsidR="00D43590" w:rsidRDefault="00D43590" w:rsidP="00D43590">
      <w:r>
        <w:t>375.9121</w:t>
      </w:r>
      <w:r>
        <w:tab/>
        <w:t>1.013e0</w:t>
      </w:r>
    </w:p>
    <w:p w:rsidR="00D43590" w:rsidRDefault="00D43590" w:rsidP="00D43590">
      <w:r>
        <w:t>375.9931</w:t>
      </w:r>
      <w:r>
        <w:tab/>
        <w:t>2.025e0</w:t>
      </w:r>
    </w:p>
    <w:p w:rsidR="00D43590" w:rsidRDefault="00D43590" w:rsidP="00D43590">
      <w:r>
        <w:t>376.0572</w:t>
      </w:r>
      <w:r>
        <w:tab/>
        <w:t>2.025e0</w:t>
      </w:r>
    </w:p>
    <w:p w:rsidR="00D43590" w:rsidRDefault="00D43590" w:rsidP="00D43590">
      <w:r>
        <w:t>376.2029</w:t>
      </w:r>
      <w:r>
        <w:tab/>
        <w:t>4.051e0</w:t>
      </w:r>
    </w:p>
    <w:p w:rsidR="00D43590" w:rsidRDefault="00D43590" w:rsidP="00D43590">
      <w:r>
        <w:lastRenderedPageBreak/>
        <w:t>376.2785</w:t>
      </w:r>
      <w:r>
        <w:tab/>
        <w:t>1.013e0</w:t>
      </w:r>
    </w:p>
    <w:p w:rsidR="00D43590" w:rsidRDefault="00D43590" w:rsidP="00D43590">
      <w:r>
        <w:t>376.7062</w:t>
      </w:r>
      <w:r>
        <w:tab/>
        <w:t>1.013e0</w:t>
      </w:r>
    </w:p>
    <w:p w:rsidR="00D43590" w:rsidRDefault="00D43590" w:rsidP="00D43590">
      <w:r>
        <w:t>376.7881</w:t>
      </w:r>
      <w:r>
        <w:tab/>
        <w:t>1.013e0</w:t>
      </w:r>
    </w:p>
    <w:p w:rsidR="00D43590" w:rsidRDefault="00D43590" w:rsidP="00D43590">
      <w:r>
        <w:t>376.9076</w:t>
      </w:r>
      <w:r>
        <w:tab/>
        <w:t>1.013e0</w:t>
      </w:r>
    </w:p>
    <w:p w:rsidR="00D43590" w:rsidRDefault="00D43590" w:rsidP="00D43590">
      <w:r>
        <w:t>377.0509</w:t>
      </w:r>
      <w:r>
        <w:tab/>
        <w:t>1.013e0</w:t>
      </w:r>
    </w:p>
    <w:p w:rsidR="00D43590" w:rsidRDefault="00D43590" w:rsidP="00D43590">
      <w:r>
        <w:t>377.1615</w:t>
      </w:r>
      <w:r>
        <w:tab/>
        <w:t>2.025e0</w:t>
      </w:r>
    </w:p>
    <w:p w:rsidR="00D43590" w:rsidRDefault="00D43590" w:rsidP="00D43590">
      <w:r>
        <w:t>377.2124</w:t>
      </w:r>
      <w:r>
        <w:tab/>
        <w:t>1.316e1</w:t>
      </w:r>
    </w:p>
    <w:p w:rsidR="00D43590" w:rsidRDefault="00D43590" w:rsidP="00D43590">
      <w:r>
        <w:t>377.3549</w:t>
      </w:r>
      <w:r>
        <w:tab/>
        <w:t>1.013e0</w:t>
      </w:r>
    </w:p>
    <w:p w:rsidR="00D43590" w:rsidRDefault="00D43590" w:rsidP="00D43590">
      <w:r>
        <w:t>377.4537</w:t>
      </w:r>
      <w:r>
        <w:tab/>
        <w:t>1.013e0</w:t>
      </w:r>
    </w:p>
    <w:p w:rsidR="00D43590" w:rsidRDefault="00D43590" w:rsidP="00D43590">
      <w:r>
        <w:t>377.5112</w:t>
      </w:r>
      <w:r>
        <w:tab/>
        <w:t>1.013e0</w:t>
      </w:r>
    </w:p>
    <w:p w:rsidR="00D43590" w:rsidRDefault="00D43590" w:rsidP="00D43590">
      <w:r>
        <w:t>377.5768</w:t>
      </w:r>
      <w:r>
        <w:tab/>
        <w:t>1.013e0</w:t>
      </w:r>
    </w:p>
    <w:p w:rsidR="00D43590" w:rsidRDefault="00D43590" w:rsidP="00D43590">
      <w:r>
        <w:t>377.8443</w:t>
      </w:r>
      <w:r>
        <w:tab/>
        <w:t>1.013e0</w:t>
      </w:r>
    </w:p>
    <w:p w:rsidR="00D43590" w:rsidRDefault="00D43590" w:rsidP="00D43590">
      <w:r>
        <w:t>377.8860</w:t>
      </w:r>
      <w:r>
        <w:tab/>
        <w:t>1.013e0</w:t>
      </w:r>
    </w:p>
    <w:p w:rsidR="00D43590" w:rsidRDefault="00D43590" w:rsidP="00D43590">
      <w:r>
        <w:t>377.9765</w:t>
      </w:r>
      <w:r>
        <w:tab/>
        <w:t>4.051e0</w:t>
      </w:r>
    </w:p>
    <w:p w:rsidR="00D43590" w:rsidRDefault="00D43590" w:rsidP="00D43590">
      <w:r>
        <w:t>378.0555</w:t>
      </w:r>
      <w:r>
        <w:tab/>
        <w:t>2.025e0</w:t>
      </w:r>
    </w:p>
    <w:p w:rsidR="00D43590" w:rsidRDefault="00D43590" w:rsidP="00D43590">
      <w:r>
        <w:t>378.1973</w:t>
      </w:r>
      <w:r>
        <w:tab/>
        <w:t>4.288e0</w:t>
      </w:r>
    </w:p>
    <w:p w:rsidR="00D43590" w:rsidRDefault="00D43590" w:rsidP="00D43590">
      <w:r>
        <w:t>378.2368</w:t>
      </w:r>
      <w:r>
        <w:tab/>
        <w:t>7.864e0</w:t>
      </w:r>
    </w:p>
    <w:p w:rsidR="00D43590" w:rsidRDefault="00D43590" w:rsidP="00D43590">
      <w:r>
        <w:t>378.3861</w:t>
      </w:r>
      <w:r>
        <w:tab/>
        <w:t>2.025e0</w:t>
      </w:r>
    </w:p>
    <w:p w:rsidR="00D43590" w:rsidRDefault="00D43590" w:rsidP="00D43590">
      <w:r>
        <w:t>378.5112</w:t>
      </w:r>
      <w:r>
        <w:tab/>
        <w:t>1.013e0</w:t>
      </w:r>
    </w:p>
    <w:p w:rsidR="00D43590" w:rsidRDefault="00D43590" w:rsidP="00D43590">
      <w:r>
        <w:lastRenderedPageBreak/>
        <w:t>378.6712</w:t>
      </w:r>
      <w:r>
        <w:tab/>
        <w:t>1.013e0</w:t>
      </w:r>
    </w:p>
    <w:p w:rsidR="00D43590" w:rsidRDefault="00D43590" w:rsidP="00D43590">
      <w:r>
        <w:t>378.7129</w:t>
      </w:r>
      <w:r>
        <w:tab/>
        <w:t>1.013e0</w:t>
      </w:r>
    </w:p>
    <w:p w:rsidR="00D43590" w:rsidRDefault="00D43590" w:rsidP="00D43590">
      <w:r>
        <w:t>378.8470</w:t>
      </w:r>
      <w:r>
        <w:tab/>
        <w:t>1.013e0</w:t>
      </w:r>
    </w:p>
    <w:p w:rsidR="00D43590" w:rsidRDefault="00D43590" w:rsidP="00D43590">
      <w:r>
        <w:t>378.9048</w:t>
      </w:r>
      <w:r>
        <w:tab/>
        <w:t>1.013e0</w:t>
      </w:r>
    </w:p>
    <w:p w:rsidR="00D43590" w:rsidRDefault="00D43590" w:rsidP="00D43590">
      <w:r>
        <w:t>379.0485</w:t>
      </w:r>
      <w:r>
        <w:tab/>
        <w:t>1.013e0</w:t>
      </w:r>
    </w:p>
    <w:p w:rsidR="00D43590" w:rsidRDefault="00D43590" w:rsidP="00D43590">
      <w:r>
        <w:t>379.0818</w:t>
      </w:r>
      <w:r>
        <w:tab/>
        <w:t>1.013e0</w:t>
      </w:r>
    </w:p>
    <w:p w:rsidR="00D43590" w:rsidRDefault="00D43590" w:rsidP="00D43590">
      <w:r>
        <w:t>379.1269</w:t>
      </w:r>
      <w:r>
        <w:tab/>
        <w:t>1.013e0</w:t>
      </w:r>
    </w:p>
    <w:p w:rsidR="00D43590" w:rsidRDefault="00D43590" w:rsidP="00D43590">
      <w:r>
        <w:t>379.2105</w:t>
      </w:r>
      <w:r>
        <w:tab/>
        <w:t>2.025e0</w:t>
      </w:r>
    </w:p>
    <w:p w:rsidR="00D43590" w:rsidRDefault="00D43590" w:rsidP="00D43590">
      <w:r>
        <w:t>379.2628</w:t>
      </w:r>
      <w:r>
        <w:tab/>
        <w:t>1.013e0</w:t>
      </w:r>
    </w:p>
    <w:p w:rsidR="00D43590" w:rsidRDefault="00D43590" w:rsidP="00D43590">
      <w:r>
        <w:t>379.4161</w:t>
      </w:r>
      <w:r>
        <w:tab/>
        <w:t>1.013e0</w:t>
      </w:r>
    </w:p>
    <w:p w:rsidR="00D43590" w:rsidRDefault="00D43590" w:rsidP="00D43590">
      <w:r>
        <w:t>379.5206</w:t>
      </w:r>
      <w:r>
        <w:tab/>
        <w:t>1.013e0</w:t>
      </w:r>
    </w:p>
    <w:p w:rsidR="00D43590" w:rsidRDefault="00D43590" w:rsidP="00D43590">
      <w:r>
        <w:t>379.5555</w:t>
      </w:r>
      <w:r>
        <w:tab/>
        <w:t>1.013e0</w:t>
      </w:r>
    </w:p>
    <w:p w:rsidR="00D43590" w:rsidRDefault="00D43590" w:rsidP="00D43590">
      <w:r>
        <w:t>379.7074</w:t>
      </w:r>
      <w:r>
        <w:tab/>
        <w:t>1.013e0</w:t>
      </w:r>
    </w:p>
    <w:p w:rsidR="00D43590" w:rsidRDefault="00D43590" w:rsidP="00D43590">
      <w:r>
        <w:t>379.7725</w:t>
      </w:r>
      <w:r>
        <w:tab/>
        <w:t>1.013e0</w:t>
      </w:r>
    </w:p>
    <w:p w:rsidR="00D43590" w:rsidRDefault="00D43590" w:rsidP="00D43590">
      <w:r>
        <w:t>379.8716</w:t>
      </w:r>
      <w:r>
        <w:tab/>
        <w:t>1.013e0</w:t>
      </w:r>
    </w:p>
    <w:p w:rsidR="00D43590" w:rsidRDefault="00D43590" w:rsidP="00D43590">
      <w:r>
        <w:t>379.9148</w:t>
      </w:r>
      <w:r>
        <w:tab/>
        <w:t>3.038e0</w:t>
      </w:r>
    </w:p>
    <w:p w:rsidR="00D43590" w:rsidRDefault="00D43590" w:rsidP="00D43590">
      <w:r>
        <w:t>380.0855</w:t>
      </w:r>
      <w:r>
        <w:tab/>
        <w:t>1.013e0</w:t>
      </w:r>
    </w:p>
    <w:p w:rsidR="00D43590" w:rsidRDefault="00D43590" w:rsidP="00D43590">
      <w:r>
        <w:t>380.2042</w:t>
      </w:r>
      <w:r>
        <w:tab/>
        <w:t>1.013e0</w:t>
      </w:r>
    </w:p>
    <w:p w:rsidR="00D43590" w:rsidRDefault="00D43590" w:rsidP="00D43590">
      <w:r>
        <w:t>380.2540</w:t>
      </w:r>
      <w:r>
        <w:tab/>
        <w:t>3.038e0</w:t>
      </w:r>
    </w:p>
    <w:p w:rsidR="00D43590" w:rsidRDefault="00D43590" w:rsidP="00D43590">
      <w:r>
        <w:lastRenderedPageBreak/>
        <w:t>380.2899</w:t>
      </w:r>
      <w:r>
        <w:tab/>
        <w:t>3.038e0</w:t>
      </w:r>
    </w:p>
    <w:p w:rsidR="00D43590" w:rsidRDefault="00D43590" w:rsidP="00D43590">
      <w:r>
        <w:t>380.3581</w:t>
      </w:r>
      <w:r>
        <w:tab/>
        <w:t>2.030e1</w:t>
      </w:r>
    </w:p>
    <w:p w:rsidR="00D43590" w:rsidRDefault="00D43590" w:rsidP="00D43590">
      <w:r>
        <w:t>380.4690</w:t>
      </w:r>
      <w:r>
        <w:tab/>
        <w:t>2.025e0</w:t>
      </w:r>
    </w:p>
    <w:p w:rsidR="00D43590" w:rsidRDefault="00D43590" w:rsidP="00D43590">
      <w:r>
        <w:t>380.5333</w:t>
      </w:r>
      <w:r>
        <w:tab/>
        <w:t>3.038e0</w:t>
      </w:r>
    </w:p>
    <w:p w:rsidR="00D43590" w:rsidRDefault="00D43590" w:rsidP="00D43590">
      <w:r>
        <w:t>380.6128</w:t>
      </w:r>
      <w:r>
        <w:tab/>
        <w:t>1.013e0</w:t>
      </w:r>
    </w:p>
    <w:p w:rsidR="00D43590" w:rsidRDefault="00D43590" w:rsidP="00D43590">
      <w:r>
        <w:t>380.6862</w:t>
      </w:r>
      <w:r>
        <w:tab/>
        <w:t>1.013e0</w:t>
      </w:r>
    </w:p>
    <w:p w:rsidR="00D43590" w:rsidRDefault="00D43590" w:rsidP="00D43590">
      <w:r>
        <w:t>380.7528</w:t>
      </w:r>
      <w:r>
        <w:tab/>
        <w:t>1.013e0</w:t>
      </w:r>
    </w:p>
    <w:p w:rsidR="00D43590" w:rsidRDefault="00D43590" w:rsidP="00D43590">
      <w:r>
        <w:t>380.9194</w:t>
      </w:r>
      <w:r>
        <w:tab/>
        <w:t>2.025e0</w:t>
      </w:r>
    </w:p>
    <w:p w:rsidR="00D43590" w:rsidRDefault="00D43590" w:rsidP="00D43590">
      <w:r>
        <w:t>381.0040</w:t>
      </w:r>
      <w:r>
        <w:tab/>
        <w:t>2.025e0</w:t>
      </w:r>
    </w:p>
    <w:p w:rsidR="00D43590" w:rsidRDefault="00D43590" w:rsidP="00D43590">
      <w:r>
        <w:t>381.1721</w:t>
      </w:r>
      <w:r>
        <w:tab/>
        <w:t>2.025e0</w:t>
      </w:r>
    </w:p>
    <w:p w:rsidR="00D43590" w:rsidRDefault="00D43590" w:rsidP="00D43590">
      <w:r>
        <w:t>381.2247</w:t>
      </w:r>
      <w:r>
        <w:tab/>
        <w:t>1.013e0</w:t>
      </w:r>
    </w:p>
    <w:p w:rsidR="00D43590" w:rsidRDefault="00D43590" w:rsidP="00D43590">
      <w:r>
        <w:t>381.3615</w:t>
      </w:r>
      <w:r>
        <w:tab/>
        <w:t>3.038e0</w:t>
      </w:r>
    </w:p>
    <w:p w:rsidR="00D43590" w:rsidRDefault="00D43590" w:rsidP="00D43590">
      <w:r>
        <w:t>381.6238</w:t>
      </w:r>
      <w:r>
        <w:tab/>
        <w:t>1.013e0</w:t>
      </w:r>
    </w:p>
    <w:p w:rsidR="00D43590" w:rsidRDefault="00D43590" w:rsidP="00D43590">
      <w:r>
        <w:t>381.7849</w:t>
      </w:r>
      <w:r>
        <w:tab/>
        <w:t>1.013e0</w:t>
      </w:r>
    </w:p>
    <w:p w:rsidR="00D43590" w:rsidRDefault="00D43590" w:rsidP="00D43590">
      <w:r>
        <w:t>382.0302</w:t>
      </w:r>
      <w:r>
        <w:tab/>
        <w:t>1.013e0</w:t>
      </w:r>
    </w:p>
    <w:p w:rsidR="00D43590" w:rsidRDefault="00D43590" w:rsidP="00D43590">
      <w:r>
        <w:t>382.0653</w:t>
      </w:r>
      <w:r>
        <w:tab/>
        <w:t>1.013e0</w:t>
      </w:r>
    </w:p>
    <w:p w:rsidR="00D43590" w:rsidRDefault="00D43590" w:rsidP="00D43590">
      <w:r>
        <w:t>382.1369</w:t>
      </w:r>
      <w:r>
        <w:tab/>
        <w:t>1.013e0</w:t>
      </w:r>
    </w:p>
    <w:p w:rsidR="00D43590" w:rsidRDefault="00D43590" w:rsidP="00D43590">
      <w:r>
        <w:t>382.2827</w:t>
      </w:r>
      <w:r>
        <w:tab/>
        <w:t>1.013e0</w:t>
      </w:r>
    </w:p>
    <w:p w:rsidR="00D43590" w:rsidRDefault="00D43590" w:rsidP="00D43590">
      <w:r>
        <w:t>382.3810</w:t>
      </w:r>
      <w:r>
        <w:tab/>
        <w:t>1.013e0</w:t>
      </w:r>
    </w:p>
    <w:p w:rsidR="00D43590" w:rsidRDefault="00D43590" w:rsidP="00D43590">
      <w:r>
        <w:lastRenderedPageBreak/>
        <w:t>382.4301</w:t>
      </w:r>
      <w:r>
        <w:tab/>
        <w:t>1.013e0</w:t>
      </w:r>
    </w:p>
    <w:p w:rsidR="00D43590" w:rsidRDefault="00D43590" w:rsidP="00D43590">
      <w:r>
        <w:t>382.5073</w:t>
      </w:r>
      <w:r>
        <w:tab/>
        <w:t>1.013e0</w:t>
      </w:r>
    </w:p>
    <w:p w:rsidR="00D43590" w:rsidRDefault="00D43590" w:rsidP="00D43590">
      <w:r>
        <w:t>382.5494</w:t>
      </w:r>
      <w:r>
        <w:tab/>
        <w:t>1.013e0</w:t>
      </w:r>
    </w:p>
    <w:p w:rsidR="00D43590" w:rsidRDefault="00D43590" w:rsidP="00D43590">
      <w:r>
        <w:t>382.6529</w:t>
      </w:r>
      <w:r>
        <w:tab/>
        <w:t>1.013e0</w:t>
      </w:r>
    </w:p>
    <w:p w:rsidR="00D43590" w:rsidRDefault="00D43590" w:rsidP="00D43590">
      <w:r>
        <w:t>382.7435</w:t>
      </w:r>
      <w:r>
        <w:tab/>
        <w:t>2.025e0</w:t>
      </w:r>
    </w:p>
    <w:p w:rsidR="00D43590" w:rsidRDefault="00D43590" w:rsidP="00D43590">
      <w:r>
        <w:t>382.9332</w:t>
      </w:r>
      <w:r>
        <w:tab/>
        <w:t>1.013e0</w:t>
      </w:r>
    </w:p>
    <w:p w:rsidR="00D43590" w:rsidRDefault="00D43590" w:rsidP="00D43590">
      <w:r>
        <w:t>383.0341</w:t>
      </w:r>
      <w:r>
        <w:tab/>
        <w:t>2.025e0</w:t>
      </w:r>
    </w:p>
    <w:p w:rsidR="00D43590" w:rsidRDefault="00D43590" w:rsidP="00D43590">
      <w:r>
        <w:t>383.0833</w:t>
      </w:r>
      <w:r>
        <w:tab/>
        <w:t>1.013e0</w:t>
      </w:r>
    </w:p>
    <w:p w:rsidR="00D43590" w:rsidRDefault="00D43590" w:rsidP="00D43590">
      <w:r>
        <w:t>383.2366</w:t>
      </w:r>
      <w:r>
        <w:tab/>
        <w:t>2.025e0</w:t>
      </w:r>
    </w:p>
    <w:p w:rsidR="00D43590" w:rsidRDefault="00D43590" w:rsidP="00D43590">
      <w:r>
        <w:t>383.2872</w:t>
      </w:r>
      <w:r>
        <w:tab/>
        <w:t>1.013e0</w:t>
      </w:r>
    </w:p>
    <w:p w:rsidR="00D43590" w:rsidRDefault="00D43590" w:rsidP="00D43590">
      <w:r>
        <w:t>383.3408</w:t>
      </w:r>
      <w:r>
        <w:tab/>
        <w:t>2.025e0</w:t>
      </w:r>
    </w:p>
    <w:p w:rsidR="00D43590" w:rsidRDefault="00D43590" w:rsidP="00D43590">
      <w:r>
        <w:t>383.5146</w:t>
      </w:r>
      <w:r>
        <w:tab/>
        <w:t>1.013e0</w:t>
      </w:r>
    </w:p>
    <w:p w:rsidR="00D43590" w:rsidRDefault="00D43590" w:rsidP="00D43590">
      <w:r>
        <w:t>383.6672</w:t>
      </w:r>
      <w:r>
        <w:tab/>
        <w:t>1.013e0</w:t>
      </w:r>
    </w:p>
    <w:p w:rsidR="00D43590" w:rsidRDefault="00D43590" w:rsidP="00D43590">
      <w:r>
        <w:t>383.8291</w:t>
      </w:r>
      <w:r>
        <w:tab/>
        <w:t>1.013e0</w:t>
      </w:r>
    </w:p>
    <w:p w:rsidR="00D43590" w:rsidRDefault="00D43590" w:rsidP="00D43590">
      <w:r>
        <w:t>383.8905</w:t>
      </w:r>
      <w:r>
        <w:tab/>
        <w:t>1.013e0</w:t>
      </w:r>
    </w:p>
    <w:p w:rsidR="00D43590" w:rsidRDefault="00D43590" w:rsidP="00D43590">
      <w:r>
        <w:t>383.9500</w:t>
      </w:r>
      <w:r>
        <w:tab/>
        <w:t>2.025e0</w:t>
      </w:r>
    </w:p>
    <w:p w:rsidR="00D43590" w:rsidRDefault="00D43590" w:rsidP="00D43590">
      <w:r>
        <w:t>384.1282</w:t>
      </w:r>
      <w:r>
        <w:tab/>
        <w:t>7.089e0</w:t>
      </w:r>
    </w:p>
    <w:p w:rsidR="00D43590" w:rsidRDefault="00D43590" w:rsidP="00D43590">
      <w:r>
        <w:t>384.2589</w:t>
      </w:r>
      <w:r>
        <w:tab/>
        <w:t>1.013e0</w:t>
      </w:r>
    </w:p>
    <w:p w:rsidR="00D43590" w:rsidRDefault="00D43590" w:rsidP="00D43590">
      <w:r>
        <w:t>384.3300</w:t>
      </w:r>
      <w:r>
        <w:tab/>
        <w:t>2.025e0</w:t>
      </w:r>
    </w:p>
    <w:p w:rsidR="00D43590" w:rsidRDefault="00D43590" w:rsidP="00D43590">
      <w:r>
        <w:lastRenderedPageBreak/>
        <w:t>384.6086</w:t>
      </w:r>
      <w:r>
        <w:tab/>
        <w:t>1.013e0</w:t>
      </w:r>
    </w:p>
    <w:p w:rsidR="00D43590" w:rsidRDefault="00D43590" w:rsidP="00D43590">
      <w:r>
        <w:t>384.6667</w:t>
      </w:r>
      <w:r>
        <w:tab/>
        <w:t>1.013e0</w:t>
      </w:r>
    </w:p>
    <w:p w:rsidR="00D43590" w:rsidRDefault="00D43590" w:rsidP="00D43590">
      <w:r>
        <w:t>384.7318</w:t>
      </w:r>
      <w:r>
        <w:tab/>
        <w:t>1.013e0</w:t>
      </w:r>
    </w:p>
    <w:p w:rsidR="00D43590" w:rsidRDefault="00D43590" w:rsidP="00D43590">
      <w:r>
        <w:t>384.8857</w:t>
      </w:r>
      <w:r>
        <w:tab/>
        <w:t>1.013e0</w:t>
      </w:r>
    </w:p>
    <w:p w:rsidR="00D43590" w:rsidRDefault="00D43590" w:rsidP="00D43590">
      <w:r>
        <w:t>385.0054</w:t>
      </w:r>
      <w:r>
        <w:tab/>
        <w:t>1.013e0</w:t>
      </w:r>
    </w:p>
    <w:p w:rsidR="00D43590" w:rsidRDefault="00D43590" w:rsidP="00D43590">
      <w:r>
        <w:t>385.0499</w:t>
      </w:r>
      <w:r>
        <w:tab/>
        <w:t>1.013e0</w:t>
      </w:r>
    </w:p>
    <w:p w:rsidR="00D43590" w:rsidRDefault="00D43590" w:rsidP="00D43590">
      <w:r>
        <w:t>385.1409</w:t>
      </w:r>
      <w:r>
        <w:tab/>
        <w:t>1.013e0</w:t>
      </w:r>
    </w:p>
    <w:p w:rsidR="00D43590" w:rsidRDefault="00D43590" w:rsidP="00D43590">
      <w:r>
        <w:t>385.1867</w:t>
      </w:r>
      <w:r>
        <w:tab/>
        <w:t>1.013e0</w:t>
      </w:r>
    </w:p>
    <w:p w:rsidR="00D43590" w:rsidRDefault="00D43590" w:rsidP="00D43590">
      <w:r>
        <w:t>385.2484</w:t>
      </w:r>
      <w:r>
        <w:tab/>
        <w:t>1.013e0</w:t>
      </w:r>
    </w:p>
    <w:p w:rsidR="00D43590" w:rsidRDefault="00D43590" w:rsidP="00D43590">
      <w:r>
        <w:t>385.3190</w:t>
      </w:r>
      <w:r>
        <w:tab/>
        <w:t>1.418e1</w:t>
      </w:r>
    </w:p>
    <w:p w:rsidR="00D43590" w:rsidRDefault="00D43590" w:rsidP="00D43590">
      <w:r>
        <w:t>385.3850</w:t>
      </w:r>
      <w:r>
        <w:tab/>
        <w:t>1.013e0</w:t>
      </w:r>
    </w:p>
    <w:p w:rsidR="00D43590" w:rsidRDefault="00D43590" w:rsidP="00D43590">
      <w:r>
        <w:t>385.5508</w:t>
      </w:r>
      <w:r>
        <w:tab/>
        <w:t>1.013e0</w:t>
      </w:r>
    </w:p>
    <w:p w:rsidR="00D43590" w:rsidRDefault="00D43590" w:rsidP="00D43590">
      <w:r>
        <w:t>385.5869</w:t>
      </w:r>
      <w:r>
        <w:tab/>
        <w:t>1.013e0</w:t>
      </w:r>
    </w:p>
    <w:p w:rsidR="00D43590" w:rsidRDefault="00D43590" w:rsidP="00D43590">
      <w:r>
        <w:t>385.6742</w:t>
      </w:r>
      <w:r>
        <w:tab/>
        <w:t>2.025e0</w:t>
      </w:r>
    </w:p>
    <w:p w:rsidR="00D43590" w:rsidRDefault="00D43590" w:rsidP="00D43590">
      <w:r>
        <w:t>385.7715</w:t>
      </w:r>
      <w:r>
        <w:tab/>
        <w:t>3.038e0</w:t>
      </w:r>
    </w:p>
    <w:p w:rsidR="00D43590" w:rsidRDefault="00D43590" w:rsidP="00D43590">
      <w:r>
        <w:t>385.8826</w:t>
      </w:r>
      <w:r>
        <w:tab/>
        <w:t>3.038e0</w:t>
      </w:r>
    </w:p>
    <w:p w:rsidR="00D43590" w:rsidRDefault="00D43590" w:rsidP="00D43590">
      <w:r>
        <w:t>386.1598</w:t>
      </w:r>
      <w:r>
        <w:tab/>
        <w:t>3.038e0</w:t>
      </w:r>
    </w:p>
    <w:p w:rsidR="00D43590" w:rsidRDefault="00D43590" w:rsidP="00D43590">
      <w:r>
        <w:t>386.2301</w:t>
      </w:r>
      <w:r>
        <w:tab/>
        <w:t>1.013e0</w:t>
      </w:r>
    </w:p>
    <w:p w:rsidR="00D43590" w:rsidRDefault="00D43590" w:rsidP="00D43590">
      <w:r>
        <w:t>386.2779</w:t>
      </w:r>
      <w:r>
        <w:tab/>
        <w:t>2.025e0</w:t>
      </w:r>
    </w:p>
    <w:p w:rsidR="00D43590" w:rsidRDefault="00D43590" w:rsidP="00D43590">
      <w:r>
        <w:lastRenderedPageBreak/>
        <w:t>386.3164</w:t>
      </w:r>
      <w:r>
        <w:tab/>
        <w:t>3.038e0</w:t>
      </w:r>
    </w:p>
    <w:p w:rsidR="00D43590" w:rsidRDefault="00D43590" w:rsidP="00D43590">
      <w:r>
        <w:t>386.3615</w:t>
      </w:r>
      <w:r>
        <w:tab/>
        <w:t>3.038e0</w:t>
      </w:r>
    </w:p>
    <w:p w:rsidR="00D43590" w:rsidRDefault="00D43590" w:rsidP="00D43590">
      <w:r>
        <w:t>386.5348</w:t>
      </w:r>
      <w:r>
        <w:tab/>
        <w:t>1.013e0</w:t>
      </w:r>
    </w:p>
    <w:p w:rsidR="00D43590" w:rsidRDefault="00D43590" w:rsidP="00D43590">
      <w:r>
        <w:t>386.5693</w:t>
      </w:r>
      <w:r>
        <w:tab/>
        <w:t>3.038e0</w:t>
      </w:r>
    </w:p>
    <w:p w:rsidR="00D43590" w:rsidRDefault="00D43590" w:rsidP="00D43590">
      <w:r>
        <w:t>386.6167</w:t>
      </w:r>
      <w:r>
        <w:tab/>
        <w:t>1.013e0</w:t>
      </w:r>
    </w:p>
    <w:p w:rsidR="00D43590" w:rsidRDefault="00D43590" w:rsidP="00D43590">
      <w:r>
        <w:t>386.6695</w:t>
      </w:r>
      <w:r>
        <w:tab/>
        <w:t>1.013e0</w:t>
      </w:r>
    </w:p>
    <w:p w:rsidR="00D43590" w:rsidRDefault="00D43590" w:rsidP="00D43590">
      <w:r>
        <w:t>386.7571</w:t>
      </w:r>
      <w:r>
        <w:tab/>
        <w:t>1.013e0</w:t>
      </w:r>
    </w:p>
    <w:p w:rsidR="00D43590" w:rsidRDefault="00D43590" w:rsidP="00D43590">
      <w:r>
        <w:t>386.8938</w:t>
      </w:r>
      <w:r>
        <w:tab/>
        <w:t>1.013e0</w:t>
      </w:r>
    </w:p>
    <w:p w:rsidR="00D43590" w:rsidRDefault="00D43590" w:rsidP="00D43590">
      <w:r>
        <w:t>386.9351</w:t>
      </w:r>
      <w:r>
        <w:tab/>
        <w:t>1.013e0</w:t>
      </w:r>
    </w:p>
    <w:p w:rsidR="00D43590" w:rsidRDefault="00D43590" w:rsidP="00D43590">
      <w:r>
        <w:t>387.1541</w:t>
      </w:r>
      <w:r>
        <w:tab/>
        <w:t>1.013e0</w:t>
      </w:r>
    </w:p>
    <w:p w:rsidR="00D43590" w:rsidRDefault="00D43590" w:rsidP="00D43590">
      <w:r>
        <w:t>387.2122</w:t>
      </w:r>
      <w:r>
        <w:tab/>
        <w:t>1.013e0</w:t>
      </w:r>
    </w:p>
    <w:p w:rsidR="00D43590" w:rsidRDefault="00D43590" w:rsidP="00D43590">
      <w:r>
        <w:t>387.2512</w:t>
      </w:r>
      <w:r>
        <w:tab/>
        <w:t>2.025e0</w:t>
      </w:r>
    </w:p>
    <w:p w:rsidR="00D43590" w:rsidRDefault="00D43590" w:rsidP="00D43590">
      <w:r>
        <w:t>387.3171</w:t>
      </w:r>
      <w:r>
        <w:tab/>
        <w:t>3.038e0</w:t>
      </w:r>
    </w:p>
    <w:p w:rsidR="00D43590" w:rsidRDefault="00D43590" w:rsidP="00D43590">
      <w:r>
        <w:t>387.4688</w:t>
      </w:r>
      <w:r>
        <w:tab/>
        <w:t>1.013e0</w:t>
      </w:r>
    </w:p>
    <w:p w:rsidR="00D43590" w:rsidRDefault="00D43590" w:rsidP="00D43590">
      <w:r>
        <w:t>387.6879</w:t>
      </w:r>
      <w:r>
        <w:tab/>
        <w:t>1.013e0</w:t>
      </w:r>
    </w:p>
    <w:p w:rsidR="00D43590" w:rsidRDefault="00D43590" w:rsidP="00D43590">
      <w:r>
        <w:t>387.7460</w:t>
      </w:r>
      <w:r>
        <w:tab/>
        <w:t>1.013e0</w:t>
      </w:r>
    </w:p>
    <w:p w:rsidR="00D43590" w:rsidRDefault="00D43590" w:rsidP="00D43590">
      <w:r>
        <w:t>387.7839</w:t>
      </w:r>
      <w:r>
        <w:tab/>
        <w:t>1.013e0</w:t>
      </w:r>
    </w:p>
    <w:p w:rsidR="00D43590" w:rsidRDefault="00D43590" w:rsidP="00D43590">
      <w:r>
        <w:t>388.1395</w:t>
      </w:r>
      <w:r>
        <w:tab/>
        <w:t>1.013e0</w:t>
      </w:r>
    </w:p>
    <w:p w:rsidR="00D43590" w:rsidRDefault="00D43590" w:rsidP="00D43590">
      <w:r>
        <w:t>388.1740</w:t>
      </w:r>
      <w:r>
        <w:tab/>
        <w:t>2.025e0</w:t>
      </w:r>
    </w:p>
    <w:p w:rsidR="00D43590" w:rsidRDefault="00D43590" w:rsidP="00D43590">
      <w:r>
        <w:lastRenderedPageBreak/>
        <w:t>388.2375</w:t>
      </w:r>
      <w:r>
        <w:tab/>
        <w:t>4.051e0</w:t>
      </w:r>
    </w:p>
    <w:p w:rsidR="00D43590" w:rsidRDefault="00D43590" w:rsidP="00D43590">
      <w:r>
        <w:t>388.2789</w:t>
      </w:r>
      <w:r>
        <w:tab/>
        <w:t>8.101e0</w:t>
      </w:r>
    </w:p>
    <w:p w:rsidR="00D43590" w:rsidRDefault="00D43590" w:rsidP="00D43590">
      <w:r>
        <w:t>388.4033</w:t>
      </w:r>
      <w:r>
        <w:tab/>
        <w:t>2.025e0</w:t>
      </w:r>
    </w:p>
    <w:p w:rsidR="00D43590" w:rsidRDefault="00D43590" w:rsidP="00D43590">
      <w:r>
        <w:t>388.4701</w:t>
      </w:r>
      <w:r>
        <w:tab/>
        <w:t>2.025e0</w:t>
      </w:r>
    </w:p>
    <w:p w:rsidR="00D43590" w:rsidRDefault="00D43590" w:rsidP="00D43590">
      <w:r>
        <w:t>388.5737</w:t>
      </w:r>
      <w:r>
        <w:tab/>
        <w:t>1.013e0</w:t>
      </w:r>
    </w:p>
    <w:p w:rsidR="00D43590" w:rsidRDefault="00D43590" w:rsidP="00D43590">
      <w:r>
        <w:t>388.6235</w:t>
      </w:r>
      <w:r>
        <w:tab/>
        <w:t>1.013e0</w:t>
      </w:r>
    </w:p>
    <w:p w:rsidR="00D43590" w:rsidRDefault="00D43590" w:rsidP="00D43590">
      <w:r>
        <w:t>388.6734</w:t>
      </w:r>
      <w:r>
        <w:tab/>
        <w:t>1.013e0</w:t>
      </w:r>
    </w:p>
    <w:p w:rsidR="00D43590" w:rsidRDefault="00D43590" w:rsidP="00D43590">
      <w:r>
        <w:t>388.7268</w:t>
      </w:r>
      <w:r>
        <w:tab/>
        <w:t>2.025e0</w:t>
      </w:r>
    </w:p>
    <w:p w:rsidR="00D43590" w:rsidRDefault="00D43590" w:rsidP="00D43590">
      <w:r>
        <w:t>388.9205</w:t>
      </w:r>
      <w:r>
        <w:tab/>
        <w:t>2.025e0</w:t>
      </w:r>
    </w:p>
    <w:p w:rsidR="00D43590" w:rsidRDefault="00D43590" w:rsidP="00D43590">
      <w:r>
        <w:t>389.1437</w:t>
      </w:r>
      <w:r>
        <w:tab/>
        <w:t>1.013e0</w:t>
      </w:r>
    </w:p>
    <w:p w:rsidR="00D43590" w:rsidRDefault="00D43590" w:rsidP="00D43590">
      <w:r>
        <w:t>389.1942</w:t>
      </w:r>
      <w:r>
        <w:tab/>
        <w:t>1.013e0</w:t>
      </w:r>
    </w:p>
    <w:p w:rsidR="00D43590" w:rsidRDefault="00D43590" w:rsidP="00D43590">
      <w:r>
        <w:t>389.2489</w:t>
      </w:r>
      <w:r>
        <w:tab/>
        <w:t>5.472e0</w:t>
      </w:r>
    </w:p>
    <w:p w:rsidR="00D43590" w:rsidRDefault="00D43590" w:rsidP="00D43590">
      <w:r>
        <w:t>389.2883</w:t>
      </w:r>
      <w:r>
        <w:tab/>
        <w:t>5.668e0</w:t>
      </w:r>
    </w:p>
    <w:p w:rsidR="00D43590" w:rsidRDefault="00D43590" w:rsidP="00D43590">
      <w:r>
        <w:t>389.3518</w:t>
      </w:r>
      <w:r>
        <w:tab/>
        <w:t>1.013e0</w:t>
      </w:r>
    </w:p>
    <w:p w:rsidR="00D43590" w:rsidRDefault="00D43590" w:rsidP="00D43590">
      <w:r>
        <w:t>389.4219</w:t>
      </w:r>
      <w:r>
        <w:tab/>
        <w:t>1.013e0</w:t>
      </w:r>
    </w:p>
    <w:p w:rsidR="00D43590" w:rsidRDefault="00D43590" w:rsidP="00D43590">
      <w:r>
        <w:t>389.5760</w:t>
      </w:r>
      <w:r>
        <w:tab/>
        <w:t>2.025e0</w:t>
      </w:r>
    </w:p>
    <w:p w:rsidR="00D43590" w:rsidRDefault="00D43590" w:rsidP="00D43590">
      <w:r>
        <w:t>389.6403</w:t>
      </w:r>
      <w:r>
        <w:tab/>
        <w:t>2.025e0</w:t>
      </w:r>
    </w:p>
    <w:p w:rsidR="00D43590" w:rsidRDefault="00D43590" w:rsidP="00D43590">
      <w:r>
        <w:t>389.8360</w:t>
      </w:r>
      <w:r>
        <w:tab/>
        <w:t>1.013e0</w:t>
      </w:r>
    </w:p>
    <w:p w:rsidR="00D43590" w:rsidRDefault="00D43590" w:rsidP="00D43590">
      <w:r>
        <w:t>390.0573</w:t>
      </w:r>
      <w:r>
        <w:tab/>
        <w:t>2.025e0</w:t>
      </w:r>
    </w:p>
    <w:p w:rsidR="00D43590" w:rsidRDefault="00D43590" w:rsidP="00D43590">
      <w:r>
        <w:lastRenderedPageBreak/>
        <w:t>390.1018</w:t>
      </w:r>
      <w:r>
        <w:tab/>
        <w:t>1.013e0</w:t>
      </w:r>
    </w:p>
    <w:p w:rsidR="00D43590" w:rsidRDefault="00D43590" w:rsidP="00D43590">
      <w:r>
        <w:t>390.1933</w:t>
      </w:r>
      <w:r>
        <w:tab/>
        <w:t>1.013e0</w:t>
      </w:r>
    </w:p>
    <w:p w:rsidR="00D43590" w:rsidRDefault="00D43590" w:rsidP="00D43590">
      <w:r>
        <w:t>390.2637</w:t>
      </w:r>
      <w:r>
        <w:tab/>
        <w:t>3.038e0</w:t>
      </w:r>
    </w:p>
    <w:p w:rsidR="00D43590" w:rsidRDefault="00D43590" w:rsidP="00D43590">
      <w:r>
        <w:t>390.3863</w:t>
      </w:r>
      <w:r>
        <w:tab/>
        <w:t>1.013e0</w:t>
      </w:r>
    </w:p>
    <w:p w:rsidR="00D43590" w:rsidRDefault="00D43590" w:rsidP="00D43590">
      <w:r>
        <w:t>390.4793</w:t>
      </w:r>
      <w:r>
        <w:tab/>
        <w:t>1.013e0</w:t>
      </w:r>
    </w:p>
    <w:p w:rsidR="00D43590" w:rsidRDefault="00D43590" w:rsidP="00D43590">
      <w:r>
        <w:t>390.7226</w:t>
      </w:r>
      <w:r>
        <w:tab/>
        <w:t>1.013e0</w:t>
      </w:r>
    </w:p>
    <w:p w:rsidR="00D43590" w:rsidRDefault="00D43590" w:rsidP="00D43590">
      <w:r>
        <w:t>390.9638</w:t>
      </w:r>
      <w:r>
        <w:tab/>
        <w:t>4.051e0</w:t>
      </w:r>
    </w:p>
    <w:p w:rsidR="00D43590" w:rsidRDefault="00D43590" w:rsidP="00D43590">
      <w:r>
        <w:t>391.0472</w:t>
      </w:r>
      <w:r>
        <w:tab/>
        <w:t>1.013e0</w:t>
      </w:r>
    </w:p>
    <w:p w:rsidR="00D43590" w:rsidRDefault="00D43590" w:rsidP="00D43590">
      <w:r>
        <w:t>391.1307</w:t>
      </w:r>
      <w:r>
        <w:tab/>
        <w:t>1.013e0</w:t>
      </w:r>
    </w:p>
    <w:p w:rsidR="00D43590" w:rsidRDefault="00D43590" w:rsidP="00D43590">
      <w:r>
        <w:t>391.1995</w:t>
      </w:r>
      <w:r>
        <w:tab/>
        <w:t>3.038e0</w:t>
      </w:r>
    </w:p>
    <w:p w:rsidR="00D43590" w:rsidRDefault="00D43590" w:rsidP="00D43590">
      <w:r>
        <w:t>391.3038</w:t>
      </w:r>
      <w:r>
        <w:tab/>
        <w:t>4.041e1</w:t>
      </w:r>
    </w:p>
    <w:p w:rsidR="00D43590" w:rsidRDefault="00D43590" w:rsidP="00D43590">
      <w:r>
        <w:t>391.4275</w:t>
      </w:r>
      <w:r>
        <w:tab/>
        <w:t>2.025e0</w:t>
      </w:r>
    </w:p>
    <w:p w:rsidR="00D43590" w:rsidRDefault="00D43590" w:rsidP="00D43590">
      <w:r>
        <w:t>391.7617</w:t>
      </w:r>
      <w:r>
        <w:tab/>
        <w:t>1.013e0</w:t>
      </w:r>
    </w:p>
    <w:p w:rsidR="00D43590" w:rsidRDefault="00D43590" w:rsidP="00D43590">
      <w:r>
        <w:t>391.8522</w:t>
      </w:r>
      <w:r>
        <w:tab/>
        <w:t>1.013e0</w:t>
      </w:r>
    </w:p>
    <w:p w:rsidR="00D43590" w:rsidRDefault="00D43590" w:rsidP="00D43590">
      <w:r>
        <w:t>391.8877</w:t>
      </w:r>
      <w:r>
        <w:tab/>
        <w:t>2.025e0</w:t>
      </w:r>
    </w:p>
    <w:p w:rsidR="00D43590" w:rsidRDefault="00D43590" w:rsidP="00D43590">
      <w:r>
        <w:t>391.9413</w:t>
      </w:r>
      <w:r>
        <w:tab/>
        <w:t>2.025e0</w:t>
      </w:r>
    </w:p>
    <w:p w:rsidR="00D43590" w:rsidRDefault="00D43590" w:rsidP="00D43590">
      <w:r>
        <w:t>392.1060</w:t>
      </w:r>
      <w:r>
        <w:tab/>
        <w:t>1.013e0</w:t>
      </w:r>
    </w:p>
    <w:p w:rsidR="00D43590" w:rsidRDefault="00D43590" w:rsidP="00D43590">
      <w:r>
        <w:t>392.1414</w:t>
      </w:r>
      <w:r>
        <w:tab/>
        <w:t>2.025e0</w:t>
      </w:r>
    </w:p>
    <w:p w:rsidR="00D43590" w:rsidRDefault="00D43590" w:rsidP="00D43590">
      <w:r>
        <w:t>392.2067</w:t>
      </w:r>
      <w:r>
        <w:tab/>
        <w:t>2.025e0</w:t>
      </w:r>
    </w:p>
    <w:p w:rsidR="00D43590" w:rsidRDefault="00D43590" w:rsidP="00D43590">
      <w:r>
        <w:lastRenderedPageBreak/>
        <w:t>392.3049</w:t>
      </w:r>
      <w:r>
        <w:tab/>
        <w:t>1.519e1</w:t>
      </w:r>
    </w:p>
    <w:p w:rsidR="00D43590" w:rsidRDefault="00D43590" w:rsidP="00D43590">
      <w:r>
        <w:t>392.4700</w:t>
      </w:r>
      <w:r>
        <w:tab/>
        <w:t>3.038e0</w:t>
      </w:r>
    </w:p>
    <w:p w:rsidR="00D43590" w:rsidRDefault="00D43590" w:rsidP="00D43590">
      <w:r>
        <w:t>392.6016</w:t>
      </w:r>
      <w:r>
        <w:tab/>
        <w:t>3.038e0</w:t>
      </w:r>
    </w:p>
    <w:p w:rsidR="00D43590" w:rsidRDefault="00D43590" w:rsidP="00D43590">
      <w:r>
        <w:t>392.7097</w:t>
      </w:r>
      <w:r>
        <w:tab/>
        <w:t>1.013e0</w:t>
      </w:r>
    </w:p>
    <w:p w:rsidR="00D43590" w:rsidRDefault="00D43590" w:rsidP="00D43590">
      <w:r>
        <w:t>392.8974</w:t>
      </w:r>
      <w:r>
        <w:tab/>
        <w:t>1.013e0</w:t>
      </w:r>
    </w:p>
    <w:p w:rsidR="00D43590" w:rsidRDefault="00D43590" w:rsidP="00D43590">
      <w:r>
        <w:t>392.9577</w:t>
      </w:r>
      <w:r>
        <w:tab/>
        <w:t>2.025e0</w:t>
      </w:r>
    </w:p>
    <w:p w:rsidR="00D43590" w:rsidRDefault="00D43590" w:rsidP="00D43590">
      <w:r>
        <w:t>393.0243</w:t>
      </w:r>
      <w:r>
        <w:tab/>
        <w:t>2.025e0</w:t>
      </w:r>
    </w:p>
    <w:p w:rsidR="00D43590" w:rsidRDefault="00D43590" w:rsidP="00D43590">
      <w:r>
        <w:t>393.0859</w:t>
      </w:r>
      <w:r>
        <w:tab/>
        <w:t>2.025e0</w:t>
      </w:r>
    </w:p>
    <w:p w:rsidR="00D43590" w:rsidRDefault="00D43590" w:rsidP="00D43590">
      <w:r>
        <w:t>393.2148</w:t>
      </w:r>
      <w:r>
        <w:tab/>
        <w:t>9.044e0</w:t>
      </w:r>
    </w:p>
    <w:p w:rsidR="00D43590" w:rsidRDefault="00D43590" w:rsidP="00D43590">
      <w:r>
        <w:t>393.2619</w:t>
      </w:r>
      <w:r>
        <w:tab/>
        <w:t>3.038e0</w:t>
      </w:r>
    </w:p>
    <w:p w:rsidR="00D43590" w:rsidRDefault="00D43590" w:rsidP="00D43590">
      <w:r>
        <w:t>393.3369</w:t>
      </w:r>
      <w:r>
        <w:tab/>
        <w:t>3.038e0</w:t>
      </w:r>
    </w:p>
    <w:p w:rsidR="00D43590" w:rsidRDefault="00D43590" w:rsidP="00D43590">
      <w:r>
        <w:t>393.4995</w:t>
      </w:r>
      <w:r>
        <w:tab/>
        <w:t>3.038e0</w:t>
      </w:r>
    </w:p>
    <w:p w:rsidR="00D43590" w:rsidRDefault="00D43590" w:rsidP="00D43590">
      <w:r>
        <w:t>393.5453</w:t>
      </w:r>
      <w:r>
        <w:tab/>
        <w:t>1.013e0</w:t>
      </w:r>
    </w:p>
    <w:p w:rsidR="00D43590" w:rsidRDefault="00D43590" w:rsidP="00D43590">
      <w:r>
        <w:t>393.7104</w:t>
      </w:r>
      <w:r>
        <w:tab/>
        <w:t>1.013e0</w:t>
      </w:r>
    </w:p>
    <w:p w:rsidR="00D43590" w:rsidRDefault="00D43590" w:rsidP="00D43590">
      <w:r>
        <w:t>393.7680</w:t>
      </w:r>
      <w:r>
        <w:tab/>
        <w:t>1.013e0</w:t>
      </w:r>
    </w:p>
    <w:p w:rsidR="00D43590" w:rsidRDefault="00D43590" w:rsidP="00D43590">
      <w:r>
        <w:t>393.8708</w:t>
      </w:r>
      <w:r>
        <w:tab/>
        <w:t>3.038e0</w:t>
      </w:r>
    </w:p>
    <w:p w:rsidR="00D43590" w:rsidRDefault="00D43590" w:rsidP="00D43590">
      <w:r>
        <w:t>393.9411</w:t>
      </w:r>
      <w:r>
        <w:tab/>
        <w:t>1.013e0</w:t>
      </w:r>
    </w:p>
    <w:p w:rsidR="00D43590" w:rsidRDefault="00D43590" w:rsidP="00D43590">
      <w:r>
        <w:t>393.9987</w:t>
      </w:r>
      <w:r>
        <w:tab/>
        <w:t>1.013e0</w:t>
      </w:r>
    </w:p>
    <w:p w:rsidR="00D43590" w:rsidRDefault="00D43590" w:rsidP="00D43590">
      <w:r>
        <w:t>394.0565</w:t>
      </w:r>
      <w:r>
        <w:tab/>
        <w:t>1.013e0</w:t>
      </w:r>
    </w:p>
    <w:p w:rsidR="00D43590" w:rsidRDefault="00D43590" w:rsidP="00D43590">
      <w:r>
        <w:lastRenderedPageBreak/>
        <w:t>394.1070</w:t>
      </w:r>
      <w:r>
        <w:tab/>
        <w:t>1.013e0</w:t>
      </w:r>
    </w:p>
    <w:p w:rsidR="00D43590" w:rsidRDefault="00D43590" w:rsidP="00D43590">
      <w:r>
        <w:t>394.2305</w:t>
      </w:r>
      <w:r>
        <w:tab/>
        <w:t>6.076e0</w:t>
      </w:r>
    </w:p>
    <w:p w:rsidR="00D43590" w:rsidRDefault="00D43590" w:rsidP="00D43590">
      <w:r>
        <w:t>394.2894</w:t>
      </w:r>
      <w:r>
        <w:tab/>
        <w:t>1.013e0</w:t>
      </w:r>
    </w:p>
    <w:p w:rsidR="00D43590" w:rsidRDefault="00D43590" w:rsidP="00D43590">
      <w:r>
        <w:t>394.3660</w:t>
      </w:r>
      <w:r>
        <w:tab/>
        <w:t>7.089e0</w:t>
      </w:r>
    </w:p>
    <w:p w:rsidR="00D43590" w:rsidRDefault="00D43590" w:rsidP="00D43590">
      <w:r>
        <w:t>394.4981</w:t>
      </w:r>
      <w:r>
        <w:tab/>
        <w:t>3.038e0</w:t>
      </w:r>
    </w:p>
    <w:p w:rsidR="00D43590" w:rsidRDefault="00D43590" w:rsidP="00D43590">
      <w:r>
        <w:t>394.5637</w:t>
      </w:r>
      <w:r>
        <w:tab/>
        <w:t>1.013e0</w:t>
      </w:r>
    </w:p>
    <w:p w:rsidR="00D43590" w:rsidRDefault="00D43590" w:rsidP="00D43590">
      <w:r>
        <w:t>394.6163</w:t>
      </w:r>
      <w:r>
        <w:tab/>
        <w:t>2.025e0</w:t>
      </w:r>
    </w:p>
    <w:p w:rsidR="00D43590" w:rsidRDefault="00D43590" w:rsidP="00D43590">
      <w:r>
        <w:t>394.7350</w:t>
      </w:r>
      <w:r>
        <w:tab/>
        <w:t>1.013e0</w:t>
      </w:r>
    </w:p>
    <w:p w:rsidR="00D43590" w:rsidRDefault="00D43590" w:rsidP="00D43590">
      <w:r>
        <w:t>395.0232</w:t>
      </w:r>
      <w:r>
        <w:tab/>
        <w:t>2.025e0</w:t>
      </w:r>
    </w:p>
    <w:p w:rsidR="00D43590" w:rsidRDefault="00D43590" w:rsidP="00D43590">
      <w:r>
        <w:t>395.1797</w:t>
      </w:r>
      <w:r>
        <w:tab/>
        <w:t>8.624e0</w:t>
      </w:r>
    </w:p>
    <w:p w:rsidR="00D43590" w:rsidRDefault="00D43590" w:rsidP="00D43590">
      <w:r>
        <w:t>395.2108</w:t>
      </w:r>
      <w:r>
        <w:tab/>
        <w:t>2.890e0</w:t>
      </w:r>
    </w:p>
    <w:p w:rsidR="00D43590" w:rsidRDefault="00D43590" w:rsidP="00D43590">
      <w:r>
        <w:t>395.3043</w:t>
      </w:r>
      <w:r>
        <w:tab/>
        <w:t>1.013e0</w:t>
      </w:r>
    </w:p>
    <w:p w:rsidR="00D43590" w:rsidRDefault="00D43590" w:rsidP="00D43590">
      <w:r>
        <w:t>395.3470</w:t>
      </w:r>
      <w:r>
        <w:tab/>
        <w:t>2.025e0</w:t>
      </w:r>
    </w:p>
    <w:p w:rsidR="00D43590" w:rsidRDefault="00D43590" w:rsidP="00D43590">
      <w:r>
        <w:t>395.4074</w:t>
      </w:r>
      <w:r>
        <w:tab/>
        <w:t>1.013e0</w:t>
      </w:r>
    </w:p>
    <w:p w:rsidR="00D43590" w:rsidRDefault="00D43590" w:rsidP="00D43590">
      <w:r>
        <w:t>395.5160</w:t>
      </w:r>
      <w:r>
        <w:tab/>
        <w:t>1.013e0</w:t>
      </w:r>
    </w:p>
    <w:p w:rsidR="00D43590" w:rsidRDefault="00D43590" w:rsidP="00D43590">
      <w:r>
        <w:t>395.6200</w:t>
      </w:r>
      <w:r>
        <w:tab/>
        <w:t>1.013e0</w:t>
      </w:r>
    </w:p>
    <w:p w:rsidR="00D43590" w:rsidRDefault="00D43590" w:rsidP="00D43590">
      <w:r>
        <w:t>395.7621</w:t>
      </w:r>
      <w:r>
        <w:tab/>
        <w:t>1.013e0</w:t>
      </w:r>
    </w:p>
    <w:p w:rsidR="00D43590" w:rsidRDefault="00D43590" w:rsidP="00D43590">
      <w:r>
        <w:t>395.9697</w:t>
      </w:r>
      <w:r>
        <w:tab/>
        <w:t>1.013e0</w:t>
      </w:r>
    </w:p>
    <w:p w:rsidR="00D43590" w:rsidRDefault="00D43590" w:rsidP="00D43590">
      <w:r>
        <w:t>396.0693</w:t>
      </w:r>
      <w:r>
        <w:tab/>
        <w:t>1.013e0</w:t>
      </w:r>
    </w:p>
    <w:p w:rsidR="00D43590" w:rsidRDefault="00D43590" w:rsidP="00D43590">
      <w:r>
        <w:lastRenderedPageBreak/>
        <w:t>396.1432</w:t>
      </w:r>
      <w:r>
        <w:tab/>
        <w:t>3.038e0</w:t>
      </w:r>
    </w:p>
    <w:p w:rsidR="00D43590" w:rsidRDefault="00D43590" w:rsidP="00D43590">
      <w:r>
        <w:t>396.3367</w:t>
      </w:r>
      <w:r>
        <w:tab/>
        <w:t>2.025e0</w:t>
      </w:r>
    </w:p>
    <w:p w:rsidR="00D43590" w:rsidRDefault="00D43590" w:rsidP="00D43590">
      <w:r>
        <w:t>396.4500</w:t>
      </w:r>
      <w:r>
        <w:tab/>
        <w:t>2.025e0</w:t>
      </w:r>
    </w:p>
    <w:p w:rsidR="00D43590" w:rsidRDefault="00D43590" w:rsidP="00D43590">
      <w:r>
        <w:t>396.5597</w:t>
      </w:r>
      <w:r>
        <w:tab/>
        <w:t>1.013e0</w:t>
      </w:r>
    </w:p>
    <w:p w:rsidR="00D43590" w:rsidRDefault="00D43590" w:rsidP="00D43590">
      <w:r>
        <w:t>396.7781</w:t>
      </w:r>
      <w:r>
        <w:tab/>
        <w:t>2.025e0</w:t>
      </w:r>
    </w:p>
    <w:p w:rsidR="00D43590" w:rsidRDefault="00D43590" w:rsidP="00D43590">
      <w:r>
        <w:t>396.9063</w:t>
      </w:r>
      <w:r>
        <w:tab/>
        <w:t>1.013e0</w:t>
      </w:r>
    </w:p>
    <w:p w:rsidR="00D43590" w:rsidRDefault="00D43590" w:rsidP="00D43590">
      <w:r>
        <w:t>396.9586</w:t>
      </w:r>
      <w:r>
        <w:tab/>
        <w:t>1.013e0</w:t>
      </w:r>
    </w:p>
    <w:p w:rsidR="00D43590" w:rsidRDefault="00D43590" w:rsidP="00D43590">
      <w:r>
        <w:t>397.0058</w:t>
      </w:r>
      <w:r>
        <w:tab/>
        <w:t>1.013e0</w:t>
      </w:r>
    </w:p>
    <w:p w:rsidR="00D43590" w:rsidRDefault="00D43590" w:rsidP="00D43590">
      <w:r>
        <w:t>397.0849</w:t>
      </w:r>
      <w:r>
        <w:tab/>
        <w:t>1.013e0</w:t>
      </w:r>
    </w:p>
    <w:p w:rsidR="00D43590" w:rsidRDefault="00D43590" w:rsidP="00D43590">
      <w:r>
        <w:t>397.1820</w:t>
      </w:r>
      <w:r>
        <w:tab/>
        <w:t>3.038e0</w:t>
      </w:r>
    </w:p>
    <w:p w:rsidR="00D43590" w:rsidRDefault="00D43590" w:rsidP="00D43590">
      <w:r>
        <w:t>397.3048</w:t>
      </w:r>
      <w:r>
        <w:tab/>
        <w:t>2.025e0</w:t>
      </w:r>
    </w:p>
    <w:p w:rsidR="00D43590" w:rsidRDefault="00D43590" w:rsidP="00D43590">
      <w:r>
        <w:t>397.3800</w:t>
      </w:r>
      <w:r>
        <w:tab/>
        <w:t>1.013e0</w:t>
      </w:r>
    </w:p>
    <w:p w:rsidR="00D43590" w:rsidRDefault="00D43590" w:rsidP="00D43590">
      <w:r>
        <w:t>397.4176</w:t>
      </w:r>
      <w:r>
        <w:tab/>
        <w:t>1.013e0</w:t>
      </w:r>
    </w:p>
    <w:p w:rsidR="00D43590" w:rsidRDefault="00D43590" w:rsidP="00D43590">
      <w:r>
        <w:t>397.8054</w:t>
      </w:r>
      <w:r>
        <w:tab/>
        <w:t>1.013e0</w:t>
      </w:r>
    </w:p>
    <w:p w:rsidR="00D43590" w:rsidRDefault="00D43590" w:rsidP="00D43590">
      <w:r>
        <w:t>397.8431</w:t>
      </w:r>
      <w:r>
        <w:tab/>
        <w:t>1.013e0</w:t>
      </w:r>
    </w:p>
    <w:p w:rsidR="00D43590" w:rsidRDefault="00D43590" w:rsidP="00D43590">
      <w:r>
        <w:t>397.9141</w:t>
      </w:r>
      <w:r>
        <w:tab/>
        <w:t>2.025e0</w:t>
      </w:r>
    </w:p>
    <w:p w:rsidR="00D43590" w:rsidRDefault="00D43590" w:rsidP="00D43590">
      <w:r>
        <w:t>397.9633</w:t>
      </w:r>
      <w:r>
        <w:tab/>
        <w:t>1.013e0</w:t>
      </w:r>
    </w:p>
    <w:p w:rsidR="00D43590" w:rsidRDefault="00D43590" w:rsidP="00D43590">
      <w:r>
        <w:t>398.0094</w:t>
      </w:r>
      <w:r>
        <w:tab/>
        <w:t>2.104e0</w:t>
      </w:r>
    </w:p>
    <w:p w:rsidR="00D43590" w:rsidRDefault="00D43590" w:rsidP="00D43590">
      <w:r>
        <w:t>398.2677</w:t>
      </w:r>
      <w:r>
        <w:tab/>
        <w:t>1.013e0</w:t>
      </w:r>
    </w:p>
    <w:p w:rsidR="00D43590" w:rsidRDefault="00D43590" w:rsidP="00D43590">
      <w:r>
        <w:lastRenderedPageBreak/>
        <w:t>398.3458</w:t>
      </w:r>
      <w:r>
        <w:tab/>
        <w:t>3.038e0</w:t>
      </w:r>
    </w:p>
    <w:p w:rsidR="00D43590" w:rsidRDefault="00D43590" w:rsidP="00D43590">
      <w:r>
        <w:t>398.5227</w:t>
      </w:r>
      <w:r>
        <w:tab/>
        <w:t>1.013e0</w:t>
      </w:r>
    </w:p>
    <w:p w:rsidR="00D43590" w:rsidRDefault="00D43590" w:rsidP="00D43590">
      <w:r>
        <w:t>398.6062</w:t>
      </w:r>
      <w:r>
        <w:tab/>
        <w:t>3.038e0</w:t>
      </w:r>
    </w:p>
    <w:p w:rsidR="00D43590" w:rsidRDefault="00D43590" w:rsidP="00D43590">
      <w:r>
        <w:t>398.7341</w:t>
      </w:r>
      <w:r>
        <w:tab/>
        <w:t>1.013e0</w:t>
      </w:r>
    </w:p>
    <w:p w:rsidR="00D43590" w:rsidRDefault="00D43590" w:rsidP="00D43590">
      <w:r>
        <w:t>398.7632</w:t>
      </w:r>
      <w:r>
        <w:tab/>
        <w:t>1.013e0</w:t>
      </w:r>
    </w:p>
    <w:p w:rsidR="00D43590" w:rsidRDefault="00D43590" w:rsidP="00D43590">
      <w:r>
        <w:t>398.8070</w:t>
      </w:r>
      <w:r>
        <w:tab/>
        <w:t>1.013e0</w:t>
      </w:r>
    </w:p>
    <w:p w:rsidR="00D43590" w:rsidRDefault="00D43590" w:rsidP="00D43590">
      <w:r>
        <w:t>399.0039</w:t>
      </w:r>
      <w:r>
        <w:tab/>
        <w:t>1.013e0</w:t>
      </w:r>
    </w:p>
    <w:p w:rsidR="00D43590" w:rsidRDefault="00D43590" w:rsidP="00D43590">
      <w:r>
        <w:t>399.1098</w:t>
      </w:r>
      <w:r>
        <w:tab/>
        <w:t>1.013e0</w:t>
      </w:r>
    </w:p>
    <w:p w:rsidR="00D43590" w:rsidRDefault="00D43590" w:rsidP="00D43590">
      <w:r>
        <w:t>399.2914</w:t>
      </w:r>
      <w:r>
        <w:tab/>
        <w:t>2.025e0</w:t>
      </w:r>
    </w:p>
    <w:p w:rsidR="00D43590" w:rsidRDefault="00D43590" w:rsidP="00D43590">
      <w:r>
        <w:t>399.3498</w:t>
      </w:r>
      <w:r>
        <w:tab/>
        <w:t>2.025e0</w:t>
      </w:r>
    </w:p>
    <w:p w:rsidR="00D43590" w:rsidRDefault="00D43590" w:rsidP="00D43590">
      <w:r>
        <w:t>399.3908</w:t>
      </w:r>
      <w:r>
        <w:tab/>
        <w:t>1.013e0</w:t>
      </w:r>
    </w:p>
    <w:p w:rsidR="00D43590" w:rsidRDefault="00D43590" w:rsidP="00D43590">
      <w:r>
        <w:t>399.5150</w:t>
      </w:r>
      <w:r>
        <w:tab/>
        <w:t>1.013e0</w:t>
      </w:r>
    </w:p>
    <w:p w:rsidR="00D43590" w:rsidRDefault="00D43590" w:rsidP="00D43590">
      <w:r>
        <w:t>399.6245</w:t>
      </w:r>
      <w:r>
        <w:tab/>
        <w:t>1.013e0</w:t>
      </w:r>
    </w:p>
    <w:p w:rsidR="00D43590" w:rsidRDefault="00D43590" w:rsidP="00D43590">
      <w:r>
        <w:t>399.8219</w:t>
      </w:r>
      <w:r>
        <w:tab/>
        <w:t>1.013e0</w:t>
      </w:r>
    </w:p>
    <w:p w:rsidR="00D43590" w:rsidRDefault="00D43590" w:rsidP="00D43590">
      <w:r>
        <w:t>399.8950</w:t>
      </w:r>
      <w:r>
        <w:tab/>
        <w:t>1.013e0</w:t>
      </w:r>
    </w:p>
    <w:p w:rsidR="00D43590" w:rsidRDefault="00D43590" w:rsidP="00D43590">
      <w:r>
        <w:t>399.9476</w:t>
      </w:r>
      <w:r>
        <w:tab/>
        <w:t>1.013e0</w:t>
      </w:r>
    </w:p>
    <w:p w:rsidR="00D43590" w:rsidRDefault="00D43590" w:rsidP="00D43590">
      <w:r>
        <w:t>400.1384</w:t>
      </w:r>
      <w:r>
        <w:tab/>
        <w:t>3.038e0</w:t>
      </w:r>
    </w:p>
    <w:p w:rsidR="00D43590" w:rsidRDefault="00D43590" w:rsidP="00D43590">
      <w:r>
        <w:t>400.2194</w:t>
      </w:r>
      <w:r>
        <w:tab/>
        <w:t>3.038e0</w:t>
      </w:r>
    </w:p>
    <w:p w:rsidR="00D43590" w:rsidRDefault="00D43590" w:rsidP="00D43590">
      <w:r>
        <w:t>400.3303</w:t>
      </w:r>
      <w:r>
        <w:tab/>
        <w:t>2.025e0</w:t>
      </w:r>
    </w:p>
    <w:p w:rsidR="00D43590" w:rsidRDefault="00D43590" w:rsidP="00D43590">
      <w:r>
        <w:lastRenderedPageBreak/>
        <w:t>400.3988</w:t>
      </w:r>
      <w:r>
        <w:tab/>
        <w:t>1.519e1</w:t>
      </w:r>
    </w:p>
    <w:p w:rsidR="00D43590" w:rsidRDefault="00D43590" w:rsidP="00D43590">
      <w:r>
        <w:t>400.4656</w:t>
      </w:r>
      <w:r>
        <w:tab/>
        <w:t>1.013e0</w:t>
      </w:r>
    </w:p>
    <w:p w:rsidR="00D43590" w:rsidRDefault="00D43590" w:rsidP="00D43590">
      <w:r>
        <w:t>400.5366</w:t>
      </w:r>
      <w:r>
        <w:tab/>
        <w:t>2.025e0</w:t>
      </w:r>
    </w:p>
    <w:p w:rsidR="00D43590" w:rsidRDefault="00D43590" w:rsidP="00D43590">
      <w:r>
        <w:t>400.5906</w:t>
      </w:r>
      <w:r>
        <w:tab/>
        <w:t>2.025e0</w:t>
      </w:r>
    </w:p>
    <w:p w:rsidR="00D43590" w:rsidRDefault="00D43590" w:rsidP="00D43590">
      <w:r>
        <w:t>400.6620</w:t>
      </w:r>
      <w:r>
        <w:tab/>
        <w:t>1.013e0</w:t>
      </w:r>
    </w:p>
    <w:p w:rsidR="00D43590" w:rsidRDefault="00D43590" w:rsidP="00D43590">
      <w:r>
        <w:t>400.8388</w:t>
      </w:r>
      <w:r>
        <w:tab/>
        <w:t>2.025e0</w:t>
      </w:r>
    </w:p>
    <w:p w:rsidR="00D43590" w:rsidRDefault="00D43590" w:rsidP="00D43590">
      <w:r>
        <w:t>400.9918</w:t>
      </w:r>
      <w:r>
        <w:tab/>
        <w:t>1.013e0</w:t>
      </w:r>
    </w:p>
    <w:p w:rsidR="00D43590" w:rsidRDefault="00D43590" w:rsidP="00D43590">
      <w:r>
        <w:t>401.0296</w:t>
      </w:r>
      <w:r>
        <w:tab/>
        <w:t>1.013e0</w:t>
      </w:r>
    </w:p>
    <w:p w:rsidR="00D43590" w:rsidRDefault="00D43590" w:rsidP="00D43590">
      <w:r>
        <w:t>401.1724</w:t>
      </w:r>
      <w:r>
        <w:tab/>
        <w:t>2.025e0</w:t>
      </w:r>
    </w:p>
    <w:p w:rsidR="00D43590" w:rsidRDefault="00D43590" w:rsidP="00D43590">
      <w:r>
        <w:t>401.2522</w:t>
      </w:r>
      <w:r>
        <w:tab/>
        <w:t>2.025e0</w:t>
      </w:r>
    </w:p>
    <w:p w:rsidR="00D43590" w:rsidRDefault="00D43590" w:rsidP="00D43590">
      <w:r>
        <w:t>401.2950</w:t>
      </w:r>
      <w:r>
        <w:tab/>
        <w:t>3.038e0</w:t>
      </w:r>
    </w:p>
    <w:p w:rsidR="00D43590" w:rsidRDefault="00D43590" w:rsidP="00D43590">
      <w:r>
        <w:t>401.4064</w:t>
      </w:r>
      <w:r>
        <w:tab/>
        <w:t>5.063e0</w:t>
      </w:r>
    </w:p>
    <w:p w:rsidR="00D43590" w:rsidRDefault="00D43590" w:rsidP="00D43590">
      <w:r>
        <w:t>401.4584</w:t>
      </w:r>
      <w:r>
        <w:tab/>
        <w:t>2.025e0</w:t>
      </w:r>
    </w:p>
    <w:p w:rsidR="00D43590" w:rsidRDefault="00D43590" w:rsidP="00D43590">
      <w:r>
        <w:t>401.6513</w:t>
      </w:r>
      <w:r>
        <w:tab/>
        <w:t>1.013e0</w:t>
      </w:r>
    </w:p>
    <w:p w:rsidR="00D43590" w:rsidRDefault="00D43590" w:rsidP="00D43590">
      <w:r>
        <w:t>401.7779</w:t>
      </w:r>
      <w:r>
        <w:tab/>
        <w:t>1.013e0</w:t>
      </w:r>
    </w:p>
    <w:p w:rsidR="00D43590" w:rsidRDefault="00D43590" w:rsidP="00D43590">
      <w:r>
        <w:t>401.8678</w:t>
      </w:r>
      <w:r>
        <w:tab/>
        <w:t>1.013e0</w:t>
      </w:r>
    </w:p>
    <w:p w:rsidR="00D43590" w:rsidRDefault="00D43590" w:rsidP="00D43590">
      <w:r>
        <w:t>401.9321</w:t>
      </w:r>
      <w:r>
        <w:tab/>
        <w:t>1.013e0</w:t>
      </w:r>
    </w:p>
    <w:p w:rsidR="00D43590" w:rsidRDefault="00D43590" w:rsidP="00D43590">
      <w:r>
        <w:t>401.9940</w:t>
      </w:r>
      <w:r>
        <w:tab/>
        <w:t>2.025e0</w:t>
      </w:r>
    </w:p>
    <w:p w:rsidR="00D43590" w:rsidRDefault="00D43590" w:rsidP="00D43590">
      <w:r>
        <w:t>402.1176</w:t>
      </w:r>
      <w:r>
        <w:tab/>
        <w:t>2.025e0</w:t>
      </w:r>
    </w:p>
    <w:p w:rsidR="00D43590" w:rsidRDefault="00D43590" w:rsidP="00D43590">
      <w:r>
        <w:lastRenderedPageBreak/>
        <w:t>402.2604</w:t>
      </w:r>
      <w:r>
        <w:tab/>
        <w:t>3.038e0</w:t>
      </w:r>
    </w:p>
    <w:p w:rsidR="00D43590" w:rsidRDefault="00D43590" w:rsidP="00D43590">
      <w:r>
        <w:t>402.3024</w:t>
      </w:r>
      <w:r>
        <w:tab/>
        <w:t>2.025e0</w:t>
      </w:r>
    </w:p>
    <w:p w:rsidR="00D43590" w:rsidRDefault="00D43590" w:rsidP="00D43590">
      <w:r>
        <w:t>402.3522</w:t>
      </w:r>
      <w:r>
        <w:tab/>
        <w:t>1.013e0</w:t>
      </w:r>
    </w:p>
    <w:p w:rsidR="00D43590" w:rsidRDefault="00D43590" w:rsidP="00D43590">
      <w:r>
        <w:t>402.5092</w:t>
      </w:r>
      <w:r>
        <w:tab/>
        <w:t>2.025e0</w:t>
      </w:r>
    </w:p>
    <w:p w:rsidR="00D43590" w:rsidRDefault="00D43590" w:rsidP="00D43590">
      <w:r>
        <w:t>402.7408</w:t>
      </w:r>
      <w:r>
        <w:tab/>
        <w:t>1.013e0</w:t>
      </w:r>
    </w:p>
    <w:p w:rsidR="00D43590" w:rsidRDefault="00D43590" w:rsidP="00D43590">
      <w:r>
        <w:t>402.8540</w:t>
      </w:r>
      <w:r>
        <w:tab/>
        <w:t>1.013e0</w:t>
      </w:r>
    </w:p>
    <w:p w:rsidR="00D43590" w:rsidRDefault="00D43590" w:rsidP="00D43590">
      <w:r>
        <w:t>403.0087</w:t>
      </w:r>
      <w:r>
        <w:tab/>
        <w:t>1.013e0</w:t>
      </w:r>
    </w:p>
    <w:p w:rsidR="00D43590" w:rsidRDefault="00D43590" w:rsidP="00D43590">
      <w:r>
        <w:t>403.0703</w:t>
      </w:r>
      <w:r>
        <w:tab/>
        <w:t>2.025e0</w:t>
      </w:r>
    </w:p>
    <w:p w:rsidR="00D43590" w:rsidRDefault="00D43590" w:rsidP="00D43590">
      <w:r>
        <w:t>403.1821</w:t>
      </w:r>
      <w:r>
        <w:tab/>
        <w:t>2.025e0</w:t>
      </w:r>
    </w:p>
    <w:p w:rsidR="00D43590" w:rsidRDefault="00D43590" w:rsidP="00D43590">
      <w:r>
        <w:t>403.2286</w:t>
      </w:r>
      <w:r>
        <w:tab/>
        <w:t>2.025e0</w:t>
      </w:r>
    </w:p>
    <w:p w:rsidR="00D43590" w:rsidRDefault="00D43590" w:rsidP="00D43590">
      <w:r>
        <w:t>403.5436</w:t>
      </w:r>
      <w:r>
        <w:tab/>
        <w:t>1.013e0</w:t>
      </w:r>
    </w:p>
    <w:p w:rsidR="00D43590" w:rsidRDefault="00D43590" w:rsidP="00D43590">
      <w:r>
        <w:t>403.6615</w:t>
      </w:r>
      <w:r>
        <w:tab/>
        <w:t>1.013e0</w:t>
      </w:r>
    </w:p>
    <w:p w:rsidR="00D43590" w:rsidRDefault="00D43590" w:rsidP="00D43590">
      <w:r>
        <w:t>403.7062</w:t>
      </w:r>
      <w:r>
        <w:tab/>
        <w:t>1.013e0</w:t>
      </w:r>
    </w:p>
    <w:p w:rsidR="00D43590" w:rsidRDefault="00D43590" w:rsidP="00D43590">
      <w:r>
        <w:t>403.7991</w:t>
      </w:r>
      <w:r>
        <w:tab/>
        <w:t>1.013e0</w:t>
      </w:r>
    </w:p>
    <w:p w:rsidR="00D43590" w:rsidRDefault="00D43590" w:rsidP="00D43590">
      <w:r>
        <w:t>403.8750</w:t>
      </w:r>
      <w:r>
        <w:tab/>
        <w:t>1.013e0</w:t>
      </w:r>
    </w:p>
    <w:p w:rsidR="00D43590" w:rsidRDefault="00D43590" w:rsidP="00D43590">
      <w:r>
        <w:t>404.0296</w:t>
      </w:r>
      <w:r>
        <w:tab/>
        <w:t>1.013e0</w:t>
      </w:r>
    </w:p>
    <w:p w:rsidR="00D43590" w:rsidRDefault="00D43590" w:rsidP="00D43590">
      <w:r>
        <w:t>404.1347</w:t>
      </w:r>
      <w:r>
        <w:tab/>
        <w:t>2.025e0</w:t>
      </w:r>
    </w:p>
    <w:p w:rsidR="00D43590" w:rsidRDefault="00D43590" w:rsidP="00D43590">
      <w:r>
        <w:t>404.1841</w:t>
      </w:r>
      <w:r>
        <w:tab/>
        <w:t>4.051e0</w:t>
      </w:r>
    </w:p>
    <w:p w:rsidR="00D43590" w:rsidRDefault="00D43590" w:rsidP="00D43590">
      <w:r>
        <w:t>404.2568</w:t>
      </w:r>
      <w:r>
        <w:tab/>
        <w:t>2.025e0</w:t>
      </w:r>
    </w:p>
    <w:p w:rsidR="00D43590" w:rsidRDefault="00D43590" w:rsidP="00D43590">
      <w:r>
        <w:lastRenderedPageBreak/>
        <w:t>404.3249</w:t>
      </w:r>
      <w:r>
        <w:tab/>
        <w:t>5.063e0</w:t>
      </w:r>
    </w:p>
    <w:p w:rsidR="00D43590" w:rsidRDefault="00D43590" w:rsidP="00D43590">
      <w:r>
        <w:t>404.4069</w:t>
      </w:r>
      <w:r>
        <w:tab/>
        <w:t>1.013e0</w:t>
      </w:r>
    </w:p>
    <w:p w:rsidR="00D43590" w:rsidRDefault="00D43590" w:rsidP="00D43590">
      <w:r>
        <w:t>404.4733</w:t>
      </w:r>
      <w:r>
        <w:tab/>
        <w:t>1.013e0</w:t>
      </w:r>
    </w:p>
    <w:p w:rsidR="00D43590" w:rsidRDefault="00D43590" w:rsidP="00D43590">
      <w:r>
        <w:t>404.6335</w:t>
      </w:r>
      <w:r>
        <w:tab/>
        <w:t>3.038e0</w:t>
      </w:r>
    </w:p>
    <w:p w:rsidR="00D43590" w:rsidRDefault="00D43590" w:rsidP="00D43590">
      <w:r>
        <w:t>404.8503</w:t>
      </w:r>
      <w:r>
        <w:tab/>
        <w:t>1.013e0</w:t>
      </w:r>
    </w:p>
    <w:p w:rsidR="00D43590" w:rsidRDefault="00D43590" w:rsidP="00D43590">
      <w:r>
        <w:t>404.9538</w:t>
      </w:r>
      <w:r>
        <w:tab/>
        <w:t>1.013e0</w:t>
      </w:r>
    </w:p>
    <w:p w:rsidR="00D43590" w:rsidRDefault="00D43590" w:rsidP="00D43590">
      <w:r>
        <w:t>405.1092</w:t>
      </w:r>
      <w:r>
        <w:tab/>
        <w:t>1.013e0</w:t>
      </w:r>
    </w:p>
    <w:p w:rsidR="00D43590" w:rsidRDefault="00D43590" w:rsidP="00D43590">
      <w:r>
        <w:t>405.2003</w:t>
      </w:r>
      <w:r>
        <w:tab/>
        <w:t>2.025e0</w:t>
      </w:r>
    </w:p>
    <w:p w:rsidR="00D43590" w:rsidRDefault="00D43590" w:rsidP="00D43590">
      <w:r>
        <w:t>405.2365</w:t>
      </w:r>
      <w:r>
        <w:tab/>
        <w:t>2.025e0</w:t>
      </w:r>
    </w:p>
    <w:p w:rsidR="00D43590" w:rsidRDefault="00D43590" w:rsidP="00D43590">
      <w:r>
        <w:t>405.4978</w:t>
      </w:r>
      <w:r>
        <w:tab/>
        <w:t>1.013e0</w:t>
      </w:r>
    </w:p>
    <w:p w:rsidR="00D43590" w:rsidRDefault="00D43590" w:rsidP="00D43590">
      <w:r>
        <w:t>405.5563</w:t>
      </w:r>
      <w:r>
        <w:tab/>
        <w:t>1.013e0</w:t>
      </w:r>
    </w:p>
    <w:p w:rsidR="00D43590" w:rsidRDefault="00D43590" w:rsidP="00D43590">
      <w:r>
        <w:t>405.6352</w:t>
      </w:r>
      <w:r>
        <w:tab/>
        <w:t>1.013e0</w:t>
      </w:r>
    </w:p>
    <w:p w:rsidR="00D43590" w:rsidRDefault="00D43590" w:rsidP="00D43590">
      <w:r>
        <w:t>405.7077</w:t>
      </w:r>
      <w:r>
        <w:tab/>
        <w:t>1.013e0</w:t>
      </w:r>
    </w:p>
    <w:p w:rsidR="00D43590" w:rsidRDefault="00D43590" w:rsidP="00D43590">
      <w:r>
        <w:t>405.8792</w:t>
      </w:r>
      <w:r>
        <w:tab/>
        <w:t>1.013e0</w:t>
      </w:r>
    </w:p>
    <w:p w:rsidR="00D43590" w:rsidRDefault="00D43590" w:rsidP="00D43590">
      <w:r>
        <w:t>405.9361</w:t>
      </w:r>
      <w:r>
        <w:tab/>
        <w:t>3.038e0</w:t>
      </w:r>
    </w:p>
    <w:p w:rsidR="00D43590" w:rsidRDefault="00D43590" w:rsidP="00D43590">
      <w:r>
        <w:t>406.0929</w:t>
      </w:r>
      <w:r>
        <w:tab/>
        <w:t>1.013e0</w:t>
      </w:r>
    </w:p>
    <w:p w:rsidR="00D43590" w:rsidRDefault="00D43590" w:rsidP="00D43590">
      <w:r>
        <w:t>406.1351</w:t>
      </w:r>
      <w:r>
        <w:tab/>
        <w:t>4.051e0</w:t>
      </w:r>
    </w:p>
    <w:p w:rsidR="00D43590" w:rsidRDefault="00D43590" w:rsidP="00D43590">
      <w:r>
        <w:t>406.2199</w:t>
      </w:r>
      <w:r>
        <w:tab/>
        <w:t>9.114e0</w:t>
      </w:r>
    </w:p>
    <w:p w:rsidR="00D43590" w:rsidRDefault="00D43590" w:rsidP="00D43590">
      <w:r>
        <w:t>406.3235</w:t>
      </w:r>
      <w:r>
        <w:tab/>
        <w:t>1.013e0</w:t>
      </w:r>
    </w:p>
    <w:p w:rsidR="00D43590" w:rsidRDefault="00D43590" w:rsidP="00D43590">
      <w:r>
        <w:lastRenderedPageBreak/>
        <w:t>406.4198</w:t>
      </w:r>
      <w:r>
        <w:tab/>
        <w:t>2.025e0</w:t>
      </w:r>
    </w:p>
    <w:p w:rsidR="00D43590" w:rsidRDefault="00D43590" w:rsidP="00D43590">
      <w:r>
        <w:t>406.5245</w:t>
      </w:r>
      <w:r>
        <w:tab/>
        <w:t>1.013e0</w:t>
      </w:r>
    </w:p>
    <w:p w:rsidR="00D43590" w:rsidRDefault="00D43590" w:rsidP="00D43590">
      <w:r>
        <w:t>406.5573</w:t>
      </w:r>
      <w:r>
        <w:tab/>
        <w:t>1.013e0</w:t>
      </w:r>
    </w:p>
    <w:p w:rsidR="00D43590" w:rsidRDefault="00D43590" w:rsidP="00D43590">
      <w:r>
        <w:t>406.6209</w:t>
      </w:r>
      <w:r>
        <w:tab/>
        <w:t>1.013e0</w:t>
      </w:r>
    </w:p>
    <w:p w:rsidR="00D43590" w:rsidRDefault="00D43590" w:rsidP="00D43590">
      <w:r>
        <w:t>406.6873</w:t>
      </w:r>
      <w:r>
        <w:tab/>
        <w:t>2.025e0</w:t>
      </w:r>
    </w:p>
    <w:p w:rsidR="00D43590" w:rsidRDefault="00D43590" w:rsidP="00D43590">
      <w:r>
        <w:t>406.7240</w:t>
      </w:r>
      <w:r>
        <w:tab/>
        <w:t>2.025e0</w:t>
      </w:r>
    </w:p>
    <w:p w:rsidR="00D43590" w:rsidRDefault="00D43590" w:rsidP="00D43590">
      <w:r>
        <w:t>406.9427</w:t>
      </w:r>
      <w:r>
        <w:tab/>
        <w:t>1.013e0</w:t>
      </w:r>
    </w:p>
    <w:p w:rsidR="00D43590" w:rsidRDefault="00D43590" w:rsidP="00D43590">
      <w:r>
        <w:t>407.2460</w:t>
      </w:r>
      <w:r>
        <w:tab/>
        <w:t>4.051e0</w:t>
      </w:r>
    </w:p>
    <w:p w:rsidR="00D43590" w:rsidRDefault="00D43590" w:rsidP="00D43590">
      <w:r>
        <w:t>407.3041</w:t>
      </w:r>
      <w:r>
        <w:tab/>
        <w:t>1.013e0</w:t>
      </w:r>
    </w:p>
    <w:p w:rsidR="00D43590" w:rsidRDefault="00D43590" w:rsidP="00D43590">
      <w:r>
        <w:t>407.3810</w:t>
      </w:r>
      <w:r>
        <w:tab/>
        <w:t>4.051e0</w:t>
      </w:r>
    </w:p>
    <w:p w:rsidR="00D43590" w:rsidRDefault="00D43590" w:rsidP="00D43590">
      <w:r>
        <w:t>407.5746</w:t>
      </w:r>
      <w:r>
        <w:tab/>
        <w:t>2.025e0</w:t>
      </w:r>
    </w:p>
    <w:p w:rsidR="00D43590" w:rsidRDefault="00D43590" w:rsidP="00D43590">
      <w:r>
        <w:t>407.7019</w:t>
      </w:r>
      <w:r>
        <w:tab/>
        <w:t>2.025e0</w:t>
      </w:r>
    </w:p>
    <w:p w:rsidR="00D43590" w:rsidRDefault="00D43590" w:rsidP="00D43590">
      <w:r>
        <w:t>407.9071</w:t>
      </w:r>
      <w:r>
        <w:tab/>
        <w:t>1.013e0</w:t>
      </w:r>
    </w:p>
    <w:p w:rsidR="00D43590" w:rsidRDefault="00D43590" w:rsidP="00D43590">
      <w:r>
        <w:t>407.9758</w:t>
      </w:r>
      <w:r>
        <w:tab/>
        <w:t>5.063e0</w:t>
      </w:r>
    </w:p>
    <w:p w:rsidR="00D43590" w:rsidRDefault="00D43590" w:rsidP="00D43590">
      <w:r>
        <w:t>408.0196</w:t>
      </w:r>
      <w:r>
        <w:tab/>
        <w:t>1.013e0</w:t>
      </w:r>
    </w:p>
    <w:p w:rsidR="00D43590" w:rsidRDefault="00D43590" w:rsidP="00D43590">
      <w:r>
        <w:t>408.0920</w:t>
      </w:r>
      <w:r>
        <w:tab/>
        <w:t>1.013e0</w:t>
      </w:r>
    </w:p>
    <w:p w:rsidR="00D43590" w:rsidRDefault="00D43590" w:rsidP="00D43590">
      <w:r>
        <w:t>408.1702</w:t>
      </w:r>
      <w:r>
        <w:tab/>
        <w:t>1.322e0</w:t>
      </w:r>
    </w:p>
    <w:p w:rsidR="00D43590" w:rsidRDefault="00D43590" w:rsidP="00D43590">
      <w:r>
        <w:t>408.2249</w:t>
      </w:r>
      <w:r>
        <w:tab/>
        <w:t>3.038e0</w:t>
      </w:r>
    </w:p>
    <w:p w:rsidR="00D43590" w:rsidRDefault="00D43590" w:rsidP="00D43590">
      <w:r>
        <w:t>408.3344</w:t>
      </w:r>
      <w:r>
        <w:tab/>
        <w:t>3.038e0</w:t>
      </w:r>
    </w:p>
    <w:p w:rsidR="00D43590" w:rsidRDefault="00D43590" w:rsidP="00D43590">
      <w:r>
        <w:lastRenderedPageBreak/>
        <w:t>408.3962</w:t>
      </w:r>
      <w:r>
        <w:tab/>
        <w:t>5.063e0</w:t>
      </w:r>
    </w:p>
    <w:p w:rsidR="00D43590" w:rsidRDefault="00D43590" w:rsidP="00D43590">
      <w:r>
        <w:t>408.4774</w:t>
      </w:r>
      <w:r>
        <w:tab/>
        <w:t>1.013e0</w:t>
      </w:r>
    </w:p>
    <w:p w:rsidR="00D43590" w:rsidRDefault="00D43590" w:rsidP="00D43590">
      <w:r>
        <w:t>408.6223</w:t>
      </w:r>
      <w:r>
        <w:tab/>
        <w:t>1.013e0</w:t>
      </w:r>
    </w:p>
    <w:p w:rsidR="00D43590" w:rsidRDefault="00D43590" w:rsidP="00D43590">
      <w:r>
        <w:t>408.8251</w:t>
      </w:r>
      <w:r>
        <w:tab/>
        <w:t>1.013e0</w:t>
      </w:r>
    </w:p>
    <w:p w:rsidR="00D43590" w:rsidRDefault="00D43590" w:rsidP="00D43590">
      <w:r>
        <w:t>408.9112</w:t>
      </w:r>
      <w:r>
        <w:tab/>
        <w:t>2.025e0</w:t>
      </w:r>
    </w:p>
    <w:p w:rsidR="00D43590" w:rsidRDefault="00D43590" w:rsidP="00D43590">
      <w:r>
        <w:t>408.9879</w:t>
      </w:r>
      <w:r>
        <w:tab/>
        <w:t>1.013e0</w:t>
      </w:r>
    </w:p>
    <w:p w:rsidR="00D43590" w:rsidRDefault="00D43590" w:rsidP="00D43590">
      <w:r>
        <w:t>409.1073</w:t>
      </w:r>
      <w:r>
        <w:tab/>
        <w:t>1.013e0</w:t>
      </w:r>
    </w:p>
    <w:p w:rsidR="00D43590" w:rsidRDefault="00D43590" w:rsidP="00D43590">
      <w:r>
        <w:t>409.1852</w:t>
      </w:r>
      <w:r>
        <w:tab/>
        <w:t>3.316e1</w:t>
      </w:r>
    </w:p>
    <w:p w:rsidR="00D43590" w:rsidRDefault="00D43590" w:rsidP="00D43590">
      <w:r>
        <w:t>409.2948</w:t>
      </w:r>
      <w:r>
        <w:tab/>
        <w:t>2.025e0</w:t>
      </w:r>
    </w:p>
    <w:p w:rsidR="00D43590" w:rsidRDefault="00D43590" w:rsidP="00D43590">
      <w:r>
        <w:t>409.4236</w:t>
      </w:r>
      <w:r>
        <w:tab/>
        <w:t>2.025e0</w:t>
      </w:r>
    </w:p>
    <w:p w:rsidR="00D43590" w:rsidRDefault="00D43590" w:rsidP="00D43590">
      <w:r>
        <w:t>409.8544</w:t>
      </w:r>
      <w:r>
        <w:tab/>
        <w:t>1.013e0</w:t>
      </w:r>
    </w:p>
    <w:p w:rsidR="00D43590" w:rsidRDefault="00D43590" w:rsidP="00D43590">
      <w:r>
        <w:t>409.8973</w:t>
      </w:r>
      <w:r>
        <w:tab/>
        <w:t>3.038e0</w:t>
      </w:r>
    </w:p>
    <w:p w:rsidR="00D43590" w:rsidRDefault="00D43590" w:rsidP="00D43590">
      <w:r>
        <w:t>410.0509</w:t>
      </w:r>
      <w:r>
        <w:tab/>
        <w:t>1.013e0</w:t>
      </w:r>
    </w:p>
    <w:p w:rsidR="00D43590" w:rsidRDefault="00D43590" w:rsidP="00D43590">
      <w:r>
        <w:t>410.1744</w:t>
      </w:r>
      <w:r>
        <w:tab/>
        <w:t>7.581e0</w:t>
      </w:r>
    </w:p>
    <w:p w:rsidR="00D43590" w:rsidRDefault="00D43590" w:rsidP="00D43590">
      <w:r>
        <w:t>410.4081</w:t>
      </w:r>
      <w:r>
        <w:tab/>
        <w:t>1.013e0</w:t>
      </w:r>
    </w:p>
    <w:p w:rsidR="00D43590" w:rsidRDefault="00D43590" w:rsidP="00D43590">
      <w:r>
        <w:t>410.5262</w:t>
      </w:r>
      <w:r>
        <w:tab/>
        <w:t>1.013e0</w:t>
      </w:r>
    </w:p>
    <w:p w:rsidR="00D43590" w:rsidRDefault="00D43590" w:rsidP="00D43590">
      <w:r>
        <w:t>410.5641</w:t>
      </w:r>
      <w:r>
        <w:tab/>
        <w:t>1.013e0</w:t>
      </w:r>
    </w:p>
    <w:p w:rsidR="00D43590" w:rsidRDefault="00D43590" w:rsidP="00D43590">
      <w:r>
        <w:t>410.6638</w:t>
      </w:r>
      <w:r>
        <w:tab/>
        <w:t>1.013e0</w:t>
      </w:r>
    </w:p>
    <w:p w:rsidR="00D43590" w:rsidRDefault="00D43590" w:rsidP="00D43590">
      <w:r>
        <w:t>410.9625</w:t>
      </w:r>
      <w:r>
        <w:tab/>
        <w:t>1.013e0</w:t>
      </w:r>
    </w:p>
    <w:p w:rsidR="00D43590" w:rsidRDefault="00D43590" w:rsidP="00D43590">
      <w:r>
        <w:lastRenderedPageBreak/>
        <w:t>411.0548</w:t>
      </w:r>
      <w:r>
        <w:tab/>
        <w:t>2.025e0</w:t>
      </w:r>
    </w:p>
    <w:p w:rsidR="00D43590" w:rsidRDefault="00D43590" w:rsidP="00D43590">
      <w:r>
        <w:t>411.1418</w:t>
      </w:r>
      <w:r>
        <w:tab/>
        <w:t>4.051e0</w:t>
      </w:r>
    </w:p>
    <w:p w:rsidR="00D43590" w:rsidRDefault="00D43590" w:rsidP="00D43590">
      <w:r>
        <w:t>411.3613</w:t>
      </w:r>
      <w:r>
        <w:tab/>
        <w:t>2.025e0</w:t>
      </w:r>
    </w:p>
    <w:p w:rsidR="00D43590" w:rsidRDefault="00D43590" w:rsidP="00D43590">
      <w:r>
        <w:t>411.4425</w:t>
      </w:r>
      <w:r>
        <w:tab/>
        <w:t>1.013e0</w:t>
      </w:r>
    </w:p>
    <w:p w:rsidR="00D43590" w:rsidRDefault="00D43590" w:rsidP="00D43590">
      <w:r>
        <w:t>411.4838</w:t>
      </w:r>
      <w:r>
        <w:tab/>
        <w:t>1.013e0</w:t>
      </w:r>
    </w:p>
    <w:p w:rsidR="00D43590" w:rsidRDefault="00D43590" w:rsidP="00D43590">
      <w:r>
        <w:t>411.5802</w:t>
      </w:r>
      <w:r>
        <w:tab/>
        <w:t>1.013e0</w:t>
      </w:r>
    </w:p>
    <w:p w:rsidR="00D43590" w:rsidRDefault="00D43590" w:rsidP="00D43590">
      <w:r>
        <w:t>411.6939</w:t>
      </w:r>
      <w:r>
        <w:tab/>
        <w:t>1.013e0</w:t>
      </w:r>
    </w:p>
    <w:p w:rsidR="00D43590" w:rsidRDefault="00D43590" w:rsidP="00D43590">
      <w:r>
        <w:t>411.7507</w:t>
      </w:r>
      <w:r>
        <w:tab/>
        <w:t>2.025e0</w:t>
      </w:r>
    </w:p>
    <w:p w:rsidR="00D43590" w:rsidRDefault="00D43590" w:rsidP="00D43590">
      <w:r>
        <w:t>411.8076</w:t>
      </w:r>
      <w:r>
        <w:tab/>
        <w:t>1.013e0</w:t>
      </w:r>
    </w:p>
    <w:p w:rsidR="00D43590" w:rsidRDefault="00D43590" w:rsidP="00D43590">
      <w:r>
        <w:t>411.8675</w:t>
      </w:r>
      <w:r>
        <w:tab/>
        <w:t>2.025e0</w:t>
      </w:r>
    </w:p>
    <w:p w:rsidR="00D43590" w:rsidRDefault="00D43590" w:rsidP="00D43590">
      <w:r>
        <w:t>411.9305</w:t>
      </w:r>
      <w:r>
        <w:tab/>
        <w:t>2.025e0</w:t>
      </w:r>
    </w:p>
    <w:p w:rsidR="00D43590" w:rsidRDefault="00D43590" w:rsidP="00D43590">
      <w:r>
        <w:t>412.0121</w:t>
      </w:r>
      <w:r>
        <w:tab/>
        <w:t>2.025e0</w:t>
      </w:r>
    </w:p>
    <w:p w:rsidR="00D43590" w:rsidRDefault="00D43590" w:rsidP="00D43590">
      <w:r>
        <w:t>412.0883</w:t>
      </w:r>
      <w:r>
        <w:tab/>
        <w:t>1.013e0</w:t>
      </w:r>
    </w:p>
    <w:p w:rsidR="00D43590" w:rsidRDefault="00D43590" w:rsidP="00D43590">
      <w:r>
        <w:t>412.2536</w:t>
      </w:r>
      <w:r>
        <w:tab/>
        <w:t>1.013e0</w:t>
      </w:r>
    </w:p>
    <w:p w:rsidR="00D43590" w:rsidRDefault="00D43590" w:rsidP="00D43590">
      <w:r>
        <w:t>412.3079</w:t>
      </w:r>
      <w:r>
        <w:tab/>
        <w:t>5.063e0</w:t>
      </w:r>
    </w:p>
    <w:p w:rsidR="00D43590" w:rsidRDefault="00D43590" w:rsidP="00D43590">
      <w:r>
        <w:t>412.4416</w:t>
      </w:r>
      <w:r>
        <w:tab/>
        <w:t>1.013e0</w:t>
      </w:r>
    </w:p>
    <w:p w:rsidR="00D43590" w:rsidRDefault="00D43590" w:rsidP="00D43590">
      <w:r>
        <w:t>412.6447</w:t>
      </w:r>
      <w:r>
        <w:tab/>
        <w:t>1.013e0</w:t>
      </w:r>
    </w:p>
    <w:p w:rsidR="00D43590" w:rsidRDefault="00D43590" w:rsidP="00D43590">
      <w:r>
        <w:t>412.7828</w:t>
      </w:r>
      <w:r>
        <w:tab/>
        <w:t>1.013e0</w:t>
      </w:r>
    </w:p>
    <w:p w:rsidR="00D43590" w:rsidRDefault="00D43590" w:rsidP="00D43590">
      <w:r>
        <w:t>412.9232</w:t>
      </w:r>
      <w:r>
        <w:tab/>
        <w:t>1.013e0</w:t>
      </w:r>
    </w:p>
    <w:p w:rsidR="00D43590" w:rsidRDefault="00D43590" w:rsidP="00D43590">
      <w:r>
        <w:lastRenderedPageBreak/>
        <w:t>413.0481</w:t>
      </w:r>
      <w:r>
        <w:tab/>
        <w:t>1.013e0</w:t>
      </w:r>
    </w:p>
    <w:p w:rsidR="00D43590" w:rsidRDefault="00D43590" w:rsidP="00D43590">
      <w:r>
        <w:t>413.1190</w:t>
      </w:r>
      <w:r>
        <w:tab/>
        <w:t>1.013e0</w:t>
      </w:r>
    </w:p>
    <w:p w:rsidR="00D43590" w:rsidRDefault="00D43590" w:rsidP="00D43590">
      <w:r>
        <w:t>413.2169</w:t>
      </w:r>
      <w:r>
        <w:tab/>
        <w:t>1.013e0</w:t>
      </w:r>
    </w:p>
    <w:p w:rsidR="00D43590" w:rsidRDefault="00D43590" w:rsidP="00D43590">
      <w:r>
        <w:t>413.2736</w:t>
      </w:r>
      <w:r>
        <w:tab/>
        <w:t>2.025e0</w:t>
      </w:r>
    </w:p>
    <w:p w:rsidR="00D43590" w:rsidRDefault="00D43590" w:rsidP="00D43590">
      <w:r>
        <w:t>413.3149</w:t>
      </w:r>
      <w:r>
        <w:tab/>
        <w:t>2.025e0</w:t>
      </w:r>
    </w:p>
    <w:p w:rsidR="00D43590" w:rsidRDefault="00D43590" w:rsidP="00D43590">
      <w:r>
        <w:t>413.3549</w:t>
      </w:r>
      <w:r>
        <w:tab/>
        <w:t>1.013e0</w:t>
      </w:r>
    </w:p>
    <w:p w:rsidR="00D43590" w:rsidRDefault="00D43590" w:rsidP="00D43590">
      <w:r>
        <w:t>413.4133</w:t>
      </w:r>
      <w:r>
        <w:tab/>
        <w:t>1.013e0</w:t>
      </w:r>
    </w:p>
    <w:p w:rsidR="00D43590" w:rsidRDefault="00D43590" w:rsidP="00D43590">
      <w:r>
        <w:t>413.6222</w:t>
      </w:r>
      <w:r>
        <w:tab/>
        <w:t>3.038e0</w:t>
      </w:r>
    </w:p>
    <w:p w:rsidR="00D43590" w:rsidRDefault="00D43590" w:rsidP="00D43590">
      <w:r>
        <w:t>413.7150</w:t>
      </w:r>
      <w:r>
        <w:tab/>
        <w:t>2.025e0</w:t>
      </w:r>
    </w:p>
    <w:p w:rsidR="00D43590" w:rsidRDefault="00D43590" w:rsidP="00D43590">
      <w:r>
        <w:t>413.9489</w:t>
      </w:r>
      <w:r>
        <w:tab/>
        <w:t>2.025e0</w:t>
      </w:r>
    </w:p>
    <w:p w:rsidR="00D43590" w:rsidRDefault="00D43590" w:rsidP="00D43590">
      <w:r>
        <w:t>414.0245</w:t>
      </w:r>
      <w:r>
        <w:tab/>
        <w:t>4.051e0</w:t>
      </w:r>
    </w:p>
    <w:p w:rsidR="00D43590" w:rsidRDefault="00D43590" w:rsidP="00D43590">
      <w:r>
        <w:t>414.1068</w:t>
      </w:r>
      <w:r>
        <w:tab/>
        <w:t>2.025e0</w:t>
      </w:r>
    </w:p>
    <w:p w:rsidR="00D43590" w:rsidRDefault="00D43590" w:rsidP="00D43590">
      <w:r>
        <w:t>414.2267</w:t>
      </w:r>
      <w:r>
        <w:tab/>
        <w:t>6.076e0</w:t>
      </w:r>
    </w:p>
    <w:p w:rsidR="00D43590" w:rsidRDefault="00D43590" w:rsidP="00D43590">
      <w:r>
        <w:t>414.3819</w:t>
      </w:r>
      <w:r>
        <w:tab/>
        <w:t>7.089e0</w:t>
      </w:r>
    </w:p>
    <w:p w:rsidR="00D43590" w:rsidRDefault="00D43590" w:rsidP="00D43590">
      <w:r>
        <w:t>414.4788</w:t>
      </w:r>
      <w:r>
        <w:tab/>
        <w:t>1.013e0</w:t>
      </w:r>
    </w:p>
    <w:p w:rsidR="00D43590" w:rsidRDefault="00D43590" w:rsidP="00D43590">
      <w:r>
        <w:t>414.5297</w:t>
      </w:r>
      <w:r>
        <w:tab/>
        <w:t>1.013e0</w:t>
      </w:r>
    </w:p>
    <w:p w:rsidR="00D43590" w:rsidRDefault="00D43590" w:rsidP="00D43590">
      <w:r>
        <w:t>414.6509</w:t>
      </w:r>
      <w:r>
        <w:tab/>
        <w:t>1.013e0</w:t>
      </w:r>
    </w:p>
    <w:p w:rsidR="00D43590" w:rsidRDefault="00D43590" w:rsidP="00D43590">
      <w:r>
        <w:t>414.7529</w:t>
      </w:r>
      <w:r>
        <w:tab/>
        <w:t>2.025e0</w:t>
      </w:r>
    </w:p>
    <w:p w:rsidR="00D43590" w:rsidRDefault="00D43590" w:rsidP="00D43590">
      <w:r>
        <w:t>414.9342</w:t>
      </w:r>
      <w:r>
        <w:tab/>
        <w:t>2.025e0</w:t>
      </w:r>
    </w:p>
    <w:p w:rsidR="00D43590" w:rsidRDefault="00D43590" w:rsidP="00D43590">
      <w:r>
        <w:lastRenderedPageBreak/>
        <w:t>415.0098</w:t>
      </w:r>
      <w:r>
        <w:tab/>
        <w:t>1.013e0</w:t>
      </w:r>
    </w:p>
    <w:p w:rsidR="00D43590" w:rsidRDefault="00D43590" w:rsidP="00D43590">
      <w:r>
        <w:t>415.0892</w:t>
      </w:r>
      <w:r>
        <w:tab/>
        <w:t>1.013e0</w:t>
      </w:r>
    </w:p>
    <w:p w:rsidR="00D43590" w:rsidRDefault="00D43590" w:rsidP="00D43590">
      <w:r>
        <w:t>415.1346</w:t>
      </w:r>
      <w:r>
        <w:tab/>
        <w:t>1.013e0</w:t>
      </w:r>
    </w:p>
    <w:p w:rsidR="00D43590" w:rsidRDefault="00D43590" w:rsidP="00D43590">
      <w:r>
        <w:t>415.1924</w:t>
      </w:r>
      <w:r>
        <w:tab/>
        <w:t>2.025e0</w:t>
      </w:r>
    </w:p>
    <w:p w:rsidR="00D43590" w:rsidRDefault="00D43590" w:rsidP="00D43590">
      <w:r>
        <w:t>415.2678</w:t>
      </w:r>
      <w:r>
        <w:tab/>
        <w:t>3.038e0</w:t>
      </w:r>
    </w:p>
    <w:p w:rsidR="00D43590" w:rsidRDefault="00D43590" w:rsidP="00D43590">
      <w:r>
        <w:t>415.3238</w:t>
      </w:r>
      <w:r>
        <w:tab/>
        <w:t>2.025e0</w:t>
      </w:r>
    </w:p>
    <w:p w:rsidR="00D43590" w:rsidRDefault="00D43590" w:rsidP="00D43590">
      <w:r>
        <w:t>415.5409</w:t>
      </w:r>
      <w:r>
        <w:tab/>
        <w:t>1.013e0</w:t>
      </w:r>
    </w:p>
    <w:p w:rsidR="00D43590" w:rsidRDefault="00D43590" w:rsidP="00D43590">
      <w:r>
        <w:t>415.5963</w:t>
      </w:r>
      <w:r>
        <w:tab/>
        <w:t>1.013e0</w:t>
      </w:r>
    </w:p>
    <w:p w:rsidR="00D43590" w:rsidRDefault="00D43590" w:rsidP="00D43590">
      <w:r>
        <w:t>415.7686</w:t>
      </w:r>
      <w:r>
        <w:tab/>
        <w:t>1.013e0</w:t>
      </w:r>
    </w:p>
    <w:p w:rsidR="00D43590" w:rsidRDefault="00D43590" w:rsidP="00D43590">
      <w:r>
        <w:t>415.8690</w:t>
      </w:r>
      <w:r>
        <w:tab/>
        <w:t>1.013e0</w:t>
      </w:r>
    </w:p>
    <w:p w:rsidR="00D43590" w:rsidRDefault="00D43590" w:rsidP="00D43590">
      <w:r>
        <w:t>416.0549</w:t>
      </w:r>
      <w:r>
        <w:tab/>
        <w:t>1.013e0</w:t>
      </w:r>
    </w:p>
    <w:p w:rsidR="00D43590" w:rsidRDefault="00D43590" w:rsidP="00D43590">
      <w:r>
        <w:t>416.1481</w:t>
      </w:r>
      <w:r>
        <w:tab/>
        <w:t>1.013e0</w:t>
      </w:r>
    </w:p>
    <w:p w:rsidR="00D43590" w:rsidRDefault="00D43590" w:rsidP="00D43590">
      <w:r>
        <w:t>416.2867</w:t>
      </w:r>
      <w:r>
        <w:tab/>
        <w:t>3.038e0</w:t>
      </w:r>
    </w:p>
    <w:p w:rsidR="00D43590" w:rsidRDefault="00D43590" w:rsidP="00D43590">
      <w:r>
        <w:t>416.3431</w:t>
      </w:r>
      <w:r>
        <w:tab/>
        <w:t>2.025e0</w:t>
      </w:r>
    </w:p>
    <w:p w:rsidR="00D43590" w:rsidRDefault="00D43590" w:rsidP="00D43590">
      <w:r>
        <w:t>416.3872</w:t>
      </w:r>
      <w:r>
        <w:tab/>
        <w:t>4.051e0</w:t>
      </w:r>
    </w:p>
    <w:p w:rsidR="00D43590" w:rsidRDefault="00D43590" w:rsidP="00D43590">
      <w:r>
        <w:t>416.6078</w:t>
      </w:r>
      <w:r>
        <w:tab/>
        <w:t>3.038e0</w:t>
      </w:r>
    </w:p>
    <w:p w:rsidR="00D43590" w:rsidRDefault="00D43590" w:rsidP="00D43590">
      <w:r>
        <w:t>416.7034</w:t>
      </w:r>
      <w:r>
        <w:tab/>
        <w:t>1.013e0</w:t>
      </w:r>
    </w:p>
    <w:p w:rsidR="00D43590" w:rsidRDefault="00D43590" w:rsidP="00D43590">
      <w:r>
        <w:t>416.8338</w:t>
      </w:r>
      <w:r>
        <w:tab/>
        <w:t>3.038e0</w:t>
      </w:r>
    </w:p>
    <w:p w:rsidR="00D43590" w:rsidRDefault="00D43590" w:rsidP="00D43590">
      <w:r>
        <w:t>416.9117</w:t>
      </w:r>
      <w:r>
        <w:tab/>
        <w:t>2.025e0</w:t>
      </w:r>
    </w:p>
    <w:p w:rsidR="00D43590" w:rsidRDefault="00D43590" w:rsidP="00D43590">
      <w:r>
        <w:lastRenderedPageBreak/>
        <w:t>416.9996</w:t>
      </w:r>
      <w:r>
        <w:tab/>
        <w:t>1.013e0</w:t>
      </w:r>
    </w:p>
    <w:p w:rsidR="00D43590" w:rsidRDefault="00D43590" w:rsidP="00D43590">
      <w:r>
        <w:t>417.2314</w:t>
      </w:r>
      <w:r>
        <w:tab/>
        <w:t>1.013e0</w:t>
      </w:r>
    </w:p>
    <w:p w:rsidR="00D43590" w:rsidRDefault="00D43590" w:rsidP="00D43590">
      <w:r>
        <w:t>417.3246</w:t>
      </w:r>
      <w:r>
        <w:tab/>
        <w:t>1.013e0</w:t>
      </w:r>
    </w:p>
    <w:p w:rsidR="00D43590" w:rsidRDefault="00D43590" w:rsidP="00D43590">
      <w:r>
        <w:t>417.5038</w:t>
      </w:r>
      <w:r>
        <w:tab/>
        <w:t>2.025e0</w:t>
      </w:r>
    </w:p>
    <w:p w:rsidR="00D43590" w:rsidRDefault="00D43590" w:rsidP="00D43590">
      <w:r>
        <w:t>417.6002</w:t>
      </w:r>
      <w:r>
        <w:tab/>
        <w:t>1.013e0</w:t>
      </w:r>
    </w:p>
    <w:p w:rsidR="00D43590" w:rsidRDefault="00D43590" w:rsidP="00D43590">
      <w:r>
        <w:t>417.6695</w:t>
      </w:r>
      <w:r>
        <w:tab/>
        <w:t>1.013e0</w:t>
      </w:r>
    </w:p>
    <w:p w:rsidR="00D43590" w:rsidRDefault="00D43590" w:rsidP="00D43590">
      <w:r>
        <w:t>417.7834</w:t>
      </w:r>
      <w:r>
        <w:tab/>
        <w:t>1.013e0</w:t>
      </w:r>
    </w:p>
    <w:p w:rsidR="00D43590" w:rsidRDefault="00D43590" w:rsidP="00D43590">
      <w:r>
        <w:t>417.9046</w:t>
      </w:r>
      <w:r>
        <w:tab/>
        <w:t>1.013e0</w:t>
      </w:r>
    </w:p>
    <w:p w:rsidR="00D43590" w:rsidRDefault="00D43590" w:rsidP="00D43590">
      <w:r>
        <w:t>418.1305</w:t>
      </w:r>
      <w:r>
        <w:tab/>
        <w:t>2.025e0</w:t>
      </w:r>
    </w:p>
    <w:p w:rsidR="00D43590" w:rsidRDefault="00D43590" w:rsidP="00D43590">
      <w:r>
        <w:t>418.2254</w:t>
      </w:r>
      <w:r>
        <w:tab/>
        <w:t>3.038e0</w:t>
      </w:r>
    </w:p>
    <w:p w:rsidR="00D43590" w:rsidRDefault="00D43590" w:rsidP="00D43590">
      <w:r>
        <w:t>418.4543</w:t>
      </w:r>
      <w:r>
        <w:tab/>
        <w:t>3.038e0</w:t>
      </w:r>
    </w:p>
    <w:p w:rsidR="00D43590" w:rsidRDefault="00D43590" w:rsidP="00D43590">
      <w:r>
        <w:t>418.6321</w:t>
      </w:r>
      <w:r>
        <w:tab/>
        <w:t>2.025e0</w:t>
      </w:r>
    </w:p>
    <w:p w:rsidR="00D43590" w:rsidRDefault="00D43590" w:rsidP="00D43590">
      <w:r>
        <w:t>418.8189</w:t>
      </w:r>
      <w:r>
        <w:tab/>
        <w:t>1.013e0</w:t>
      </w:r>
    </w:p>
    <w:p w:rsidR="00D43590" w:rsidRDefault="00D43590" w:rsidP="00D43590">
      <w:r>
        <w:t>418.8611</w:t>
      </w:r>
      <w:r>
        <w:tab/>
        <w:t>2.025e0</w:t>
      </w:r>
    </w:p>
    <w:p w:rsidR="00D43590" w:rsidRDefault="00D43590" w:rsidP="00D43590">
      <w:r>
        <w:t>418.9158</w:t>
      </w:r>
      <w:r>
        <w:tab/>
        <w:t>1.013e0</w:t>
      </w:r>
    </w:p>
    <w:p w:rsidR="00D43590" w:rsidRDefault="00D43590" w:rsidP="00D43590">
      <w:r>
        <w:t>418.9745</w:t>
      </w:r>
      <w:r>
        <w:tab/>
        <w:t>1.013e0</w:t>
      </w:r>
    </w:p>
    <w:p w:rsidR="00D43590" w:rsidRDefault="00D43590" w:rsidP="00D43590">
      <w:r>
        <w:t>419.0125</w:t>
      </w:r>
      <w:r>
        <w:tab/>
        <w:t>1.013e0</w:t>
      </w:r>
    </w:p>
    <w:p w:rsidR="00D43590" w:rsidRDefault="00D43590" w:rsidP="00D43590">
      <w:r>
        <w:t>419.0472</w:t>
      </w:r>
      <w:r>
        <w:tab/>
        <w:t>1.013e0</w:t>
      </w:r>
    </w:p>
    <w:p w:rsidR="00D43590" w:rsidRDefault="00D43590" w:rsidP="00D43590">
      <w:r>
        <w:t>419.1057</w:t>
      </w:r>
      <w:r>
        <w:tab/>
        <w:t>1.013e0</w:t>
      </w:r>
    </w:p>
    <w:p w:rsidR="00D43590" w:rsidRDefault="00D43590" w:rsidP="00D43590">
      <w:r>
        <w:lastRenderedPageBreak/>
        <w:t>419.1852</w:t>
      </w:r>
      <w:r>
        <w:tab/>
        <w:t>1.013e0</w:t>
      </w:r>
    </w:p>
    <w:p w:rsidR="00D43590" w:rsidRDefault="00D43590" w:rsidP="00D43590">
      <w:r>
        <w:t>419.2615</w:t>
      </w:r>
      <w:r>
        <w:tab/>
        <w:t>9.656e0</w:t>
      </w:r>
    </w:p>
    <w:p w:rsidR="00D43590" w:rsidRDefault="00D43590" w:rsidP="00D43590">
      <w:r>
        <w:t>419.3684</w:t>
      </w:r>
      <w:r>
        <w:tab/>
        <w:t>1.013e0</w:t>
      </w:r>
    </w:p>
    <w:p w:rsidR="00D43590" w:rsidRDefault="00D43590" w:rsidP="00D43590">
      <w:r>
        <w:t>419.4299</w:t>
      </w:r>
      <w:r>
        <w:tab/>
        <w:t>1.013e0</w:t>
      </w:r>
    </w:p>
    <w:p w:rsidR="00D43590" w:rsidRDefault="00D43590" w:rsidP="00D43590">
      <w:r>
        <w:t>419.5201</w:t>
      </w:r>
      <w:r>
        <w:tab/>
        <w:t>1.013e0</w:t>
      </w:r>
    </w:p>
    <w:p w:rsidR="00D43590" w:rsidRDefault="00D43590" w:rsidP="00D43590">
      <w:r>
        <w:t>419.5614</w:t>
      </w:r>
      <w:r>
        <w:tab/>
        <w:t>1.013e0</w:t>
      </w:r>
    </w:p>
    <w:p w:rsidR="00D43590" w:rsidRDefault="00D43590" w:rsidP="00D43590">
      <w:r>
        <w:t>419.7046</w:t>
      </w:r>
      <w:r>
        <w:tab/>
        <w:t>1.013e0</w:t>
      </w:r>
    </w:p>
    <w:p w:rsidR="00D43590" w:rsidRDefault="00D43590" w:rsidP="00D43590">
      <w:r>
        <w:t>419.7963</w:t>
      </w:r>
      <w:r>
        <w:tab/>
        <w:t>1.013e0</w:t>
      </w:r>
    </w:p>
    <w:p w:rsidR="00D43590" w:rsidRDefault="00D43590" w:rsidP="00D43590">
      <w:r>
        <w:t>419.9349</w:t>
      </w:r>
      <w:r>
        <w:tab/>
        <w:t>4.051e0</w:t>
      </w:r>
    </w:p>
    <w:p w:rsidR="00D43590" w:rsidRDefault="00D43590" w:rsidP="00D43590">
      <w:r>
        <w:t>420.1787</w:t>
      </w:r>
      <w:r>
        <w:tab/>
        <w:t>2.025e0</w:t>
      </w:r>
    </w:p>
    <w:p w:rsidR="00D43590" w:rsidRDefault="00D43590" w:rsidP="00D43590">
      <w:r>
        <w:t>420.2811</w:t>
      </w:r>
      <w:r>
        <w:tab/>
        <w:t>4.051e0</w:t>
      </w:r>
    </w:p>
    <w:p w:rsidR="00D43590" w:rsidRDefault="00D43590" w:rsidP="00D43590">
      <w:r>
        <w:t>420.4006</w:t>
      </w:r>
      <w:r>
        <w:tab/>
        <w:t>1.013e0</w:t>
      </w:r>
    </w:p>
    <w:p w:rsidR="00D43590" w:rsidRDefault="00D43590" w:rsidP="00D43590">
      <w:r>
        <w:t>420.5645</w:t>
      </w:r>
      <w:r>
        <w:tab/>
        <w:t>3.038e0</w:t>
      </w:r>
    </w:p>
    <w:p w:rsidR="00D43590" w:rsidRDefault="00D43590" w:rsidP="00D43590">
      <w:r>
        <w:t>420.7606</w:t>
      </w:r>
      <w:r>
        <w:tab/>
        <w:t>3.038e0</w:t>
      </w:r>
    </w:p>
    <w:p w:rsidR="00D43590" w:rsidRDefault="00D43590" w:rsidP="00D43590">
      <w:r>
        <w:t>420.8294</w:t>
      </w:r>
      <w:r>
        <w:tab/>
        <w:t>2.025e0</w:t>
      </w:r>
    </w:p>
    <w:p w:rsidR="00D43590" w:rsidRDefault="00D43590" w:rsidP="00D43590">
      <w:r>
        <w:t>420.9363</w:t>
      </w:r>
      <w:r>
        <w:tab/>
        <w:t>1.013e0</w:t>
      </w:r>
    </w:p>
    <w:p w:rsidR="00D43590" w:rsidRDefault="00D43590" w:rsidP="00D43590">
      <w:r>
        <w:t>421.1358</w:t>
      </w:r>
      <w:r>
        <w:tab/>
        <w:t>3.038e0</w:t>
      </w:r>
    </w:p>
    <w:p w:rsidR="00D43590" w:rsidRDefault="00D43590" w:rsidP="00D43590">
      <w:r>
        <w:t>421.2174</w:t>
      </w:r>
      <w:r>
        <w:tab/>
        <w:t>7.089e0</w:t>
      </w:r>
    </w:p>
    <w:p w:rsidR="00D43590" w:rsidRDefault="00D43590" w:rsidP="00D43590">
      <w:r>
        <w:t>421.3162</w:t>
      </w:r>
      <w:r>
        <w:tab/>
        <w:t>2.025e0</w:t>
      </w:r>
    </w:p>
    <w:p w:rsidR="00D43590" w:rsidRDefault="00D43590" w:rsidP="00D43590">
      <w:r>
        <w:lastRenderedPageBreak/>
        <w:t>421.5406</w:t>
      </w:r>
      <w:r>
        <w:tab/>
        <w:t>1.013e0</w:t>
      </w:r>
    </w:p>
    <w:p w:rsidR="00D43590" w:rsidRDefault="00D43590" w:rsidP="00D43590">
      <w:r>
        <w:t>421.8415</w:t>
      </w:r>
      <w:r>
        <w:tab/>
        <w:t>1.013e0</w:t>
      </w:r>
    </w:p>
    <w:p w:rsidR="00D43590" w:rsidRDefault="00D43590" w:rsidP="00D43590">
      <w:r>
        <w:t>421.9151</w:t>
      </w:r>
      <w:r>
        <w:tab/>
        <w:t>2.025e0</w:t>
      </w:r>
    </w:p>
    <w:p w:rsidR="00D43590" w:rsidRDefault="00D43590" w:rsidP="00D43590">
      <w:r>
        <w:t>421.9553</w:t>
      </w:r>
      <w:r>
        <w:tab/>
        <w:t>1.013e0</w:t>
      </w:r>
    </w:p>
    <w:p w:rsidR="00D43590" w:rsidRDefault="00D43590" w:rsidP="00D43590">
      <w:r>
        <w:t>422.0692</w:t>
      </w:r>
      <w:r>
        <w:tab/>
        <w:t>1.013e0</w:t>
      </w:r>
    </w:p>
    <w:p w:rsidR="00D43590" w:rsidRDefault="00D43590" w:rsidP="00D43590">
      <w:r>
        <w:t>422.2056</w:t>
      </w:r>
      <w:r>
        <w:tab/>
        <w:t>3.038e0</w:t>
      </w:r>
    </w:p>
    <w:p w:rsidR="00D43590" w:rsidRDefault="00D43590" w:rsidP="00D43590">
      <w:r>
        <w:t>422.3060</w:t>
      </w:r>
      <w:r>
        <w:tab/>
        <w:t>2.025e0</w:t>
      </w:r>
    </w:p>
    <w:p w:rsidR="00D43590" w:rsidRDefault="00D43590" w:rsidP="00D43590">
      <w:r>
        <w:t>422.3597</w:t>
      </w:r>
      <w:r>
        <w:tab/>
        <w:t>2.342e0</w:t>
      </w:r>
    </w:p>
    <w:p w:rsidR="00D43590" w:rsidRDefault="00D43590" w:rsidP="00D43590">
      <w:r>
        <w:t>422.4102</w:t>
      </w:r>
      <w:r>
        <w:tab/>
        <w:t>4.512e0</w:t>
      </w:r>
    </w:p>
    <w:p w:rsidR="00D43590" w:rsidRDefault="00D43590" w:rsidP="00D43590">
      <w:r>
        <w:t>422.5180</w:t>
      </w:r>
      <w:r>
        <w:tab/>
        <w:t>1.013e0</w:t>
      </w:r>
    </w:p>
    <w:p w:rsidR="00D43590" w:rsidRDefault="00D43590" w:rsidP="00D43590">
      <w:r>
        <w:t>422.6610</w:t>
      </w:r>
      <w:r>
        <w:tab/>
        <w:t>2.025e0</w:t>
      </w:r>
    </w:p>
    <w:p w:rsidR="00D43590" w:rsidRDefault="00D43590" w:rsidP="00D43590">
      <w:r>
        <w:t>422.7499</w:t>
      </w:r>
      <w:r>
        <w:tab/>
        <w:t>1.013e0</w:t>
      </w:r>
    </w:p>
    <w:p w:rsidR="00D43590" w:rsidRDefault="00D43590" w:rsidP="00D43590">
      <w:r>
        <w:t>422.8473</w:t>
      </w:r>
      <w:r>
        <w:tab/>
        <w:t>3.038e0</w:t>
      </w:r>
    </w:p>
    <w:p w:rsidR="00D43590" w:rsidRDefault="00D43590" w:rsidP="00D43590">
      <w:r>
        <w:t>422.9367</w:t>
      </w:r>
      <w:r>
        <w:tab/>
        <w:t>1.013e0</w:t>
      </w:r>
    </w:p>
    <w:p w:rsidR="00D43590" w:rsidRDefault="00D43590" w:rsidP="00D43590">
      <w:r>
        <w:t>423.0835</w:t>
      </w:r>
      <w:r>
        <w:tab/>
        <w:t>2.025e0</w:t>
      </w:r>
    </w:p>
    <w:p w:rsidR="00D43590" w:rsidRDefault="00D43590" w:rsidP="00D43590">
      <w:r>
        <w:t>423.2714</w:t>
      </w:r>
      <w:r>
        <w:tab/>
        <w:t>4.051e0</w:t>
      </w:r>
    </w:p>
    <w:p w:rsidR="00D43590" w:rsidRDefault="00D43590" w:rsidP="00D43590">
      <w:r>
        <w:t>423.3515</w:t>
      </w:r>
      <w:r>
        <w:tab/>
        <w:t>2.025e0</w:t>
      </w:r>
    </w:p>
    <w:p w:rsidR="00D43590" w:rsidRDefault="00D43590" w:rsidP="00D43590">
      <w:r>
        <w:t>423.4361</w:t>
      </w:r>
      <w:r>
        <w:tab/>
        <w:t>2.025e0</w:t>
      </w:r>
    </w:p>
    <w:p w:rsidR="00D43590" w:rsidRDefault="00D43590" w:rsidP="00D43590">
      <w:r>
        <w:t>423.5418</w:t>
      </w:r>
      <w:r>
        <w:tab/>
        <w:t>1.013e0</w:t>
      </w:r>
    </w:p>
    <w:p w:rsidR="00D43590" w:rsidRDefault="00D43590" w:rsidP="00D43590">
      <w:r>
        <w:lastRenderedPageBreak/>
        <w:t>423.7353</w:t>
      </w:r>
      <w:r>
        <w:tab/>
        <w:t>2.025e0</w:t>
      </w:r>
    </w:p>
    <w:p w:rsidR="00D43590" w:rsidRDefault="00D43590" w:rsidP="00D43590">
      <w:r>
        <w:t>423.8976</w:t>
      </w:r>
      <w:r>
        <w:tab/>
        <w:t>1.013e0</w:t>
      </w:r>
    </w:p>
    <w:p w:rsidR="00D43590" w:rsidRDefault="00D43590" w:rsidP="00D43590">
      <w:r>
        <w:t>423.9967</w:t>
      </w:r>
      <w:r>
        <w:tab/>
        <w:t>1.013e0</w:t>
      </w:r>
    </w:p>
    <w:p w:rsidR="00D43590" w:rsidRDefault="00D43590" w:rsidP="00D43590">
      <w:r>
        <w:t>424.0620</w:t>
      </w:r>
      <w:r>
        <w:tab/>
        <w:t>2.025e0</w:t>
      </w:r>
    </w:p>
    <w:p w:rsidR="00D43590" w:rsidRDefault="00D43590" w:rsidP="00D43590">
      <w:r>
        <w:t>424.1526</w:t>
      </w:r>
      <w:r>
        <w:tab/>
        <w:t>3.038e0</w:t>
      </w:r>
    </w:p>
    <w:p w:rsidR="00D43590" w:rsidRDefault="00D43590" w:rsidP="00D43590">
      <w:r>
        <w:t>424.2957</w:t>
      </w:r>
      <w:r>
        <w:tab/>
        <w:t>3.038e0</w:t>
      </w:r>
    </w:p>
    <w:p w:rsidR="00D43590" w:rsidRDefault="00D43590" w:rsidP="00D43590">
      <w:r>
        <w:t>424.3898</w:t>
      </w:r>
      <w:r>
        <w:tab/>
        <w:t>3.241e1</w:t>
      </w:r>
    </w:p>
    <w:p w:rsidR="00D43590" w:rsidRDefault="00D43590" w:rsidP="00D43590">
      <w:r>
        <w:t>424.5167</w:t>
      </w:r>
      <w:r>
        <w:tab/>
        <w:t>1.013e0</w:t>
      </w:r>
    </w:p>
    <w:p w:rsidR="00D43590" w:rsidRDefault="00D43590" w:rsidP="00D43590">
      <w:r>
        <w:t>424.5602</w:t>
      </w:r>
      <w:r>
        <w:tab/>
        <w:t>1.013e0</w:t>
      </w:r>
    </w:p>
    <w:p w:rsidR="00D43590" w:rsidRDefault="00D43590" w:rsidP="00D43590">
      <w:r>
        <w:t>424.6829</w:t>
      </w:r>
      <w:r>
        <w:tab/>
        <w:t>1.013e0</w:t>
      </w:r>
    </w:p>
    <w:p w:rsidR="00D43590" w:rsidRDefault="00D43590" w:rsidP="00D43590">
      <w:r>
        <w:t>424.8732</w:t>
      </w:r>
      <w:r>
        <w:tab/>
        <w:t>2.025e0</w:t>
      </w:r>
    </w:p>
    <w:p w:rsidR="00D43590" w:rsidRDefault="00D43590" w:rsidP="00D43590">
      <w:r>
        <w:t>425.0248</w:t>
      </w:r>
      <w:r>
        <w:tab/>
        <w:t>1.013e0</w:t>
      </w:r>
    </w:p>
    <w:p w:rsidR="00D43590" w:rsidRDefault="00D43590" w:rsidP="00D43590">
      <w:r>
        <w:t>425.0948</w:t>
      </w:r>
      <w:r>
        <w:tab/>
        <w:t>2.025e0</w:t>
      </w:r>
    </w:p>
    <w:p w:rsidR="00D43590" w:rsidRDefault="00D43590" w:rsidP="00D43590">
      <w:r>
        <w:t>425.1846</w:t>
      </w:r>
      <w:r>
        <w:tab/>
        <w:t>5.063e0</w:t>
      </w:r>
    </w:p>
    <w:p w:rsidR="00D43590" w:rsidRDefault="00D43590" w:rsidP="00D43590">
      <w:r>
        <w:t>425.2952</w:t>
      </w:r>
      <w:r>
        <w:tab/>
        <w:t>3.038e0</w:t>
      </w:r>
    </w:p>
    <w:p w:rsidR="00D43590" w:rsidRDefault="00D43590" w:rsidP="00D43590">
      <w:r>
        <w:t>425.3665</w:t>
      </w:r>
      <w:r>
        <w:tab/>
        <w:t>3.038e0</w:t>
      </w:r>
    </w:p>
    <w:p w:rsidR="00D43590" w:rsidRDefault="00D43590" w:rsidP="00D43590">
      <w:r>
        <w:t>425.4145</w:t>
      </w:r>
      <w:r>
        <w:tab/>
        <w:t>5.063e0</w:t>
      </w:r>
    </w:p>
    <w:p w:rsidR="00D43590" w:rsidRDefault="00D43590" w:rsidP="00D43590">
      <w:r>
        <w:t>425.4920</w:t>
      </w:r>
      <w:r>
        <w:tab/>
        <w:t>1.013e0</w:t>
      </w:r>
    </w:p>
    <w:p w:rsidR="00D43590" w:rsidRDefault="00D43590" w:rsidP="00D43590">
      <w:r>
        <w:t>425.6892</w:t>
      </w:r>
      <w:r>
        <w:tab/>
        <w:t>1.013e0</w:t>
      </w:r>
    </w:p>
    <w:p w:rsidR="00D43590" w:rsidRDefault="00D43590" w:rsidP="00D43590">
      <w:r>
        <w:lastRenderedPageBreak/>
        <w:t>425.7434</w:t>
      </w:r>
      <w:r>
        <w:tab/>
        <w:t>1.013e0</w:t>
      </w:r>
    </w:p>
    <w:p w:rsidR="00D43590" w:rsidRDefault="00D43590" w:rsidP="00D43590">
      <w:r>
        <w:t>425.9138</w:t>
      </w:r>
      <w:r>
        <w:tab/>
        <w:t>1.013e0</w:t>
      </w:r>
    </w:p>
    <w:p w:rsidR="00D43590" w:rsidRDefault="00D43590" w:rsidP="00D43590">
      <w:r>
        <w:t>426.0178</w:t>
      </w:r>
      <w:r>
        <w:tab/>
        <w:t>1.013e0</w:t>
      </w:r>
    </w:p>
    <w:p w:rsidR="00D43590" w:rsidRDefault="00D43590" w:rsidP="00D43590">
      <w:r>
        <w:t>426.1075</w:t>
      </w:r>
      <w:r>
        <w:tab/>
        <w:t>1.013e0</w:t>
      </w:r>
    </w:p>
    <w:p w:rsidR="00D43590" w:rsidRDefault="00D43590" w:rsidP="00D43590">
      <w:r>
        <w:t>426.1385</w:t>
      </w:r>
      <w:r>
        <w:tab/>
        <w:t>1.013e0</w:t>
      </w:r>
    </w:p>
    <w:p w:rsidR="00D43590" w:rsidRDefault="00D43590" w:rsidP="00D43590">
      <w:r>
        <w:t>426.2126</w:t>
      </w:r>
      <w:r>
        <w:tab/>
        <w:t>2.025e0</w:t>
      </w:r>
    </w:p>
    <w:p w:rsidR="00D43590" w:rsidRDefault="00D43590" w:rsidP="00D43590">
      <w:r>
        <w:t>426.2858</w:t>
      </w:r>
      <w:r>
        <w:tab/>
        <w:t>1.013e0</w:t>
      </w:r>
    </w:p>
    <w:p w:rsidR="00D43590" w:rsidRDefault="00D43590" w:rsidP="00D43590">
      <w:r>
        <w:t>426.3633</w:t>
      </w:r>
      <w:r>
        <w:tab/>
        <w:t>1.013e0</w:t>
      </w:r>
    </w:p>
    <w:p w:rsidR="00D43590" w:rsidRDefault="00D43590" w:rsidP="00D43590">
      <w:r>
        <w:t>426.4090</w:t>
      </w:r>
      <w:r>
        <w:tab/>
        <w:t>1.013e0</w:t>
      </w:r>
    </w:p>
    <w:p w:rsidR="00D43590" w:rsidRDefault="00D43590" w:rsidP="00D43590">
      <w:r>
        <w:t>426.4522</w:t>
      </w:r>
      <w:r>
        <w:tab/>
        <w:t>2.025e0</w:t>
      </w:r>
    </w:p>
    <w:p w:rsidR="00D43590" w:rsidRDefault="00D43590" w:rsidP="00D43590">
      <w:r>
        <w:t>426.5106</w:t>
      </w:r>
      <w:r>
        <w:tab/>
        <w:t>1.013e0</w:t>
      </w:r>
    </w:p>
    <w:p w:rsidR="00D43590" w:rsidRDefault="00D43590" w:rsidP="00D43590">
      <w:r>
        <w:t>426.6115</w:t>
      </w:r>
      <w:r>
        <w:tab/>
        <w:t>1.013e0</w:t>
      </w:r>
    </w:p>
    <w:p w:rsidR="00D43590" w:rsidRDefault="00D43590" w:rsidP="00D43590">
      <w:r>
        <w:t>426.8287</w:t>
      </w:r>
      <w:r>
        <w:tab/>
        <w:t>1.013e0</w:t>
      </w:r>
    </w:p>
    <w:p w:rsidR="00D43590" w:rsidRDefault="00D43590" w:rsidP="00D43590">
      <w:r>
        <w:t>426.8908</w:t>
      </w:r>
      <w:r>
        <w:tab/>
        <w:t>1.013e0</w:t>
      </w:r>
    </w:p>
    <w:p w:rsidR="00D43590" w:rsidRDefault="00D43590" w:rsidP="00D43590">
      <w:r>
        <w:t>426.9763</w:t>
      </w:r>
      <w:r>
        <w:tab/>
        <w:t>1.013e0</w:t>
      </w:r>
    </w:p>
    <w:p w:rsidR="00D43590" w:rsidRDefault="00D43590" w:rsidP="00D43590">
      <w:r>
        <w:t>427.0869</w:t>
      </w:r>
      <w:r>
        <w:tab/>
        <w:t>1.013e0</w:t>
      </w:r>
    </w:p>
    <w:p w:rsidR="00D43590" w:rsidRDefault="00D43590" w:rsidP="00D43590">
      <w:r>
        <w:t>427.1977</w:t>
      </w:r>
      <w:r>
        <w:tab/>
        <w:t>1.013e0</w:t>
      </w:r>
    </w:p>
    <w:p w:rsidR="00D43590" w:rsidRDefault="00D43590" w:rsidP="00D43590">
      <w:r>
        <w:t>427.2976</w:t>
      </w:r>
      <w:r>
        <w:tab/>
        <w:t>2.025e0</w:t>
      </w:r>
    </w:p>
    <w:p w:rsidR="00D43590" w:rsidRDefault="00D43590" w:rsidP="00D43590">
      <w:r>
        <w:t>427.3759</w:t>
      </w:r>
      <w:r>
        <w:tab/>
        <w:t>2.025e0</w:t>
      </w:r>
    </w:p>
    <w:p w:rsidR="00D43590" w:rsidRDefault="00D43590" w:rsidP="00D43590">
      <w:r>
        <w:lastRenderedPageBreak/>
        <w:t>427.5045</w:t>
      </w:r>
      <w:r>
        <w:tab/>
        <w:t>1.013e0</w:t>
      </w:r>
    </w:p>
    <w:p w:rsidR="00D43590" w:rsidRDefault="00D43590" w:rsidP="00D43590">
      <w:r>
        <w:t>427.5367</w:t>
      </w:r>
      <w:r>
        <w:tab/>
        <w:t>1.013e0</w:t>
      </w:r>
    </w:p>
    <w:p w:rsidR="00D43590" w:rsidRDefault="00D43590" w:rsidP="00D43590">
      <w:r>
        <w:t>427.6833</w:t>
      </w:r>
      <w:r>
        <w:tab/>
        <w:t>2.025e0</w:t>
      </w:r>
    </w:p>
    <w:p w:rsidR="00D43590" w:rsidRDefault="00D43590" w:rsidP="00D43590">
      <w:r>
        <w:t>427.7964</w:t>
      </w:r>
      <w:r>
        <w:tab/>
        <w:t>1.013e0</w:t>
      </w:r>
    </w:p>
    <w:p w:rsidR="00D43590" w:rsidRDefault="00D43590" w:rsidP="00D43590">
      <w:r>
        <w:t>427.9453</w:t>
      </w:r>
      <w:r>
        <w:tab/>
        <w:t>1.013e0</w:t>
      </w:r>
    </w:p>
    <w:p w:rsidR="00D43590" w:rsidRDefault="00D43590" w:rsidP="00D43590">
      <w:r>
        <w:t>428.1423</w:t>
      </w:r>
      <w:r>
        <w:tab/>
        <w:t>1.013e0</w:t>
      </w:r>
    </w:p>
    <w:p w:rsidR="00D43590" w:rsidRDefault="00D43590" w:rsidP="00D43590">
      <w:r>
        <w:t>428.2638</w:t>
      </w:r>
      <w:r>
        <w:tab/>
        <w:t>1.013e0</w:t>
      </w:r>
    </w:p>
    <w:p w:rsidR="00D43590" w:rsidRDefault="00D43590" w:rsidP="00D43590">
      <w:r>
        <w:t>428.3018</w:t>
      </w:r>
      <w:r>
        <w:tab/>
        <w:t>1.013e0</w:t>
      </w:r>
    </w:p>
    <w:p w:rsidR="00D43590" w:rsidRDefault="00D43590" w:rsidP="00D43590">
      <w:r>
        <w:t>428.3887</w:t>
      </w:r>
      <w:r>
        <w:tab/>
        <w:t>2.025e0</w:t>
      </w:r>
    </w:p>
    <w:p w:rsidR="00D43590" w:rsidRDefault="00D43590" w:rsidP="00D43590">
      <w:r>
        <w:t>428.4715</w:t>
      </w:r>
      <w:r>
        <w:tab/>
        <w:t>1.013e0</w:t>
      </w:r>
    </w:p>
    <w:p w:rsidR="00D43590" w:rsidRDefault="00D43590" w:rsidP="00D43590">
      <w:r>
        <w:t>428.5278</w:t>
      </w:r>
      <w:r>
        <w:tab/>
        <w:t>3.038e0</w:t>
      </w:r>
    </w:p>
    <w:p w:rsidR="00D43590" w:rsidRDefault="00D43590" w:rsidP="00D43590">
      <w:r>
        <w:t>428.6029</w:t>
      </w:r>
      <w:r>
        <w:tab/>
        <w:t>1.013e0</w:t>
      </w:r>
    </w:p>
    <w:p w:rsidR="00D43590" w:rsidRDefault="00D43590" w:rsidP="00D43590">
      <w:r>
        <w:t>428.7342</w:t>
      </w:r>
      <w:r>
        <w:tab/>
        <w:t>2.025e0</w:t>
      </w:r>
    </w:p>
    <w:p w:rsidR="00D43590" w:rsidRDefault="00D43590" w:rsidP="00D43590">
      <w:r>
        <w:t>428.9603</w:t>
      </w:r>
      <w:r>
        <w:tab/>
        <w:t>1.013e0</w:t>
      </w:r>
    </w:p>
    <w:p w:rsidR="00D43590" w:rsidRDefault="00D43590" w:rsidP="00D43590">
      <w:r>
        <w:t>429.0226</w:t>
      </w:r>
      <w:r>
        <w:tab/>
        <w:t>1.013e0</w:t>
      </w:r>
    </w:p>
    <w:p w:rsidR="00D43590" w:rsidRDefault="00D43590" w:rsidP="00D43590">
      <w:r>
        <w:t>429.1007</w:t>
      </w:r>
      <w:r>
        <w:tab/>
        <w:t>1.013e0</w:t>
      </w:r>
    </w:p>
    <w:p w:rsidR="00D43590" w:rsidRDefault="00D43590" w:rsidP="00D43590">
      <w:r>
        <w:t>429.1396</w:t>
      </w:r>
      <w:r>
        <w:tab/>
        <w:t>1.013e0</w:t>
      </w:r>
    </w:p>
    <w:p w:rsidR="00D43590" w:rsidRDefault="00D43590" w:rsidP="00D43590">
      <w:r>
        <w:t>429.1986</w:t>
      </w:r>
      <w:r>
        <w:tab/>
        <w:t>1.013e0</w:t>
      </w:r>
    </w:p>
    <w:p w:rsidR="00D43590" w:rsidRDefault="00D43590" w:rsidP="00D43590">
      <w:r>
        <w:t>429.2772</w:t>
      </w:r>
      <w:r>
        <w:tab/>
        <w:t>8.998e0</w:t>
      </w:r>
    </w:p>
    <w:p w:rsidR="00D43590" w:rsidRDefault="00D43590" w:rsidP="00D43590">
      <w:r>
        <w:lastRenderedPageBreak/>
        <w:t>429.3374</w:t>
      </w:r>
      <w:r>
        <w:tab/>
        <w:t>2.347e1</w:t>
      </w:r>
    </w:p>
    <w:p w:rsidR="00D43590" w:rsidRDefault="00D43590" w:rsidP="00D43590">
      <w:r>
        <w:t>429.4674</w:t>
      </w:r>
      <w:r>
        <w:tab/>
        <w:t>1.013e0</w:t>
      </w:r>
    </w:p>
    <w:p w:rsidR="00D43590" w:rsidRDefault="00D43590" w:rsidP="00D43590">
      <w:r>
        <w:t>429.6782</w:t>
      </w:r>
      <w:r>
        <w:tab/>
        <w:t>1.013e0</w:t>
      </w:r>
    </w:p>
    <w:p w:rsidR="00D43590" w:rsidRDefault="00D43590" w:rsidP="00D43590">
      <w:r>
        <w:t>429.7422</w:t>
      </w:r>
      <w:r>
        <w:tab/>
        <w:t>1.013e0</w:t>
      </w:r>
    </w:p>
    <w:p w:rsidR="00D43590" w:rsidRDefault="00D43590" w:rsidP="00D43590">
      <w:r>
        <w:t>429.8031</w:t>
      </w:r>
      <w:r>
        <w:tab/>
        <w:t>1.013e0</w:t>
      </w:r>
    </w:p>
    <w:p w:rsidR="00D43590" w:rsidRDefault="00D43590" w:rsidP="00D43590">
      <w:r>
        <w:t>429.9750</w:t>
      </w:r>
      <w:r>
        <w:tab/>
        <w:t>1.013e0</w:t>
      </w:r>
    </w:p>
    <w:p w:rsidR="00D43590" w:rsidRDefault="00D43590" w:rsidP="00D43590">
      <w:r>
        <w:t>430.0688</w:t>
      </w:r>
      <w:r>
        <w:tab/>
        <w:t>2.025e0</w:t>
      </w:r>
    </w:p>
    <w:p w:rsidR="00D43590" w:rsidRDefault="00D43590" w:rsidP="00D43590">
      <w:r>
        <w:t>430.1548</w:t>
      </w:r>
      <w:r>
        <w:tab/>
        <w:t>1.013e0</w:t>
      </w:r>
    </w:p>
    <w:p w:rsidR="00D43590" w:rsidRDefault="00D43590" w:rsidP="00D43590">
      <w:r>
        <w:t>430.2651</w:t>
      </w:r>
      <w:r>
        <w:tab/>
        <w:t>1.013e0</w:t>
      </w:r>
    </w:p>
    <w:p w:rsidR="00D43590" w:rsidRDefault="00D43590" w:rsidP="00D43590">
      <w:r>
        <w:t>430.3366</w:t>
      </w:r>
      <w:r>
        <w:tab/>
        <w:t>1.215e1</w:t>
      </w:r>
    </w:p>
    <w:p w:rsidR="00D43590" w:rsidRDefault="00D43590" w:rsidP="00D43590">
      <w:r>
        <w:t>430.4109</w:t>
      </w:r>
      <w:r>
        <w:tab/>
        <w:t>1.013e0</w:t>
      </w:r>
    </w:p>
    <w:p w:rsidR="00D43590" w:rsidRDefault="00D43590" w:rsidP="00D43590">
      <w:r>
        <w:t>430.5302</w:t>
      </w:r>
      <w:r>
        <w:tab/>
        <w:t>1.013e0</w:t>
      </w:r>
    </w:p>
    <w:p w:rsidR="00D43590" w:rsidRDefault="00D43590" w:rsidP="00D43590">
      <w:r>
        <w:t>430.5961</w:t>
      </w:r>
      <w:r>
        <w:tab/>
        <w:t>2.025e0</w:t>
      </w:r>
    </w:p>
    <w:p w:rsidR="00D43590" w:rsidRDefault="00D43590" w:rsidP="00D43590">
      <w:r>
        <w:t>430.9059</w:t>
      </w:r>
      <w:r>
        <w:tab/>
        <w:t>1.013e0</w:t>
      </w:r>
    </w:p>
    <w:p w:rsidR="00D43590" w:rsidRDefault="00D43590" w:rsidP="00D43590">
      <w:r>
        <w:t>430.9685</w:t>
      </w:r>
      <w:r>
        <w:tab/>
        <w:t>2.025e0</w:t>
      </w:r>
    </w:p>
    <w:p w:rsidR="00D43590" w:rsidRDefault="00D43590" w:rsidP="00D43590">
      <w:r>
        <w:t>431.0275</w:t>
      </w:r>
      <w:r>
        <w:tab/>
        <w:t>1.013e0</w:t>
      </w:r>
    </w:p>
    <w:p w:rsidR="00D43590" w:rsidRDefault="00D43590" w:rsidP="00D43590">
      <w:r>
        <w:t>431.0703</w:t>
      </w:r>
      <w:r>
        <w:tab/>
        <w:t>1.013e0</w:t>
      </w:r>
    </w:p>
    <w:p w:rsidR="00D43590" w:rsidRDefault="00D43590" w:rsidP="00D43590">
      <w:r>
        <w:t>431.1487</w:t>
      </w:r>
      <w:r>
        <w:tab/>
        <w:t>1.013e0</w:t>
      </w:r>
    </w:p>
    <w:p w:rsidR="00D43590" w:rsidRDefault="00D43590" w:rsidP="00D43590">
      <w:r>
        <w:t>431.2494</w:t>
      </w:r>
      <w:r>
        <w:tab/>
        <w:t>1.013e0</w:t>
      </w:r>
    </w:p>
    <w:p w:rsidR="00D43590" w:rsidRDefault="00D43590" w:rsidP="00D43590">
      <w:r>
        <w:lastRenderedPageBreak/>
        <w:t>431.2973</w:t>
      </w:r>
      <w:r>
        <w:tab/>
        <w:t>4.051e0</w:t>
      </w:r>
    </w:p>
    <w:p w:rsidR="00D43590" w:rsidRDefault="00D43590" w:rsidP="00D43590">
      <w:r>
        <w:t>431.3571</w:t>
      </w:r>
      <w:r>
        <w:tab/>
        <w:t>2.025e0</w:t>
      </w:r>
    </w:p>
    <w:p w:rsidR="00D43590" w:rsidRDefault="00D43590" w:rsidP="00D43590">
      <w:r>
        <w:t>431.4190</w:t>
      </w:r>
      <w:r>
        <w:tab/>
        <w:t>3.038e0</w:t>
      </w:r>
    </w:p>
    <w:p w:rsidR="00D43590" w:rsidRDefault="00D43590" w:rsidP="00D43590">
      <w:r>
        <w:t>431.6409</w:t>
      </w:r>
      <w:r>
        <w:tab/>
        <w:t>1.013e0</w:t>
      </w:r>
    </w:p>
    <w:p w:rsidR="00D43590" w:rsidRDefault="00D43590" w:rsidP="00D43590">
      <w:r>
        <w:t>431.7932</w:t>
      </w:r>
      <w:r>
        <w:tab/>
        <w:t>1.013e0</w:t>
      </w:r>
    </w:p>
    <w:p w:rsidR="00D43590" w:rsidRDefault="00D43590" w:rsidP="00D43590">
      <w:r>
        <w:t>432.0425</w:t>
      </w:r>
      <w:r>
        <w:tab/>
        <w:t>1.013e0</w:t>
      </w:r>
    </w:p>
    <w:p w:rsidR="00D43590" w:rsidRDefault="00D43590" w:rsidP="00D43590">
      <w:r>
        <w:t>432.1467</w:t>
      </w:r>
      <w:r>
        <w:tab/>
        <w:t>1.013e0</w:t>
      </w:r>
    </w:p>
    <w:p w:rsidR="00D43590" w:rsidRDefault="00D43590" w:rsidP="00D43590">
      <w:r>
        <w:t>432.2231</w:t>
      </w:r>
      <w:r>
        <w:tab/>
        <w:t>1.013e0</w:t>
      </w:r>
    </w:p>
    <w:p w:rsidR="00D43590" w:rsidRDefault="00D43590" w:rsidP="00D43590">
      <w:r>
        <w:t>432.2959</w:t>
      </w:r>
      <w:r>
        <w:tab/>
        <w:t>1.215e1</w:t>
      </w:r>
    </w:p>
    <w:p w:rsidR="00D43590" w:rsidRDefault="00D43590" w:rsidP="00D43590">
      <w:r>
        <w:t>432.6708</w:t>
      </w:r>
      <w:r>
        <w:tab/>
        <w:t>1.013e0</w:t>
      </w:r>
    </w:p>
    <w:p w:rsidR="00D43590" w:rsidRDefault="00D43590" w:rsidP="00D43590">
      <w:r>
        <w:t>432.7332</w:t>
      </w:r>
      <w:r>
        <w:tab/>
        <w:t>4.051e0</w:t>
      </w:r>
    </w:p>
    <w:p w:rsidR="00D43590" w:rsidRDefault="00D43590" w:rsidP="00D43590">
      <w:r>
        <w:t>432.8187</w:t>
      </w:r>
      <w:r>
        <w:tab/>
        <w:t>2.025e0</w:t>
      </w:r>
    </w:p>
    <w:p w:rsidR="00D43590" w:rsidRDefault="00D43590" w:rsidP="00D43590">
      <w:r>
        <w:t>432.9112</w:t>
      </w:r>
      <w:r>
        <w:tab/>
        <w:t>2.025e0</w:t>
      </w:r>
    </w:p>
    <w:p w:rsidR="00D43590" w:rsidRDefault="00D43590" w:rsidP="00D43590">
      <w:r>
        <w:t>432.9696</w:t>
      </w:r>
      <w:r>
        <w:tab/>
        <w:t>1.013e0</w:t>
      </w:r>
    </w:p>
    <w:p w:rsidR="00D43590" w:rsidRDefault="00D43590" w:rsidP="00D43590">
      <w:r>
        <w:t>433.1662</w:t>
      </w:r>
      <w:r>
        <w:tab/>
        <w:t>1.013e0</w:t>
      </w:r>
    </w:p>
    <w:p w:rsidR="00D43590" w:rsidRDefault="00D43590" w:rsidP="00D43590">
      <w:r>
        <w:t>433.2314</w:t>
      </w:r>
      <w:r>
        <w:tab/>
        <w:t>2.025e0</w:t>
      </w:r>
    </w:p>
    <w:p w:rsidR="00D43590" w:rsidRDefault="00D43590" w:rsidP="00D43590">
      <w:r>
        <w:t>433.3310</w:t>
      </w:r>
      <w:r>
        <w:tab/>
        <w:t>3.038e0</w:t>
      </w:r>
    </w:p>
    <w:p w:rsidR="00D43590" w:rsidRDefault="00D43590" w:rsidP="00D43590">
      <w:r>
        <w:t>433.5968</w:t>
      </w:r>
      <w:r>
        <w:tab/>
        <w:t>4.051e0</w:t>
      </w:r>
    </w:p>
    <w:p w:rsidR="00D43590" w:rsidRDefault="00D43590" w:rsidP="00D43590">
      <w:r>
        <w:t>433.7799</w:t>
      </w:r>
      <w:r>
        <w:tab/>
        <w:t>1.013e0</w:t>
      </w:r>
    </w:p>
    <w:p w:rsidR="00D43590" w:rsidRDefault="00D43590" w:rsidP="00D43590">
      <w:r>
        <w:lastRenderedPageBreak/>
        <w:t>433.8836</w:t>
      </w:r>
      <w:r>
        <w:tab/>
        <w:t>2.025e0</w:t>
      </w:r>
    </w:p>
    <w:p w:rsidR="00D43590" w:rsidRDefault="00D43590" w:rsidP="00D43590">
      <w:r>
        <w:t>433.9668</w:t>
      </w:r>
      <w:r>
        <w:tab/>
        <w:t>1.013e0</w:t>
      </w:r>
    </w:p>
    <w:p w:rsidR="00D43590" w:rsidRDefault="00D43590" w:rsidP="00D43590">
      <w:r>
        <w:t>434.0223</w:t>
      </w:r>
      <w:r>
        <w:tab/>
        <w:t>2.025e0</w:t>
      </w:r>
    </w:p>
    <w:p w:rsidR="00D43590" w:rsidRDefault="00D43590" w:rsidP="00D43590">
      <w:r>
        <w:t>434.1055</w:t>
      </w:r>
      <w:r>
        <w:tab/>
        <w:t>3.038e0</w:t>
      </w:r>
    </w:p>
    <w:p w:rsidR="00D43590" w:rsidRDefault="00D43590" w:rsidP="00D43590">
      <w:r>
        <w:t>434.1586</w:t>
      </w:r>
      <w:r>
        <w:tab/>
        <w:t>1.013e0</w:t>
      </w:r>
    </w:p>
    <w:p w:rsidR="00D43590" w:rsidRDefault="00D43590" w:rsidP="00D43590">
      <w:r>
        <w:t>434.3032</w:t>
      </w:r>
      <w:r>
        <w:tab/>
        <w:t>2.025e0</w:t>
      </w:r>
    </w:p>
    <w:p w:rsidR="00D43590" w:rsidRDefault="00D43590" w:rsidP="00D43590">
      <w:r>
        <w:t>434.3488</w:t>
      </w:r>
      <w:r>
        <w:tab/>
        <w:t>3.243e0</w:t>
      </w:r>
    </w:p>
    <w:p w:rsidR="00D43590" w:rsidRDefault="00D43590" w:rsidP="00D43590">
      <w:r>
        <w:t>434.4522</w:t>
      </w:r>
      <w:r>
        <w:tab/>
        <w:t>1.013e0</w:t>
      </w:r>
    </w:p>
    <w:p w:rsidR="00D43590" w:rsidRDefault="00D43590" w:rsidP="00D43590">
      <w:r>
        <w:t>434.5031</w:t>
      </w:r>
      <w:r>
        <w:tab/>
        <w:t>3.038e0</w:t>
      </w:r>
    </w:p>
    <w:p w:rsidR="00D43590" w:rsidRDefault="00D43590" w:rsidP="00D43590">
      <w:r>
        <w:t>434.5529</w:t>
      </w:r>
      <w:r>
        <w:tab/>
        <w:t>2.025e0</w:t>
      </w:r>
    </w:p>
    <w:p w:rsidR="00D43590" w:rsidRDefault="00D43590" w:rsidP="00D43590">
      <w:r>
        <w:t>434.6422</w:t>
      </w:r>
      <w:r>
        <w:tab/>
        <w:t>3.038e0</w:t>
      </w:r>
    </w:p>
    <w:p w:rsidR="00D43590" w:rsidRDefault="00D43590" w:rsidP="00D43590">
      <w:r>
        <w:t>434.8026</w:t>
      </w:r>
      <w:r>
        <w:tab/>
        <w:t>1.013e0</w:t>
      </w:r>
    </w:p>
    <w:p w:rsidR="00D43590" w:rsidRDefault="00D43590" w:rsidP="00D43590">
      <w:r>
        <w:t>434.9003</w:t>
      </w:r>
      <w:r>
        <w:tab/>
        <w:t>1.013e0</w:t>
      </w:r>
    </w:p>
    <w:p w:rsidR="00D43590" w:rsidRDefault="00D43590" w:rsidP="00D43590">
      <w:r>
        <w:t>434.9518</w:t>
      </w:r>
      <w:r>
        <w:tab/>
        <w:t>1.013e0</w:t>
      </w:r>
    </w:p>
    <w:p w:rsidR="00D43590" w:rsidRDefault="00D43590" w:rsidP="00D43590">
      <w:r>
        <w:t>435.0463</w:t>
      </w:r>
      <w:r>
        <w:tab/>
        <w:t>2.025e0</w:t>
      </w:r>
    </w:p>
    <w:p w:rsidR="00D43590" w:rsidRDefault="00D43590" w:rsidP="00D43590">
      <w:r>
        <w:t>435.1451</w:t>
      </w:r>
      <w:r>
        <w:tab/>
        <w:t>1.013e0</w:t>
      </w:r>
    </w:p>
    <w:p w:rsidR="00D43590" w:rsidRDefault="00D43590" w:rsidP="00D43590">
      <w:r>
        <w:t>435.1945</w:t>
      </w:r>
      <w:r>
        <w:tab/>
        <w:t>1.013e0</w:t>
      </w:r>
    </w:p>
    <w:p w:rsidR="00D43590" w:rsidRDefault="00D43590" w:rsidP="00D43590">
      <w:r>
        <w:t>435.2571</w:t>
      </w:r>
      <w:r>
        <w:tab/>
        <w:t>2.025e0</w:t>
      </w:r>
    </w:p>
    <w:p w:rsidR="00D43590" w:rsidRDefault="00D43590" w:rsidP="00D43590">
      <w:r>
        <w:t>435.3478</w:t>
      </w:r>
      <w:r>
        <w:tab/>
        <w:t>1.776e0</w:t>
      </w:r>
    </w:p>
    <w:p w:rsidR="00D43590" w:rsidRDefault="00D43590" w:rsidP="00D43590">
      <w:r>
        <w:lastRenderedPageBreak/>
        <w:t>435.4339</w:t>
      </w:r>
      <w:r>
        <w:tab/>
        <w:t>1.013e0</w:t>
      </w:r>
    </w:p>
    <w:p w:rsidR="00D43590" w:rsidRDefault="00D43590" w:rsidP="00D43590">
      <w:r>
        <w:t>435.5605</w:t>
      </w:r>
      <w:r>
        <w:tab/>
        <w:t>2.025e0</w:t>
      </w:r>
    </w:p>
    <w:p w:rsidR="00D43590" w:rsidRDefault="00D43590" w:rsidP="00D43590">
      <w:r>
        <w:t>435.6511</w:t>
      </w:r>
      <w:r>
        <w:tab/>
        <w:t>1.013e0</w:t>
      </w:r>
    </w:p>
    <w:p w:rsidR="00D43590" w:rsidRDefault="00D43590" w:rsidP="00D43590">
      <w:r>
        <w:t>435.8014</w:t>
      </w:r>
      <w:r>
        <w:tab/>
        <w:t>1.013e0</w:t>
      </w:r>
    </w:p>
    <w:p w:rsidR="00D43590" w:rsidRDefault="00D43590" w:rsidP="00D43590">
      <w:r>
        <w:t>435.8409</w:t>
      </w:r>
      <w:r>
        <w:tab/>
        <w:t>2.025e0</w:t>
      </w:r>
    </w:p>
    <w:p w:rsidR="00D43590" w:rsidRDefault="00D43590" w:rsidP="00D43590">
      <w:r>
        <w:t>435.9482</w:t>
      </w:r>
      <w:r>
        <w:tab/>
        <w:t>2.025e0</w:t>
      </w:r>
    </w:p>
    <w:p w:rsidR="00D43590" w:rsidRDefault="00D43590" w:rsidP="00D43590">
      <w:r>
        <w:t>436.2482</w:t>
      </w:r>
      <w:r>
        <w:tab/>
        <w:t>2.025e0</w:t>
      </w:r>
    </w:p>
    <w:p w:rsidR="00D43590" w:rsidRDefault="00D43590" w:rsidP="00D43590">
      <w:r>
        <w:t>436.3635</w:t>
      </w:r>
      <w:r>
        <w:tab/>
        <w:t>5.971e0</w:t>
      </w:r>
    </w:p>
    <w:p w:rsidR="00D43590" w:rsidRDefault="00D43590" w:rsidP="00D43590">
      <w:r>
        <w:t>436.4541</w:t>
      </w:r>
      <w:r>
        <w:tab/>
        <w:t>1.013e0</w:t>
      </w:r>
    </w:p>
    <w:p w:rsidR="00D43590" w:rsidRDefault="00D43590" w:rsidP="00D43590">
      <w:r>
        <w:t>436.5125</w:t>
      </w:r>
      <w:r>
        <w:tab/>
        <w:t>2.025e0</w:t>
      </w:r>
    </w:p>
    <w:p w:rsidR="00D43590" w:rsidRDefault="00D43590" w:rsidP="00D43590">
      <w:r>
        <w:t>436.6328</w:t>
      </w:r>
      <w:r>
        <w:tab/>
        <w:t>1.013e0</w:t>
      </w:r>
    </w:p>
    <w:p w:rsidR="00D43590" w:rsidRDefault="00D43590" w:rsidP="00D43590">
      <w:r>
        <w:t>436.7143</w:t>
      </w:r>
      <w:r>
        <w:tab/>
        <w:t>1.013e0</w:t>
      </w:r>
    </w:p>
    <w:p w:rsidR="00D43590" w:rsidRDefault="00D43590" w:rsidP="00D43590">
      <w:r>
        <w:t>436.8469</w:t>
      </w:r>
      <w:r>
        <w:tab/>
        <w:t>1.013e0</w:t>
      </w:r>
    </w:p>
    <w:p w:rsidR="00D43590" w:rsidRDefault="00D43590" w:rsidP="00D43590">
      <w:r>
        <w:t>436.9485</w:t>
      </w:r>
      <w:r>
        <w:tab/>
        <w:t>3.038e0</w:t>
      </w:r>
    </w:p>
    <w:p w:rsidR="00D43590" w:rsidRDefault="00D43590" w:rsidP="00D43590">
      <w:r>
        <w:t>437.0717</w:t>
      </w:r>
      <w:r>
        <w:tab/>
        <w:t>2.025e0</w:t>
      </w:r>
    </w:p>
    <w:p w:rsidR="00D43590" w:rsidRDefault="00D43590" w:rsidP="00D43590">
      <w:r>
        <w:t>437.1828</w:t>
      </w:r>
      <w:r>
        <w:tab/>
        <w:t>4.644e0</w:t>
      </w:r>
    </w:p>
    <w:p w:rsidR="00D43590" w:rsidRDefault="00D43590" w:rsidP="00D43590">
      <w:r>
        <w:t>437.2420</w:t>
      </w:r>
      <w:r>
        <w:tab/>
        <w:t>9.984e0</w:t>
      </w:r>
    </w:p>
    <w:p w:rsidR="00D43590" w:rsidRDefault="00D43590" w:rsidP="00D43590">
      <w:r>
        <w:t>437.2952</w:t>
      </w:r>
      <w:r>
        <w:tab/>
        <w:t>6.076e0</w:t>
      </w:r>
    </w:p>
    <w:p w:rsidR="00D43590" w:rsidRDefault="00D43590" w:rsidP="00D43590">
      <w:r>
        <w:t>437.3872</w:t>
      </w:r>
      <w:r>
        <w:tab/>
        <w:t>4.827e0</w:t>
      </w:r>
    </w:p>
    <w:p w:rsidR="00D43590" w:rsidRDefault="00D43590" w:rsidP="00D43590">
      <w:r>
        <w:lastRenderedPageBreak/>
        <w:t>437.4710</w:t>
      </w:r>
      <w:r>
        <w:tab/>
        <w:t>1.013e0</w:t>
      </w:r>
    </w:p>
    <w:p w:rsidR="00D43590" w:rsidRDefault="00D43590" w:rsidP="00D43590">
      <w:r>
        <w:t>437.5851</w:t>
      </w:r>
      <w:r>
        <w:tab/>
        <w:t>1.013e0</w:t>
      </w:r>
    </w:p>
    <w:p w:rsidR="00D43590" w:rsidRDefault="00D43590" w:rsidP="00D43590">
      <w:r>
        <w:t>437.6916</w:t>
      </w:r>
      <w:r>
        <w:tab/>
        <w:t>2.025e0</w:t>
      </w:r>
    </w:p>
    <w:p w:rsidR="00D43590" w:rsidRDefault="00D43590" w:rsidP="00D43590">
      <w:r>
        <w:t>437.7437</w:t>
      </w:r>
      <w:r>
        <w:tab/>
        <w:t>1.013e0</w:t>
      </w:r>
    </w:p>
    <w:p w:rsidR="00D43590" w:rsidRDefault="00D43590" w:rsidP="00D43590">
      <w:r>
        <w:t>437.8390</w:t>
      </w:r>
      <w:r>
        <w:tab/>
        <w:t>1.013e0</w:t>
      </w:r>
    </w:p>
    <w:p w:rsidR="00D43590" w:rsidRDefault="00D43590" w:rsidP="00D43590">
      <w:r>
        <w:t>437.9475</w:t>
      </w:r>
      <w:r>
        <w:tab/>
        <w:t>2.025e0</w:t>
      </w:r>
    </w:p>
    <w:p w:rsidR="00D43590" w:rsidRDefault="00D43590" w:rsidP="00D43590">
      <w:r>
        <w:t>438.2106</w:t>
      </w:r>
      <w:r>
        <w:tab/>
        <w:t>1.013e0</w:t>
      </w:r>
    </w:p>
    <w:p w:rsidR="00D43590" w:rsidRDefault="00D43590" w:rsidP="00D43590">
      <w:r>
        <w:t>438.2616</w:t>
      </w:r>
      <w:r>
        <w:tab/>
        <w:t>5.063e0</w:t>
      </w:r>
    </w:p>
    <w:p w:rsidR="00D43590" w:rsidRDefault="00D43590" w:rsidP="00D43590">
      <w:r>
        <w:t>438.3892</w:t>
      </w:r>
      <w:r>
        <w:tab/>
        <w:t>1.186e1</w:t>
      </w:r>
    </w:p>
    <w:p w:rsidR="00D43590" w:rsidRDefault="00D43590" w:rsidP="00D43590">
      <w:r>
        <w:t>438.7537</w:t>
      </w:r>
      <w:r>
        <w:tab/>
        <w:t>1.013e0</w:t>
      </w:r>
    </w:p>
    <w:p w:rsidR="00D43590" w:rsidRDefault="00D43590" w:rsidP="00D43590">
      <w:r>
        <w:t>438.9023</w:t>
      </w:r>
      <w:r>
        <w:tab/>
        <w:t>3.038e0</w:t>
      </w:r>
    </w:p>
    <w:p w:rsidR="00D43590" w:rsidRDefault="00D43590" w:rsidP="00D43590">
      <w:r>
        <w:t>439.1472</w:t>
      </w:r>
      <w:r>
        <w:tab/>
        <w:t>2.025e0</w:t>
      </w:r>
    </w:p>
    <w:p w:rsidR="00D43590" w:rsidRDefault="00D43590" w:rsidP="00D43590">
      <w:r>
        <w:t>439.2500</w:t>
      </w:r>
      <w:r>
        <w:tab/>
        <w:t>3.038e0</w:t>
      </w:r>
    </w:p>
    <w:p w:rsidR="00D43590" w:rsidRDefault="00D43590" w:rsidP="00D43590">
      <w:r>
        <w:t>439.3272</w:t>
      </w:r>
      <w:r>
        <w:tab/>
        <w:t>1.013e0</w:t>
      </w:r>
    </w:p>
    <w:p w:rsidR="00D43590" w:rsidRDefault="00D43590" w:rsidP="00D43590">
      <w:r>
        <w:t>439.4310</w:t>
      </w:r>
      <w:r>
        <w:tab/>
        <w:t>4.011e0</w:t>
      </w:r>
    </w:p>
    <w:p w:rsidR="00D43590" w:rsidRDefault="00D43590" w:rsidP="00D43590">
      <w:r>
        <w:t>439.6081</w:t>
      </w:r>
      <w:r>
        <w:tab/>
        <w:t>2.025e0</w:t>
      </w:r>
    </w:p>
    <w:p w:rsidR="00D43590" w:rsidRDefault="00D43590" w:rsidP="00D43590">
      <w:r>
        <w:t>439.7073</w:t>
      </w:r>
      <w:r>
        <w:tab/>
        <w:t>1.013e0</w:t>
      </w:r>
    </w:p>
    <w:p w:rsidR="00D43590" w:rsidRDefault="00D43590" w:rsidP="00D43590">
      <w:r>
        <w:t>439.8306</w:t>
      </w:r>
      <w:r>
        <w:tab/>
        <w:t>3.038e0</w:t>
      </w:r>
    </w:p>
    <w:p w:rsidR="00D43590" w:rsidRDefault="00D43590" w:rsidP="00D43590">
      <w:r>
        <w:t>440.0026</w:t>
      </w:r>
      <w:r>
        <w:tab/>
        <w:t>1.013e0</w:t>
      </w:r>
    </w:p>
    <w:p w:rsidR="00D43590" w:rsidRDefault="00D43590" w:rsidP="00D43590">
      <w:r>
        <w:lastRenderedPageBreak/>
        <w:t>440.0531</w:t>
      </w:r>
      <w:r>
        <w:tab/>
        <w:t>1.013e0</w:t>
      </w:r>
    </w:p>
    <w:p w:rsidR="00D43590" w:rsidRDefault="00D43590" w:rsidP="00D43590">
      <w:r>
        <w:t>440.1370</w:t>
      </w:r>
      <w:r>
        <w:tab/>
        <w:t>2.025e0</w:t>
      </w:r>
    </w:p>
    <w:p w:rsidR="00D43590" w:rsidRDefault="00D43590" w:rsidP="00D43590">
      <w:r>
        <w:t>440.1729</w:t>
      </w:r>
      <w:r>
        <w:tab/>
        <w:t>1.013e0</w:t>
      </w:r>
    </w:p>
    <w:p w:rsidR="00D43590" w:rsidRDefault="00D43590" w:rsidP="00D43590">
      <w:r>
        <w:t>440.3644</w:t>
      </w:r>
      <w:r>
        <w:tab/>
        <w:t>3.854e0</w:t>
      </w:r>
    </w:p>
    <w:p w:rsidR="00D43590" w:rsidRDefault="00D43590" w:rsidP="00D43590">
      <w:r>
        <w:t>440.4355</w:t>
      </w:r>
      <w:r>
        <w:tab/>
        <w:t>2.025e0</w:t>
      </w:r>
    </w:p>
    <w:p w:rsidR="00D43590" w:rsidRDefault="00D43590" w:rsidP="00D43590">
      <w:r>
        <w:t>440.8938</w:t>
      </w:r>
      <w:r>
        <w:tab/>
        <w:t>2.025e0</w:t>
      </w:r>
    </w:p>
    <w:p w:rsidR="00D43590" w:rsidRDefault="00D43590" w:rsidP="00D43590">
      <w:r>
        <w:t>440.9720</w:t>
      </w:r>
      <w:r>
        <w:tab/>
        <w:t>1.013e0</w:t>
      </w:r>
    </w:p>
    <w:p w:rsidR="00D43590" w:rsidRDefault="00D43590" w:rsidP="00D43590">
      <w:r>
        <w:t>441.0040</w:t>
      </w:r>
      <w:r>
        <w:tab/>
        <w:t>1.013e0</w:t>
      </w:r>
    </w:p>
    <w:p w:rsidR="00D43590" w:rsidRDefault="00D43590" w:rsidP="00D43590">
      <w:r>
        <w:t>441.1720</w:t>
      </w:r>
      <w:r>
        <w:tab/>
        <w:t>1.013e0</w:t>
      </w:r>
    </w:p>
    <w:p w:rsidR="00D43590" w:rsidRDefault="00D43590" w:rsidP="00D43590">
      <w:r>
        <w:t>441.2190</w:t>
      </w:r>
      <w:r>
        <w:tab/>
        <w:t>1.013e0</w:t>
      </w:r>
    </w:p>
    <w:p w:rsidR="00D43590" w:rsidRDefault="00D43590" w:rsidP="00D43590">
      <w:r>
        <w:t>441.2520</w:t>
      </w:r>
      <w:r>
        <w:tab/>
        <w:t>1.013e0</w:t>
      </w:r>
    </w:p>
    <w:p w:rsidR="00D43590" w:rsidRDefault="00D43590" w:rsidP="00D43590">
      <w:r>
        <w:t>441.3959</w:t>
      </w:r>
      <w:r>
        <w:tab/>
        <w:t>1.894e0</w:t>
      </w:r>
    </w:p>
    <w:p w:rsidR="00D43590" w:rsidRDefault="00D43590" w:rsidP="00D43590">
      <w:r>
        <w:t>441.5478</w:t>
      </w:r>
      <w:r>
        <w:tab/>
        <w:t>2.025e0</w:t>
      </w:r>
    </w:p>
    <w:p w:rsidR="00D43590" w:rsidRDefault="00D43590" w:rsidP="00D43590">
      <w:r>
        <w:t>442.0610</w:t>
      </w:r>
      <w:r>
        <w:tab/>
        <w:t>1.013e0</w:t>
      </w:r>
    </w:p>
    <w:p w:rsidR="00D43590" w:rsidRDefault="00D43590" w:rsidP="00D43590">
      <w:r>
        <w:t>442.1050</w:t>
      </w:r>
      <w:r>
        <w:tab/>
        <w:t>1.013e0</w:t>
      </w:r>
    </w:p>
    <w:p w:rsidR="00D43590" w:rsidRDefault="00D43590" w:rsidP="00D43590">
      <w:r>
        <w:t>442.1972</w:t>
      </w:r>
      <w:r>
        <w:tab/>
        <w:t>2.025e0</w:t>
      </w:r>
    </w:p>
    <w:p w:rsidR="00D43590" w:rsidRDefault="00D43590" w:rsidP="00D43590">
      <w:r>
        <w:t>442.2449</w:t>
      </w:r>
      <w:r>
        <w:tab/>
        <w:t>3.038e0</w:t>
      </w:r>
    </w:p>
    <w:p w:rsidR="00D43590" w:rsidRDefault="00D43590" w:rsidP="00D43590">
      <w:r>
        <w:t>442.3771</w:t>
      </w:r>
      <w:r>
        <w:tab/>
        <w:t>1.829e0</w:t>
      </w:r>
    </w:p>
    <w:p w:rsidR="00D43590" w:rsidRDefault="00D43590" w:rsidP="00D43590">
      <w:r>
        <w:t>442.6144</w:t>
      </w:r>
      <w:r>
        <w:tab/>
        <w:t>1.013e0</w:t>
      </w:r>
    </w:p>
    <w:p w:rsidR="00D43590" w:rsidRDefault="00D43590" w:rsidP="00D43590">
      <w:r>
        <w:lastRenderedPageBreak/>
        <w:t>442.6746</w:t>
      </w:r>
      <w:r>
        <w:tab/>
        <w:t>2.025e0</w:t>
      </w:r>
    </w:p>
    <w:p w:rsidR="00D43590" w:rsidRDefault="00D43590" w:rsidP="00D43590">
      <w:r>
        <w:t>442.7268</w:t>
      </w:r>
      <w:r>
        <w:tab/>
        <w:t>1.013e0</w:t>
      </w:r>
    </w:p>
    <w:p w:rsidR="00D43590" w:rsidRDefault="00D43590" w:rsidP="00D43590">
      <w:r>
        <w:t>442.7750</w:t>
      </w:r>
      <w:r>
        <w:tab/>
        <w:t>1.013e0</w:t>
      </w:r>
    </w:p>
    <w:p w:rsidR="00D43590" w:rsidRDefault="00D43590" w:rsidP="00D43590">
      <w:r>
        <w:t>442.8420</w:t>
      </w:r>
      <w:r>
        <w:tab/>
        <w:t>1.013e0</w:t>
      </w:r>
    </w:p>
    <w:p w:rsidR="00D43590" w:rsidRDefault="00D43590" w:rsidP="00D43590">
      <w:r>
        <w:t>442.9707</w:t>
      </w:r>
      <w:r>
        <w:tab/>
        <w:t>1.013e0</w:t>
      </w:r>
    </w:p>
    <w:p w:rsidR="00D43590" w:rsidRDefault="00D43590" w:rsidP="00D43590">
      <w:r>
        <w:t>443.2115</w:t>
      </w:r>
      <w:r>
        <w:tab/>
        <w:t>2.025e0</w:t>
      </w:r>
    </w:p>
    <w:p w:rsidR="00D43590" w:rsidRDefault="00D43590" w:rsidP="00D43590">
      <w:r>
        <w:t>443.2688</w:t>
      </w:r>
      <w:r>
        <w:tab/>
        <w:t>2.025e0</w:t>
      </w:r>
    </w:p>
    <w:p w:rsidR="00D43590" w:rsidRDefault="00D43590" w:rsidP="00D43590">
      <w:r>
        <w:t>443.3722</w:t>
      </w:r>
      <w:r>
        <w:tab/>
        <w:t>1.075e1</w:t>
      </w:r>
    </w:p>
    <w:p w:rsidR="00D43590" w:rsidRDefault="00D43590" w:rsidP="00D43590">
      <w:r>
        <w:t>443.4881</w:t>
      </w:r>
      <w:r>
        <w:tab/>
        <w:t>5.063e0</w:t>
      </w:r>
    </w:p>
    <w:p w:rsidR="00D43590" w:rsidRDefault="00D43590" w:rsidP="00D43590">
      <w:r>
        <w:t>443.5624</w:t>
      </w:r>
      <w:r>
        <w:tab/>
        <w:t>1.013e0</w:t>
      </w:r>
    </w:p>
    <w:p w:rsidR="00D43590" w:rsidRDefault="00D43590" w:rsidP="00D43590">
      <w:r>
        <w:t>443.6871</w:t>
      </w:r>
      <w:r>
        <w:tab/>
        <w:t>2.025e0</w:t>
      </w:r>
    </w:p>
    <w:p w:rsidR="00D43590" w:rsidRDefault="00D43590" w:rsidP="00D43590">
      <w:r>
        <w:t>443.9888</w:t>
      </w:r>
      <w:r>
        <w:tab/>
        <w:t>1.013e0</w:t>
      </w:r>
    </w:p>
    <w:p w:rsidR="00D43590" w:rsidRDefault="00D43590" w:rsidP="00D43590">
      <w:r>
        <w:t>444.0731</w:t>
      </w:r>
      <w:r>
        <w:tab/>
        <w:t>1.013e0</w:t>
      </w:r>
    </w:p>
    <w:p w:rsidR="00D43590" w:rsidRDefault="00D43590" w:rsidP="00D43590">
      <w:r>
        <w:t>444.1112</w:t>
      </w:r>
      <w:r>
        <w:tab/>
        <w:t>1.013e0</w:t>
      </w:r>
    </w:p>
    <w:p w:rsidR="00D43590" w:rsidRDefault="00D43590" w:rsidP="00D43590">
      <w:r>
        <w:t>444.3449</w:t>
      </w:r>
      <w:r>
        <w:tab/>
        <w:t>2.973e0</w:t>
      </w:r>
    </w:p>
    <w:p w:rsidR="00D43590" w:rsidRDefault="00D43590" w:rsidP="00D43590">
      <w:r>
        <w:t>444.4034</w:t>
      </w:r>
      <w:r>
        <w:tab/>
        <w:t>1.764e0</w:t>
      </w:r>
    </w:p>
    <w:p w:rsidR="00D43590" w:rsidRDefault="00D43590" w:rsidP="00D43590">
      <w:r>
        <w:t>444.4720</w:t>
      </w:r>
      <w:r>
        <w:tab/>
        <w:t>1.013e0</w:t>
      </w:r>
    </w:p>
    <w:p w:rsidR="00D43590" w:rsidRDefault="00D43590" w:rsidP="00D43590">
      <w:r>
        <w:t>444.5847</w:t>
      </w:r>
      <w:r>
        <w:tab/>
        <w:t>1.013e0</w:t>
      </w:r>
    </w:p>
    <w:p w:rsidR="00D43590" w:rsidRDefault="00D43590" w:rsidP="00D43590">
      <w:r>
        <w:t>444.6363</w:t>
      </w:r>
      <w:r>
        <w:tab/>
        <w:t>3.038e0</w:t>
      </w:r>
    </w:p>
    <w:p w:rsidR="00D43590" w:rsidRDefault="00D43590" w:rsidP="00D43590">
      <w:r>
        <w:lastRenderedPageBreak/>
        <w:t>444.7119</w:t>
      </w:r>
      <w:r>
        <w:tab/>
        <w:t>3.038e0</w:t>
      </w:r>
    </w:p>
    <w:p w:rsidR="00D43590" w:rsidRDefault="00D43590" w:rsidP="00D43590">
      <w:r>
        <w:t>444.8571</w:t>
      </w:r>
      <w:r>
        <w:tab/>
        <w:t>2.025e0</w:t>
      </w:r>
    </w:p>
    <w:p w:rsidR="00D43590" w:rsidRDefault="00D43590" w:rsidP="00D43590">
      <w:r>
        <w:t>444.9314</w:t>
      </w:r>
      <w:r>
        <w:tab/>
        <w:t>1.013e0</w:t>
      </w:r>
    </w:p>
    <w:p w:rsidR="00D43590" w:rsidRDefault="00D43590" w:rsidP="00D43590">
      <w:r>
        <w:t>445.0193</w:t>
      </w:r>
      <w:r>
        <w:tab/>
        <w:t>2.025e0</w:t>
      </w:r>
    </w:p>
    <w:p w:rsidR="00D43590" w:rsidRDefault="00D43590" w:rsidP="00D43590">
      <w:r>
        <w:t>445.0823</w:t>
      </w:r>
      <w:r>
        <w:tab/>
        <w:t>7.089e0</w:t>
      </w:r>
    </w:p>
    <w:p w:rsidR="00D43590" w:rsidRDefault="00D43590" w:rsidP="00D43590">
      <w:r>
        <w:t>445.1734</w:t>
      </w:r>
      <w:r>
        <w:tab/>
        <w:t>4.051e0</w:t>
      </w:r>
    </w:p>
    <w:p w:rsidR="00D43590" w:rsidRDefault="00D43590" w:rsidP="00D43590">
      <w:r>
        <w:t>445.3157</w:t>
      </w:r>
      <w:r>
        <w:tab/>
        <w:t>8.101e0</w:t>
      </w:r>
    </w:p>
    <w:p w:rsidR="00D43590" w:rsidRDefault="00D43590" w:rsidP="00D43590">
      <w:r>
        <w:t>445.3939</w:t>
      </w:r>
      <w:r>
        <w:tab/>
        <w:t>2.711e0</w:t>
      </w:r>
    </w:p>
    <w:p w:rsidR="00D43590" w:rsidRDefault="00D43590" w:rsidP="00D43590">
      <w:r>
        <w:t>445.4856</w:t>
      </w:r>
      <w:r>
        <w:tab/>
        <w:t>2.025e0</w:t>
      </w:r>
    </w:p>
    <w:p w:rsidR="00D43590" w:rsidRDefault="00D43590" w:rsidP="00D43590">
      <w:r>
        <w:t>445.5850</w:t>
      </w:r>
      <w:r>
        <w:tab/>
        <w:t>1.013e0</w:t>
      </w:r>
    </w:p>
    <w:p w:rsidR="00D43590" w:rsidRDefault="00D43590" w:rsidP="00D43590">
      <w:r>
        <w:t>445.6390</w:t>
      </w:r>
      <w:r>
        <w:tab/>
        <w:t>2.025e0</w:t>
      </w:r>
    </w:p>
    <w:p w:rsidR="00D43590" w:rsidRDefault="00D43590" w:rsidP="00D43590">
      <w:r>
        <w:t>445.7546</w:t>
      </w:r>
      <w:r>
        <w:tab/>
        <w:t>2.025e0</w:t>
      </w:r>
    </w:p>
    <w:p w:rsidR="00D43590" w:rsidRDefault="00D43590" w:rsidP="00D43590">
      <w:r>
        <w:t>446.0294</w:t>
      </w:r>
      <w:r>
        <w:tab/>
        <w:t>1.013e0</w:t>
      </w:r>
    </w:p>
    <w:p w:rsidR="00D43590" w:rsidRDefault="00D43590" w:rsidP="00D43590">
      <w:r>
        <w:t>446.1087</w:t>
      </w:r>
      <w:r>
        <w:tab/>
        <w:t>1.013e0</w:t>
      </w:r>
    </w:p>
    <w:p w:rsidR="00D43590" w:rsidRDefault="00D43590" w:rsidP="00D43590">
      <w:r>
        <w:t>446.2560</w:t>
      </w:r>
      <w:r>
        <w:tab/>
        <w:t>4.051e0</w:t>
      </w:r>
    </w:p>
    <w:p w:rsidR="00D43590" w:rsidRDefault="00D43590" w:rsidP="00D43590">
      <w:r>
        <w:t>446.3206</w:t>
      </w:r>
      <w:r>
        <w:tab/>
        <w:t>4.051e0</w:t>
      </w:r>
    </w:p>
    <w:p w:rsidR="00D43590" w:rsidRDefault="00D43590" w:rsidP="00D43590">
      <w:r>
        <w:t>446.4951</w:t>
      </w:r>
      <w:r>
        <w:tab/>
        <w:t>4.051e0</w:t>
      </w:r>
    </w:p>
    <w:p w:rsidR="00D43590" w:rsidRDefault="00D43590" w:rsidP="00D43590">
      <w:r>
        <w:t>446.6062</w:t>
      </w:r>
      <w:r>
        <w:tab/>
        <w:t>1.013e0</w:t>
      </w:r>
    </w:p>
    <w:p w:rsidR="00D43590" w:rsidRDefault="00D43590" w:rsidP="00D43590">
      <w:r>
        <w:t>446.8635</w:t>
      </w:r>
      <w:r>
        <w:tab/>
        <w:t>1.013e0</w:t>
      </w:r>
    </w:p>
    <w:p w:rsidR="00D43590" w:rsidRDefault="00D43590" w:rsidP="00D43590">
      <w:r>
        <w:lastRenderedPageBreak/>
        <w:t>446.9161</w:t>
      </w:r>
      <w:r>
        <w:tab/>
        <w:t>2.025e0</w:t>
      </w:r>
    </w:p>
    <w:p w:rsidR="00D43590" w:rsidRDefault="00D43590" w:rsidP="00D43590">
      <w:r>
        <w:t>446.9881</w:t>
      </w:r>
      <w:r>
        <w:tab/>
        <w:t>2.025e0</w:t>
      </w:r>
    </w:p>
    <w:p w:rsidR="00D43590" w:rsidRDefault="00D43590" w:rsidP="00D43590">
      <w:r>
        <w:t>447.1206</w:t>
      </w:r>
      <w:r>
        <w:tab/>
        <w:t>2.025e0</w:t>
      </w:r>
    </w:p>
    <w:p w:rsidR="00D43590" w:rsidRDefault="00D43590" w:rsidP="00D43590">
      <w:r>
        <w:t>447.1704</w:t>
      </w:r>
      <w:r>
        <w:tab/>
        <w:t>2.025e0</w:t>
      </w:r>
    </w:p>
    <w:p w:rsidR="00D43590" w:rsidRDefault="00D43590" w:rsidP="00D43590">
      <w:r>
        <w:t>447.2453</w:t>
      </w:r>
      <w:r>
        <w:tab/>
        <w:t>5.282e0</w:t>
      </w:r>
    </w:p>
    <w:p w:rsidR="00D43590" w:rsidRDefault="00D43590" w:rsidP="00D43590">
      <w:r>
        <w:t>447.3053</w:t>
      </w:r>
      <w:r>
        <w:tab/>
        <w:t>6.076e0</w:t>
      </w:r>
    </w:p>
    <w:p w:rsidR="00D43590" w:rsidRDefault="00D43590" w:rsidP="00D43590">
      <w:r>
        <w:t>447.3672</w:t>
      </w:r>
      <w:r>
        <w:tab/>
        <w:t>5.749e0</w:t>
      </w:r>
    </w:p>
    <w:p w:rsidR="00D43590" w:rsidRDefault="00D43590" w:rsidP="00D43590">
      <w:r>
        <w:t>447.4378</w:t>
      </w:r>
      <w:r>
        <w:tab/>
        <w:t>1.013e0</w:t>
      </w:r>
    </w:p>
    <w:p w:rsidR="00D43590" w:rsidRDefault="00D43590" w:rsidP="00D43590">
      <w:r>
        <w:t>447.6869</w:t>
      </w:r>
      <w:r>
        <w:tab/>
        <w:t>3.038e0</w:t>
      </w:r>
    </w:p>
    <w:p w:rsidR="00D43590" w:rsidRDefault="00D43590" w:rsidP="00D43590">
      <w:r>
        <w:t>447.8027</w:t>
      </w:r>
      <w:r>
        <w:tab/>
        <w:t>1.013e0</w:t>
      </w:r>
    </w:p>
    <w:p w:rsidR="00D43590" w:rsidRDefault="00D43590" w:rsidP="00D43590">
      <w:r>
        <w:t>448.0624</w:t>
      </w:r>
      <w:r>
        <w:tab/>
        <w:t>1.013e0</w:t>
      </w:r>
    </w:p>
    <w:p w:rsidR="00D43590" w:rsidRDefault="00D43590" w:rsidP="00D43590">
      <w:r>
        <w:t>448.1355</w:t>
      </w:r>
      <w:r>
        <w:tab/>
        <w:t>1.013e0</w:t>
      </w:r>
    </w:p>
    <w:p w:rsidR="00D43590" w:rsidRDefault="00D43590" w:rsidP="00D43590">
      <w:r>
        <w:t>448.3160</w:t>
      </w:r>
      <w:r>
        <w:tab/>
        <w:t>2.025e0</w:t>
      </w:r>
    </w:p>
    <w:p w:rsidR="00D43590" w:rsidRDefault="00D43590" w:rsidP="00D43590">
      <w:r>
        <w:t>448.3683</w:t>
      </w:r>
      <w:r>
        <w:tab/>
        <w:t>3.855e0</w:t>
      </w:r>
    </w:p>
    <w:p w:rsidR="00D43590" w:rsidRDefault="00D43590" w:rsidP="00D43590">
      <w:r>
        <w:t>448.4365</w:t>
      </w:r>
      <w:r>
        <w:tab/>
        <w:t>3.038e0</w:t>
      </w:r>
    </w:p>
    <w:p w:rsidR="00D43590" w:rsidRDefault="00D43590" w:rsidP="00D43590">
      <w:r>
        <w:t>448.5253</w:t>
      </w:r>
      <w:r>
        <w:tab/>
        <w:t>1.013e0</w:t>
      </w:r>
    </w:p>
    <w:p w:rsidR="00D43590" w:rsidRDefault="00D43590" w:rsidP="00D43590">
      <w:r>
        <w:t>448.5838</w:t>
      </w:r>
      <w:r>
        <w:tab/>
        <w:t>1.013e0</w:t>
      </w:r>
    </w:p>
    <w:p w:rsidR="00D43590" w:rsidRDefault="00D43590" w:rsidP="00D43590">
      <w:r>
        <w:t>448.8733</w:t>
      </w:r>
      <w:r>
        <w:tab/>
        <w:t>1.013e0</w:t>
      </w:r>
    </w:p>
    <w:p w:rsidR="00D43590" w:rsidRDefault="00D43590" w:rsidP="00D43590">
      <w:r>
        <w:t>448.9590</w:t>
      </w:r>
      <w:r>
        <w:tab/>
        <w:t>4.051e0</w:t>
      </w:r>
    </w:p>
    <w:p w:rsidR="00D43590" w:rsidRDefault="00D43590" w:rsidP="00D43590">
      <w:r>
        <w:lastRenderedPageBreak/>
        <w:t>449.0490</w:t>
      </w:r>
      <w:r>
        <w:tab/>
        <w:t>2.025e0</w:t>
      </w:r>
    </w:p>
    <w:p w:rsidR="00D43590" w:rsidRDefault="00D43590" w:rsidP="00D43590">
      <w:r>
        <w:t>449.1350</w:t>
      </w:r>
      <w:r>
        <w:tab/>
        <w:t>1.013e0</w:t>
      </w:r>
    </w:p>
    <w:p w:rsidR="00D43590" w:rsidRDefault="00D43590" w:rsidP="00D43590">
      <w:r>
        <w:t>449.2082</w:t>
      </w:r>
      <w:r>
        <w:tab/>
        <w:t>1.013e0</w:t>
      </w:r>
    </w:p>
    <w:p w:rsidR="00D43590" w:rsidRDefault="00D43590" w:rsidP="00D43590">
      <w:r>
        <w:t>449.2597</w:t>
      </w:r>
      <w:r>
        <w:tab/>
        <w:t>1.013e0</w:t>
      </w:r>
    </w:p>
    <w:p w:rsidR="00D43590" w:rsidRDefault="00D43590" w:rsidP="00D43590">
      <w:r>
        <w:t>449.6254</w:t>
      </w:r>
      <w:r>
        <w:tab/>
        <w:t>2.025e0</w:t>
      </w:r>
    </w:p>
    <w:p w:rsidR="00D43590" w:rsidRDefault="00D43590" w:rsidP="00D43590">
      <w:r>
        <w:t>449.6885</w:t>
      </w:r>
      <w:r>
        <w:tab/>
        <w:t>1.013e0</w:t>
      </w:r>
    </w:p>
    <w:p w:rsidR="00D43590" w:rsidRDefault="00D43590" w:rsidP="00D43590">
      <w:r>
        <w:t>449.8346</w:t>
      </w:r>
      <w:r>
        <w:tab/>
        <w:t>2.025e0</w:t>
      </w:r>
    </w:p>
    <w:p w:rsidR="00D43590" w:rsidRDefault="00D43590" w:rsidP="00D43590">
      <w:r>
        <w:t>449.8962</w:t>
      </w:r>
      <w:r>
        <w:tab/>
        <w:t>3.038e0</w:t>
      </w:r>
    </w:p>
    <w:p w:rsidR="00D43590" w:rsidRDefault="00D43590" w:rsidP="00D43590">
      <w:r>
        <w:t>449.9573</w:t>
      </w:r>
      <w:r>
        <w:tab/>
        <w:t>1.013e0</w:t>
      </w:r>
    </w:p>
    <w:p w:rsidR="00D43590" w:rsidRDefault="00D43590" w:rsidP="00D43590">
      <w:r>
        <w:t>450.0551</w:t>
      </w:r>
      <w:r>
        <w:tab/>
        <w:t>1.013e0</w:t>
      </w:r>
    </w:p>
    <w:p w:rsidR="00D43590" w:rsidRDefault="00D43590" w:rsidP="00D43590">
      <w:r>
        <w:t>450.1855</w:t>
      </w:r>
      <w:r>
        <w:tab/>
        <w:t>1.013e0</w:t>
      </w:r>
    </w:p>
    <w:p w:rsidR="00D43590" w:rsidRDefault="00D43590" w:rsidP="00D43590">
      <w:r>
        <w:t>450.2897</w:t>
      </w:r>
      <w:r>
        <w:tab/>
        <w:t>2.561e0</w:t>
      </w:r>
    </w:p>
    <w:p w:rsidR="00D43590" w:rsidRDefault="00D43590" w:rsidP="00D43590">
      <w:r>
        <w:t>450.4115</w:t>
      </w:r>
      <w:r>
        <w:tab/>
        <w:t>3.789e0</w:t>
      </w:r>
    </w:p>
    <w:p w:rsidR="00D43590" w:rsidRDefault="00D43590" w:rsidP="00D43590">
      <w:r>
        <w:t>450.6341</w:t>
      </w:r>
      <w:r>
        <w:tab/>
        <w:t>1.013e0</w:t>
      </w:r>
    </w:p>
    <w:p w:rsidR="00D43590" w:rsidRDefault="00D43590" w:rsidP="00D43590">
      <w:r>
        <w:t>450.7045</w:t>
      </w:r>
      <w:r>
        <w:tab/>
        <w:t>3.038e0</w:t>
      </w:r>
    </w:p>
    <w:p w:rsidR="00D43590" w:rsidRDefault="00D43590" w:rsidP="00D43590">
      <w:r>
        <w:t>450.8104</w:t>
      </w:r>
      <w:r>
        <w:tab/>
        <w:t>1.013e0</w:t>
      </w:r>
    </w:p>
    <w:p w:rsidR="00D43590" w:rsidRDefault="00D43590" w:rsidP="00D43590">
      <w:r>
        <w:t>450.8457</w:t>
      </w:r>
      <w:r>
        <w:tab/>
        <w:t>1.013e0</w:t>
      </w:r>
    </w:p>
    <w:p w:rsidR="00D43590" w:rsidRDefault="00D43590" w:rsidP="00D43590">
      <w:r>
        <w:t>450.9218</w:t>
      </w:r>
      <w:r>
        <w:tab/>
        <w:t>1.013e0</w:t>
      </w:r>
    </w:p>
    <w:p w:rsidR="00D43590" w:rsidRDefault="00D43590" w:rsidP="00D43590">
      <w:r>
        <w:t>450.9789</w:t>
      </w:r>
      <w:r>
        <w:tab/>
        <w:t>2.025e0</w:t>
      </w:r>
    </w:p>
    <w:p w:rsidR="00D43590" w:rsidRDefault="00D43590" w:rsidP="00D43590">
      <w:r>
        <w:lastRenderedPageBreak/>
        <w:t>451.2143</w:t>
      </w:r>
      <w:r>
        <w:tab/>
        <w:t>1.013e0</w:t>
      </w:r>
    </w:p>
    <w:p w:rsidR="00D43590" w:rsidRDefault="00D43590" w:rsidP="00D43590">
      <w:r>
        <w:t>451.4691</w:t>
      </w:r>
      <w:r>
        <w:tab/>
        <w:t>1.013e0</w:t>
      </w:r>
    </w:p>
    <w:p w:rsidR="00D43590" w:rsidRDefault="00D43590" w:rsidP="00D43590">
      <w:r>
        <w:t>451.5773</w:t>
      </w:r>
      <w:r>
        <w:tab/>
        <w:t>1.013e0</w:t>
      </w:r>
    </w:p>
    <w:p w:rsidR="00D43590" w:rsidRDefault="00D43590" w:rsidP="00D43590">
      <w:r>
        <w:t>451.6557</w:t>
      </w:r>
      <w:r>
        <w:tab/>
        <w:t>2.025e0</w:t>
      </w:r>
    </w:p>
    <w:p w:rsidR="00D43590" w:rsidRDefault="00D43590" w:rsidP="00D43590">
      <w:r>
        <w:t>451.6960</w:t>
      </w:r>
      <w:r>
        <w:tab/>
        <w:t>1.013e0</w:t>
      </w:r>
    </w:p>
    <w:p w:rsidR="00D43590" w:rsidRDefault="00D43590" w:rsidP="00D43590">
      <w:r>
        <w:t>451.7615</w:t>
      </w:r>
      <w:r>
        <w:tab/>
        <w:t>1.013e0</w:t>
      </w:r>
    </w:p>
    <w:p w:rsidR="00D43590" w:rsidRDefault="00D43590" w:rsidP="00D43590">
      <w:r>
        <w:t>451.8596</w:t>
      </w:r>
      <w:r>
        <w:tab/>
        <w:t>1.013e0</w:t>
      </w:r>
    </w:p>
    <w:p w:rsidR="00D43590" w:rsidRDefault="00D43590" w:rsidP="00D43590">
      <w:r>
        <w:t>451.9783</w:t>
      </w:r>
      <w:r>
        <w:tab/>
        <w:t>1.013e0</w:t>
      </w:r>
    </w:p>
    <w:p w:rsidR="00D43590" w:rsidRDefault="00D43590" w:rsidP="00D43590">
      <w:r>
        <w:t>452.0805</w:t>
      </w:r>
      <w:r>
        <w:tab/>
        <w:t>1.013e0</w:t>
      </w:r>
    </w:p>
    <w:p w:rsidR="00D43590" w:rsidRDefault="00D43590" w:rsidP="00D43590">
      <w:r>
        <w:t>452.1772</w:t>
      </w:r>
      <w:r>
        <w:tab/>
        <w:t>2.025e0</w:t>
      </w:r>
    </w:p>
    <w:p w:rsidR="00D43590" w:rsidRDefault="00D43590" w:rsidP="00D43590">
      <w:r>
        <w:t>452.2318</w:t>
      </w:r>
      <w:r>
        <w:tab/>
        <w:t>2.025e0</w:t>
      </w:r>
    </w:p>
    <w:p w:rsidR="00D43590" w:rsidRDefault="00D43590" w:rsidP="00D43590">
      <w:r>
        <w:t>452.3060</w:t>
      </w:r>
      <w:r>
        <w:tab/>
        <w:t>1.013e0</w:t>
      </w:r>
    </w:p>
    <w:p w:rsidR="00D43590" w:rsidRDefault="00D43590" w:rsidP="00D43590">
      <w:r>
        <w:t>452.4222</w:t>
      </w:r>
      <w:r>
        <w:tab/>
        <w:t>1.144e1</w:t>
      </w:r>
    </w:p>
    <w:p w:rsidR="00D43590" w:rsidRDefault="00D43590" w:rsidP="00D43590">
      <w:r>
        <w:t>452.4951</w:t>
      </w:r>
      <w:r>
        <w:tab/>
        <w:t>2.025e0</w:t>
      </w:r>
    </w:p>
    <w:p w:rsidR="00D43590" w:rsidRDefault="00D43590" w:rsidP="00D43590">
      <w:r>
        <w:t>452.9238</w:t>
      </w:r>
      <w:r>
        <w:tab/>
        <w:t>1.013e0</w:t>
      </w:r>
    </w:p>
    <w:p w:rsidR="00D43590" w:rsidRDefault="00D43590" w:rsidP="00D43590">
      <w:r>
        <w:t>453.0062</w:t>
      </w:r>
      <w:r>
        <w:tab/>
        <w:t>1.013e0</w:t>
      </w:r>
    </w:p>
    <w:p w:rsidR="00D43590" w:rsidRDefault="00D43590" w:rsidP="00D43590">
      <w:r>
        <w:t>453.1081</w:t>
      </w:r>
      <w:r>
        <w:tab/>
        <w:t>1.013e0</w:t>
      </w:r>
    </w:p>
    <w:p w:rsidR="00D43590" w:rsidRDefault="00D43590" w:rsidP="00D43590">
      <w:r>
        <w:t>453.2365</w:t>
      </w:r>
      <w:r>
        <w:tab/>
        <w:t>6.646e0</w:t>
      </w:r>
    </w:p>
    <w:p w:rsidR="00D43590" w:rsidRDefault="00D43590" w:rsidP="00D43590">
      <w:r>
        <w:t>453.2930</w:t>
      </w:r>
      <w:r>
        <w:tab/>
        <w:t>2.468e0</w:t>
      </w:r>
    </w:p>
    <w:p w:rsidR="00D43590" w:rsidRDefault="00D43590" w:rsidP="00D43590">
      <w:r>
        <w:lastRenderedPageBreak/>
        <w:t>453.4025</w:t>
      </w:r>
      <w:r>
        <w:tab/>
        <w:t>2.906e0</w:t>
      </w:r>
    </w:p>
    <w:p w:rsidR="00D43590" w:rsidRDefault="00D43590" w:rsidP="00D43590">
      <w:r>
        <w:t>453.4655</w:t>
      </w:r>
      <w:r>
        <w:tab/>
        <w:t>1.013e0</w:t>
      </w:r>
    </w:p>
    <w:p w:rsidR="00D43590" w:rsidRDefault="00D43590" w:rsidP="00D43590">
      <w:r>
        <w:t>453.6554</w:t>
      </w:r>
      <w:r>
        <w:tab/>
        <w:t>1.013e0</w:t>
      </w:r>
    </w:p>
    <w:p w:rsidR="00D43590" w:rsidRDefault="00D43590" w:rsidP="00D43590">
      <w:r>
        <w:t>453.7529</w:t>
      </w:r>
      <w:r>
        <w:tab/>
        <w:t>1.013e0</w:t>
      </w:r>
    </w:p>
    <w:p w:rsidR="00D43590" w:rsidRDefault="00D43590" w:rsidP="00D43590">
      <w:r>
        <w:t>453.8341</w:t>
      </w:r>
      <w:r>
        <w:tab/>
        <w:t>1.013e0</w:t>
      </w:r>
    </w:p>
    <w:p w:rsidR="00D43590" w:rsidRDefault="00D43590" w:rsidP="00D43590">
      <w:r>
        <w:t>453.8998</w:t>
      </w:r>
      <w:r>
        <w:tab/>
        <w:t>3.038e0</w:t>
      </w:r>
    </w:p>
    <w:p w:rsidR="00D43590" w:rsidRDefault="00D43590" w:rsidP="00D43590">
      <w:r>
        <w:t>453.9796</w:t>
      </w:r>
      <w:r>
        <w:tab/>
        <w:t>3.038e0</w:t>
      </w:r>
    </w:p>
    <w:p w:rsidR="00D43590" w:rsidRDefault="00D43590" w:rsidP="00D43590">
      <w:r>
        <w:t>454.1308</w:t>
      </w:r>
      <w:r>
        <w:tab/>
        <w:t>1.013e0</w:t>
      </w:r>
    </w:p>
    <w:p w:rsidR="00D43590" w:rsidRDefault="00D43590" w:rsidP="00D43590">
      <w:r>
        <w:t>454.3053</w:t>
      </w:r>
      <w:r>
        <w:tab/>
        <w:t>1.722e1</w:t>
      </w:r>
    </w:p>
    <w:p w:rsidR="00D43590" w:rsidRDefault="00D43590" w:rsidP="00D43590">
      <w:r>
        <w:t>454.5501</w:t>
      </w:r>
      <w:r>
        <w:tab/>
        <w:t>2.025e0</w:t>
      </w:r>
    </w:p>
    <w:p w:rsidR="00D43590" w:rsidRDefault="00D43590" w:rsidP="00D43590">
      <w:r>
        <w:t>454.6406</w:t>
      </w:r>
      <w:r>
        <w:tab/>
        <w:t>1.013e0</w:t>
      </w:r>
    </w:p>
    <w:p w:rsidR="00D43590" w:rsidRDefault="00D43590" w:rsidP="00D43590">
      <w:r>
        <w:t>454.7229</w:t>
      </w:r>
      <w:r>
        <w:tab/>
        <w:t>1.013e0</w:t>
      </w:r>
    </w:p>
    <w:p w:rsidR="00D43590" w:rsidRDefault="00D43590" w:rsidP="00D43590">
      <w:r>
        <w:t>454.8255</w:t>
      </w:r>
      <w:r>
        <w:tab/>
        <w:t>3.038e0</w:t>
      </w:r>
    </w:p>
    <w:p w:rsidR="00D43590" w:rsidRDefault="00D43590" w:rsidP="00D43590">
      <w:r>
        <w:t>455.0320</w:t>
      </w:r>
      <w:r>
        <w:tab/>
        <w:t>3.038e0</w:t>
      </w:r>
    </w:p>
    <w:p w:rsidR="00D43590" w:rsidRDefault="00D43590" w:rsidP="00D43590">
      <w:r>
        <w:t>455.2038</w:t>
      </w:r>
      <w:r>
        <w:tab/>
        <w:t>3.038e0</w:t>
      </w:r>
    </w:p>
    <w:p w:rsidR="00D43590" w:rsidRDefault="00D43590" w:rsidP="00D43590">
      <w:r>
        <w:t>455.3098</w:t>
      </w:r>
      <w:r>
        <w:tab/>
        <w:t>7.949e0</w:t>
      </w:r>
    </w:p>
    <w:p w:rsidR="00D43590" w:rsidRDefault="00D43590" w:rsidP="00D43590">
      <w:r>
        <w:t>455.4557</w:t>
      </w:r>
      <w:r>
        <w:tab/>
        <w:t>2.025e0</w:t>
      </w:r>
    </w:p>
    <w:p w:rsidR="00D43590" w:rsidRDefault="00D43590" w:rsidP="00D43590">
      <w:r>
        <w:t>455.5546</w:t>
      </w:r>
      <w:r>
        <w:tab/>
        <w:t>1.013e0</w:t>
      </w:r>
    </w:p>
    <w:p w:rsidR="00D43590" w:rsidRDefault="00D43590" w:rsidP="00D43590">
      <w:r>
        <w:t>455.6453</w:t>
      </w:r>
      <w:r>
        <w:tab/>
        <w:t>1.013e0</w:t>
      </w:r>
    </w:p>
    <w:p w:rsidR="00D43590" w:rsidRDefault="00D43590" w:rsidP="00D43590">
      <w:r>
        <w:lastRenderedPageBreak/>
        <w:t>455.7030</w:t>
      </w:r>
      <w:r>
        <w:tab/>
        <w:t>1.013e0</w:t>
      </w:r>
    </w:p>
    <w:p w:rsidR="00D43590" w:rsidRDefault="00D43590" w:rsidP="00D43590">
      <w:r>
        <w:t>455.8376</w:t>
      </w:r>
      <w:r>
        <w:tab/>
        <w:t>2.025e0</w:t>
      </w:r>
    </w:p>
    <w:p w:rsidR="00D43590" w:rsidRDefault="00D43590" w:rsidP="00D43590">
      <w:r>
        <w:t>455.9669</w:t>
      </w:r>
      <w:r>
        <w:tab/>
        <w:t>1.013e0</w:t>
      </w:r>
    </w:p>
    <w:p w:rsidR="00D43590" w:rsidRDefault="00D43590" w:rsidP="00D43590">
      <w:r>
        <w:t>456.2557</w:t>
      </w:r>
      <w:r>
        <w:tab/>
        <w:t>1.013e0</w:t>
      </w:r>
    </w:p>
    <w:p w:rsidR="00D43590" w:rsidRDefault="00D43590" w:rsidP="00D43590">
      <w:r>
        <w:t>456.3712</w:t>
      </w:r>
      <w:r>
        <w:tab/>
        <w:t>1.013e0</w:t>
      </w:r>
    </w:p>
    <w:p w:rsidR="00D43590" w:rsidRDefault="00D43590" w:rsidP="00D43590">
      <w:r>
        <w:t>456.4373</w:t>
      </w:r>
      <w:r>
        <w:tab/>
        <w:t>1.013e0</w:t>
      </w:r>
    </w:p>
    <w:p w:rsidR="00D43590" w:rsidRDefault="00D43590" w:rsidP="00D43590">
      <w:r>
        <w:t>456.6505</w:t>
      </w:r>
      <w:r>
        <w:tab/>
        <w:t>1.013e0</w:t>
      </w:r>
    </w:p>
    <w:p w:rsidR="00D43590" w:rsidRDefault="00D43590" w:rsidP="00D43590">
      <w:r>
        <w:t>456.9960</w:t>
      </w:r>
      <w:r>
        <w:tab/>
        <w:t>1.013e0</w:t>
      </w:r>
    </w:p>
    <w:p w:rsidR="00D43590" w:rsidRDefault="00D43590" w:rsidP="00D43590">
      <w:r>
        <w:t>457.1776</w:t>
      </w:r>
      <w:r>
        <w:tab/>
        <w:t>1.013e0</w:t>
      </w:r>
    </w:p>
    <w:p w:rsidR="00D43590" w:rsidRDefault="00D43590" w:rsidP="00D43590">
      <w:r>
        <w:t>457.2880</w:t>
      </w:r>
      <w:r>
        <w:tab/>
        <w:t>3.899e0</w:t>
      </w:r>
    </w:p>
    <w:p w:rsidR="00D43590" w:rsidRDefault="00D43590" w:rsidP="00D43590">
      <w:r>
        <w:t>457.3661</w:t>
      </w:r>
      <w:r>
        <w:tab/>
        <w:t>7.089e0</w:t>
      </w:r>
    </w:p>
    <w:p w:rsidR="00D43590" w:rsidRDefault="00D43590" w:rsidP="00D43590">
      <w:r>
        <w:t>457.4788</w:t>
      </w:r>
      <w:r>
        <w:tab/>
        <w:t>1.013e0</w:t>
      </w:r>
    </w:p>
    <w:p w:rsidR="00D43590" w:rsidRDefault="00D43590" w:rsidP="00D43590">
      <w:r>
        <w:t>457.6140</w:t>
      </w:r>
      <w:r>
        <w:tab/>
        <w:t>1.013e0</w:t>
      </w:r>
    </w:p>
    <w:p w:rsidR="00D43590" w:rsidRDefault="00D43590" w:rsidP="00D43590">
      <w:r>
        <w:t>457.7398</w:t>
      </w:r>
      <w:r>
        <w:tab/>
        <w:t>1.013e0</w:t>
      </w:r>
    </w:p>
    <w:p w:rsidR="00D43590" w:rsidRDefault="00D43590" w:rsidP="00D43590">
      <w:r>
        <w:t>457.8595</w:t>
      </w:r>
      <w:r>
        <w:tab/>
        <w:t>1.013e0</w:t>
      </w:r>
    </w:p>
    <w:p w:rsidR="00D43590" w:rsidRDefault="00D43590" w:rsidP="00D43590">
      <w:r>
        <w:t>457.9712</w:t>
      </w:r>
      <w:r>
        <w:tab/>
        <w:t>2.025e0</w:t>
      </w:r>
    </w:p>
    <w:p w:rsidR="00D43590" w:rsidRDefault="00D43590" w:rsidP="00D43590">
      <w:r>
        <w:t>458.0679</w:t>
      </w:r>
      <w:r>
        <w:tab/>
        <w:t>1.013e0</w:t>
      </w:r>
    </w:p>
    <w:p w:rsidR="00D43590" w:rsidRDefault="00D43590" w:rsidP="00D43590">
      <w:r>
        <w:t>458.1420</w:t>
      </w:r>
      <w:r>
        <w:tab/>
        <w:t>4.051e0</w:t>
      </w:r>
    </w:p>
    <w:p w:rsidR="00D43590" w:rsidRDefault="00D43590" w:rsidP="00D43590">
      <w:r>
        <w:t>458.2537</w:t>
      </w:r>
      <w:r>
        <w:tab/>
        <w:t>3.038e0</w:t>
      </w:r>
    </w:p>
    <w:p w:rsidR="00D43590" w:rsidRDefault="00D43590" w:rsidP="00D43590">
      <w:r>
        <w:lastRenderedPageBreak/>
        <w:t>458.3825</w:t>
      </w:r>
      <w:r>
        <w:tab/>
        <w:t>3.038e0</w:t>
      </w:r>
    </w:p>
    <w:p w:rsidR="00D43590" w:rsidRDefault="00D43590" w:rsidP="00D43590">
      <w:r>
        <w:t>458.5639</w:t>
      </w:r>
      <w:r>
        <w:tab/>
        <w:t>1.013e0</w:t>
      </w:r>
    </w:p>
    <w:p w:rsidR="00D43590" w:rsidRDefault="00D43590" w:rsidP="00D43590">
      <w:r>
        <w:t>458.6307</w:t>
      </w:r>
      <w:r>
        <w:tab/>
        <w:t>3.038e0</w:t>
      </w:r>
    </w:p>
    <w:p w:rsidR="00D43590" w:rsidRDefault="00D43590" w:rsidP="00D43590">
      <w:r>
        <w:t>458.7005</w:t>
      </w:r>
      <w:r>
        <w:tab/>
        <w:t>1.013e0</w:t>
      </w:r>
    </w:p>
    <w:p w:rsidR="00D43590" w:rsidRDefault="00D43590" w:rsidP="00D43590">
      <w:r>
        <w:t>458.7913</w:t>
      </w:r>
      <w:r>
        <w:tab/>
        <w:t>1.013e0</w:t>
      </w:r>
    </w:p>
    <w:p w:rsidR="00D43590" w:rsidRDefault="00D43590" w:rsidP="00D43590">
      <w:r>
        <w:t>458.8997</w:t>
      </w:r>
      <w:r>
        <w:tab/>
        <w:t>1.013e0</w:t>
      </w:r>
    </w:p>
    <w:p w:rsidR="00D43590" w:rsidRDefault="00D43590" w:rsidP="00D43590">
      <w:r>
        <w:t>458.9554</w:t>
      </w:r>
      <w:r>
        <w:tab/>
        <w:t>1.013e0</w:t>
      </w:r>
    </w:p>
    <w:p w:rsidR="00D43590" w:rsidRDefault="00D43590" w:rsidP="00D43590">
      <w:r>
        <w:t>459.0150</w:t>
      </w:r>
      <w:r>
        <w:tab/>
        <w:t>2.025e0</w:t>
      </w:r>
    </w:p>
    <w:p w:rsidR="00D43590" w:rsidRDefault="00D43590" w:rsidP="00D43590">
      <w:r>
        <w:t>459.0806</w:t>
      </w:r>
      <w:r>
        <w:tab/>
        <w:t>2.025e0</w:t>
      </w:r>
    </w:p>
    <w:p w:rsidR="00D43590" w:rsidRDefault="00D43590" w:rsidP="00D43590">
      <w:r>
        <w:t>459.2277</w:t>
      </w:r>
      <w:r>
        <w:tab/>
        <w:t>1.013e0</w:t>
      </w:r>
    </w:p>
    <w:p w:rsidR="00D43590" w:rsidRDefault="00D43590" w:rsidP="00D43590">
      <w:r>
        <w:t>459.2692</w:t>
      </w:r>
      <w:r>
        <w:tab/>
        <w:t>1.013e0</w:t>
      </w:r>
    </w:p>
    <w:p w:rsidR="00D43590" w:rsidRDefault="00D43590" w:rsidP="00D43590">
      <w:r>
        <w:t>459.3390</w:t>
      </w:r>
      <w:r>
        <w:tab/>
        <w:t>3.038e0</w:t>
      </w:r>
    </w:p>
    <w:p w:rsidR="00D43590" w:rsidRDefault="00D43590" w:rsidP="00D43590">
      <w:r>
        <w:t>459.4064</w:t>
      </w:r>
      <w:r>
        <w:tab/>
        <w:t>2.025e0</w:t>
      </w:r>
    </w:p>
    <w:p w:rsidR="00D43590" w:rsidRDefault="00D43590" w:rsidP="00D43590">
      <w:r>
        <w:t>459.5433</w:t>
      </w:r>
      <w:r>
        <w:tab/>
        <w:t>1.013e0</w:t>
      </w:r>
    </w:p>
    <w:p w:rsidR="00D43590" w:rsidRDefault="00D43590" w:rsidP="00D43590">
      <w:r>
        <w:t>459.6181</w:t>
      </w:r>
      <w:r>
        <w:tab/>
        <w:t>1.013e0</w:t>
      </w:r>
    </w:p>
    <w:p w:rsidR="00D43590" w:rsidRDefault="00D43590" w:rsidP="00D43590">
      <w:r>
        <w:t>459.7262</w:t>
      </w:r>
      <w:r>
        <w:tab/>
        <w:t>1.013e0</w:t>
      </w:r>
    </w:p>
    <w:p w:rsidR="00D43590" w:rsidRDefault="00D43590" w:rsidP="00D43590">
      <w:r>
        <w:t>459.8302</w:t>
      </w:r>
      <w:r>
        <w:tab/>
        <w:t>4.051e0</w:t>
      </w:r>
    </w:p>
    <w:p w:rsidR="00D43590" w:rsidRDefault="00D43590" w:rsidP="00D43590">
      <w:r>
        <w:t>459.9325</w:t>
      </w:r>
      <w:r>
        <w:tab/>
        <w:t>3.306e0</w:t>
      </w:r>
    </w:p>
    <w:p w:rsidR="00D43590" w:rsidRDefault="00D43590" w:rsidP="00D43590">
      <w:r>
        <w:t>459.9989</w:t>
      </w:r>
      <w:r>
        <w:tab/>
        <w:t>2.514e0</w:t>
      </w:r>
    </w:p>
    <w:p w:rsidR="00D43590" w:rsidRDefault="00D43590" w:rsidP="00D43590">
      <w:r>
        <w:lastRenderedPageBreak/>
        <w:t>460.0566</w:t>
      </w:r>
      <w:r>
        <w:tab/>
        <w:t>2.025e0</w:t>
      </w:r>
    </w:p>
    <w:p w:rsidR="00D43590" w:rsidRDefault="00D43590" w:rsidP="00D43590">
      <w:r>
        <w:t>460.1130</w:t>
      </w:r>
      <w:r>
        <w:tab/>
        <w:t>2.025e0</w:t>
      </w:r>
    </w:p>
    <w:p w:rsidR="00D43590" w:rsidRDefault="00D43590" w:rsidP="00D43590">
      <w:r>
        <w:t>460.1918</w:t>
      </w:r>
      <w:r>
        <w:tab/>
        <w:t>1.013e0</w:t>
      </w:r>
    </w:p>
    <w:p w:rsidR="00D43590" w:rsidRDefault="00D43590" w:rsidP="00D43590">
      <w:r>
        <w:t>460.2417</w:t>
      </w:r>
      <w:r>
        <w:tab/>
        <w:t>1.013e0</w:t>
      </w:r>
    </w:p>
    <w:p w:rsidR="00D43590" w:rsidRDefault="00D43590" w:rsidP="00D43590">
      <w:r>
        <w:t>460.3198</w:t>
      </w:r>
      <w:r>
        <w:tab/>
        <w:t>3.038e0</w:t>
      </w:r>
    </w:p>
    <w:p w:rsidR="00D43590" w:rsidRDefault="00D43590" w:rsidP="00D43590">
      <w:r>
        <w:t>460.5663</w:t>
      </w:r>
      <w:r>
        <w:tab/>
        <w:t>1.013e0</w:t>
      </w:r>
    </w:p>
    <w:p w:rsidR="00D43590" w:rsidRDefault="00D43590" w:rsidP="00D43590">
      <w:r>
        <w:t>460.6496</w:t>
      </w:r>
      <w:r>
        <w:tab/>
        <w:t>1.013e0</w:t>
      </w:r>
    </w:p>
    <w:p w:rsidR="00D43590" w:rsidRDefault="00D43590" w:rsidP="00D43590">
      <w:r>
        <w:t>460.8245</w:t>
      </w:r>
      <w:r>
        <w:tab/>
        <w:t>1.013e0</w:t>
      </w:r>
    </w:p>
    <w:p w:rsidR="00D43590" w:rsidRDefault="00D43590" w:rsidP="00D43590">
      <w:r>
        <w:t>460.8907</w:t>
      </w:r>
      <w:r>
        <w:tab/>
        <w:t>2.025e0</w:t>
      </w:r>
    </w:p>
    <w:p w:rsidR="00D43590" w:rsidRDefault="00D43590" w:rsidP="00D43590">
      <w:r>
        <w:t>460.9998</w:t>
      </w:r>
      <w:r>
        <w:tab/>
        <w:t>1.013e0</w:t>
      </w:r>
    </w:p>
    <w:p w:rsidR="00D43590" w:rsidRDefault="00D43590" w:rsidP="00D43590">
      <w:r>
        <w:t>461.1995</w:t>
      </w:r>
      <w:r>
        <w:tab/>
        <w:t>1.013e0</w:t>
      </w:r>
    </w:p>
    <w:p w:rsidR="00D43590" w:rsidRDefault="00D43590" w:rsidP="00D43590">
      <w:r>
        <w:t>461.2713</w:t>
      </w:r>
      <w:r>
        <w:tab/>
        <w:t>5.063e0</w:t>
      </w:r>
    </w:p>
    <w:p w:rsidR="00D43590" w:rsidRDefault="00D43590" w:rsidP="00D43590">
      <w:r>
        <w:t>461.3867</w:t>
      </w:r>
      <w:r>
        <w:tab/>
        <w:t>1.852e0</w:t>
      </w:r>
    </w:p>
    <w:p w:rsidR="00D43590" w:rsidRDefault="00D43590" w:rsidP="00D43590">
      <w:r>
        <w:t>461.5038</w:t>
      </w:r>
      <w:r>
        <w:tab/>
        <w:t>1.013e0</w:t>
      </w:r>
    </w:p>
    <w:p w:rsidR="00D43590" w:rsidRDefault="00D43590" w:rsidP="00D43590">
      <w:r>
        <w:t>461.5743</w:t>
      </w:r>
      <w:r>
        <w:tab/>
        <w:t>1.013e0</w:t>
      </w:r>
    </w:p>
    <w:p w:rsidR="00D43590" w:rsidRDefault="00D43590" w:rsidP="00D43590">
      <w:r>
        <w:t>461.6249</w:t>
      </w:r>
      <w:r>
        <w:tab/>
        <w:t>1.013e0</w:t>
      </w:r>
    </w:p>
    <w:p w:rsidR="00D43590" w:rsidRDefault="00D43590" w:rsidP="00D43590">
      <w:r>
        <w:t>461.6835</w:t>
      </w:r>
      <w:r>
        <w:tab/>
        <w:t>2.025e0</w:t>
      </w:r>
    </w:p>
    <w:p w:rsidR="00D43590" w:rsidRDefault="00D43590" w:rsidP="00D43590">
      <w:r>
        <w:t>461.7939</w:t>
      </w:r>
      <w:r>
        <w:tab/>
        <w:t>1.013e0</w:t>
      </w:r>
    </w:p>
    <w:p w:rsidR="00D43590" w:rsidRDefault="00D43590" w:rsidP="00D43590">
      <w:r>
        <w:t>461.8335</w:t>
      </w:r>
      <w:r>
        <w:tab/>
        <w:t>1.013e0</w:t>
      </w:r>
    </w:p>
    <w:p w:rsidR="00D43590" w:rsidRDefault="00D43590" w:rsidP="00D43590">
      <w:r>
        <w:lastRenderedPageBreak/>
        <w:t>461.8919</w:t>
      </w:r>
      <w:r>
        <w:tab/>
        <w:t>1.013e0</w:t>
      </w:r>
    </w:p>
    <w:p w:rsidR="00D43590" w:rsidRDefault="00D43590" w:rsidP="00D43590">
      <w:r>
        <w:t>461.9253</w:t>
      </w:r>
      <w:r>
        <w:tab/>
        <w:t>1.013e0</w:t>
      </w:r>
    </w:p>
    <w:p w:rsidR="00D43590" w:rsidRDefault="00D43590" w:rsidP="00D43590">
      <w:r>
        <w:t>462.0225</w:t>
      </w:r>
      <w:r>
        <w:tab/>
        <w:t>3.038e0</w:t>
      </w:r>
    </w:p>
    <w:p w:rsidR="00D43590" w:rsidRDefault="00D43590" w:rsidP="00D43590">
      <w:r>
        <w:t>462.0923</w:t>
      </w:r>
      <w:r>
        <w:tab/>
        <w:t>1.013e0</w:t>
      </w:r>
    </w:p>
    <w:p w:rsidR="00D43590" w:rsidRDefault="00D43590" w:rsidP="00D43590">
      <w:r>
        <w:t>462.1543</w:t>
      </w:r>
      <w:r>
        <w:tab/>
        <w:t>4.051e0</w:t>
      </w:r>
    </w:p>
    <w:p w:rsidR="00D43590" w:rsidRDefault="00D43590" w:rsidP="00D43590">
      <w:r>
        <w:t>462.2905</w:t>
      </w:r>
      <w:r>
        <w:tab/>
        <w:t>2.025e0</w:t>
      </w:r>
    </w:p>
    <w:p w:rsidR="00D43590" w:rsidRDefault="00D43590" w:rsidP="00D43590">
      <w:r>
        <w:t>462.6143</w:t>
      </w:r>
      <w:r>
        <w:tab/>
        <w:t>2.025e0</w:t>
      </w:r>
    </w:p>
    <w:p w:rsidR="00D43590" w:rsidRDefault="00D43590" w:rsidP="00D43590">
      <w:r>
        <w:t>462.8445</w:t>
      </w:r>
      <w:r>
        <w:tab/>
        <w:t>1.013e0</w:t>
      </w:r>
    </w:p>
    <w:p w:rsidR="00D43590" w:rsidRDefault="00D43590" w:rsidP="00D43590">
      <w:r>
        <w:t>462.9198</w:t>
      </w:r>
      <w:r>
        <w:tab/>
        <w:t>1.013e0</w:t>
      </w:r>
    </w:p>
    <w:p w:rsidR="00D43590" w:rsidRDefault="00D43590" w:rsidP="00D43590">
      <w:r>
        <w:t>463.0118</w:t>
      </w:r>
      <w:r>
        <w:tab/>
        <w:t>1.013e0</w:t>
      </w:r>
    </w:p>
    <w:p w:rsidR="00D43590" w:rsidRDefault="00D43590" w:rsidP="00D43590">
      <w:r>
        <w:t>463.0536</w:t>
      </w:r>
      <w:r>
        <w:tab/>
        <w:t>1.013e0</w:t>
      </w:r>
    </w:p>
    <w:p w:rsidR="00D43590" w:rsidRDefault="00D43590" w:rsidP="00D43590">
      <w:r>
        <w:t>463.1688</w:t>
      </w:r>
      <w:r>
        <w:tab/>
        <w:t>2.025e0</w:t>
      </w:r>
    </w:p>
    <w:p w:rsidR="00D43590" w:rsidRDefault="00D43590" w:rsidP="00D43590">
      <w:r>
        <w:t>463.2629</w:t>
      </w:r>
      <w:r>
        <w:tab/>
        <w:t>2.000e0</w:t>
      </w:r>
    </w:p>
    <w:p w:rsidR="00D43590" w:rsidRDefault="00D43590" w:rsidP="00D43590">
      <w:r>
        <w:t>463.3134</w:t>
      </w:r>
      <w:r>
        <w:tab/>
        <w:t>1.924e0</w:t>
      </w:r>
    </w:p>
    <w:p w:rsidR="00D43590" w:rsidRDefault="00D43590" w:rsidP="00D43590">
      <w:r>
        <w:t>463.5308</w:t>
      </w:r>
      <w:r>
        <w:tab/>
        <w:t>1.013e0</w:t>
      </w:r>
    </w:p>
    <w:p w:rsidR="00D43590" w:rsidRDefault="00D43590" w:rsidP="00D43590">
      <w:r>
        <w:t>463.8436</w:t>
      </w:r>
      <w:r>
        <w:tab/>
        <w:t>2.025e0</w:t>
      </w:r>
    </w:p>
    <w:p w:rsidR="00D43590" w:rsidRDefault="00D43590" w:rsidP="00D43590">
      <w:r>
        <w:t>463.9441</w:t>
      </w:r>
      <w:r>
        <w:tab/>
        <w:t>2.025e0</w:t>
      </w:r>
    </w:p>
    <w:p w:rsidR="00D43590" w:rsidRDefault="00D43590" w:rsidP="00D43590">
      <w:r>
        <w:t>464.0923</w:t>
      </w:r>
      <w:r>
        <w:tab/>
        <w:t>1.013e0</w:t>
      </w:r>
    </w:p>
    <w:p w:rsidR="00D43590" w:rsidRDefault="00D43590" w:rsidP="00D43590">
      <w:r>
        <w:t>464.1258</w:t>
      </w:r>
      <w:r>
        <w:tab/>
        <w:t>1.013e0</w:t>
      </w:r>
    </w:p>
    <w:p w:rsidR="00D43590" w:rsidRDefault="00D43590" w:rsidP="00D43590">
      <w:r>
        <w:lastRenderedPageBreak/>
        <w:t>464.2213</w:t>
      </w:r>
      <w:r>
        <w:tab/>
        <w:t>2.025e0</w:t>
      </w:r>
    </w:p>
    <w:p w:rsidR="00D43590" w:rsidRDefault="00D43590" w:rsidP="00D43590">
      <w:r>
        <w:t>464.2641</w:t>
      </w:r>
      <w:r>
        <w:tab/>
        <w:t>1.013e0</w:t>
      </w:r>
    </w:p>
    <w:p w:rsidR="00D43590" w:rsidRDefault="00D43590" w:rsidP="00D43590">
      <w:r>
        <w:t>464.3472</w:t>
      </w:r>
      <w:r>
        <w:tab/>
        <w:t>2.025e0</w:t>
      </w:r>
    </w:p>
    <w:p w:rsidR="00D43590" w:rsidRDefault="00D43590" w:rsidP="00D43590">
      <w:r>
        <w:t>464.3900</w:t>
      </w:r>
      <w:r>
        <w:tab/>
        <w:t>1.852e0</w:t>
      </w:r>
    </w:p>
    <w:p w:rsidR="00D43590" w:rsidRDefault="00D43590" w:rsidP="00D43590">
      <w:r>
        <w:t>464.5117</w:t>
      </w:r>
      <w:r>
        <w:tab/>
        <w:t>1.013e0</w:t>
      </w:r>
    </w:p>
    <w:p w:rsidR="00D43590" w:rsidRDefault="00D43590" w:rsidP="00D43590">
      <w:r>
        <w:t>464.5589</w:t>
      </w:r>
      <w:r>
        <w:tab/>
        <w:t>2.025e0</w:t>
      </w:r>
    </w:p>
    <w:p w:rsidR="00D43590" w:rsidRDefault="00D43590" w:rsidP="00D43590">
      <w:r>
        <w:t>464.6628</w:t>
      </w:r>
      <w:r>
        <w:tab/>
        <w:t>1.013e0</w:t>
      </w:r>
    </w:p>
    <w:p w:rsidR="00D43590" w:rsidRDefault="00D43590" w:rsidP="00D43590">
      <w:r>
        <w:t>464.8061</w:t>
      </w:r>
      <w:r>
        <w:tab/>
        <w:t>1.013e0</w:t>
      </w:r>
    </w:p>
    <w:p w:rsidR="00D43590" w:rsidRDefault="00D43590" w:rsidP="00D43590">
      <w:r>
        <w:t>464.8534</w:t>
      </w:r>
      <w:r>
        <w:tab/>
        <w:t>2.025e0</w:t>
      </w:r>
    </w:p>
    <w:p w:rsidR="00D43590" w:rsidRDefault="00D43590" w:rsidP="00D43590">
      <w:r>
        <w:t>464.9648</w:t>
      </w:r>
      <w:r>
        <w:tab/>
        <w:t>1.013e0</w:t>
      </w:r>
    </w:p>
    <w:p w:rsidR="00D43590" w:rsidRDefault="00D43590" w:rsidP="00D43590">
      <w:r>
        <w:t>465.0659</w:t>
      </w:r>
      <w:r>
        <w:tab/>
        <w:t>1.013e0</w:t>
      </w:r>
    </w:p>
    <w:p w:rsidR="00D43590" w:rsidRDefault="00D43590" w:rsidP="00D43590">
      <w:r>
        <w:t>465.1117</w:t>
      </w:r>
      <w:r>
        <w:tab/>
        <w:t>2.025e0</w:t>
      </w:r>
    </w:p>
    <w:p w:rsidR="00D43590" w:rsidRDefault="00D43590" w:rsidP="00D43590">
      <w:r>
        <w:t>465.1921</w:t>
      </w:r>
      <w:r>
        <w:tab/>
        <w:t>4.051e0</w:t>
      </w:r>
    </w:p>
    <w:p w:rsidR="00D43590" w:rsidRDefault="00D43590" w:rsidP="00D43590">
      <w:r>
        <w:t>465.2812</w:t>
      </w:r>
      <w:r>
        <w:tab/>
        <w:t>3.527e0</w:t>
      </w:r>
    </w:p>
    <w:p w:rsidR="00D43590" w:rsidRDefault="00D43590" w:rsidP="00D43590">
      <w:r>
        <w:t>465.5949</w:t>
      </w:r>
      <w:r>
        <w:tab/>
        <w:t>1.013e0</w:t>
      </w:r>
    </w:p>
    <w:p w:rsidR="00D43590" w:rsidRDefault="00D43590" w:rsidP="00D43590">
      <w:r>
        <w:t>465.6883</w:t>
      </w:r>
      <w:r>
        <w:tab/>
        <w:t>2.025e0</w:t>
      </w:r>
    </w:p>
    <w:p w:rsidR="00D43590" w:rsidRDefault="00D43590" w:rsidP="00D43590">
      <w:r>
        <w:t>465.8395</w:t>
      </w:r>
      <w:r>
        <w:tab/>
        <w:t>2.025e0</w:t>
      </w:r>
    </w:p>
    <w:p w:rsidR="00D43590" w:rsidRDefault="00D43590" w:rsidP="00D43590">
      <w:r>
        <w:t>465.9067</w:t>
      </w:r>
      <w:r>
        <w:tab/>
        <w:t>1.013e0</w:t>
      </w:r>
    </w:p>
    <w:p w:rsidR="00D43590" w:rsidRDefault="00D43590" w:rsidP="00D43590">
      <w:r>
        <w:t>466.0211</w:t>
      </w:r>
      <w:r>
        <w:tab/>
        <w:t>2.025e0</w:t>
      </w:r>
    </w:p>
    <w:p w:rsidR="00D43590" w:rsidRDefault="00D43590" w:rsidP="00D43590">
      <w:r>
        <w:lastRenderedPageBreak/>
        <w:t>466.0666</w:t>
      </w:r>
      <w:r>
        <w:tab/>
        <w:t>1.013e0</w:t>
      </w:r>
    </w:p>
    <w:p w:rsidR="00D43590" w:rsidRDefault="00D43590" w:rsidP="00D43590">
      <w:r>
        <w:t>466.1721</w:t>
      </w:r>
      <w:r>
        <w:tab/>
        <w:t>1.013e0</w:t>
      </w:r>
    </w:p>
    <w:p w:rsidR="00D43590" w:rsidRDefault="00D43590" w:rsidP="00D43590">
      <w:r>
        <w:t>466.2101</w:t>
      </w:r>
      <w:r>
        <w:tab/>
        <w:t>1.013e0</w:t>
      </w:r>
    </w:p>
    <w:p w:rsidR="00D43590" w:rsidRDefault="00D43590" w:rsidP="00D43590">
      <w:r>
        <w:t>466.2807</w:t>
      </w:r>
      <w:r>
        <w:tab/>
        <w:t>2.025e0</w:t>
      </w:r>
    </w:p>
    <w:p w:rsidR="00D43590" w:rsidRDefault="00D43590" w:rsidP="00D43590">
      <w:r>
        <w:t>466.3510</w:t>
      </w:r>
      <w:r>
        <w:tab/>
        <w:t>1.013e0</w:t>
      </w:r>
    </w:p>
    <w:p w:rsidR="00D43590" w:rsidRDefault="00D43590" w:rsidP="00D43590">
      <w:r>
        <w:t>466.5363</w:t>
      </w:r>
      <w:r>
        <w:tab/>
        <w:t>2.025e0</w:t>
      </w:r>
    </w:p>
    <w:p w:rsidR="00D43590" w:rsidRDefault="00D43590" w:rsidP="00D43590">
      <w:r>
        <w:t>466.6058</w:t>
      </w:r>
      <w:r>
        <w:tab/>
        <w:t>1.013e0</w:t>
      </w:r>
    </w:p>
    <w:p w:rsidR="00D43590" w:rsidRDefault="00D43590" w:rsidP="00D43590">
      <w:r>
        <w:t>466.6478</w:t>
      </w:r>
      <w:r>
        <w:tab/>
        <w:t>1.013e0</w:t>
      </w:r>
    </w:p>
    <w:p w:rsidR="00D43590" w:rsidRDefault="00D43590" w:rsidP="00D43590">
      <w:r>
        <w:t>466.6983</w:t>
      </w:r>
      <w:r>
        <w:tab/>
        <w:t>1.013e0</w:t>
      </w:r>
    </w:p>
    <w:p w:rsidR="00D43590" w:rsidRDefault="00D43590" w:rsidP="00D43590">
      <w:r>
        <w:t>467.0693</w:t>
      </w:r>
      <w:r>
        <w:tab/>
        <w:t>2.025e0</w:t>
      </w:r>
    </w:p>
    <w:p w:rsidR="00D43590" w:rsidRDefault="00D43590" w:rsidP="00D43590">
      <w:r>
        <w:t>467.1368</w:t>
      </w:r>
      <w:r>
        <w:tab/>
        <w:t>1.013e0</w:t>
      </w:r>
    </w:p>
    <w:p w:rsidR="00D43590" w:rsidRDefault="00D43590" w:rsidP="00D43590">
      <w:r>
        <w:t>467.2214</w:t>
      </w:r>
      <w:r>
        <w:tab/>
        <w:t>3.038e0</w:t>
      </w:r>
    </w:p>
    <w:p w:rsidR="00D43590" w:rsidRDefault="00D43590" w:rsidP="00D43590">
      <w:r>
        <w:t>467.2786</w:t>
      </w:r>
      <w:r>
        <w:tab/>
        <w:t>4.582e0</w:t>
      </w:r>
    </w:p>
    <w:p w:rsidR="00D43590" w:rsidRDefault="00D43590" w:rsidP="00D43590">
      <w:r>
        <w:t>467.3542</w:t>
      </w:r>
      <w:r>
        <w:tab/>
        <w:t>3.341e0</w:t>
      </w:r>
    </w:p>
    <w:p w:rsidR="00D43590" w:rsidRDefault="00D43590" w:rsidP="00D43590">
      <w:r>
        <w:t>467.3940</w:t>
      </w:r>
      <w:r>
        <w:tab/>
        <w:t>1.852e0</w:t>
      </w:r>
    </w:p>
    <w:p w:rsidR="00D43590" w:rsidRDefault="00D43590" w:rsidP="00D43590">
      <w:r>
        <w:t>467.7669</w:t>
      </w:r>
      <w:r>
        <w:tab/>
        <w:t>4.051e0</w:t>
      </w:r>
    </w:p>
    <w:p w:rsidR="00D43590" w:rsidRDefault="00D43590" w:rsidP="00D43590">
      <w:r>
        <w:t>467.8813</w:t>
      </w:r>
      <w:r>
        <w:tab/>
        <w:t>1.013e0</w:t>
      </w:r>
    </w:p>
    <w:p w:rsidR="00D43590" w:rsidRDefault="00D43590" w:rsidP="00D43590">
      <w:r>
        <w:t>467.9689</w:t>
      </w:r>
      <w:r>
        <w:tab/>
        <w:t>3.038e0</w:t>
      </w:r>
    </w:p>
    <w:p w:rsidR="00D43590" w:rsidRDefault="00D43590" w:rsidP="00D43590">
      <w:r>
        <w:t>468.0292</w:t>
      </w:r>
      <w:r>
        <w:tab/>
        <w:t>2.025e0</w:t>
      </w:r>
    </w:p>
    <w:p w:rsidR="00D43590" w:rsidRDefault="00D43590" w:rsidP="00D43590">
      <w:r>
        <w:lastRenderedPageBreak/>
        <w:t>468.1396</w:t>
      </w:r>
      <w:r>
        <w:tab/>
        <w:t>1.013e1</w:t>
      </w:r>
    </w:p>
    <w:p w:rsidR="00D43590" w:rsidRDefault="00D43590" w:rsidP="00D43590">
      <w:r>
        <w:t>468.2325</w:t>
      </w:r>
      <w:r>
        <w:tab/>
        <w:t>3.441e0</w:t>
      </w:r>
    </w:p>
    <w:p w:rsidR="00D43590" w:rsidRDefault="00D43590" w:rsidP="00D43590">
      <w:r>
        <w:t>468.4160</w:t>
      </w:r>
      <w:r>
        <w:tab/>
        <w:t>3.523e1</w:t>
      </w:r>
    </w:p>
    <w:p w:rsidR="00D43590" w:rsidRDefault="00D43590" w:rsidP="00D43590">
      <w:r>
        <w:t>468.6008</w:t>
      </w:r>
      <w:r>
        <w:tab/>
        <w:t>3.038e0</w:t>
      </w:r>
    </w:p>
    <w:p w:rsidR="00D43590" w:rsidRDefault="00D43590" w:rsidP="00D43590">
      <w:r>
        <w:t>468.6660</w:t>
      </w:r>
      <w:r>
        <w:tab/>
        <w:t>1.013e0</w:t>
      </w:r>
    </w:p>
    <w:p w:rsidR="00D43590" w:rsidRDefault="00D43590" w:rsidP="00D43590">
      <w:r>
        <w:t>468.8313</w:t>
      </w:r>
      <w:r>
        <w:tab/>
        <w:t>1.013e0</w:t>
      </w:r>
    </w:p>
    <w:p w:rsidR="00D43590" w:rsidRDefault="00D43590" w:rsidP="00D43590">
      <w:r>
        <w:t>468.9151</w:t>
      </w:r>
      <w:r>
        <w:tab/>
        <w:t>3.038e0</w:t>
      </w:r>
    </w:p>
    <w:p w:rsidR="00D43590" w:rsidRDefault="00D43590" w:rsidP="00D43590">
      <w:r>
        <w:t>468.9926</w:t>
      </w:r>
      <w:r>
        <w:tab/>
        <w:t>2.025e0</w:t>
      </w:r>
    </w:p>
    <w:p w:rsidR="00D43590" w:rsidRDefault="00D43590" w:rsidP="00D43590">
      <w:r>
        <w:t>469.0646</w:t>
      </w:r>
      <w:r>
        <w:tab/>
        <w:t>2.025e0</w:t>
      </w:r>
    </w:p>
    <w:p w:rsidR="00D43590" w:rsidRDefault="00D43590" w:rsidP="00D43590">
      <w:r>
        <w:t>469.1146</w:t>
      </w:r>
      <w:r>
        <w:tab/>
        <w:t>1.013e0</w:t>
      </w:r>
    </w:p>
    <w:p w:rsidR="00D43590" w:rsidRDefault="00D43590" w:rsidP="00D43590">
      <w:r>
        <w:t>469.1931</w:t>
      </w:r>
      <w:r>
        <w:tab/>
        <w:t>2.025e0</w:t>
      </w:r>
    </w:p>
    <w:p w:rsidR="00D43590" w:rsidRDefault="00D43590" w:rsidP="00D43590">
      <w:r>
        <w:t>469.3115</w:t>
      </w:r>
      <w:r>
        <w:tab/>
        <w:t>2.025e0</w:t>
      </w:r>
    </w:p>
    <w:p w:rsidR="00D43590" w:rsidRDefault="00D43590" w:rsidP="00D43590">
      <w:r>
        <w:t>469.4131</w:t>
      </w:r>
      <w:r>
        <w:tab/>
        <w:t>1.823e1</w:t>
      </w:r>
    </w:p>
    <w:p w:rsidR="00D43590" w:rsidRDefault="00D43590" w:rsidP="00D43590">
      <w:r>
        <w:t>469.4967</w:t>
      </w:r>
      <w:r>
        <w:tab/>
        <w:t>3.164e0</w:t>
      </w:r>
    </w:p>
    <w:p w:rsidR="00D43590" w:rsidRDefault="00D43590" w:rsidP="00D43590">
      <w:r>
        <w:t>469.6095</w:t>
      </w:r>
      <w:r>
        <w:tab/>
        <w:t>2.025e0</w:t>
      </w:r>
    </w:p>
    <w:p w:rsidR="00D43590" w:rsidRDefault="00D43590" w:rsidP="00D43590">
      <w:r>
        <w:t>469.7030</w:t>
      </w:r>
      <w:r>
        <w:tab/>
        <w:t>2.025e0</w:t>
      </w:r>
    </w:p>
    <w:p w:rsidR="00D43590" w:rsidRDefault="00D43590" w:rsidP="00D43590">
      <w:r>
        <w:t>469.9877</w:t>
      </w:r>
      <w:r>
        <w:tab/>
        <w:t>1.013e0</w:t>
      </w:r>
    </w:p>
    <w:p w:rsidR="00D43590" w:rsidRDefault="00D43590" w:rsidP="00D43590">
      <w:r>
        <w:t>470.1244</w:t>
      </w:r>
      <w:r>
        <w:tab/>
        <w:t>1.013e0</w:t>
      </w:r>
    </w:p>
    <w:p w:rsidR="00D43590" w:rsidRDefault="00D43590" w:rsidP="00D43590">
      <w:r>
        <w:t>470.2168</w:t>
      </w:r>
      <w:r>
        <w:tab/>
        <w:t>1.013e0</w:t>
      </w:r>
    </w:p>
    <w:p w:rsidR="00D43590" w:rsidRDefault="00D43590" w:rsidP="00D43590">
      <w:r>
        <w:lastRenderedPageBreak/>
        <w:t>470.2798</w:t>
      </w:r>
      <w:r>
        <w:tab/>
        <w:t>3.754e0</w:t>
      </w:r>
    </w:p>
    <w:p w:rsidR="00D43590" w:rsidRDefault="00D43590" w:rsidP="00D43590">
      <w:r>
        <w:t>470.3513</w:t>
      </w:r>
      <w:r>
        <w:tab/>
        <w:t>4.051e0</w:t>
      </w:r>
    </w:p>
    <w:p w:rsidR="00D43590" w:rsidRDefault="00D43590" w:rsidP="00D43590">
      <w:r>
        <w:t>470.4165</w:t>
      </w:r>
      <w:r>
        <w:tab/>
        <w:t>3.038e0</w:t>
      </w:r>
    </w:p>
    <w:p w:rsidR="00D43590" w:rsidRDefault="00D43590" w:rsidP="00D43590">
      <w:r>
        <w:t>470.5352</w:t>
      </w:r>
      <w:r>
        <w:tab/>
        <w:t>1.013e0</w:t>
      </w:r>
    </w:p>
    <w:p w:rsidR="00D43590" w:rsidRDefault="00D43590" w:rsidP="00D43590">
      <w:r>
        <w:t>470.5819</w:t>
      </w:r>
      <w:r>
        <w:tab/>
        <w:t>1.013e0</w:t>
      </w:r>
    </w:p>
    <w:p w:rsidR="00D43590" w:rsidRDefault="00D43590" w:rsidP="00D43590">
      <w:r>
        <w:t>470.8578</w:t>
      </w:r>
      <w:r>
        <w:tab/>
        <w:t>2.025e0</w:t>
      </w:r>
    </w:p>
    <w:p w:rsidR="00D43590" w:rsidRDefault="00D43590" w:rsidP="00D43590">
      <w:r>
        <w:t>470.9309</w:t>
      </w:r>
      <w:r>
        <w:tab/>
        <w:t>1.013e0</w:t>
      </w:r>
    </w:p>
    <w:p w:rsidR="00D43590" w:rsidRDefault="00D43590" w:rsidP="00D43590">
      <w:r>
        <w:t>470.9982</w:t>
      </w:r>
      <w:r>
        <w:tab/>
        <w:t>1.013e0</w:t>
      </w:r>
    </w:p>
    <w:p w:rsidR="00D43590" w:rsidRDefault="00D43590" w:rsidP="00D43590">
      <w:r>
        <w:t>471.1172</w:t>
      </w:r>
      <w:r>
        <w:tab/>
        <w:t>3.038e0</w:t>
      </w:r>
    </w:p>
    <w:p w:rsidR="00D43590" w:rsidRDefault="00D43590" w:rsidP="00D43590">
      <w:r>
        <w:t>471.1837</w:t>
      </w:r>
      <w:r>
        <w:tab/>
        <w:t>2.025e0</w:t>
      </w:r>
    </w:p>
    <w:p w:rsidR="00D43590" w:rsidRDefault="00D43590" w:rsidP="00D43590">
      <w:r>
        <w:t>471.2193</w:t>
      </w:r>
      <w:r>
        <w:tab/>
        <w:t>1.013e0</w:t>
      </w:r>
    </w:p>
    <w:p w:rsidR="00D43590" w:rsidRDefault="00D43590" w:rsidP="00D43590">
      <w:r>
        <w:t>471.2958</w:t>
      </w:r>
      <w:r>
        <w:tab/>
        <w:t>1.013e0</w:t>
      </w:r>
    </w:p>
    <w:p w:rsidR="00D43590" w:rsidRDefault="00D43590" w:rsidP="00D43590">
      <w:r>
        <w:t>471.3999</w:t>
      </w:r>
      <w:r>
        <w:tab/>
        <w:t>4.051e0</w:t>
      </w:r>
    </w:p>
    <w:p w:rsidR="00D43590" w:rsidRDefault="00D43590" w:rsidP="00D43590">
      <w:r>
        <w:t>471.4651</w:t>
      </w:r>
      <w:r>
        <w:tab/>
        <w:t>1.013e0</w:t>
      </w:r>
    </w:p>
    <w:p w:rsidR="00D43590" w:rsidRDefault="00D43590" w:rsidP="00D43590">
      <w:r>
        <w:t>471.5382</w:t>
      </w:r>
      <w:r>
        <w:tab/>
        <w:t>2.025e0</w:t>
      </w:r>
    </w:p>
    <w:p w:rsidR="00D43590" w:rsidRDefault="00D43590" w:rsidP="00D43590">
      <w:r>
        <w:t>471.6152</w:t>
      </w:r>
      <w:r>
        <w:tab/>
        <w:t>3.038e0</w:t>
      </w:r>
    </w:p>
    <w:p w:rsidR="00D43590" w:rsidRDefault="00D43590" w:rsidP="00D43590">
      <w:r>
        <w:t>471.9137</w:t>
      </w:r>
      <w:r>
        <w:tab/>
        <w:t>1.013e0</w:t>
      </w:r>
    </w:p>
    <w:p w:rsidR="00D43590" w:rsidRDefault="00D43590" w:rsidP="00D43590">
      <w:r>
        <w:t>471.9682</w:t>
      </w:r>
      <w:r>
        <w:tab/>
        <w:t>2.025e0</w:t>
      </w:r>
    </w:p>
    <w:p w:rsidR="00D43590" w:rsidRDefault="00D43590" w:rsidP="00D43590">
      <w:r>
        <w:t>472.0363</w:t>
      </w:r>
      <w:r>
        <w:tab/>
        <w:t>1.013e0</w:t>
      </w:r>
    </w:p>
    <w:p w:rsidR="00D43590" w:rsidRDefault="00D43590" w:rsidP="00D43590">
      <w:r>
        <w:lastRenderedPageBreak/>
        <w:t>472.1726</w:t>
      </w:r>
      <w:r>
        <w:tab/>
        <w:t>1.013e0</w:t>
      </w:r>
    </w:p>
    <w:p w:rsidR="00D43590" w:rsidRDefault="00D43590" w:rsidP="00D43590">
      <w:r>
        <w:t>472.2067</w:t>
      </w:r>
      <w:r>
        <w:tab/>
        <w:t>1.013e0</w:t>
      </w:r>
    </w:p>
    <w:p w:rsidR="00D43590" w:rsidRDefault="00D43590" w:rsidP="00D43590">
      <w:r>
        <w:t>472.2663</w:t>
      </w:r>
      <w:r>
        <w:tab/>
        <w:t>1.013e0</w:t>
      </w:r>
    </w:p>
    <w:p w:rsidR="00D43590" w:rsidRDefault="00D43590" w:rsidP="00D43590">
      <w:r>
        <w:t>472.3273</w:t>
      </w:r>
      <w:r>
        <w:tab/>
        <w:t>1.013e0</w:t>
      </w:r>
    </w:p>
    <w:p w:rsidR="00D43590" w:rsidRDefault="00D43590" w:rsidP="00D43590">
      <w:r>
        <w:t>472.3901</w:t>
      </w:r>
      <w:r>
        <w:tab/>
        <w:t>3.038e0</w:t>
      </w:r>
    </w:p>
    <w:p w:rsidR="00D43590" w:rsidRDefault="00D43590" w:rsidP="00D43590">
      <w:r>
        <w:t>472.4645</w:t>
      </w:r>
      <w:r>
        <w:tab/>
        <w:t>2.025e0</w:t>
      </w:r>
    </w:p>
    <w:p w:rsidR="00D43590" w:rsidRDefault="00D43590" w:rsidP="00D43590">
      <w:r>
        <w:t>472.5211</w:t>
      </w:r>
      <w:r>
        <w:tab/>
        <w:t>1.013e0</w:t>
      </w:r>
    </w:p>
    <w:p w:rsidR="00D43590" w:rsidRDefault="00D43590" w:rsidP="00D43590">
      <w:r>
        <w:t>472.5817</w:t>
      </w:r>
      <w:r>
        <w:tab/>
        <w:t>1.013e0</w:t>
      </w:r>
    </w:p>
    <w:p w:rsidR="00D43590" w:rsidRDefault="00D43590" w:rsidP="00D43590">
      <w:r>
        <w:t>472.8084</w:t>
      </w:r>
      <w:r>
        <w:tab/>
        <w:t>1.013e0</w:t>
      </w:r>
    </w:p>
    <w:p w:rsidR="00D43590" w:rsidRDefault="00D43590" w:rsidP="00D43590">
      <w:r>
        <w:t>472.8828</w:t>
      </w:r>
      <w:r>
        <w:tab/>
        <w:t>3.038e0</w:t>
      </w:r>
    </w:p>
    <w:p w:rsidR="00D43590" w:rsidRDefault="00D43590" w:rsidP="00D43590">
      <w:r>
        <w:t>473.1136</w:t>
      </w:r>
      <w:r>
        <w:tab/>
        <w:t>2.025e0</w:t>
      </w:r>
    </w:p>
    <w:p w:rsidR="00D43590" w:rsidRDefault="00D43590" w:rsidP="00D43590">
      <w:r>
        <w:t>473.1875</w:t>
      </w:r>
      <w:r>
        <w:tab/>
        <w:t>1.013e0</w:t>
      </w:r>
    </w:p>
    <w:p w:rsidR="00D43590" w:rsidRDefault="00D43590" w:rsidP="00D43590">
      <w:r>
        <w:t>473.3582</w:t>
      </w:r>
      <w:r>
        <w:tab/>
        <w:t>2.516e1</w:t>
      </w:r>
    </w:p>
    <w:p w:rsidR="00D43590" w:rsidRDefault="00D43590" w:rsidP="00D43590">
      <w:r>
        <w:t>473.4864</w:t>
      </w:r>
      <w:r>
        <w:tab/>
        <w:t>1.013e0</w:t>
      </w:r>
    </w:p>
    <w:p w:rsidR="00D43590" w:rsidRDefault="00D43590" w:rsidP="00D43590">
      <w:r>
        <w:t>473.6578</w:t>
      </w:r>
      <w:r>
        <w:tab/>
        <w:t>2.025e0</w:t>
      </w:r>
    </w:p>
    <w:p w:rsidR="00D43590" w:rsidRDefault="00D43590" w:rsidP="00D43590">
      <w:r>
        <w:t>473.7769</w:t>
      </w:r>
      <w:r>
        <w:tab/>
        <w:t>1.013e0</w:t>
      </w:r>
    </w:p>
    <w:p w:rsidR="00D43590" w:rsidRDefault="00D43590" w:rsidP="00D43590">
      <w:r>
        <w:t>473.8196</w:t>
      </w:r>
      <w:r>
        <w:tab/>
        <w:t>1.013e0</w:t>
      </w:r>
    </w:p>
    <w:p w:rsidR="00D43590" w:rsidRDefault="00D43590" w:rsidP="00D43590">
      <w:r>
        <w:t>473.9136</w:t>
      </w:r>
      <w:r>
        <w:tab/>
        <w:t>1.013e0</w:t>
      </w:r>
    </w:p>
    <w:p w:rsidR="00D43590" w:rsidRDefault="00D43590" w:rsidP="00D43590">
      <w:r>
        <w:t>474.0761</w:t>
      </w:r>
      <w:r>
        <w:tab/>
        <w:t>1.013e0</w:t>
      </w:r>
    </w:p>
    <w:p w:rsidR="00D43590" w:rsidRDefault="00D43590" w:rsidP="00D43590">
      <w:r>
        <w:lastRenderedPageBreak/>
        <w:t>474.1659</w:t>
      </w:r>
      <w:r>
        <w:tab/>
        <w:t>4.051e0</w:t>
      </w:r>
    </w:p>
    <w:p w:rsidR="00D43590" w:rsidRDefault="00D43590" w:rsidP="00D43590">
      <w:r>
        <w:t>474.2579</w:t>
      </w:r>
      <w:r>
        <w:tab/>
        <w:t>1.013e0</w:t>
      </w:r>
    </w:p>
    <w:p w:rsidR="00D43590" w:rsidRDefault="00D43590" w:rsidP="00D43590">
      <w:r>
        <w:t>474.3652</w:t>
      </w:r>
      <w:r>
        <w:tab/>
        <w:t>5.342e0</w:t>
      </w:r>
    </w:p>
    <w:p w:rsidR="00D43590" w:rsidRDefault="00D43590" w:rsidP="00D43590">
      <w:r>
        <w:t>474.4311</w:t>
      </w:r>
      <w:r>
        <w:tab/>
        <w:t>1.956e0</w:t>
      </w:r>
    </w:p>
    <w:p w:rsidR="00D43590" w:rsidRDefault="00D43590" w:rsidP="00D43590">
      <w:r>
        <w:t>474.5776</w:t>
      </w:r>
      <w:r>
        <w:tab/>
        <w:t>1.013e0</w:t>
      </w:r>
    </w:p>
    <w:p w:rsidR="00D43590" w:rsidRDefault="00D43590" w:rsidP="00D43590">
      <w:r>
        <w:t>474.6510</w:t>
      </w:r>
      <w:r>
        <w:tab/>
        <w:t>1.013e0</w:t>
      </w:r>
    </w:p>
    <w:p w:rsidR="00D43590" w:rsidRDefault="00D43590" w:rsidP="00D43590">
      <w:r>
        <w:t>474.8138</w:t>
      </w:r>
      <w:r>
        <w:tab/>
        <w:t>2.025e0</w:t>
      </w:r>
    </w:p>
    <w:p w:rsidR="00D43590" w:rsidRDefault="00D43590" w:rsidP="00D43590">
      <w:r>
        <w:t>474.8802</w:t>
      </w:r>
      <w:r>
        <w:tab/>
        <w:t>1.013e0</w:t>
      </w:r>
    </w:p>
    <w:p w:rsidR="00D43590" w:rsidRDefault="00D43590" w:rsidP="00D43590">
      <w:r>
        <w:t>475.2075</w:t>
      </w:r>
      <w:r>
        <w:tab/>
        <w:t>2.025e0</w:t>
      </w:r>
    </w:p>
    <w:p w:rsidR="00D43590" w:rsidRDefault="00D43590" w:rsidP="00D43590">
      <w:r>
        <w:t>475.2823</w:t>
      </w:r>
      <w:r>
        <w:tab/>
        <w:t>3.038e0</w:t>
      </w:r>
    </w:p>
    <w:p w:rsidR="00D43590" w:rsidRDefault="00D43590" w:rsidP="00D43590">
      <w:r>
        <w:t>475.3639</w:t>
      </w:r>
      <w:r>
        <w:tab/>
        <w:t>2.965e0</w:t>
      </w:r>
    </w:p>
    <w:p w:rsidR="00D43590" w:rsidRDefault="00D43590" w:rsidP="00D43590">
      <w:r>
        <w:t>475.6215</w:t>
      </w:r>
      <w:r>
        <w:tab/>
        <w:t>2.025e0</w:t>
      </w:r>
    </w:p>
    <w:p w:rsidR="00D43590" w:rsidRDefault="00D43590" w:rsidP="00D43590">
      <w:r>
        <w:t>475.8494</w:t>
      </w:r>
      <w:r>
        <w:tab/>
        <w:t>2.025e0</w:t>
      </w:r>
    </w:p>
    <w:p w:rsidR="00D43590" w:rsidRDefault="00D43590" w:rsidP="00D43590">
      <w:r>
        <w:t>475.9668</w:t>
      </w:r>
      <w:r>
        <w:tab/>
        <w:t>2.025e0</w:t>
      </w:r>
    </w:p>
    <w:p w:rsidR="00D43590" w:rsidRDefault="00D43590" w:rsidP="00D43590">
      <w:r>
        <w:t>476.0245</w:t>
      </w:r>
      <w:r>
        <w:tab/>
        <w:t>1.013e0</w:t>
      </w:r>
    </w:p>
    <w:p w:rsidR="00D43590" w:rsidRDefault="00D43590" w:rsidP="00D43590">
      <w:r>
        <w:t>476.1412</w:t>
      </w:r>
      <w:r>
        <w:tab/>
        <w:t>1.013e0</w:t>
      </w:r>
    </w:p>
    <w:p w:rsidR="00D43590" w:rsidRDefault="00D43590" w:rsidP="00D43590">
      <w:r>
        <w:t>476.2099</w:t>
      </w:r>
      <w:r>
        <w:tab/>
        <w:t>1.013e0</w:t>
      </w:r>
    </w:p>
    <w:p w:rsidR="00D43590" w:rsidRDefault="00D43590" w:rsidP="00D43590">
      <w:r>
        <w:t>476.3179</w:t>
      </w:r>
      <w:r>
        <w:tab/>
        <w:t>7.089e0</w:t>
      </w:r>
    </w:p>
    <w:p w:rsidR="00D43590" w:rsidRDefault="00D43590" w:rsidP="00D43590">
      <w:r>
        <w:t>476.3862</w:t>
      </w:r>
      <w:r>
        <w:tab/>
        <w:t>2.892e0</w:t>
      </w:r>
    </w:p>
    <w:p w:rsidR="00D43590" w:rsidRDefault="00D43590" w:rsidP="00D43590">
      <w:r>
        <w:lastRenderedPageBreak/>
        <w:t>476.4504</w:t>
      </w:r>
      <w:r>
        <w:tab/>
        <w:t>1.013e0</w:t>
      </w:r>
    </w:p>
    <w:p w:rsidR="00D43590" w:rsidRDefault="00D43590" w:rsidP="00D43590">
      <w:r>
        <w:t>476.5235</w:t>
      </w:r>
      <w:r>
        <w:tab/>
        <w:t>1.013e0</w:t>
      </w:r>
    </w:p>
    <w:p w:rsidR="00D43590" w:rsidRDefault="00D43590" w:rsidP="00D43590">
      <w:r>
        <w:t>476.6115</w:t>
      </w:r>
      <w:r>
        <w:tab/>
        <w:t>1.013e0</w:t>
      </w:r>
    </w:p>
    <w:p w:rsidR="00D43590" w:rsidRDefault="00D43590" w:rsidP="00D43590">
      <w:r>
        <w:t>476.7426</w:t>
      </w:r>
      <w:r>
        <w:tab/>
        <w:t>1.013e0</w:t>
      </w:r>
    </w:p>
    <w:p w:rsidR="00D43590" w:rsidRDefault="00D43590" w:rsidP="00D43590">
      <w:r>
        <w:t>476.8257</w:t>
      </w:r>
      <w:r>
        <w:tab/>
        <w:t>1.013e0</w:t>
      </w:r>
    </w:p>
    <w:p w:rsidR="00D43590" w:rsidRDefault="00D43590" w:rsidP="00D43590">
      <w:r>
        <w:t>476.9576</w:t>
      </w:r>
      <w:r>
        <w:tab/>
        <w:t>1.013e0</w:t>
      </w:r>
    </w:p>
    <w:p w:rsidR="00D43590" w:rsidRDefault="00D43590" w:rsidP="00D43590">
      <w:r>
        <w:t>477.0400</w:t>
      </w:r>
      <w:r>
        <w:tab/>
        <w:t>1.013e0</w:t>
      </w:r>
    </w:p>
    <w:p w:rsidR="00D43590" w:rsidRDefault="00D43590" w:rsidP="00D43590">
      <w:r>
        <w:t>477.1726</w:t>
      </w:r>
      <w:r>
        <w:tab/>
        <w:t>1.013e0</w:t>
      </w:r>
    </w:p>
    <w:p w:rsidR="00D43590" w:rsidRDefault="00D43590" w:rsidP="00D43590">
      <w:r>
        <w:t>477.2367</w:t>
      </w:r>
      <w:r>
        <w:tab/>
        <w:t>2.025e0</w:t>
      </w:r>
    </w:p>
    <w:p w:rsidR="00D43590" w:rsidRDefault="00D43590" w:rsidP="00D43590">
      <w:r>
        <w:t>477.3374</w:t>
      </w:r>
      <w:r>
        <w:tab/>
        <w:t>4.051e0</w:t>
      </w:r>
    </w:p>
    <w:p w:rsidR="00D43590" w:rsidRDefault="00D43590" w:rsidP="00D43590">
      <w:r>
        <w:t>477.4738</w:t>
      </w:r>
      <w:r>
        <w:tab/>
        <w:t>1.013e0</w:t>
      </w:r>
    </w:p>
    <w:p w:rsidR="00D43590" w:rsidRDefault="00D43590" w:rsidP="00D43590">
      <w:r>
        <w:t>477.5126</w:t>
      </w:r>
      <w:r>
        <w:tab/>
        <w:t>2.025e0</w:t>
      </w:r>
    </w:p>
    <w:p w:rsidR="00D43590" w:rsidRDefault="00D43590" w:rsidP="00D43590">
      <w:r>
        <w:t>477.5742</w:t>
      </w:r>
      <w:r>
        <w:tab/>
        <w:t>1.013e0</w:t>
      </w:r>
    </w:p>
    <w:p w:rsidR="00D43590" w:rsidRDefault="00D43590" w:rsidP="00D43590">
      <w:r>
        <w:t>477.7149</w:t>
      </w:r>
      <w:r>
        <w:tab/>
        <w:t>1.013e0</w:t>
      </w:r>
    </w:p>
    <w:p w:rsidR="00D43590" w:rsidRDefault="00D43590" w:rsidP="00D43590">
      <w:r>
        <w:t>477.9853</w:t>
      </w:r>
      <w:r>
        <w:tab/>
        <w:t>1.013e0</w:t>
      </w:r>
    </w:p>
    <w:p w:rsidR="00D43590" w:rsidRDefault="00D43590" w:rsidP="00D43590">
      <w:r>
        <w:t>478.1819</w:t>
      </w:r>
      <w:r>
        <w:tab/>
        <w:t>1.013e0</w:t>
      </w:r>
    </w:p>
    <w:p w:rsidR="00D43590" w:rsidRDefault="00D43590" w:rsidP="00D43590">
      <w:r>
        <w:t>478.2763</w:t>
      </w:r>
      <w:r>
        <w:tab/>
        <w:t>3.038e0</w:t>
      </w:r>
    </w:p>
    <w:p w:rsidR="00D43590" w:rsidRDefault="00D43590" w:rsidP="00D43590">
      <w:r>
        <w:t>478.3278</w:t>
      </w:r>
      <w:r>
        <w:tab/>
        <w:t>2.025e0</w:t>
      </w:r>
    </w:p>
    <w:p w:rsidR="00D43590" w:rsidRDefault="00D43590" w:rsidP="00D43590">
      <w:r>
        <w:t>478.4112</w:t>
      </w:r>
      <w:r>
        <w:tab/>
        <w:t>2.627e0</w:t>
      </w:r>
    </w:p>
    <w:p w:rsidR="00D43590" w:rsidRDefault="00D43590" w:rsidP="00D43590">
      <w:r>
        <w:lastRenderedPageBreak/>
        <w:t>478.5212</w:t>
      </w:r>
      <w:r>
        <w:tab/>
        <w:t>2.025e0</w:t>
      </w:r>
    </w:p>
    <w:p w:rsidR="00D43590" w:rsidRDefault="00D43590" w:rsidP="00D43590">
      <w:r>
        <w:t>478.6429</w:t>
      </w:r>
      <w:r>
        <w:tab/>
        <w:t>1.013e0</w:t>
      </w:r>
    </w:p>
    <w:p w:rsidR="00D43590" w:rsidRDefault="00D43590" w:rsidP="00D43590">
      <w:r>
        <w:t>478.7063</w:t>
      </w:r>
      <w:r>
        <w:tab/>
        <w:t>1.013e0</w:t>
      </w:r>
    </w:p>
    <w:p w:rsidR="00D43590" w:rsidRDefault="00D43590" w:rsidP="00D43590">
      <w:r>
        <w:t>478.8294</w:t>
      </w:r>
      <w:r>
        <w:tab/>
        <w:t>2.025e0</w:t>
      </w:r>
    </w:p>
    <w:p w:rsidR="00D43590" w:rsidRDefault="00D43590" w:rsidP="00D43590">
      <w:r>
        <w:t>478.9542</w:t>
      </w:r>
      <w:r>
        <w:tab/>
        <w:t>2.025e0</w:t>
      </w:r>
    </w:p>
    <w:p w:rsidR="00D43590" w:rsidRDefault="00D43590" w:rsidP="00D43590">
      <w:r>
        <w:t>479.0363</w:t>
      </w:r>
      <w:r>
        <w:tab/>
        <w:t>1.013e0</w:t>
      </w:r>
    </w:p>
    <w:p w:rsidR="00D43590" w:rsidRDefault="00D43590" w:rsidP="00D43590">
      <w:r>
        <w:t>479.2032</w:t>
      </w:r>
      <w:r>
        <w:tab/>
        <w:t>2.025e0</w:t>
      </w:r>
    </w:p>
    <w:p w:rsidR="00D43590" w:rsidRDefault="00D43590" w:rsidP="00D43590">
      <w:r>
        <w:t>479.2575</w:t>
      </w:r>
      <w:r>
        <w:tab/>
        <w:t>3.038e0</w:t>
      </w:r>
    </w:p>
    <w:p w:rsidR="00D43590" w:rsidRDefault="00D43590" w:rsidP="00D43590">
      <w:r>
        <w:t>479.3461</w:t>
      </w:r>
      <w:r>
        <w:tab/>
        <w:t>2.025e0</w:t>
      </w:r>
    </w:p>
    <w:p w:rsidR="00D43590" w:rsidRDefault="00D43590" w:rsidP="00D43590">
      <w:r>
        <w:t>479.4533</w:t>
      </w:r>
      <w:r>
        <w:tab/>
        <w:t>1.972e0</w:t>
      </w:r>
    </w:p>
    <w:p w:rsidR="00D43590" w:rsidRDefault="00D43590" w:rsidP="00D43590">
      <w:r>
        <w:t>479.4973</w:t>
      </w:r>
      <w:r>
        <w:tab/>
        <w:t>1.013e0</w:t>
      </w:r>
    </w:p>
    <w:p w:rsidR="00D43590" w:rsidRDefault="00D43590" w:rsidP="00D43590">
      <w:r>
        <w:t>479.5786</w:t>
      </w:r>
      <w:r>
        <w:tab/>
        <w:t>1.013e0</w:t>
      </w:r>
    </w:p>
    <w:p w:rsidR="00D43590" w:rsidRDefault="00D43590" w:rsidP="00D43590">
      <w:r>
        <w:t>479.8207</w:t>
      </w:r>
      <w:r>
        <w:tab/>
        <w:t>1.013e0</w:t>
      </w:r>
    </w:p>
    <w:p w:rsidR="00D43590" w:rsidRDefault="00D43590" w:rsidP="00D43590">
      <w:r>
        <w:t>479.8981</w:t>
      </w:r>
      <w:r>
        <w:tab/>
        <w:t>2.025e0</w:t>
      </w:r>
    </w:p>
    <w:p w:rsidR="00D43590" w:rsidRDefault="00D43590" w:rsidP="00D43590">
      <w:r>
        <w:t>479.9668</w:t>
      </w:r>
      <w:r>
        <w:tab/>
        <w:t>3.038e0</w:t>
      </w:r>
    </w:p>
    <w:p w:rsidR="00D43590" w:rsidRDefault="00D43590" w:rsidP="00D43590">
      <w:r>
        <w:t>480.0456</w:t>
      </w:r>
      <w:r>
        <w:tab/>
        <w:t>1.013e0</w:t>
      </w:r>
    </w:p>
    <w:p w:rsidR="00D43590" w:rsidRDefault="00D43590" w:rsidP="00D43590">
      <w:r>
        <w:t>480.1924</w:t>
      </w:r>
      <w:r>
        <w:tab/>
        <w:t>2.025e0</w:t>
      </w:r>
    </w:p>
    <w:p w:rsidR="00D43590" w:rsidRDefault="00D43590" w:rsidP="00D43590">
      <w:r>
        <w:t>480.2990</w:t>
      </w:r>
      <w:r>
        <w:tab/>
        <w:t>1.013e0</w:t>
      </w:r>
    </w:p>
    <w:p w:rsidR="00D43590" w:rsidRDefault="00D43590" w:rsidP="00D43590">
      <w:r>
        <w:t>480.4611</w:t>
      </w:r>
      <w:r>
        <w:tab/>
        <w:t>1.013e0</w:t>
      </w:r>
    </w:p>
    <w:p w:rsidR="00D43590" w:rsidRDefault="00D43590" w:rsidP="00D43590">
      <w:r>
        <w:lastRenderedPageBreak/>
        <w:t>480.5130</w:t>
      </w:r>
      <w:r>
        <w:tab/>
        <w:t>1.013e0</w:t>
      </w:r>
    </w:p>
    <w:p w:rsidR="00D43590" w:rsidRDefault="00D43590" w:rsidP="00D43590">
      <w:r>
        <w:t>480.5811</w:t>
      </w:r>
      <w:r>
        <w:tab/>
        <w:t>1.013e0</w:t>
      </w:r>
    </w:p>
    <w:p w:rsidR="00D43590" w:rsidRDefault="00D43590" w:rsidP="00D43590">
      <w:r>
        <w:t>480.6341</w:t>
      </w:r>
      <w:r>
        <w:tab/>
        <w:t>1.013e0</w:t>
      </w:r>
    </w:p>
    <w:p w:rsidR="00D43590" w:rsidRDefault="00D43590" w:rsidP="00D43590">
      <w:r>
        <w:t>480.7555</w:t>
      </w:r>
      <w:r>
        <w:tab/>
        <w:t>1.013e0</w:t>
      </w:r>
    </w:p>
    <w:p w:rsidR="00D43590" w:rsidRDefault="00D43590" w:rsidP="00D43590">
      <w:r>
        <w:t>480.8162</w:t>
      </w:r>
      <w:r>
        <w:tab/>
        <w:t>1.013e0</w:t>
      </w:r>
    </w:p>
    <w:p w:rsidR="00D43590" w:rsidRDefault="00D43590" w:rsidP="00D43590">
      <w:r>
        <w:t>480.9541</w:t>
      </w:r>
      <w:r>
        <w:tab/>
        <w:t>1.013e0</w:t>
      </w:r>
    </w:p>
    <w:p w:rsidR="00D43590" w:rsidRDefault="00D43590" w:rsidP="00D43590">
      <w:r>
        <w:t>481.1506</w:t>
      </w:r>
      <w:r>
        <w:tab/>
        <w:t>1.013e0</w:t>
      </w:r>
    </w:p>
    <w:p w:rsidR="00D43590" w:rsidRDefault="00D43590" w:rsidP="00D43590">
      <w:r>
        <w:t>481.1962</w:t>
      </w:r>
      <w:r>
        <w:tab/>
        <w:t>2.025e0</w:t>
      </w:r>
    </w:p>
    <w:p w:rsidR="00D43590" w:rsidRDefault="00D43590" w:rsidP="00D43590">
      <w:r>
        <w:t>481.3409</w:t>
      </w:r>
      <w:r>
        <w:tab/>
        <w:t>2.025e0</w:t>
      </w:r>
    </w:p>
    <w:p w:rsidR="00D43590" w:rsidRDefault="00D43590" w:rsidP="00D43590">
      <w:r>
        <w:t>481.7441</w:t>
      </w:r>
      <w:r>
        <w:tab/>
        <w:t>1.013e0</w:t>
      </w:r>
    </w:p>
    <w:p w:rsidR="00D43590" w:rsidRDefault="00D43590" w:rsidP="00D43590">
      <w:r>
        <w:t>481.8656</w:t>
      </w:r>
      <w:r>
        <w:tab/>
        <w:t>1.013e0</w:t>
      </w:r>
    </w:p>
    <w:p w:rsidR="00D43590" w:rsidRDefault="00D43590" w:rsidP="00D43590">
      <w:r>
        <w:t>482.0240</w:t>
      </w:r>
      <w:r>
        <w:tab/>
        <w:t>5.240e0</w:t>
      </w:r>
    </w:p>
    <w:p w:rsidR="00D43590" w:rsidRDefault="00D43590" w:rsidP="00D43590">
      <w:r>
        <w:t>482.0914</w:t>
      </w:r>
      <w:r>
        <w:tab/>
        <w:t>2.025e0</w:t>
      </w:r>
    </w:p>
    <w:p w:rsidR="00D43590" w:rsidRDefault="00D43590" w:rsidP="00D43590">
      <w:r>
        <w:t>482.1534</w:t>
      </w:r>
      <w:r>
        <w:tab/>
        <w:t>2.025e0</w:t>
      </w:r>
    </w:p>
    <w:p w:rsidR="00D43590" w:rsidRDefault="00D43590" w:rsidP="00D43590">
      <w:r>
        <w:t>482.2999</w:t>
      </w:r>
      <w:r>
        <w:tab/>
        <w:t>1.013e0</w:t>
      </w:r>
    </w:p>
    <w:p w:rsidR="00D43590" w:rsidRDefault="00D43590" w:rsidP="00D43590">
      <w:r>
        <w:t>482.4040</w:t>
      </w:r>
      <w:r>
        <w:tab/>
        <w:t>4.867e0</w:t>
      </w:r>
    </w:p>
    <w:p w:rsidR="00D43590" w:rsidRDefault="00D43590" w:rsidP="00D43590">
      <w:r>
        <w:t>482.4565</w:t>
      </w:r>
      <w:r>
        <w:tab/>
        <w:t>1.336e1</w:t>
      </w:r>
    </w:p>
    <w:p w:rsidR="00D43590" w:rsidRDefault="00D43590" w:rsidP="00D43590">
      <w:r>
        <w:t>482.6128</w:t>
      </w:r>
      <w:r>
        <w:tab/>
        <w:t>1.013e0</w:t>
      </w:r>
    </w:p>
    <w:p w:rsidR="00D43590" w:rsidRDefault="00D43590" w:rsidP="00D43590">
      <w:r>
        <w:t>482.7172</w:t>
      </w:r>
      <w:r>
        <w:tab/>
        <w:t>1.013e0</w:t>
      </w:r>
    </w:p>
    <w:p w:rsidR="00D43590" w:rsidRDefault="00D43590" w:rsidP="00D43590">
      <w:r>
        <w:lastRenderedPageBreak/>
        <w:t>482.8584</w:t>
      </w:r>
      <w:r>
        <w:tab/>
        <w:t>5.063e0</w:t>
      </w:r>
    </w:p>
    <w:p w:rsidR="00D43590" w:rsidRDefault="00D43590" w:rsidP="00D43590">
      <w:r>
        <w:t>482.9477</w:t>
      </w:r>
      <w:r>
        <w:tab/>
        <w:t>3.304e0</w:t>
      </w:r>
    </w:p>
    <w:p w:rsidR="00D43590" w:rsidRDefault="00D43590" w:rsidP="00D43590">
      <w:r>
        <w:t>483.0341</w:t>
      </w:r>
      <w:r>
        <w:tab/>
        <w:t>2.025e0</w:t>
      </w:r>
    </w:p>
    <w:p w:rsidR="00D43590" w:rsidRDefault="00D43590" w:rsidP="00D43590">
      <w:r>
        <w:t>483.1957</w:t>
      </w:r>
      <w:r>
        <w:tab/>
        <w:t>1.013e0</w:t>
      </w:r>
    </w:p>
    <w:p w:rsidR="00D43590" w:rsidRDefault="00D43590" w:rsidP="00D43590">
      <w:r>
        <w:t>483.2898</w:t>
      </w:r>
      <w:r>
        <w:tab/>
        <w:t>3.038e0</w:t>
      </w:r>
    </w:p>
    <w:p w:rsidR="00D43590" w:rsidRDefault="00D43590" w:rsidP="00D43590">
      <w:r>
        <w:t>483.4087</w:t>
      </w:r>
      <w:r>
        <w:tab/>
        <w:t>4.903e0</w:t>
      </w:r>
    </w:p>
    <w:p w:rsidR="00D43590" w:rsidRDefault="00D43590" w:rsidP="00D43590">
      <w:r>
        <w:t>483.4830</w:t>
      </w:r>
      <w:r>
        <w:tab/>
        <w:t>1.013e0</w:t>
      </w:r>
    </w:p>
    <w:p w:rsidR="00D43590" w:rsidRDefault="00D43590" w:rsidP="00D43590">
      <w:r>
        <w:t>483.5439</w:t>
      </w:r>
      <w:r>
        <w:tab/>
        <w:t>1.013e0</w:t>
      </w:r>
    </w:p>
    <w:p w:rsidR="00D43590" w:rsidRDefault="00D43590" w:rsidP="00D43590">
      <w:r>
        <w:t>483.6485</w:t>
      </w:r>
      <w:r>
        <w:tab/>
        <w:t>1.013e0</w:t>
      </w:r>
    </w:p>
    <w:p w:rsidR="00D43590" w:rsidRDefault="00D43590" w:rsidP="00D43590">
      <w:r>
        <w:t>483.7591</w:t>
      </w:r>
      <w:r>
        <w:tab/>
        <w:t>1.013e0</w:t>
      </w:r>
    </w:p>
    <w:p w:rsidR="00D43590" w:rsidRDefault="00D43590" w:rsidP="00D43590">
      <w:r>
        <w:t>483.8120</w:t>
      </w:r>
      <w:r>
        <w:tab/>
        <w:t>1.013e0</w:t>
      </w:r>
    </w:p>
    <w:p w:rsidR="00D43590" w:rsidRDefault="00D43590" w:rsidP="00D43590">
      <w:r>
        <w:t>483.8928</w:t>
      </w:r>
      <w:r>
        <w:tab/>
        <w:t>2.025e0</w:t>
      </w:r>
    </w:p>
    <w:p w:rsidR="00D43590" w:rsidRDefault="00D43590" w:rsidP="00D43590">
      <w:r>
        <w:t>483.9547</w:t>
      </w:r>
      <w:r>
        <w:tab/>
        <w:t>2.025e0</w:t>
      </w:r>
    </w:p>
    <w:p w:rsidR="00D43590" w:rsidRDefault="00D43590" w:rsidP="00D43590">
      <w:r>
        <w:t>484.0235</w:t>
      </w:r>
      <w:r>
        <w:tab/>
        <w:t>3.038e0</w:t>
      </w:r>
    </w:p>
    <w:p w:rsidR="00D43590" w:rsidRDefault="00D43590" w:rsidP="00D43590">
      <w:r>
        <w:t>484.1453</w:t>
      </w:r>
      <w:r>
        <w:tab/>
        <w:t>1.013e0</w:t>
      </w:r>
    </w:p>
    <w:p w:rsidR="00D43590" w:rsidRDefault="00D43590" w:rsidP="00D43590">
      <w:r>
        <w:t>484.2201</w:t>
      </w:r>
      <w:r>
        <w:tab/>
        <w:t>2.025e0</w:t>
      </w:r>
    </w:p>
    <w:p w:rsidR="00D43590" w:rsidRDefault="00D43590" w:rsidP="00D43590">
      <w:r>
        <w:t>484.3262</w:t>
      </w:r>
      <w:r>
        <w:tab/>
        <w:t>1.013e0</w:t>
      </w:r>
    </w:p>
    <w:p w:rsidR="00D43590" w:rsidRDefault="00D43590" w:rsidP="00D43590">
      <w:r>
        <w:t>484.4282</w:t>
      </w:r>
      <w:r>
        <w:tab/>
        <w:t>4.051e0</w:t>
      </w:r>
    </w:p>
    <w:p w:rsidR="00D43590" w:rsidRDefault="00D43590" w:rsidP="00D43590">
      <w:r>
        <w:t>484.5255</w:t>
      </w:r>
      <w:r>
        <w:tab/>
        <w:t>3.038e0</w:t>
      </w:r>
    </w:p>
    <w:p w:rsidR="00D43590" w:rsidRDefault="00D43590" w:rsidP="00D43590">
      <w:r>
        <w:lastRenderedPageBreak/>
        <w:t>484.6817</w:t>
      </w:r>
      <w:r>
        <w:tab/>
        <w:t>1.013e0</w:t>
      </w:r>
    </w:p>
    <w:p w:rsidR="00D43590" w:rsidRDefault="00D43590" w:rsidP="00D43590">
      <w:r>
        <w:t>484.7594</w:t>
      </w:r>
      <w:r>
        <w:tab/>
        <w:t>2.025e0</w:t>
      </w:r>
    </w:p>
    <w:p w:rsidR="00D43590" w:rsidRDefault="00D43590" w:rsidP="00D43590">
      <w:r>
        <w:t>484.8510</w:t>
      </w:r>
      <w:r>
        <w:tab/>
        <w:t>2.025e0</w:t>
      </w:r>
    </w:p>
    <w:p w:rsidR="00D43590" w:rsidRDefault="00D43590" w:rsidP="00D43590">
      <w:r>
        <w:t>484.8958</w:t>
      </w:r>
      <w:r>
        <w:tab/>
        <w:t>1.013e0</w:t>
      </w:r>
    </w:p>
    <w:p w:rsidR="00D43590" w:rsidRDefault="00D43590" w:rsidP="00D43590">
      <w:r>
        <w:t>484.9992</w:t>
      </w:r>
      <w:r>
        <w:tab/>
        <w:t>1.013e0</w:t>
      </w:r>
    </w:p>
    <w:p w:rsidR="00D43590" w:rsidRDefault="00D43590" w:rsidP="00D43590">
      <w:r>
        <w:t>485.0880</w:t>
      </w:r>
      <w:r>
        <w:tab/>
        <w:t>2.025e0</w:t>
      </w:r>
    </w:p>
    <w:p w:rsidR="00D43590" w:rsidRDefault="00D43590" w:rsidP="00D43590">
      <w:r>
        <w:t>485.1815</w:t>
      </w:r>
      <w:r>
        <w:tab/>
        <w:t>7.089e0</w:t>
      </w:r>
    </w:p>
    <w:p w:rsidR="00D43590" w:rsidRDefault="00D43590" w:rsidP="00D43590">
      <w:r>
        <w:t>485.2414</w:t>
      </w:r>
      <w:r>
        <w:tab/>
        <w:t>6.121e0</w:t>
      </w:r>
    </w:p>
    <w:p w:rsidR="00D43590" w:rsidRDefault="00D43590" w:rsidP="00D43590">
      <w:r>
        <w:t>485.2963</w:t>
      </w:r>
      <w:r>
        <w:tab/>
        <w:t>4.006e0</w:t>
      </w:r>
    </w:p>
    <w:p w:rsidR="00D43590" w:rsidRDefault="00D43590" w:rsidP="00D43590">
      <w:r>
        <w:t>485.4077</w:t>
      </w:r>
      <w:r>
        <w:tab/>
        <w:t>3.038e0</w:t>
      </w:r>
    </w:p>
    <w:p w:rsidR="00D43590" w:rsidRDefault="00D43590" w:rsidP="00D43590">
      <w:r>
        <w:t>485.4812</w:t>
      </w:r>
      <w:r>
        <w:tab/>
        <w:t>1.013e0</w:t>
      </w:r>
    </w:p>
    <w:p w:rsidR="00D43590" w:rsidRDefault="00D43590" w:rsidP="00D43590">
      <w:r>
        <w:t>485.6191</w:t>
      </w:r>
      <w:r>
        <w:tab/>
        <w:t>1.013e0</w:t>
      </w:r>
    </w:p>
    <w:p w:rsidR="00D43590" w:rsidRDefault="00D43590" w:rsidP="00D43590">
      <w:r>
        <w:t>485.8660</w:t>
      </w:r>
      <w:r>
        <w:tab/>
        <w:t>1.013e0</w:t>
      </w:r>
    </w:p>
    <w:p w:rsidR="00D43590" w:rsidRDefault="00D43590" w:rsidP="00D43590">
      <w:r>
        <w:t>485.9211</w:t>
      </w:r>
      <w:r>
        <w:tab/>
        <w:t>2.025e0</w:t>
      </w:r>
    </w:p>
    <w:p w:rsidR="00D43590" w:rsidRDefault="00D43590" w:rsidP="00D43590">
      <w:r>
        <w:t>485.9885</w:t>
      </w:r>
      <w:r>
        <w:tab/>
        <w:t>2.025e0</w:t>
      </w:r>
    </w:p>
    <w:p w:rsidR="00D43590" w:rsidRDefault="00D43590" w:rsidP="00D43590">
      <w:r>
        <w:t>486.1593</w:t>
      </w:r>
      <w:r>
        <w:tab/>
        <w:t>4.051e0</w:t>
      </w:r>
    </w:p>
    <w:p w:rsidR="00D43590" w:rsidRDefault="00D43590" w:rsidP="00D43590">
      <w:r>
        <w:t>486.3004</w:t>
      </w:r>
      <w:r>
        <w:tab/>
        <w:t>3.038e0</w:t>
      </w:r>
    </w:p>
    <w:p w:rsidR="00D43590" w:rsidRDefault="00D43590" w:rsidP="00D43590">
      <w:r>
        <w:t>486.4156</w:t>
      </w:r>
      <w:r>
        <w:tab/>
        <w:t>1.013e0</w:t>
      </w:r>
    </w:p>
    <w:p w:rsidR="00D43590" w:rsidRDefault="00D43590" w:rsidP="00D43590">
      <w:r>
        <w:t>486.4553</w:t>
      </w:r>
      <w:r>
        <w:tab/>
        <w:t>2.025e0</w:t>
      </w:r>
    </w:p>
    <w:p w:rsidR="00D43590" w:rsidRDefault="00D43590" w:rsidP="00D43590">
      <w:r>
        <w:lastRenderedPageBreak/>
        <w:t>486.5555</w:t>
      </w:r>
      <w:r>
        <w:tab/>
        <w:t>3.038e0</w:t>
      </w:r>
    </w:p>
    <w:p w:rsidR="00D43590" w:rsidRDefault="00D43590" w:rsidP="00D43590">
      <w:r>
        <w:t>486.6477</w:t>
      </w:r>
      <w:r>
        <w:tab/>
        <w:t>2.025e0</w:t>
      </w:r>
    </w:p>
    <w:p w:rsidR="00D43590" w:rsidRDefault="00D43590" w:rsidP="00D43590">
      <w:r>
        <w:t>486.8126</w:t>
      </w:r>
      <w:r>
        <w:tab/>
        <w:t>4.051e0</w:t>
      </w:r>
    </w:p>
    <w:p w:rsidR="00D43590" w:rsidRDefault="00D43590" w:rsidP="00D43590">
      <w:r>
        <w:t>486.8755</w:t>
      </w:r>
      <w:r>
        <w:tab/>
        <w:t>3.038e0</w:t>
      </w:r>
    </w:p>
    <w:p w:rsidR="00D43590" w:rsidRDefault="00D43590" w:rsidP="00D43590">
      <w:r>
        <w:t>486.9374</w:t>
      </w:r>
      <w:r>
        <w:tab/>
        <w:t>2.025e0</w:t>
      </w:r>
    </w:p>
    <w:p w:rsidR="00D43590" w:rsidRDefault="00D43590" w:rsidP="00D43590">
      <w:r>
        <w:t>487.0852</w:t>
      </w:r>
      <w:r>
        <w:tab/>
        <w:t>2.025e0</w:t>
      </w:r>
    </w:p>
    <w:p w:rsidR="00D43590" w:rsidRDefault="00D43590" w:rsidP="00D43590">
      <w:r>
        <w:t>487.1361</w:t>
      </w:r>
      <w:r>
        <w:tab/>
        <w:t>2.025e0</w:t>
      </w:r>
    </w:p>
    <w:p w:rsidR="00D43590" w:rsidRDefault="00D43590" w:rsidP="00D43590">
      <w:r>
        <w:t>487.1877</w:t>
      </w:r>
      <w:r>
        <w:tab/>
        <w:t>2.025e0</w:t>
      </w:r>
    </w:p>
    <w:p w:rsidR="00D43590" w:rsidRDefault="00D43590" w:rsidP="00D43590">
      <w:r>
        <w:t>487.3169</w:t>
      </w:r>
      <w:r>
        <w:tab/>
        <w:t>2.025e0</w:t>
      </w:r>
    </w:p>
    <w:p w:rsidR="00D43590" w:rsidRDefault="00D43590" w:rsidP="00D43590">
      <w:r>
        <w:t>487.3874</w:t>
      </w:r>
      <w:r>
        <w:tab/>
        <w:t>6.982e0</w:t>
      </w:r>
    </w:p>
    <w:p w:rsidR="00D43590" w:rsidRDefault="00D43590" w:rsidP="00D43590">
      <w:r>
        <w:t>487.4607</w:t>
      </w:r>
      <w:r>
        <w:tab/>
        <w:t>2.025e0</w:t>
      </w:r>
    </w:p>
    <w:p w:rsidR="00D43590" w:rsidRDefault="00D43590" w:rsidP="00D43590">
      <w:r>
        <w:t>487.5005</w:t>
      </w:r>
      <w:r>
        <w:tab/>
        <w:t>2.025e0</w:t>
      </w:r>
    </w:p>
    <w:p w:rsidR="00D43590" w:rsidRDefault="00D43590" w:rsidP="00D43590">
      <w:r>
        <w:t>487.6558</w:t>
      </w:r>
      <w:r>
        <w:tab/>
        <w:t>1.013e0</w:t>
      </w:r>
    </w:p>
    <w:p w:rsidR="00D43590" w:rsidRDefault="00D43590" w:rsidP="00D43590">
      <w:r>
        <w:t>488.3960</w:t>
      </w:r>
      <w:r>
        <w:tab/>
        <w:t>1.918e0</w:t>
      </w:r>
    </w:p>
    <w:p w:rsidR="00D43590" w:rsidRDefault="00D43590" w:rsidP="00D43590">
      <w:r>
        <w:t>488.5060</w:t>
      </w:r>
      <w:r>
        <w:tab/>
        <w:t>1.013e0</w:t>
      </w:r>
    </w:p>
    <w:p w:rsidR="00D43590" w:rsidRDefault="00D43590" w:rsidP="00D43590">
      <w:r>
        <w:t>488.6613</w:t>
      </w:r>
      <w:r>
        <w:tab/>
        <w:t>1.013e0</w:t>
      </w:r>
    </w:p>
    <w:p w:rsidR="00D43590" w:rsidRDefault="00D43590" w:rsidP="00D43590">
      <w:r>
        <w:t>488.8201</w:t>
      </w:r>
      <w:r>
        <w:tab/>
        <w:t>1.013e0</w:t>
      </w:r>
    </w:p>
    <w:p w:rsidR="00D43590" w:rsidRDefault="00D43590" w:rsidP="00D43590">
      <w:r>
        <w:t>489.0319</w:t>
      </w:r>
      <w:r>
        <w:tab/>
        <w:t>1.013e0</w:t>
      </w:r>
    </w:p>
    <w:p w:rsidR="00D43590" w:rsidRDefault="00D43590" w:rsidP="00D43590">
      <w:r>
        <w:t>489.1403</w:t>
      </w:r>
      <w:r>
        <w:tab/>
        <w:t>1.013e0</w:t>
      </w:r>
    </w:p>
    <w:p w:rsidR="00D43590" w:rsidRDefault="00D43590" w:rsidP="00D43590">
      <w:r>
        <w:lastRenderedPageBreak/>
        <w:t>489.3393</w:t>
      </w:r>
      <w:r>
        <w:tab/>
        <w:t>1.215e1</w:t>
      </w:r>
    </w:p>
    <w:p w:rsidR="00D43590" w:rsidRDefault="00D43590" w:rsidP="00D43590">
      <w:r>
        <w:t>489.6063</w:t>
      </w:r>
      <w:r>
        <w:tab/>
        <w:t>1.013e0</w:t>
      </w:r>
    </w:p>
    <w:p w:rsidR="00D43590" w:rsidRDefault="00D43590" w:rsidP="00D43590">
      <w:r>
        <w:t>489.6873</w:t>
      </w:r>
      <w:r>
        <w:tab/>
        <w:t>1.013e0</w:t>
      </w:r>
    </w:p>
    <w:p w:rsidR="00D43590" w:rsidRDefault="00D43590" w:rsidP="00D43590">
      <w:r>
        <w:t>489.7403</w:t>
      </w:r>
      <w:r>
        <w:tab/>
        <w:t>1.013e0</w:t>
      </w:r>
    </w:p>
    <w:p w:rsidR="00D43590" w:rsidRDefault="00D43590" w:rsidP="00D43590">
      <w:r>
        <w:t>489.9236</w:t>
      </w:r>
      <w:r>
        <w:tab/>
        <w:t>1.013e0</w:t>
      </w:r>
    </w:p>
    <w:p w:rsidR="00D43590" w:rsidRDefault="00D43590" w:rsidP="00D43590">
      <w:r>
        <w:t>490.1378</w:t>
      </w:r>
      <w:r>
        <w:tab/>
        <w:t>1.752e1</w:t>
      </w:r>
    </w:p>
    <w:p w:rsidR="00D43590" w:rsidRDefault="00D43590" w:rsidP="00D43590">
      <w:r>
        <w:t>490.2895</w:t>
      </w:r>
      <w:r>
        <w:tab/>
        <w:t>4.051e0</w:t>
      </w:r>
    </w:p>
    <w:p w:rsidR="00D43590" w:rsidRDefault="00D43590" w:rsidP="00D43590">
      <w:r>
        <w:t>490.3576</w:t>
      </w:r>
      <w:r>
        <w:tab/>
        <w:t>4.051e0</w:t>
      </w:r>
    </w:p>
    <w:p w:rsidR="00D43590" w:rsidRDefault="00D43590" w:rsidP="00D43590">
      <w:r>
        <w:t>490.4529</w:t>
      </w:r>
      <w:r>
        <w:tab/>
        <w:t>2.838e0</w:t>
      </w:r>
    </w:p>
    <w:p w:rsidR="00D43590" w:rsidRDefault="00D43590" w:rsidP="00D43590">
      <w:r>
        <w:t>490.5671</w:t>
      </w:r>
      <w:r>
        <w:tab/>
        <w:t>1.013e0</w:t>
      </w:r>
    </w:p>
    <w:p w:rsidR="00D43590" w:rsidRDefault="00D43590" w:rsidP="00D43590">
      <w:r>
        <w:t>490.6729</w:t>
      </w:r>
      <w:r>
        <w:tab/>
        <w:t>1.013e0</w:t>
      </w:r>
    </w:p>
    <w:p w:rsidR="00D43590" w:rsidRDefault="00D43590" w:rsidP="00D43590">
      <w:r>
        <w:t>491.0282</w:t>
      </w:r>
      <w:r>
        <w:tab/>
        <w:t>1.013e0</w:t>
      </w:r>
    </w:p>
    <w:p w:rsidR="00D43590" w:rsidRDefault="00D43590" w:rsidP="00D43590">
      <w:r>
        <w:t>491.0963</w:t>
      </w:r>
      <w:r>
        <w:tab/>
        <w:t>1.013e0</w:t>
      </w:r>
    </w:p>
    <w:p w:rsidR="00D43590" w:rsidRDefault="00D43590" w:rsidP="00D43590">
      <w:r>
        <w:t>491.1466</w:t>
      </w:r>
      <w:r>
        <w:tab/>
        <w:t>3.038e0</w:t>
      </w:r>
    </w:p>
    <w:p w:rsidR="00D43590" w:rsidRDefault="00D43590" w:rsidP="00D43590">
      <w:r>
        <w:t>491.2517</w:t>
      </w:r>
      <w:r>
        <w:tab/>
        <w:t>2.025e0</w:t>
      </w:r>
    </w:p>
    <w:p w:rsidR="00D43590" w:rsidRDefault="00D43590" w:rsidP="00D43590">
      <w:r>
        <w:t>491.3301</w:t>
      </w:r>
      <w:r>
        <w:tab/>
        <w:t>3.038e0</w:t>
      </w:r>
    </w:p>
    <w:p w:rsidR="00D43590" w:rsidRDefault="00D43590" w:rsidP="00D43590">
      <w:r>
        <w:t>491.3845</w:t>
      </w:r>
      <w:r>
        <w:tab/>
        <w:t>5.138e0</w:t>
      </w:r>
    </w:p>
    <w:p w:rsidR="00D43590" w:rsidRDefault="00D43590" w:rsidP="00D43590">
      <w:r>
        <w:t>491.4319</w:t>
      </w:r>
      <w:r>
        <w:tab/>
        <w:t>4.620e0</w:t>
      </w:r>
    </w:p>
    <w:p w:rsidR="00D43590" w:rsidRDefault="00D43590" w:rsidP="00D43590">
      <w:r>
        <w:t>491.4769</w:t>
      </w:r>
      <w:r>
        <w:tab/>
        <w:t>2.025e0</w:t>
      </w:r>
    </w:p>
    <w:p w:rsidR="00D43590" w:rsidRDefault="00D43590" w:rsidP="00D43590">
      <w:r>
        <w:lastRenderedPageBreak/>
        <w:t>491.6811</w:t>
      </w:r>
      <w:r>
        <w:tab/>
        <w:t>1.013e0</w:t>
      </w:r>
    </w:p>
    <w:p w:rsidR="00D43590" w:rsidRDefault="00D43590" w:rsidP="00D43590">
      <w:r>
        <w:t>491.8369</w:t>
      </w:r>
      <w:r>
        <w:tab/>
        <w:t>3.038e0</w:t>
      </w:r>
    </w:p>
    <w:p w:rsidR="00D43590" w:rsidRDefault="00D43590" w:rsidP="00D43590">
      <w:r>
        <w:t>491.9111</w:t>
      </w:r>
      <w:r>
        <w:tab/>
        <w:t>1.013e0</w:t>
      </w:r>
    </w:p>
    <w:p w:rsidR="00D43590" w:rsidRDefault="00D43590" w:rsidP="00D43590">
      <w:r>
        <w:t>492.0527</w:t>
      </w:r>
      <w:r>
        <w:tab/>
        <w:t>1.013e0</w:t>
      </w:r>
    </w:p>
    <w:p w:rsidR="00D43590" w:rsidRDefault="00D43590" w:rsidP="00D43590">
      <w:r>
        <w:t>492.1373</w:t>
      </w:r>
      <w:r>
        <w:tab/>
        <w:t>1.013e0</w:t>
      </w:r>
    </w:p>
    <w:p w:rsidR="00D43590" w:rsidRDefault="00D43590" w:rsidP="00D43590">
      <w:r>
        <w:t>492.2387</w:t>
      </w:r>
      <w:r>
        <w:tab/>
        <w:t>2.025e0</w:t>
      </w:r>
    </w:p>
    <w:p w:rsidR="00D43590" w:rsidRDefault="00D43590" w:rsidP="00D43590">
      <w:r>
        <w:t>492.3315</w:t>
      </w:r>
      <w:r>
        <w:tab/>
        <w:t>2.025e0</w:t>
      </w:r>
    </w:p>
    <w:p w:rsidR="00D43590" w:rsidRDefault="00D43590" w:rsidP="00D43590">
      <w:r>
        <w:t>492.5132</w:t>
      </w:r>
      <w:r>
        <w:tab/>
        <w:t>1.013e0</w:t>
      </w:r>
    </w:p>
    <w:p w:rsidR="00D43590" w:rsidRDefault="00D43590" w:rsidP="00D43590">
      <w:r>
        <w:t>492.6389</w:t>
      </w:r>
      <w:r>
        <w:tab/>
        <w:t>2.025e0</w:t>
      </w:r>
    </w:p>
    <w:p w:rsidR="00D43590" w:rsidRDefault="00D43590" w:rsidP="00D43590">
      <w:r>
        <w:t>492.8828</w:t>
      </w:r>
      <w:r>
        <w:tab/>
        <w:t>2.025e0</w:t>
      </w:r>
    </w:p>
    <w:p w:rsidR="00D43590" w:rsidRDefault="00D43590" w:rsidP="00D43590">
      <w:r>
        <w:t>492.9387</w:t>
      </w:r>
      <w:r>
        <w:tab/>
        <w:t>1.013e0</w:t>
      </w:r>
    </w:p>
    <w:p w:rsidR="00D43590" w:rsidRDefault="00D43590" w:rsidP="00D43590">
      <w:r>
        <w:t>493.0019</w:t>
      </w:r>
      <w:r>
        <w:tab/>
        <w:t>1.013e0</w:t>
      </w:r>
    </w:p>
    <w:p w:rsidR="00D43590" w:rsidRDefault="00D43590" w:rsidP="00D43590">
      <w:r>
        <w:t>493.1758</w:t>
      </w:r>
      <w:r>
        <w:tab/>
        <w:t>2.025e0</w:t>
      </w:r>
    </w:p>
    <w:p w:rsidR="00D43590" w:rsidRDefault="00D43590" w:rsidP="00D43590">
      <w:r>
        <w:t>493.2314</w:t>
      </w:r>
      <w:r>
        <w:tab/>
        <w:t>1.013e0</w:t>
      </w:r>
    </w:p>
    <w:p w:rsidR="00D43590" w:rsidRDefault="00D43590" w:rsidP="00D43590">
      <w:r>
        <w:t>493.3379</w:t>
      </w:r>
      <w:r>
        <w:tab/>
        <w:t>1.013e0</w:t>
      </w:r>
    </w:p>
    <w:p w:rsidR="00D43590" w:rsidRDefault="00D43590" w:rsidP="00D43590">
      <w:r>
        <w:t>493.4208</w:t>
      </w:r>
      <w:r>
        <w:tab/>
        <w:t>3.485e0</w:t>
      </w:r>
    </w:p>
    <w:p w:rsidR="00D43590" w:rsidRDefault="00D43590" w:rsidP="00D43590">
      <w:r>
        <w:t>493.4984</w:t>
      </w:r>
      <w:r>
        <w:tab/>
        <w:t>2.025e0</w:t>
      </w:r>
    </w:p>
    <w:p w:rsidR="00D43590" w:rsidRDefault="00D43590" w:rsidP="00D43590">
      <w:r>
        <w:t>493.6933</w:t>
      </w:r>
      <w:r>
        <w:tab/>
        <w:t>3.038e0</w:t>
      </w:r>
    </w:p>
    <w:p w:rsidR="00D43590" w:rsidRDefault="00D43590" w:rsidP="00D43590">
      <w:r>
        <w:t>493.8112</w:t>
      </w:r>
      <w:r>
        <w:tab/>
        <w:t>1.013e0</w:t>
      </w:r>
    </w:p>
    <w:p w:rsidR="00D43590" w:rsidRDefault="00D43590" w:rsidP="00D43590">
      <w:r>
        <w:lastRenderedPageBreak/>
        <w:t>493.8882</w:t>
      </w:r>
      <w:r>
        <w:tab/>
        <w:t>2.025e0</w:t>
      </w:r>
    </w:p>
    <w:p w:rsidR="00D43590" w:rsidRDefault="00D43590" w:rsidP="00D43590">
      <w:r>
        <w:t>493.9271</w:t>
      </w:r>
      <w:r>
        <w:tab/>
        <w:t>2.025e0</w:t>
      </w:r>
    </w:p>
    <w:p w:rsidR="00D43590" w:rsidRDefault="00D43590" w:rsidP="00D43590">
      <w:r>
        <w:t>494.0228</w:t>
      </w:r>
      <w:r>
        <w:tab/>
        <w:t>1.013e0</w:t>
      </w:r>
    </w:p>
    <w:p w:rsidR="00D43590" w:rsidRDefault="00D43590" w:rsidP="00D43590">
      <w:r>
        <w:t>494.1194</w:t>
      </w:r>
      <w:r>
        <w:tab/>
        <w:t>1.013e0</w:t>
      </w:r>
    </w:p>
    <w:p w:rsidR="00D43590" w:rsidRDefault="00D43590" w:rsidP="00D43590">
      <w:r>
        <w:t>494.2320</w:t>
      </w:r>
      <w:r>
        <w:tab/>
        <w:t>1.013e0</w:t>
      </w:r>
    </w:p>
    <w:p w:rsidR="00D43590" w:rsidRDefault="00D43590" w:rsidP="00D43590">
      <w:r>
        <w:t>494.3737</w:t>
      </w:r>
      <w:r>
        <w:tab/>
        <w:t>3.322e0</w:t>
      </w:r>
    </w:p>
    <w:p w:rsidR="00D43590" w:rsidRDefault="00D43590" w:rsidP="00D43590">
      <w:r>
        <w:t>494.4839</w:t>
      </w:r>
      <w:r>
        <w:tab/>
        <w:t>1.013e0</w:t>
      </w:r>
    </w:p>
    <w:p w:rsidR="00D43590" w:rsidRDefault="00D43590" w:rsidP="00D43590">
      <w:r>
        <w:t>494.5943</w:t>
      </w:r>
      <w:r>
        <w:tab/>
        <w:t>5.063e0</w:t>
      </w:r>
    </w:p>
    <w:p w:rsidR="00D43590" w:rsidRDefault="00D43590" w:rsidP="00D43590">
      <w:r>
        <w:t>494.7151</w:t>
      </w:r>
      <w:r>
        <w:tab/>
        <w:t>1.013e0</w:t>
      </w:r>
    </w:p>
    <w:p w:rsidR="00D43590" w:rsidRDefault="00D43590" w:rsidP="00D43590">
      <w:r>
        <w:t>494.7621</w:t>
      </w:r>
      <w:r>
        <w:tab/>
        <w:t>2.025e0</w:t>
      </w:r>
    </w:p>
    <w:p w:rsidR="00D43590" w:rsidRDefault="00D43590" w:rsidP="00D43590">
      <w:r>
        <w:t>494.8320</w:t>
      </w:r>
      <w:r>
        <w:tab/>
        <w:t>1.013e0</w:t>
      </w:r>
    </w:p>
    <w:p w:rsidR="00D43590" w:rsidRDefault="00D43590" w:rsidP="00D43590">
      <w:r>
        <w:t>494.9147</w:t>
      </w:r>
      <w:r>
        <w:tab/>
        <w:t>2.025e0</w:t>
      </w:r>
    </w:p>
    <w:p w:rsidR="00D43590" w:rsidRDefault="00D43590" w:rsidP="00D43590">
      <w:r>
        <w:t>494.9691</w:t>
      </w:r>
      <w:r>
        <w:tab/>
        <w:t>3.038e0</w:t>
      </w:r>
    </w:p>
    <w:p w:rsidR="00D43590" w:rsidRDefault="00D43590" w:rsidP="00D43590">
      <w:r>
        <w:t>495.1239</w:t>
      </w:r>
      <w:r>
        <w:tab/>
        <w:t>2.025e0</w:t>
      </w:r>
    </w:p>
    <w:p w:rsidR="00D43590" w:rsidRDefault="00D43590" w:rsidP="00D43590">
      <w:r>
        <w:t>495.2412</w:t>
      </w:r>
      <w:r>
        <w:tab/>
        <w:t>4.051e0</w:t>
      </w:r>
    </w:p>
    <w:p w:rsidR="00D43590" w:rsidRDefault="00D43590" w:rsidP="00D43590">
      <w:r>
        <w:t>495.3370</w:t>
      </w:r>
      <w:r>
        <w:tab/>
        <w:t>3.038e0</w:t>
      </w:r>
    </w:p>
    <w:p w:rsidR="00D43590" w:rsidRDefault="00D43590" w:rsidP="00D43590">
      <w:r>
        <w:t>495.4406</w:t>
      </w:r>
      <w:r>
        <w:tab/>
        <w:t>2.958e0</w:t>
      </w:r>
    </w:p>
    <w:p w:rsidR="00D43590" w:rsidRDefault="00D43590" w:rsidP="00D43590">
      <w:r>
        <w:t>495.5815</w:t>
      </w:r>
      <w:r>
        <w:tab/>
        <w:t>2.025e0</w:t>
      </w:r>
    </w:p>
    <w:p w:rsidR="00D43590" w:rsidRDefault="00D43590" w:rsidP="00D43590">
      <w:r>
        <w:t>495.6671</w:t>
      </w:r>
      <w:r>
        <w:tab/>
        <w:t>2.025e0</w:t>
      </w:r>
    </w:p>
    <w:p w:rsidR="00D43590" w:rsidRDefault="00D43590" w:rsidP="00D43590">
      <w:r>
        <w:lastRenderedPageBreak/>
        <w:t>495.8023</w:t>
      </w:r>
      <w:r>
        <w:tab/>
        <w:t>2.025e0</w:t>
      </w:r>
    </w:p>
    <w:p w:rsidR="00D43590" w:rsidRDefault="00D43590" w:rsidP="00D43590">
      <w:r>
        <w:t>495.9532</w:t>
      </w:r>
      <w:r>
        <w:tab/>
        <w:t>2.025e0</w:t>
      </w:r>
    </w:p>
    <w:p w:rsidR="00D43590" w:rsidRDefault="00D43590" w:rsidP="00D43590">
      <w:r>
        <w:t>496.1328</w:t>
      </w:r>
      <w:r>
        <w:tab/>
        <w:t>1.013e0</w:t>
      </w:r>
    </w:p>
    <w:p w:rsidR="00D43590" w:rsidRDefault="00D43590" w:rsidP="00D43590">
      <w:r>
        <w:t>496.2032</w:t>
      </w:r>
      <w:r>
        <w:tab/>
        <w:t>1.013e0</w:t>
      </w:r>
    </w:p>
    <w:p w:rsidR="00D43590" w:rsidRDefault="00D43590" w:rsidP="00D43590">
      <w:r>
        <w:t>496.3093</w:t>
      </w:r>
      <w:r>
        <w:tab/>
        <w:t>2.025e0</w:t>
      </w:r>
    </w:p>
    <w:p w:rsidR="00D43590" w:rsidRDefault="00D43590" w:rsidP="00D43590">
      <w:r>
        <w:t>496.4280</w:t>
      </w:r>
      <w:r>
        <w:tab/>
        <w:t>1.013e1</w:t>
      </w:r>
    </w:p>
    <w:p w:rsidR="00D43590" w:rsidRDefault="00D43590" w:rsidP="00D43590">
      <w:r>
        <w:t>496.5565</w:t>
      </w:r>
      <w:r>
        <w:tab/>
        <w:t>3.038e0</w:t>
      </w:r>
    </w:p>
    <w:p w:rsidR="00D43590" w:rsidRDefault="00D43590" w:rsidP="00D43590">
      <w:r>
        <w:t>496.6068</w:t>
      </w:r>
      <w:r>
        <w:tab/>
        <w:t>1.013e0</w:t>
      </w:r>
    </w:p>
    <w:p w:rsidR="00D43590" w:rsidRDefault="00D43590" w:rsidP="00D43590">
      <w:r>
        <w:t>496.8457</w:t>
      </w:r>
      <w:r>
        <w:tab/>
        <w:t>1.013e0</w:t>
      </w:r>
    </w:p>
    <w:p w:rsidR="00D43590" w:rsidRDefault="00D43590" w:rsidP="00D43590">
      <w:r>
        <w:t>497.0154</w:t>
      </w:r>
      <w:r>
        <w:tab/>
        <w:t>1.013e0</w:t>
      </w:r>
    </w:p>
    <w:p w:rsidR="00D43590" w:rsidRDefault="00D43590" w:rsidP="00D43590">
      <w:r>
        <w:t>497.0869</w:t>
      </w:r>
      <w:r>
        <w:tab/>
        <w:t>1.013e0</w:t>
      </w:r>
    </w:p>
    <w:p w:rsidR="00D43590" w:rsidRDefault="00D43590" w:rsidP="00D43590">
      <w:r>
        <w:t>497.1489</w:t>
      </w:r>
      <w:r>
        <w:tab/>
        <w:t>1.013e0</w:t>
      </w:r>
    </w:p>
    <w:p w:rsidR="00D43590" w:rsidRDefault="00D43590" w:rsidP="00D43590">
      <w:r>
        <w:t>497.2107</w:t>
      </w:r>
      <w:r>
        <w:tab/>
        <w:t>3.038e0</w:t>
      </w:r>
    </w:p>
    <w:p w:rsidR="00D43590" w:rsidRDefault="00D43590" w:rsidP="00D43590">
      <w:r>
        <w:t>497.3762</w:t>
      </w:r>
      <w:r>
        <w:tab/>
        <w:t>3.038e0</w:t>
      </w:r>
    </w:p>
    <w:p w:rsidR="00D43590" w:rsidRDefault="00D43590" w:rsidP="00D43590">
      <w:r>
        <w:t>497.4729</w:t>
      </w:r>
      <w:r>
        <w:tab/>
        <w:t>4.024e0</w:t>
      </w:r>
    </w:p>
    <w:p w:rsidR="00D43590" w:rsidRDefault="00D43590" w:rsidP="00D43590">
      <w:r>
        <w:t>497.6757</w:t>
      </w:r>
      <w:r>
        <w:tab/>
        <w:t>1.013e0</w:t>
      </w:r>
    </w:p>
    <w:p w:rsidR="00D43590" w:rsidRDefault="00D43590" w:rsidP="00D43590">
      <w:r>
        <w:t>497.8132</w:t>
      </w:r>
      <w:r>
        <w:tab/>
        <w:t>2.025e0</w:t>
      </w:r>
    </w:p>
    <w:p w:rsidR="00D43590" w:rsidRDefault="00D43590" w:rsidP="00D43590">
      <w:r>
        <w:t>497.9366</w:t>
      </w:r>
      <w:r>
        <w:tab/>
        <w:t>1.013e0</w:t>
      </w:r>
    </w:p>
    <w:p w:rsidR="00D43590" w:rsidRDefault="00D43590" w:rsidP="00D43590">
      <w:r>
        <w:t>497.9758</w:t>
      </w:r>
      <w:r>
        <w:tab/>
        <w:t>1.013e0</w:t>
      </w:r>
    </w:p>
    <w:p w:rsidR="00D43590" w:rsidRDefault="00D43590" w:rsidP="00D43590">
      <w:r>
        <w:lastRenderedPageBreak/>
        <w:t>498.0792</w:t>
      </w:r>
      <w:r>
        <w:tab/>
        <w:t>1.013e0</w:t>
      </w:r>
    </w:p>
    <w:p w:rsidR="00D43590" w:rsidRDefault="00D43590" w:rsidP="00D43590">
      <w:r>
        <w:t>498.1877</w:t>
      </w:r>
      <w:r>
        <w:tab/>
        <w:t>2.025e0</w:t>
      </w:r>
    </w:p>
    <w:p w:rsidR="00D43590" w:rsidRDefault="00D43590" w:rsidP="00D43590">
      <w:r>
        <w:t>498.2665</w:t>
      </w:r>
      <w:r>
        <w:tab/>
        <w:t>3.038e0</w:t>
      </w:r>
    </w:p>
    <w:p w:rsidR="00D43590" w:rsidRDefault="00D43590" w:rsidP="00D43590">
      <w:r>
        <w:t>498.3843</w:t>
      </w:r>
      <w:r>
        <w:tab/>
        <w:t>1.013e0</w:t>
      </w:r>
    </w:p>
    <w:p w:rsidR="00D43590" w:rsidRDefault="00D43590" w:rsidP="00D43590">
      <w:r>
        <w:t>498.4674</w:t>
      </w:r>
      <w:r>
        <w:tab/>
        <w:t>1.013e0</w:t>
      </w:r>
    </w:p>
    <w:p w:rsidR="00D43590" w:rsidRDefault="00D43590" w:rsidP="00D43590">
      <w:r>
        <w:t>498.5167</w:t>
      </w:r>
      <w:r>
        <w:tab/>
        <w:t>2.025e0</w:t>
      </w:r>
    </w:p>
    <w:p w:rsidR="00D43590" w:rsidRDefault="00D43590" w:rsidP="00D43590">
      <w:r>
        <w:t>498.7262</w:t>
      </w:r>
      <w:r>
        <w:tab/>
        <w:t>2.025e0</w:t>
      </w:r>
    </w:p>
    <w:p w:rsidR="00D43590" w:rsidRDefault="00D43590" w:rsidP="00D43590">
      <w:r>
        <w:t>498.8178</w:t>
      </w:r>
      <w:r>
        <w:tab/>
        <w:t>1.013e0</w:t>
      </w:r>
    </w:p>
    <w:p w:rsidR="00D43590" w:rsidRDefault="00D43590" w:rsidP="00D43590">
      <w:r>
        <w:t>498.8871</w:t>
      </w:r>
      <w:r>
        <w:tab/>
        <w:t>2.025e0</w:t>
      </w:r>
    </w:p>
    <w:p w:rsidR="00D43590" w:rsidRDefault="00D43590" w:rsidP="00D43590">
      <w:r>
        <w:t>498.9413</w:t>
      </w:r>
      <w:r>
        <w:tab/>
        <w:t>1.013e0</w:t>
      </w:r>
    </w:p>
    <w:p w:rsidR="00D43590" w:rsidRDefault="00D43590" w:rsidP="00D43590">
      <w:r>
        <w:t>499.0117</w:t>
      </w:r>
      <w:r>
        <w:tab/>
        <w:t>1.013e0</w:t>
      </w:r>
    </w:p>
    <w:p w:rsidR="00D43590" w:rsidRDefault="00D43590" w:rsidP="00D43590">
      <w:r>
        <w:t>499.1682</w:t>
      </w:r>
      <w:r>
        <w:tab/>
        <w:t>1.013e0</w:t>
      </w:r>
    </w:p>
    <w:p w:rsidR="00D43590" w:rsidRDefault="00D43590" w:rsidP="00D43590">
      <w:r>
        <w:t>499.2416</w:t>
      </w:r>
      <w:r>
        <w:tab/>
        <w:t>3.949e0</w:t>
      </w:r>
    </w:p>
    <w:p w:rsidR="00D43590" w:rsidRDefault="00D43590" w:rsidP="00D43590">
      <w:r>
        <w:t>499.4311</w:t>
      </w:r>
      <w:r>
        <w:tab/>
        <w:t>5.063e0</w:t>
      </w:r>
    </w:p>
    <w:p w:rsidR="00D43590" w:rsidRDefault="00D43590" w:rsidP="00D43590">
      <w:r>
        <w:t>499.6358</w:t>
      </w:r>
      <w:r>
        <w:tab/>
        <w:t>3.038e0</w:t>
      </w:r>
    </w:p>
    <w:p w:rsidR="00D43590" w:rsidRDefault="00D43590" w:rsidP="00D43590">
      <w:r>
        <w:t>499.7557</w:t>
      </w:r>
      <w:r>
        <w:tab/>
        <w:t>2.025e0</w:t>
      </w:r>
    </w:p>
    <w:p w:rsidR="00D43590" w:rsidRDefault="00D43590" w:rsidP="00D43590">
      <w:r>
        <w:t>499.9241</w:t>
      </w:r>
      <w:r>
        <w:tab/>
        <w:t>3.038e0</w:t>
      </w:r>
    </w:p>
    <w:p w:rsidR="00D43590" w:rsidRDefault="00D43590" w:rsidP="00D43590">
      <w:r>
        <w:t>500.0103</w:t>
      </w:r>
      <w:r>
        <w:tab/>
        <w:t>1.013e0</w:t>
      </w:r>
    </w:p>
    <w:p w:rsidR="00D43590" w:rsidRDefault="00D43590" w:rsidP="00D43590">
      <w:r>
        <w:t>500.1790</w:t>
      </w:r>
      <w:r>
        <w:tab/>
        <w:t>1.013e0</w:t>
      </w:r>
    </w:p>
    <w:p w:rsidR="00D43590" w:rsidRDefault="00D43590" w:rsidP="00D43590">
      <w:r>
        <w:lastRenderedPageBreak/>
        <w:t>500.2473</w:t>
      </w:r>
      <w:r>
        <w:tab/>
        <w:t>2.105e0</w:t>
      </w:r>
    </w:p>
    <w:p w:rsidR="00D43590" w:rsidRDefault="00D43590" w:rsidP="00D43590">
      <w:r>
        <w:t>500.4087</w:t>
      </w:r>
      <w:r>
        <w:tab/>
        <w:t>3.038e0</w:t>
      </w:r>
    </w:p>
    <w:p w:rsidR="00D43590" w:rsidRDefault="00D43590" w:rsidP="00D43590">
      <w:r>
        <w:t>500.5346</w:t>
      </w:r>
      <w:r>
        <w:tab/>
        <w:t>1.013e0</w:t>
      </w:r>
    </w:p>
    <w:p w:rsidR="00D43590" w:rsidRDefault="00D43590" w:rsidP="00D43590">
      <w:r>
        <w:t>500.7232</w:t>
      </w:r>
      <w:r>
        <w:tab/>
        <w:t>3.038e0</w:t>
      </w:r>
    </w:p>
    <w:p w:rsidR="00D43590" w:rsidRDefault="00D43590" w:rsidP="00D43590">
      <w:r>
        <w:t>500.9975</w:t>
      </w:r>
      <w:r>
        <w:tab/>
        <w:t>1.013e0</w:t>
      </w:r>
    </w:p>
    <w:p w:rsidR="00D43590" w:rsidRDefault="00D43590" w:rsidP="00D43590">
      <w:r>
        <w:t>501.1296</w:t>
      </w:r>
      <w:r>
        <w:tab/>
        <w:t>1.013e0</w:t>
      </w:r>
    </w:p>
    <w:p w:rsidR="00D43590" w:rsidRDefault="00D43590" w:rsidP="00D43590">
      <w:r>
        <w:t>501.1685</w:t>
      </w:r>
      <w:r>
        <w:tab/>
        <w:t>1.013e0</w:t>
      </w:r>
    </w:p>
    <w:p w:rsidR="00D43590" w:rsidRDefault="00D43590" w:rsidP="00D43590">
      <w:r>
        <w:t>501.2645</w:t>
      </w:r>
      <w:r>
        <w:tab/>
        <w:t>3.038e0</w:t>
      </w:r>
    </w:p>
    <w:p w:rsidR="00D43590" w:rsidRDefault="00D43590" w:rsidP="00D43590">
      <w:r>
        <w:t>501.3124</w:t>
      </w:r>
      <w:r>
        <w:tab/>
        <w:t>1.888e0</w:t>
      </w:r>
    </w:p>
    <w:p w:rsidR="00D43590" w:rsidRDefault="00D43590" w:rsidP="00D43590">
      <w:r>
        <w:t>501.3964</w:t>
      </w:r>
      <w:r>
        <w:tab/>
        <w:t>4.051e0</w:t>
      </w:r>
    </w:p>
    <w:p w:rsidR="00D43590" w:rsidRDefault="00D43590" w:rsidP="00D43590">
      <w:r>
        <w:t>501.4994</w:t>
      </w:r>
      <w:r>
        <w:tab/>
        <w:t>3.038e0</w:t>
      </w:r>
    </w:p>
    <w:p w:rsidR="00D43590" w:rsidRDefault="00D43590" w:rsidP="00D43590">
      <w:r>
        <w:t>501.6743</w:t>
      </w:r>
      <w:r>
        <w:tab/>
        <w:t>1.013e0</w:t>
      </w:r>
    </w:p>
    <w:p w:rsidR="00D43590" w:rsidRDefault="00D43590" w:rsidP="00D43590">
      <w:r>
        <w:t>501.7741</w:t>
      </w:r>
      <w:r>
        <w:tab/>
        <w:t>2.025e0</w:t>
      </w:r>
    </w:p>
    <w:p w:rsidR="00D43590" w:rsidRDefault="00D43590" w:rsidP="00D43590">
      <w:r>
        <w:t>501.9630</w:t>
      </w:r>
      <w:r>
        <w:tab/>
        <w:t>2.025e0</w:t>
      </w:r>
    </w:p>
    <w:p w:rsidR="00D43590" w:rsidRDefault="00D43590" w:rsidP="00D43590">
      <w:r>
        <w:t>502.2341</w:t>
      </w:r>
      <w:r>
        <w:tab/>
        <w:t>1.013e0</w:t>
      </w:r>
    </w:p>
    <w:p w:rsidR="00D43590" w:rsidRDefault="00D43590" w:rsidP="00D43590">
      <w:r>
        <w:t>502.3374</w:t>
      </w:r>
      <w:r>
        <w:tab/>
        <w:t>1.013e0</w:t>
      </w:r>
    </w:p>
    <w:p w:rsidR="00D43590" w:rsidRDefault="00D43590" w:rsidP="00D43590">
      <w:r>
        <w:t>502.4258</w:t>
      </w:r>
      <w:r>
        <w:tab/>
        <w:t>1.013e0</w:t>
      </w:r>
    </w:p>
    <w:p w:rsidR="00D43590" w:rsidRDefault="00D43590" w:rsidP="00D43590">
      <w:r>
        <w:t>502.6654</w:t>
      </w:r>
      <w:r>
        <w:tab/>
        <w:t>2.025e0</w:t>
      </w:r>
    </w:p>
    <w:p w:rsidR="00D43590" w:rsidRDefault="00D43590" w:rsidP="00D43590">
      <w:r>
        <w:t>502.7647</w:t>
      </w:r>
      <w:r>
        <w:tab/>
        <w:t>1.013e0</w:t>
      </w:r>
    </w:p>
    <w:p w:rsidR="00D43590" w:rsidRDefault="00D43590" w:rsidP="00D43590">
      <w:r>
        <w:lastRenderedPageBreak/>
        <w:t>502.8189</w:t>
      </w:r>
      <w:r>
        <w:tab/>
        <w:t>1.013e0</w:t>
      </w:r>
    </w:p>
    <w:p w:rsidR="00D43590" w:rsidRDefault="00D43590" w:rsidP="00D43590">
      <w:r>
        <w:t>502.9679</w:t>
      </w:r>
      <w:r>
        <w:tab/>
        <w:t>1.013e0</w:t>
      </w:r>
    </w:p>
    <w:p w:rsidR="00D43590" w:rsidRDefault="00D43590" w:rsidP="00D43590">
      <w:r>
        <w:t>503.0549</w:t>
      </w:r>
      <w:r>
        <w:tab/>
        <w:t>2.025e0</w:t>
      </w:r>
    </w:p>
    <w:p w:rsidR="00D43590" w:rsidRDefault="00D43590" w:rsidP="00D43590">
      <w:r>
        <w:t>503.1442</w:t>
      </w:r>
      <w:r>
        <w:tab/>
        <w:t>1.013e0</w:t>
      </w:r>
    </w:p>
    <w:p w:rsidR="00D43590" w:rsidRDefault="00D43590" w:rsidP="00D43590">
      <w:r>
        <w:t>503.3564</w:t>
      </w:r>
      <w:r>
        <w:tab/>
        <w:t>3.614e0</w:t>
      </w:r>
    </w:p>
    <w:p w:rsidR="00D43590" w:rsidRDefault="00D43590" w:rsidP="00D43590">
      <w:r>
        <w:t>503.3972</w:t>
      </w:r>
      <w:r>
        <w:tab/>
        <w:t>3.896e0</w:t>
      </w:r>
    </w:p>
    <w:p w:rsidR="00D43590" w:rsidRDefault="00D43590" w:rsidP="00D43590">
      <w:r>
        <w:t>503.4741</w:t>
      </w:r>
      <w:r>
        <w:tab/>
        <w:t>2.025e0</w:t>
      </w:r>
    </w:p>
    <w:p w:rsidR="00D43590" w:rsidRDefault="00D43590" w:rsidP="00D43590">
      <w:r>
        <w:t>503.6158</w:t>
      </w:r>
      <w:r>
        <w:tab/>
        <w:t>1.013e0</w:t>
      </w:r>
    </w:p>
    <w:p w:rsidR="00D43590" w:rsidRDefault="00D43590" w:rsidP="00D43590">
      <w:r>
        <w:t>503.7192</w:t>
      </w:r>
      <w:r>
        <w:tab/>
        <w:t>2.025e0</w:t>
      </w:r>
    </w:p>
    <w:p w:rsidR="00D43590" w:rsidRDefault="00D43590" w:rsidP="00D43590">
      <w:r>
        <w:t>503.7854</w:t>
      </w:r>
      <w:r>
        <w:tab/>
        <w:t>2.025e0</w:t>
      </w:r>
    </w:p>
    <w:p w:rsidR="00D43590" w:rsidRDefault="00D43590" w:rsidP="00D43590">
      <w:r>
        <w:t>503.8593</w:t>
      </w:r>
      <w:r>
        <w:tab/>
        <w:t>2.025e0</w:t>
      </w:r>
    </w:p>
    <w:p w:rsidR="00D43590" w:rsidRDefault="00D43590" w:rsidP="00D43590">
      <w:r>
        <w:t>503.9401</w:t>
      </w:r>
      <w:r>
        <w:tab/>
        <w:t>1.013e0</w:t>
      </w:r>
    </w:p>
    <w:p w:rsidR="00D43590" w:rsidRDefault="00D43590" w:rsidP="00D43590">
      <w:r>
        <w:t>503.9944</w:t>
      </w:r>
      <w:r>
        <w:tab/>
        <w:t>1.013e0</w:t>
      </w:r>
    </w:p>
    <w:p w:rsidR="00D43590" w:rsidRDefault="00D43590" w:rsidP="00D43590">
      <w:r>
        <w:t>504.1204</w:t>
      </w:r>
      <w:r>
        <w:tab/>
        <w:t>1.013e0</w:t>
      </w:r>
    </w:p>
    <w:p w:rsidR="00D43590" w:rsidRDefault="00D43590" w:rsidP="00D43590">
      <w:r>
        <w:t>504.2128</w:t>
      </w:r>
      <w:r>
        <w:tab/>
        <w:t>2.025e0</w:t>
      </w:r>
    </w:p>
    <w:p w:rsidR="00D43590" w:rsidRDefault="00D43590" w:rsidP="00D43590">
      <w:r>
        <w:t>504.2661</w:t>
      </w:r>
      <w:r>
        <w:tab/>
        <w:t>3.038e0</w:t>
      </w:r>
    </w:p>
    <w:p w:rsidR="00D43590" w:rsidRDefault="00D43590" w:rsidP="00D43590">
      <w:r>
        <w:t>504.3668</w:t>
      </w:r>
      <w:r>
        <w:tab/>
        <w:t>3.038e0</w:t>
      </w:r>
    </w:p>
    <w:p w:rsidR="00D43590" w:rsidRDefault="00D43590" w:rsidP="00D43590">
      <w:r>
        <w:t>504.4653</w:t>
      </w:r>
      <w:r>
        <w:tab/>
        <w:t>1.013e0</w:t>
      </w:r>
    </w:p>
    <w:p w:rsidR="00D43590" w:rsidRDefault="00D43590" w:rsidP="00D43590">
      <w:r>
        <w:t>504.5591</w:t>
      </w:r>
      <w:r>
        <w:tab/>
        <w:t>1.013e0</w:t>
      </w:r>
    </w:p>
    <w:p w:rsidR="00D43590" w:rsidRDefault="00D43590" w:rsidP="00D43590">
      <w:r>
        <w:lastRenderedPageBreak/>
        <w:t>504.8187</w:t>
      </w:r>
      <w:r>
        <w:tab/>
        <w:t>1.013e0</w:t>
      </w:r>
    </w:p>
    <w:p w:rsidR="00D43590" w:rsidRDefault="00D43590" w:rsidP="00D43590">
      <w:r>
        <w:t>504.8818</w:t>
      </w:r>
      <w:r>
        <w:tab/>
        <w:t>2.025e0</w:t>
      </w:r>
    </w:p>
    <w:p w:rsidR="00D43590" w:rsidRDefault="00D43590" w:rsidP="00D43590">
      <w:r>
        <w:t>504.9457</w:t>
      </w:r>
      <w:r>
        <w:tab/>
        <w:t>1.013e0</w:t>
      </w:r>
    </w:p>
    <w:p w:rsidR="00D43590" w:rsidRDefault="00D43590" w:rsidP="00D43590">
      <w:r>
        <w:t>505.0182</w:t>
      </w:r>
      <w:r>
        <w:tab/>
        <w:t>1.013e0</w:t>
      </w:r>
    </w:p>
    <w:p w:rsidR="00D43590" w:rsidRDefault="00D43590" w:rsidP="00D43590">
      <w:r>
        <w:t>505.1089</w:t>
      </w:r>
      <w:r>
        <w:tab/>
        <w:t>1.013e0</w:t>
      </w:r>
    </w:p>
    <w:p w:rsidR="00D43590" w:rsidRDefault="00D43590" w:rsidP="00D43590">
      <w:r>
        <w:t>505.1692</w:t>
      </w:r>
      <w:r>
        <w:tab/>
        <w:t>1.013e0</w:t>
      </w:r>
    </w:p>
    <w:p w:rsidR="00D43590" w:rsidRDefault="00D43590" w:rsidP="00D43590">
      <w:r>
        <w:t>505.2450</w:t>
      </w:r>
      <w:r>
        <w:tab/>
        <w:t>1.013e0</w:t>
      </w:r>
    </w:p>
    <w:p w:rsidR="00D43590" w:rsidRDefault="00D43590" w:rsidP="00D43590">
      <w:r>
        <w:t>505.3597</w:t>
      </w:r>
      <w:r>
        <w:tab/>
        <w:t>7.089e0</w:t>
      </w:r>
    </w:p>
    <w:p w:rsidR="00D43590" w:rsidRDefault="00D43590" w:rsidP="00D43590">
      <w:r>
        <w:t>505.4809</w:t>
      </w:r>
      <w:r>
        <w:tab/>
        <w:t>1.013e0</w:t>
      </w:r>
    </w:p>
    <w:p w:rsidR="00D43590" w:rsidRDefault="00D43590" w:rsidP="00D43590">
      <w:r>
        <w:t>505.6231</w:t>
      </w:r>
      <w:r>
        <w:tab/>
        <w:t>2.025e0</w:t>
      </w:r>
    </w:p>
    <w:p w:rsidR="00D43590" w:rsidRDefault="00D43590" w:rsidP="00D43590">
      <w:r>
        <w:t>505.7622</w:t>
      </w:r>
      <w:r>
        <w:tab/>
        <w:t>1.013e0</w:t>
      </w:r>
    </w:p>
    <w:p w:rsidR="00D43590" w:rsidRDefault="00D43590" w:rsidP="00D43590">
      <w:r>
        <w:t>505.9160</w:t>
      </w:r>
      <w:r>
        <w:tab/>
        <w:t>2.025e0</w:t>
      </w:r>
    </w:p>
    <w:p w:rsidR="00D43590" w:rsidRDefault="00D43590" w:rsidP="00D43590">
      <w:r>
        <w:t>506.0265</w:t>
      </w:r>
      <w:r>
        <w:tab/>
        <w:t>2.025e0</w:t>
      </w:r>
    </w:p>
    <w:p w:rsidR="00D43590" w:rsidRDefault="00D43590" w:rsidP="00D43590">
      <w:r>
        <w:t>506.0733</w:t>
      </w:r>
      <w:r>
        <w:tab/>
        <w:t>2.025e0</w:t>
      </w:r>
    </w:p>
    <w:p w:rsidR="00D43590" w:rsidRDefault="00D43590" w:rsidP="00D43590">
      <w:r>
        <w:t>506.1484</w:t>
      </w:r>
      <w:r>
        <w:tab/>
        <w:t>4.703e0</w:t>
      </w:r>
    </w:p>
    <w:p w:rsidR="00D43590" w:rsidRDefault="00D43590" w:rsidP="00D43590">
      <w:r>
        <w:t>506.2259</w:t>
      </w:r>
      <w:r>
        <w:tab/>
        <w:t>3.038e0</w:t>
      </w:r>
    </w:p>
    <w:p w:rsidR="00D43590" w:rsidRDefault="00D43590" w:rsidP="00D43590">
      <w:r>
        <w:t>506.3619</w:t>
      </w:r>
      <w:r>
        <w:tab/>
        <w:t>2.025e0</w:t>
      </w:r>
    </w:p>
    <w:p w:rsidR="00D43590" w:rsidRDefault="00D43590" w:rsidP="00D43590">
      <w:r>
        <w:t>506.4452</w:t>
      </w:r>
      <w:r>
        <w:tab/>
        <w:t>1.013e0</w:t>
      </w:r>
    </w:p>
    <w:p w:rsidR="00D43590" w:rsidRDefault="00D43590" w:rsidP="00D43590">
      <w:r>
        <w:t>506.5710</w:t>
      </w:r>
      <w:r>
        <w:tab/>
        <w:t>2.025e0</w:t>
      </w:r>
    </w:p>
    <w:p w:rsidR="00D43590" w:rsidRDefault="00D43590" w:rsidP="00D43590">
      <w:r>
        <w:lastRenderedPageBreak/>
        <w:t>506.6502</w:t>
      </w:r>
      <w:r>
        <w:tab/>
        <w:t>4.051e0</w:t>
      </w:r>
    </w:p>
    <w:p w:rsidR="00D43590" w:rsidRDefault="00D43590" w:rsidP="00D43590">
      <w:r>
        <w:t>506.8897</w:t>
      </w:r>
      <w:r>
        <w:tab/>
        <w:t>1.013e0</w:t>
      </w:r>
    </w:p>
    <w:p w:rsidR="00D43590" w:rsidRDefault="00D43590" w:rsidP="00D43590">
      <w:r>
        <w:t>506.9774</w:t>
      </w:r>
      <w:r>
        <w:tab/>
        <w:t>3.038e0</w:t>
      </w:r>
    </w:p>
    <w:p w:rsidR="00D43590" w:rsidRDefault="00D43590" w:rsidP="00D43590">
      <w:r>
        <w:t>507.1060</w:t>
      </w:r>
      <w:r>
        <w:tab/>
        <w:t>1.013e0</w:t>
      </w:r>
    </w:p>
    <w:p w:rsidR="00D43590" w:rsidRDefault="00D43590" w:rsidP="00D43590">
      <w:r>
        <w:t>507.1900</w:t>
      </w:r>
      <w:r>
        <w:tab/>
        <w:t>1.013e0</w:t>
      </w:r>
    </w:p>
    <w:p w:rsidR="00D43590" w:rsidRDefault="00D43590" w:rsidP="00D43590">
      <w:r>
        <w:t>507.2649</w:t>
      </w:r>
      <w:r>
        <w:tab/>
        <w:t>1.013e0</w:t>
      </w:r>
    </w:p>
    <w:p w:rsidR="00D43590" w:rsidRDefault="00D43590" w:rsidP="00D43590">
      <w:r>
        <w:t>507.3828</w:t>
      </w:r>
      <w:r>
        <w:tab/>
        <w:t>5.063e0</w:t>
      </w:r>
    </w:p>
    <w:p w:rsidR="00D43590" w:rsidRDefault="00D43590" w:rsidP="00D43590">
      <w:r>
        <w:t>507.4720</w:t>
      </w:r>
      <w:r>
        <w:tab/>
        <w:t>1.013e0</w:t>
      </w:r>
    </w:p>
    <w:p w:rsidR="00D43590" w:rsidRDefault="00D43590" w:rsidP="00D43590">
      <w:r>
        <w:t>507.5362</w:t>
      </w:r>
      <w:r>
        <w:tab/>
        <w:t>1.013e0</w:t>
      </w:r>
    </w:p>
    <w:p w:rsidR="00D43590" w:rsidRDefault="00D43590" w:rsidP="00D43590">
      <w:r>
        <w:t>507.6091</w:t>
      </w:r>
      <w:r>
        <w:tab/>
        <w:t>1.013e0</w:t>
      </w:r>
    </w:p>
    <w:p w:rsidR="00D43590" w:rsidRDefault="00D43590" w:rsidP="00D43590">
      <w:r>
        <w:t>507.7010</w:t>
      </w:r>
      <w:r>
        <w:tab/>
        <w:t>1.013e0</w:t>
      </w:r>
    </w:p>
    <w:p w:rsidR="00D43590" w:rsidRDefault="00D43590" w:rsidP="00D43590">
      <w:r>
        <w:t>507.7453</w:t>
      </w:r>
      <w:r>
        <w:tab/>
        <w:t>2.025e0</w:t>
      </w:r>
    </w:p>
    <w:p w:rsidR="00D43590" w:rsidRDefault="00D43590" w:rsidP="00D43590">
      <w:r>
        <w:t>507.8187</w:t>
      </w:r>
      <w:r>
        <w:tab/>
        <w:t>2.025e0</w:t>
      </w:r>
    </w:p>
    <w:p w:rsidR="00D43590" w:rsidRDefault="00D43590" w:rsidP="00D43590">
      <w:r>
        <w:t>507.9257</w:t>
      </w:r>
      <w:r>
        <w:tab/>
        <w:t>1.013e0</w:t>
      </w:r>
    </w:p>
    <w:p w:rsidR="00D43590" w:rsidRDefault="00D43590" w:rsidP="00D43590">
      <w:r>
        <w:t>508.0879</w:t>
      </w:r>
      <w:r>
        <w:tab/>
        <w:t>3.038e0</w:t>
      </w:r>
    </w:p>
    <w:p w:rsidR="00D43590" w:rsidRDefault="00D43590" w:rsidP="00D43590">
      <w:r>
        <w:t>508.1652</w:t>
      </w:r>
      <w:r>
        <w:tab/>
        <w:t>1.013e0</w:t>
      </w:r>
    </w:p>
    <w:p w:rsidR="00D43590" w:rsidRDefault="00D43590" w:rsidP="00D43590">
      <w:r>
        <w:t>508.2291</w:t>
      </w:r>
      <w:r>
        <w:tab/>
        <w:t>1.013e0</w:t>
      </w:r>
    </w:p>
    <w:p w:rsidR="00D43590" w:rsidRDefault="00D43590" w:rsidP="00D43590">
      <w:r>
        <w:t>508.3294</w:t>
      </w:r>
      <w:r>
        <w:tab/>
        <w:t>2.025e0</w:t>
      </w:r>
    </w:p>
    <w:p w:rsidR="00D43590" w:rsidRDefault="00D43590" w:rsidP="00D43590">
      <w:r>
        <w:t>508.4298</w:t>
      </w:r>
      <w:r>
        <w:tab/>
        <w:t>1.013e0</w:t>
      </w:r>
    </w:p>
    <w:p w:rsidR="00D43590" w:rsidRDefault="00D43590" w:rsidP="00D43590">
      <w:r>
        <w:lastRenderedPageBreak/>
        <w:t>508.4754</w:t>
      </w:r>
      <w:r>
        <w:tab/>
        <w:t>1.013e0</w:t>
      </w:r>
    </w:p>
    <w:p w:rsidR="00D43590" w:rsidRDefault="00D43590" w:rsidP="00D43590">
      <w:r>
        <w:t>508.6573</w:t>
      </w:r>
      <w:r>
        <w:tab/>
        <w:t>1.013e0</w:t>
      </w:r>
    </w:p>
    <w:p w:rsidR="00D43590" w:rsidRDefault="00D43590" w:rsidP="00D43590">
      <w:r>
        <w:t>508.7402</w:t>
      </w:r>
      <w:r>
        <w:tab/>
        <w:t>1.013e0</w:t>
      </w:r>
    </w:p>
    <w:p w:rsidR="00D43590" w:rsidRDefault="00D43590" w:rsidP="00D43590">
      <w:r>
        <w:t>508.8270</w:t>
      </w:r>
      <w:r>
        <w:tab/>
        <w:t>2.025e0</w:t>
      </w:r>
    </w:p>
    <w:p w:rsidR="00D43590" w:rsidRDefault="00D43590" w:rsidP="00D43590">
      <w:r>
        <w:t>508.9085</w:t>
      </w:r>
      <w:r>
        <w:tab/>
        <w:t>2.025e0</w:t>
      </w:r>
    </w:p>
    <w:p w:rsidR="00D43590" w:rsidRDefault="00D43590" w:rsidP="00D43590">
      <w:r>
        <w:t>508.9547</w:t>
      </w:r>
      <w:r>
        <w:tab/>
        <w:t>1.081e0</w:t>
      </w:r>
    </w:p>
    <w:p w:rsidR="00D43590" w:rsidRDefault="00D43590" w:rsidP="00D43590">
      <w:r>
        <w:t>509.0231</w:t>
      </w:r>
      <w:r>
        <w:tab/>
        <w:t>1.013e0</w:t>
      </w:r>
    </w:p>
    <w:p w:rsidR="00D43590" w:rsidRDefault="00D43590" w:rsidP="00D43590">
      <w:r>
        <w:t>509.1512</w:t>
      </w:r>
      <w:r>
        <w:tab/>
        <w:t>1.013e0</w:t>
      </w:r>
    </w:p>
    <w:p w:rsidR="00D43590" w:rsidRDefault="00D43590" w:rsidP="00D43590">
      <w:r>
        <w:t>509.2867</w:t>
      </w:r>
      <w:r>
        <w:tab/>
        <w:t>7.089e0</w:t>
      </w:r>
    </w:p>
    <w:p w:rsidR="00D43590" w:rsidRDefault="00D43590" w:rsidP="00D43590">
      <w:r>
        <w:t>509.3911</w:t>
      </w:r>
      <w:r>
        <w:tab/>
        <w:t>1.013e0</w:t>
      </w:r>
    </w:p>
    <w:p w:rsidR="00D43590" w:rsidRDefault="00D43590" w:rsidP="00D43590">
      <w:r>
        <w:t>509.4894</w:t>
      </w:r>
      <w:r>
        <w:tab/>
        <w:t>2.025e0</w:t>
      </w:r>
    </w:p>
    <w:p w:rsidR="00D43590" w:rsidRDefault="00D43590" w:rsidP="00D43590">
      <w:r>
        <w:t>509.6998</w:t>
      </w:r>
      <w:r>
        <w:tab/>
        <w:t>1.013e0</w:t>
      </w:r>
    </w:p>
    <w:p w:rsidR="00D43590" w:rsidRDefault="00D43590" w:rsidP="00D43590">
      <w:r>
        <w:t>509.7546</w:t>
      </w:r>
      <w:r>
        <w:tab/>
        <w:t>1.013e0</w:t>
      </w:r>
    </w:p>
    <w:p w:rsidR="00D43590" w:rsidRDefault="00D43590" w:rsidP="00D43590">
      <w:r>
        <w:t>509.8553</w:t>
      </w:r>
      <w:r>
        <w:tab/>
        <w:t>1.013e0</w:t>
      </w:r>
    </w:p>
    <w:p w:rsidR="00D43590" w:rsidRDefault="00D43590" w:rsidP="00D43590">
      <w:r>
        <w:t>509.9132</w:t>
      </w:r>
      <w:r>
        <w:tab/>
        <w:t>1.013e0</w:t>
      </w:r>
    </w:p>
    <w:p w:rsidR="00D43590" w:rsidRDefault="00D43590" w:rsidP="00D43590">
      <w:r>
        <w:t>509.9926</w:t>
      </w:r>
      <w:r>
        <w:tab/>
        <w:t>1.013e0</w:t>
      </w:r>
    </w:p>
    <w:p w:rsidR="00D43590" w:rsidRDefault="00D43590" w:rsidP="00D43590">
      <w:r>
        <w:t>510.2437</w:t>
      </w:r>
      <w:r>
        <w:tab/>
        <w:t>1.013e0</w:t>
      </w:r>
    </w:p>
    <w:p w:rsidR="00D43590" w:rsidRDefault="00D43590" w:rsidP="00D43590">
      <w:r>
        <w:t>510.3208</w:t>
      </w:r>
      <w:r>
        <w:tab/>
        <w:t>6.076e0</w:t>
      </w:r>
    </w:p>
    <w:p w:rsidR="00D43590" w:rsidRDefault="00D43590" w:rsidP="00D43590">
      <w:r>
        <w:t>510.4269</w:t>
      </w:r>
      <w:r>
        <w:tab/>
        <w:t>5.063e0</w:t>
      </w:r>
    </w:p>
    <w:p w:rsidR="00D43590" w:rsidRDefault="00D43590" w:rsidP="00D43590">
      <w:r>
        <w:lastRenderedPageBreak/>
        <w:t>510.5695</w:t>
      </w:r>
      <w:r>
        <w:tab/>
        <w:t>1.013e0</w:t>
      </w:r>
    </w:p>
    <w:p w:rsidR="00D43590" w:rsidRDefault="00D43590" w:rsidP="00D43590">
      <w:r>
        <w:t>510.7628</w:t>
      </w:r>
      <w:r>
        <w:tab/>
        <w:t>2.025e0</w:t>
      </w:r>
    </w:p>
    <w:p w:rsidR="00D43590" w:rsidRDefault="00D43590" w:rsidP="00D43590">
      <w:r>
        <w:t>510.8286</w:t>
      </w:r>
      <w:r>
        <w:tab/>
        <w:t>1.349e0</w:t>
      </w:r>
    </w:p>
    <w:p w:rsidR="00D43590" w:rsidRDefault="00D43590" w:rsidP="00D43590">
      <w:r>
        <w:t>510.8811</w:t>
      </w:r>
      <w:r>
        <w:tab/>
        <w:t>1.013e0</w:t>
      </w:r>
    </w:p>
    <w:p w:rsidR="00D43590" w:rsidRDefault="00D43590" w:rsidP="00D43590">
      <w:r>
        <w:t>510.9575</w:t>
      </w:r>
      <w:r>
        <w:tab/>
        <w:t>1.013e0</w:t>
      </w:r>
    </w:p>
    <w:p w:rsidR="00D43590" w:rsidRDefault="00D43590" w:rsidP="00D43590">
      <w:r>
        <w:t>511.2387</w:t>
      </w:r>
      <w:r>
        <w:tab/>
        <w:t>2.025e0</w:t>
      </w:r>
    </w:p>
    <w:p w:rsidR="00D43590" w:rsidRDefault="00D43590" w:rsidP="00D43590">
      <w:r>
        <w:t>511.3897</w:t>
      </w:r>
      <w:r>
        <w:tab/>
        <w:t>3.038e0</w:t>
      </w:r>
    </w:p>
    <w:p w:rsidR="00D43590" w:rsidRDefault="00D43590" w:rsidP="00D43590">
      <w:r>
        <w:t>511.4333</w:t>
      </w:r>
      <w:r>
        <w:tab/>
        <w:t>3.038e0</w:t>
      </w:r>
    </w:p>
    <w:p w:rsidR="00D43590" w:rsidRDefault="00D43590" w:rsidP="00D43590">
      <w:r>
        <w:t>511.5394</w:t>
      </w:r>
      <w:r>
        <w:tab/>
        <w:t>5.063e0</w:t>
      </w:r>
    </w:p>
    <w:p w:rsidR="00D43590" w:rsidRDefault="00D43590" w:rsidP="00D43590">
      <w:r>
        <w:t>511.6185</w:t>
      </w:r>
      <w:r>
        <w:tab/>
        <w:t>2.025e0</w:t>
      </w:r>
    </w:p>
    <w:p w:rsidR="00D43590" w:rsidRDefault="00D43590" w:rsidP="00D43590">
      <w:r>
        <w:t>511.6977</w:t>
      </w:r>
      <w:r>
        <w:tab/>
        <w:t>4.051e0</w:t>
      </w:r>
    </w:p>
    <w:p w:rsidR="00D43590" w:rsidRDefault="00D43590" w:rsidP="00D43590">
      <w:r>
        <w:t>511.7710</w:t>
      </w:r>
      <w:r>
        <w:tab/>
        <w:t>1.013e0</w:t>
      </w:r>
    </w:p>
    <w:p w:rsidR="00D43590" w:rsidRDefault="00D43590" w:rsidP="00D43590">
      <w:r>
        <w:t>511.8536</w:t>
      </w:r>
      <w:r>
        <w:tab/>
        <w:t>1.013e0</w:t>
      </w:r>
    </w:p>
    <w:p w:rsidR="00D43590" w:rsidRDefault="00D43590" w:rsidP="00D43590">
      <w:r>
        <w:t>511.8904</w:t>
      </w:r>
      <w:r>
        <w:tab/>
        <w:t>1.013e0</w:t>
      </w:r>
    </w:p>
    <w:p w:rsidR="00D43590" w:rsidRDefault="00D43590" w:rsidP="00D43590">
      <w:r>
        <w:t>511.9828</w:t>
      </w:r>
      <w:r>
        <w:tab/>
        <w:t>2.025e0</w:t>
      </w:r>
    </w:p>
    <w:p w:rsidR="00D43590" w:rsidRDefault="00D43590" w:rsidP="00D43590">
      <w:r>
        <w:t>512.0875</w:t>
      </w:r>
      <w:r>
        <w:tab/>
        <w:t>1.013e0</w:t>
      </w:r>
    </w:p>
    <w:p w:rsidR="00D43590" w:rsidRDefault="00D43590" w:rsidP="00D43590">
      <w:r>
        <w:t>512.1409</w:t>
      </w:r>
      <w:r>
        <w:tab/>
        <w:t>3.038e0</w:t>
      </w:r>
    </w:p>
    <w:p w:rsidR="00D43590" w:rsidRDefault="00D43590" w:rsidP="00D43590">
      <w:r>
        <w:t>512.2437</w:t>
      </w:r>
      <w:r>
        <w:tab/>
        <w:t>3.038e0</w:t>
      </w:r>
    </w:p>
    <w:p w:rsidR="00D43590" w:rsidRDefault="00D43590" w:rsidP="00D43590">
      <w:r>
        <w:t>512.2864</w:t>
      </w:r>
      <w:r>
        <w:tab/>
        <w:t>3.038e0</w:t>
      </w:r>
    </w:p>
    <w:p w:rsidR="00D43590" w:rsidRDefault="00D43590" w:rsidP="00D43590">
      <w:r>
        <w:lastRenderedPageBreak/>
        <w:t>512.4429</w:t>
      </w:r>
      <w:r>
        <w:tab/>
        <w:t>3.747e1</w:t>
      </w:r>
    </w:p>
    <w:p w:rsidR="00D43590" w:rsidRDefault="00D43590" w:rsidP="00D43590">
      <w:r>
        <w:t>512.7815</w:t>
      </w:r>
      <w:r>
        <w:tab/>
        <w:t>1.013e0</w:t>
      </w:r>
    </w:p>
    <w:p w:rsidR="00D43590" w:rsidRDefault="00D43590" w:rsidP="00D43590">
      <w:r>
        <w:t>512.8555</w:t>
      </w:r>
      <w:r>
        <w:tab/>
        <w:t>1.013e0</w:t>
      </w:r>
    </w:p>
    <w:p w:rsidR="00D43590" w:rsidRDefault="00D43590" w:rsidP="00D43590">
      <w:r>
        <w:t>512.9202</w:t>
      </w:r>
      <w:r>
        <w:tab/>
        <w:t>2.025e0</w:t>
      </w:r>
    </w:p>
    <w:p w:rsidR="00D43590" w:rsidRDefault="00D43590" w:rsidP="00D43590">
      <w:r>
        <w:t>513.0529</w:t>
      </w:r>
      <w:r>
        <w:tab/>
        <w:t>2.025e0</w:t>
      </w:r>
    </w:p>
    <w:p w:rsidR="00D43590" w:rsidRDefault="00D43590" w:rsidP="00D43590">
      <w:r>
        <w:t>513.2274</w:t>
      </w:r>
      <w:r>
        <w:tab/>
        <w:t>2.025e0</w:t>
      </w:r>
    </w:p>
    <w:p w:rsidR="00D43590" w:rsidRDefault="00D43590" w:rsidP="00D43590">
      <w:r>
        <w:t>513.3158</w:t>
      </w:r>
      <w:r>
        <w:tab/>
        <w:t>4.051e0</w:t>
      </w:r>
    </w:p>
    <w:p w:rsidR="00D43590" w:rsidRDefault="00D43590" w:rsidP="00D43590">
      <w:r>
        <w:t>513.4540</w:t>
      </w:r>
      <w:r>
        <w:tab/>
        <w:t>1.823e1</w:t>
      </w:r>
    </w:p>
    <w:p w:rsidR="00D43590" w:rsidRDefault="00D43590" w:rsidP="00D43590">
      <w:r>
        <w:t>513.5920</w:t>
      </w:r>
      <w:r>
        <w:tab/>
        <w:t>1.013e0</w:t>
      </w:r>
    </w:p>
    <w:p w:rsidR="00D43590" w:rsidRDefault="00D43590" w:rsidP="00D43590">
      <w:r>
        <w:t>513.7947</w:t>
      </w:r>
      <w:r>
        <w:tab/>
        <w:t>1.013e0</w:t>
      </w:r>
    </w:p>
    <w:p w:rsidR="00D43590" w:rsidRDefault="00D43590" w:rsidP="00D43590">
      <w:r>
        <w:t>513.9140</w:t>
      </w:r>
      <w:r>
        <w:tab/>
        <w:t>2.025e0</w:t>
      </w:r>
    </w:p>
    <w:p w:rsidR="00D43590" w:rsidRDefault="00D43590" w:rsidP="00D43590">
      <w:r>
        <w:t>513.9821</w:t>
      </w:r>
      <w:r>
        <w:tab/>
        <w:t>1.013e0</w:t>
      </w:r>
    </w:p>
    <w:p w:rsidR="00D43590" w:rsidRDefault="00D43590" w:rsidP="00D43590">
      <w:r>
        <w:t>514.1882</w:t>
      </w:r>
      <w:r>
        <w:tab/>
        <w:t>2.025e0</w:t>
      </w:r>
    </w:p>
    <w:p w:rsidR="00D43590" w:rsidRDefault="00D43590" w:rsidP="00D43590">
      <w:r>
        <w:t>514.3630</w:t>
      </w:r>
      <w:r>
        <w:tab/>
        <w:t>2.025e0</w:t>
      </w:r>
    </w:p>
    <w:p w:rsidR="00D43590" w:rsidRDefault="00D43590" w:rsidP="00D43590">
      <w:r>
        <w:t>514.4460</w:t>
      </w:r>
      <w:r>
        <w:tab/>
        <w:t>2.025e0</w:t>
      </w:r>
    </w:p>
    <w:p w:rsidR="00D43590" w:rsidRDefault="00D43590" w:rsidP="00D43590">
      <w:r>
        <w:t>514.5370</w:t>
      </w:r>
      <w:r>
        <w:tab/>
        <w:t>1.013e0</w:t>
      </w:r>
    </w:p>
    <w:p w:rsidR="00D43590" w:rsidRDefault="00D43590" w:rsidP="00D43590">
      <w:r>
        <w:t>514.6473</w:t>
      </w:r>
      <w:r>
        <w:tab/>
        <w:t>2.025e0</w:t>
      </w:r>
    </w:p>
    <w:p w:rsidR="00D43590" w:rsidRDefault="00D43590" w:rsidP="00D43590">
      <w:r>
        <w:t>514.7969</w:t>
      </w:r>
      <w:r>
        <w:tab/>
        <w:t>1.013e0</w:t>
      </w:r>
    </w:p>
    <w:p w:rsidR="00D43590" w:rsidRDefault="00D43590" w:rsidP="00D43590">
      <w:r>
        <w:t>514.9572</w:t>
      </w:r>
      <w:r>
        <w:tab/>
        <w:t>1.013e0</w:t>
      </w:r>
    </w:p>
    <w:p w:rsidR="00D43590" w:rsidRDefault="00D43590" w:rsidP="00D43590">
      <w:r>
        <w:lastRenderedPageBreak/>
        <w:t>515.0415</w:t>
      </w:r>
      <w:r>
        <w:tab/>
        <w:t>1.013e0</w:t>
      </w:r>
    </w:p>
    <w:p w:rsidR="00D43590" w:rsidRDefault="00D43590" w:rsidP="00D43590">
      <w:r>
        <w:t>515.1513</w:t>
      </w:r>
      <w:r>
        <w:tab/>
        <w:t>2.025e0</w:t>
      </w:r>
    </w:p>
    <w:p w:rsidR="00D43590" w:rsidRDefault="00D43590" w:rsidP="00D43590">
      <w:r>
        <w:t>515.2176</w:t>
      </w:r>
      <w:r>
        <w:tab/>
        <w:t>6.076e0</w:t>
      </w:r>
    </w:p>
    <w:p w:rsidR="00D43590" w:rsidRDefault="00D43590" w:rsidP="00D43590">
      <w:r>
        <w:t>515.4050</w:t>
      </w:r>
      <w:r>
        <w:tab/>
        <w:t>1.013e0</w:t>
      </w:r>
    </w:p>
    <w:p w:rsidR="00D43590" w:rsidRDefault="00D43590" w:rsidP="00D43590">
      <w:r>
        <w:t>515.4653</w:t>
      </w:r>
      <w:r>
        <w:tab/>
        <w:t>1.013e0</w:t>
      </w:r>
    </w:p>
    <w:p w:rsidR="00D43590" w:rsidRDefault="00D43590" w:rsidP="00D43590">
      <w:r>
        <w:t>515.5115</w:t>
      </w:r>
      <w:r>
        <w:tab/>
        <w:t>1.013e0</w:t>
      </w:r>
    </w:p>
    <w:p w:rsidR="00D43590" w:rsidRDefault="00D43590" w:rsidP="00D43590">
      <w:r>
        <w:t>515.8525</w:t>
      </w:r>
      <w:r>
        <w:tab/>
        <w:t>2.025e0</w:t>
      </w:r>
    </w:p>
    <w:p w:rsidR="00D43590" w:rsidRDefault="00D43590" w:rsidP="00D43590">
      <w:r>
        <w:t>516.0093</w:t>
      </w:r>
      <w:r>
        <w:tab/>
        <w:t>3.038e0</w:t>
      </w:r>
    </w:p>
    <w:p w:rsidR="00D43590" w:rsidRDefault="00D43590" w:rsidP="00D43590">
      <w:r>
        <w:t>516.0850</w:t>
      </w:r>
      <w:r>
        <w:tab/>
        <w:t>1.013e0</w:t>
      </w:r>
    </w:p>
    <w:p w:rsidR="00D43590" w:rsidRDefault="00D43590" w:rsidP="00D43590">
      <w:r>
        <w:t>516.2422</w:t>
      </w:r>
      <w:r>
        <w:tab/>
        <w:t>1.013e0</w:t>
      </w:r>
    </w:p>
    <w:p w:rsidR="00D43590" w:rsidRDefault="00D43590" w:rsidP="00D43590">
      <w:r>
        <w:t>516.3538</w:t>
      </w:r>
      <w:r>
        <w:tab/>
        <w:t>2.025e0</w:t>
      </w:r>
    </w:p>
    <w:p w:rsidR="00D43590" w:rsidRDefault="00D43590" w:rsidP="00D43590">
      <w:r>
        <w:t>516.4519</w:t>
      </w:r>
      <w:r>
        <w:tab/>
        <w:t>2.025e0</w:t>
      </w:r>
    </w:p>
    <w:p w:rsidR="00D43590" w:rsidRDefault="00D43590" w:rsidP="00D43590">
      <w:r>
        <w:t>516.5151</w:t>
      </w:r>
      <w:r>
        <w:tab/>
        <w:t>3.038e0</w:t>
      </w:r>
    </w:p>
    <w:p w:rsidR="00D43590" w:rsidRDefault="00D43590" w:rsidP="00D43590">
      <w:r>
        <w:t>516.5834</w:t>
      </w:r>
      <w:r>
        <w:tab/>
        <w:t>1.013e0</w:t>
      </w:r>
    </w:p>
    <w:p w:rsidR="00D43590" w:rsidRDefault="00D43590" w:rsidP="00D43590">
      <w:r>
        <w:t>516.6539</w:t>
      </w:r>
      <w:r>
        <w:tab/>
        <w:t>1.013e0</w:t>
      </w:r>
    </w:p>
    <w:p w:rsidR="00D43590" w:rsidRDefault="00D43590" w:rsidP="00D43590">
      <w:r>
        <w:t>516.7750</w:t>
      </w:r>
      <w:r>
        <w:tab/>
        <w:t>1.013e0</w:t>
      </w:r>
    </w:p>
    <w:p w:rsidR="00D43590" w:rsidRDefault="00D43590" w:rsidP="00D43590">
      <w:r>
        <w:t>516.8721</w:t>
      </w:r>
      <w:r>
        <w:tab/>
        <w:t>1.013e0</w:t>
      </w:r>
    </w:p>
    <w:p w:rsidR="00D43590" w:rsidRDefault="00D43590" w:rsidP="00D43590">
      <w:r>
        <w:t>516.9990</w:t>
      </w:r>
      <w:r>
        <w:tab/>
        <w:t>3.038e0</w:t>
      </w:r>
    </w:p>
    <w:p w:rsidR="00D43590" w:rsidRDefault="00D43590" w:rsidP="00D43590">
      <w:r>
        <w:t>517.1053</w:t>
      </w:r>
      <w:r>
        <w:tab/>
        <w:t>2.025e0</w:t>
      </w:r>
    </w:p>
    <w:p w:rsidR="00D43590" w:rsidRDefault="00D43590" w:rsidP="00D43590">
      <w:r>
        <w:lastRenderedPageBreak/>
        <w:t>517.1912</w:t>
      </w:r>
      <w:r>
        <w:tab/>
        <w:t>2.025e0</w:t>
      </w:r>
    </w:p>
    <w:p w:rsidR="00D43590" w:rsidRDefault="00D43590" w:rsidP="00D43590">
      <w:r>
        <w:t>517.3248</w:t>
      </w:r>
      <w:r>
        <w:tab/>
        <w:t>5.063e0</w:t>
      </w:r>
    </w:p>
    <w:p w:rsidR="00D43590" w:rsidRDefault="00D43590" w:rsidP="00D43590">
      <w:r>
        <w:t>517.4045</w:t>
      </w:r>
      <w:r>
        <w:tab/>
        <w:t>1.602e1</w:t>
      </w:r>
    </w:p>
    <w:p w:rsidR="00D43590" w:rsidRDefault="00D43590" w:rsidP="00D43590">
      <w:r>
        <w:t>517.5035</w:t>
      </w:r>
      <w:r>
        <w:tab/>
        <w:t>3.038e0</w:t>
      </w:r>
    </w:p>
    <w:p w:rsidR="00D43590" w:rsidRDefault="00D43590" w:rsidP="00D43590">
      <w:r>
        <w:t>517.5547</w:t>
      </w:r>
      <w:r>
        <w:tab/>
        <w:t>2.214e0</w:t>
      </w:r>
    </w:p>
    <w:p w:rsidR="00D43590" w:rsidRDefault="00D43590" w:rsidP="00D43590">
      <w:r>
        <w:t>517.6990</w:t>
      </w:r>
      <w:r>
        <w:tab/>
        <w:t>3.038e0</w:t>
      </w:r>
    </w:p>
    <w:p w:rsidR="00D43590" w:rsidRDefault="00D43590" w:rsidP="00D43590">
      <w:r>
        <w:t>517.9006</w:t>
      </w:r>
      <w:r>
        <w:tab/>
        <w:t>1.013e0</w:t>
      </w:r>
    </w:p>
    <w:p w:rsidR="00D43590" w:rsidRDefault="00D43590" w:rsidP="00D43590">
      <w:r>
        <w:t>517.9533</w:t>
      </w:r>
      <w:r>
        <w:tab/>
        <w:t>1.013e0</w:t>
      </w:r>
    </w:p>
    <w:p w:rsidR="00D43590" w:rsidRDefault="00D43590" w:rsidP="00D43590">
      <w:r>
        <w:t>518.0734</w:t>
      </w:r>
      <w:r>
        <w:tab/>
        <w:t>2.025e0</w:t>
      </w:r>
    </w:p>
    <w:p w:rsidR="00D43590" w:rsidRDefault="00D43590" w:rsidP="00D43590">
      <w:r>
        <w:t>518.2659</w:t>
      </w:r>
      <w:r>
        <w:tab/>
        <w:t>5.063e0</w:t>
      </w:r>
    </w:p>
    <w:p w:rsidR="00D43590" w:rsidRDefault="00D43590" w:rsidP="00D43590">
      <w:r>
        <w:t>518.4337</w:t>
      </w:r>
      <w:r>
        <w:tab/>
        <w:t>2.025e0</w:t>
      </w:r>
    </w:p>
    <w:p w:rsidR="00D43590" w:rsidRDefault="00D43590" w:rsidP="00D43590">
      <w:r>
        <w:t>518.4963</w:t>
      </w:r>
      <w:r>
        <w:tab/>
        <w:t>2.025e0</w:t>
      </w:r>
    </w:p>
    <w:p w:rsidR="00D43590" w:rsidRDefault="00D43590" w:rsidP="00D43590">
      <w:r>
        <w:t>518.6217</w:t>
      </w:r>
      <w:r>
        <w:tab/>
        <w:t>2.025e0</w:t>
      </w:r>
    </w:p>
    <w:p w:rsidR="00D43590" w:rsidRDefault="00D43590" w:rsidP="00D43590">
      <w:r>
        <w:t>518.8309</w:t>
      </w:r>
      <w:r>
        <w:tab/>
        <w:t>2.025e0</w:t>
      </w:r>
    </w:p>
    <w:p w:rsidR="00D43590" w:rsidRDefault="00D43590" w:rsidP="00D43590">
      <w:r>
        <w:t>518.8926</w:t>
      </w:r>
      <w:r>
        <w:tab/>
        <w:t>3.038e0</w:t>
      </w:r>
    </w:p>
    <w:p w:rsidR="00D43590" w:rsidRDefault="00D43590" w:rsidP="00D43590">
      <w:r>
        <w:t>519.0635</w:t>
      </w:r>
      <w:r>
        <w:tab/>
        <w:t>1.013e0</w:t>
      </w:r>
    </w:p>
    <w:p w:rsidR="00D43590" w:rsidRDefault="00D43590" w:rsidP="00D43590">
      <w:r>
        <w:t>519.1751</w:t>
      </w:r>
      <w:r>
        <w:tab/>
        <w:t>1.013e0</w:t>
      </w:r>
    </w:p>
    <w:p w:rsidR="00D43590" w:rsidRDefault="00D43590" w:rsidP="00D43590">
      <w:r>
        <w:t>519.2682</w:t>
      </w:r>
      <w:r>
        <w:tab/>
        <w:t>1.013e0</w:t>
      </w:r>
    </w:p>
    <w:p w:rsidR="00D43590" w:rsidRDefault="00D43590" w:rsidP="00D43590">
      <w:r>
        <w:t>519.3487</w:t>
      </w:r>
      <w:r>
        <w:tab/>
        <w:t>2.025e0</w:t>
      </w:r>
    </w:p>
    <w:p w:rsidR="00D43590" w:rsidRDefault="00D43590" w:rsidP="00D43590">
      <w:r>
        <w:lastRenderedPageBreak/>
        <w:t>519.4297</w:t>
      </w:r>
      <w:r>
        <w:tab/>
        <w:t>4.051e0</w:t>
      </w:r>
    </w:p>
    <w:p w:rsidR="00D43590" w:rsidRDefault="00D43590" w:rsidP="00D43590">
      <w:r>
        <w:t>519.5103</w:t>
      </w:r>
      <w:r>
        <w:tab/>
        <w:t>1.013e0</w:t>
      </w:r>
    </w:p>
    <w:p w:rsidR="00D43590" w:rsidRDefault="00D43590" w:rsidP="00D43590">
      <w:r>
        <w:t>519.7706</w:t>
      </w:r>
      <w:r>
        <w:tab/>
        <w:t>1.013e0</w:t>
      </w:r>
    </w:p>
    <w:p w:rsidR="00D43590" w:rsidRDefault="00D43590" w:rsidP="00D43590">
      <w:r>
        <w:t>519.8549</w:t>
      </w:r>
      <w:r>
        <w:tab/>
        <w:t>1.013e0</w:t>
      </w:r>
    </w:p>
    <w:p w:rsidR="00D43590" w:rsidRDefault="00D43590" w:rsidP="00D43590">
      <w:r>
        <w:t>519.9167</w:t>
      </w:r>
      <w:r>
        <w:tab/>
        <w:t>3.038e0</w:t>
      </w:r>
    </w:p>
    <w:p w:rsidR="00D43590" w:rsidRDefault="00D43590" w:rsidP="00D43590">
      <w:r>
        <w:t>520.0655</w:t>
      </w:r>
      <w:r>
        <w:tab/>
        <w:t>1.013e0</w:t>
      </w:r>
    </w:p>
    <w:p w:rsidR="00D43590" w:rsidRDefault="00D43590" w:rsidP="00D43590">
      <w:r>
        <w:t>520.2491</w:t>
      </w:r>
      <w:r>
        <w:tab/>
        <w:t>4.051e0</w:t>
      </w:r>
    </w:p>
    <w:p w:rsidR="00D43590" w:rsidRDefault="00D43590" w:rsidP="00D43590">
      <w:r>
        <w:t>520.3489</w:t>
      </w:r>
      <w:r>
        <w:tab/>
        <w:t>2.025e0</w:t>
      </w:r>
    </w:p>
    <w:p w:rsidR="00D43590" w:rsidRDefault="00D43590" w:rsidP="00D43590">
      <w:r>
        <w:t>520.3923</w:t>
      </w:r>
      <w:r>
        <w:tab/>
        <w:t>5.063e0</w:t>
      </w:r>
    </w:p>
    <w:p w:rsidR="00D43590" w:rsidRDefault="00D43590" w:rsidP="00D43590">
      <w:r>
        <w:t>520.4942</w:t>
      </w:r>
      <w:r>
        <w:tab/>
        <w:t>3.038e0</w:t>
      </w:r>
    </w:p>
    <w:p w:rsidR="00D43590" w:rsidRDefault="00D43590" w:rsidP="00D43590">
      <w:r>
        <w:t>520.6019</w:t>
      </w:r>
      <w:r>
        <w:tab/>
        <w:t>2.025e0</w:t>
      </w:r>
    </w:p>
    <w:p w:rsidR="00D43590" w:rsidRDefault="00D43590" w:rsidP="00D43590">
      <w:r>
        <w:t>520.8607</w:t>
      </w:r>
      <w:r>
        <w:tab/>
        <w:t>1.013e0</w:t>
      </w:r>
    </w:p>
    <w:p w:rsidR="00D43590" w:rsidRDefault="00D43590" w:rsidP="00D43590">
      <w:r>
        <w:t>520.9136</w:t>
      </w:r>
      <w:r>
        <w:tab/>
        <w:t>1.013e0</w:t>
      </w:r>
    </w:p>
    <w:p w:rsidR="00D43590" w:rsidRDefault="00D43590" w:rsidP="00D43590">
      <w:r>
        <w:t>520.9740</w:t>
      </w:r>
      <w:r>
        <w:tab/>
        <w:t>1.013e0</w:t>
      </w:r>
    </w:p>
    <w:p w:rsidR="00D43590" w:rsidRDefault="00D43590" w:rsidP="00D43590">
      <w:r>
        <w:t>521.0487</w:t>
      </w:r>
      <w:r>
        <w:tab/>
        <w:t>1.013e0</w:t>
      </w:r>
    </w:p>
    <w:p w:rsidR="00D43590" w:rsidRDefault="00D43590" w:rsidP="00D43590">
      <w:r>
        <w:t>521.1515</w:t>
      </w:r>
      <w:r>
        <w:tab/>
        <w:t>1.013e0</w:t>
      </w:r>
    </w:p>
    <w:p w:rsidR="00D43590" w:rsidRDefault="00D43590" w:rsidP="00D43590">
      <w:r>
        <w:t>521.2753</w:t>
      </w:r>
      <w:r>
        <w:tab/>
        <w:t>3.038e0</w:t>
      </w:r>
    </w:p>
    <w:p w:rsidR="00D43590" w:rsidRDefault="00D43590" w:rsidP="00D43590">
      <w:r>
        <w:t>521.3663</w:t>
      </w:r>
      <w:r>
        <w:tab/>
        <w:t>1.013e0</w:t>
      </w:r>
    </w:p>
    <w:p w:rsidR="00D43590" w:rsidRDefault="00D43590" w:rsidP="00D43590">
      <w:r>
        <w:t>521.6279</w:t>
      </w:r>
      <w:r>
        <w:tab/>
        <w:t>1.013e0</w:t>
      </w:r>
    </w:p>
    <w:p w:rsidR="00D43590" w:rsidRDefault="00D43590" w:rsidP="00D43590">
      <w:r>
        <w:lastRenderedPageBreak/>
        <w:t>521.7615</w:t>
      </w:r>
      <w:r>
        <w:tab/>
        <w:t>2.025e0</w:t>
      </w:r>
    </w:p>
    <w:p w:rsidR="00D43590" w:rsidRDefault="00D43590" w:rsidP="00D43590">
      <w:r>
        <w:t>521.8897</w:t>
      </w:r>
      <w:r>
        <w:tab/>
        <w:t>1.013e0</w:t>
      </w:r>
    </w:p>
    <w:p w:rsidR="00D43590" w:rsidRDefault="00D43590" w:rsidP="00D43590">
      <w:r>
        <w:t>522.0668</w:t>
      </w:r>
      <w:r>
        <w:tab/>
        <w:t>2.025e0</w:t>
      </w:r>
    </w:p>
    <w:p w:rsidR="00D43590" w:rsidRDefault="00D43590" w:rsidP="00D43590">
      <w:r>
        <w:t>522.2818</w:t>
      </w:r>
      <w:r>
        <w:tab/>
        <w:t>2.025e0</w:t>
      </w:r>
    </w:p>
    <w:p w:rsidR="00D43590" w:rsidRDefault="00D43590" w:rsidP="00D43590">
      <w:r>
        <w:t>522.3726</w:t>
      </w:r>
      <w:r>
        <w:tab/>
        <w:t>2.025e0</w:t>
      </w:r>
    </w:p>
    <w:p w:rsidR="00D43590" w:rsidRDefault="00D43590" w:rsidP="00D43590">
      <w:r>
        <w:t>522.5983</w:t>
      </w:r>
      <w:r>
        <w:tab/>
        <w:t>5.063e0</w:t>
      </w:r>
    </w:p>
    <w:p w:rsidR="00D43590" w:rsidRDefault="00D43590" w:rsidP="00D43590">
      <w:r>
        <w:t>522.7987</w:t>
      </w:r>
      <w:r>
        <w:tab/>
        <w:t>1.013e0</w:t>
      </w:r>
    </w:p>
    <w:p w:rsidR="00D43590" w:rsidRDefault="00D43590" w:rsidP="00D43590">
      <w:r>
        <w:t>522.8494</w:t>
      </w:r>
      <w:r>
        <w:tab/>
        <w:t>1.013e0</w:t>
      </w:r>
    </w:p>
    <w:p w:rsidR="00D43590" w:rsidRDefault="00D43590" w:rsidP="00D43590">
      <w:r>
        <w:t>522.9807</w:t>
      </w:r>
      <w:r>
        <w:tab/>
        <w:t>3.038e0</w:t>
      </w:r>
    </w:p>
    <w:p w:rsidR="00D43590" w:rsidRDefault="00D43590" w:rsidP="00D43590">
      <w:r>
        <w:t>523.1348</w:t>
      </w:r>
      <w:r>
        <w:tab/>
        <w:t>1.013e0</w:t>
      </w:r>
    </w:p>
    <w:p w:rsidR="00D43590" w:rsidRDefault="00D43590" w:rsidP="00D43590">
      <w:r>
        <w:t>523.2630</w:t>
      </w:r>
      <w:r>
        <w:tab/>
        <w:t>2.025e0</w:t>
      </w:r>
    </w:p>
    <w:p w:rsidR="00D43590" w:rsidRDefault="00D43590" w:rsidP="00D43590">
      <w:r>
        <w:t>523.4793</w:t>
      </w:r>
      <w:r>
        <w:tab/>
        <w:t>2.025e0</w:t>
      </w:r>
    </w:p>
    <w:p w:rsidR="00D43590" w:rsidRDefault="00D43590" w:rsidP="00D43590">
      <w:r>
        <w:t>523.6197</w:t>
      </w:r>
      <w:r>
        <w:tab/>
        <w:t>4.051e0</w:t>
      </w:r>
    </w:p>
    <w:p w:rsidR="00D43590" w:rsidRDefault="00D43590" w:rsidP="00D43590">
      <w:r>
        <w:t>523.9197</w:t>
      </w:r>
      <w:r>
        <w:tab/>
        <w:t>1.013e0</w:t>
      </w:r>
    </w:p>
    <w:p w:rsidR="00D43590" w:rsidRDefault="00D43590" w:rsidP="00D43590">
      <w:r>
        <w:t>524.0232</w:t>
      </w:r>
      <w:r>
        <w:tab/>
        <w:t>1.013e0</w:t>
      </w:r>
    </w:p>
    <w:p w:rsidR="00D43590" w:rsidRDefault="00D43590" w:rsidP="00D43590">
      <w:r>
        <w:t>524.1197</w:t>
      </w:r>
      <w:r>
        <w:tab/>
        <w:t>1.013e0</w:t>
      </w:r>
    </w:p>
    <w:p w:rsidR="00D43590" w:rsidRDefault="00D43590" w:rsidP="00D43590">
      <w:r>
        <w:t>524.2603</w:t>
      </w:r>
      <w:r>
        <w:tab/>
        <w:t>2.025e0</w:t>
      </w:r>
    </w:p>
    <w:p w:rsidR="00D43590" w:rsidRDefault="00D43590" w:rsidP="00D43590">
      <w:r>
        <w:t>524.3648</w:t>
      </w:r>
      <w:r>
        <w:tab/>
        <w:t>4.051e0</w:t>
      </w:r>
    </w:p>
    <w:p w:rsidR="00D43590" w:rsidRDefault="00D43590" w:rsidP="00D43590">
      <w:r>
        <w:t>524.4756</w:t>
      </w:r>
      <w:r>
        <w:tab/>
        <w:t>2.025e0</w:t>
      </w:r>
    </w:p>
    <w:p w:rsidR="00D43590" w:rsidRDefault="00D43590" w:rsidP="00D43590">
      <w:r>
        <w:lastRenderedPageBreak/>
        <w:t>524.6268</w:t>
      </w:r>
      <w:r>
        <w:tab/>
        <w:t>2.025e0</w:t>
      </w:r>
    </w:p>
    <w:p w:rsidR="00D43590" w:rsidRDefault="00D43590" w:rsidP="00D43590">
      <w:r>
        <w:t>524.7678</w:t>
      </w:r>
      <w:r>
        <w:tab/>
        <w:t>1.013e0</w:t>
      </w:r>
    </w:p>
    <w:p w:rsidR="00D43590" w:rsidRDefault="00D43590" w:rsidP="00D43590">
      <w:r>
        <w:t>524.8713</w:t>
      </w:r>
      <w:r>
        <w:tab/>
        <w:t>1.013e0</w:t>
      </w:r>
    </w:p>
    <w:p w:rsidR="00D43590" w:rsidRDefault="00D43590" w:rsidP="00D43590">
      <w:r>
        <w:t>524.9371</w:t>
      </w:r>
      <w:r>
        <w:tab/>
        <w:t>1.013e0</w:t>
      </w:r>
    </w:p>
    <w:p w:rsidR="00D43590" w:rsidRDefault="00D43590" w:rsidP="00D43590">
      <w:r>
        <w:t>525.0649</w:t>
      </w:r>
      <w:r>
        <w:tab/>
        <w:t>4.051e0</w:t>
      </w:r>
    </w:p>
    <w:p w:rsidR="00D43590" w:rsidRDefault="00D43590" w:rsidP="00D43590">
      <w:r>
        <w:t>525.1343</w:t>
      </w:r>
      <w:r>
        <w:tab/>
        <w:t>3.038e0</w:t>
      </w:r>
    </w:p>
    <w:p w:rsidR="00D43590" w:rsidRDefault="00D43590" w:rsidP="00D43590">
      <w:r>
        <w:t>525.2930</w:t>
      </w:r>
      <w:r>
        <w:tab/>
        <w:t>4.051e0</w:t>
      </w:r>
    </w:p>
    <w:p w:rsidR="00D43590" w:rsidRDefault="00D43590" w:rsidP="00D43590">
      <w:r>
        <w:t>525.3506</w:t>
      </w:r>
      <w:r>
        <w:tab/>
        <w:t>4.051e0</w:t>
      </w:r>
    </w:p>
    <w:p w:rsidR="00D43590" w:rsidRDefault="00D43590" w:rsidP="00D43590">
      <w:r>
        <w:t>525.4217</w:t>
      </w:r>
      <w:r>
        <w:tab/>
        <w:t>1.013e0</w:t>
      </w:r>
    </w:p>
    <w:p w:rsidR="00D43590" w:rsidRDefault="00D43590" w:rsidP="00D43590">
      <w:r>
        <w:t>525.6645</w:t>
      </w:r>
      <w:r>
        <w:tab/>
        <w:t>2.025e0</w:t>
      </w:r>
    </w:p>
    <w:p w:rsidR="00D43590" w:rsidRDefault="00D43590" w:rsidP="00D43590">
      <w:r>
        <w:t>525.8309</w:t>
      </w:r>
      <w:r>
        <w:tab/>
        <w:t>1.013e0</w:t>
      </w:r>
    </w:p>
    <w:p w:rsidR="00D43590" w:rsidRDefault="00D43590" w:rsidP="00D43590">
      <w:r>
        <w:t>525.9345</w:t>
      </w:r>
      <w:r>
        <w:tab/>
        <w:t>1.013e0</w:t>
      </w:r>
    </w:p>
    <w:p w:rsidR="00D43590" w:rsidRDefault="00D43590" w:rsidP="00D43590">
      <w:r>
        <w:t>526.0251</w:t>
      </w:r>
      <w:r>
        <w:tab/>
        <w:t>1.013e0</w:t>
      </w:r>
    </w:p>
    <w:p w:rsidR="00D43590" w:rsidRDefault="00D43590" w:rsidP="00D43590">
      <w:r>
        <w:t>526.0955</w:t>
      </w:r>
      <w:r>
        <w:tab/>
        <w:t>1.013e0</w:t>
      </w:r>
    </w:p>
    <w:p w:rsidR="00D43590" w:rsidRDefault="00D43590" w:rsidP="00D43590">
      <w:r>
        <w:t>526.1606</w:t>
      </w:r>
      <w:r>
        <w:tab/>
        <w:t>1.013e0</w:t>
      </w:r>
    </w:p>
    <w:p w:rsidR="00D43590" w:rsidRDefault="00D43590" w:rsidP="00D43590">
      <w:r>
        <w:t>526.3264</w:t>
      </w:r>
      <w:r>
        <w:tab/>
        <w:t>7.089e0</w:t>
      </w:r>
    </w:p>
    <w:p w:rsidR="00D43590" w:rsidRDefault="00D43590" w:rsidP="00D43590">
      <w:r>
        <w:t>526.4583</w:t>
      </w:r>
      <w:r>
        <w:tab/>
        <w:t>2.329e1</w:t>
      </w:r>
    </w:p>
    <w:p w:rsidR="00D43590" w:rsidRDefault="00D43590" w:rsidP="00D43590">
      <w:r>
        <w:t>526.7852</w:t>
      </w:r>
      <w:r>
        <w:tab/>
        <w:t>3.038e0</w:t>
      </w:r>
    </w:p>
    <w:p w:rsidR="00D43590" w:rsidRDefault="00D43590" w:rsidP="00D43590">
      <w:r>
        <w:t>527.0187</w:t>
      </w:r>
      <w:r>
        <w:tab/>
        <w:t>1.013e0</w:t>
      </w:r>
    </w:p>
    <w:p w:rsidR="00D43590" w:rsidRDefault="00D43590" w:rsidP="00D43590">
      <w:r>
        <w:lastRenderedPageBreak/>
        <w:t>527.0753</w:t>
      </w:r>
      <w:r>
        <w:tab/>
        <w:t>1.013e0</w:t>
      </w:r>
    </w:p>
    <w:p w:rsidR="00D43590" w:rsidRDefault="00D43590" w:rsidP="00D43590">
      <w:r>
        <w:t>527.1697</w:t>
      </w:r>
      <w:r>
        <w:tab/>
        <w:t>1.013e0</w:t>
      </w:r>
    </w:p>
    <w:p w:rsidR="00D43590" w:rsidRDefault="00D43590" w:rsidP="00D43590">
      <w:r>
        <w:t>527.2957</w:t>
      </w:r>
      <w:r>
        <w:tab/>
        <w:t>3.960e0</w:t>
      </w:r>
    </w:p>
    <w:p w:rsidR="00D43590" w:rsidRDefault="00D43590" w:rsidP="00D43590">
      <w:r>
        <w:t>527.3889</w:t>
      </w:r>
      <w:r>
        <w:tab/>
        <w:t>2.025e0</w:t>
      </w:r>
    </w:p>
    <w:p w:rsidR="00D43590" w:rsidRDefault="00D43590" w:rsidP="00D43590">
      <w:r>
        <w:t>527.4867</w:t>
      </w:r>
      <w:r>
        <w:tab/>
        <w:t>4.051e0</w:t>
      </w:r>
    </w:p>
    <w:p w:rsidR="00D43590" w:rsidRDefault="00D43590" w:rsidP="00D43590">
      <w:r>
        <w:t>527.6513</w:t>
      </w:r>
      <w:r>
        <w:tab/>
        <w:t>1.013e0</w:t>
      </w:r>
    </w:p>
    <w:p w:rsidR="00D43590" w:rsidRDefault="00D43590" w:rsidP="00D43590">
      <w:r>
        <w:t>527.9036</w:t>
      </w:r>
      <w:r>
        <w:tab/>
        <w:t>1.013e0</w:t>
      </w:r>
    </w:p>
    <w:p w:rsidR="00D43590" w:rsidRDefault="00D43590" w:rsidP="00D43590">
      <w:r>
        <w:t>527.9443</w:t>
      </w:r>
      <w:r>
        <w:tab/>
        <w:t>1.013e0</w:t>
      </w:r>
    </w:p>
    <w:p w:rsidR="00D43590" w:rsidRDefault="00D43590" w:rsidP="00D43590">
      <w:r>
        <w:t>528.0071</w:t>
      </w:r>
      <w:r>
        <w:tab/>
        <w:t>1.013e0</w:t>
      </w:r>
    </w:p>
    <w:p w:rsidR="00D43590" w:rsidRDefault="00D43590" w:rsidP="00D43590">
      <w:r>
        <w:t>528.0802</w:t>
      </w:r>
      <w:r>
        <w:tab/>
        <w:t>2.025e0</w:t>
      </w:r>
    </w:p>
    <w:p w:rsidR="00D43590" w:rsidRDefault="00D43590" w:rsidP="00D43590">
      <w:r>
        <w:t>528.1449</w:t>
      </w:r>
      <w:r>
        <w:tab/>
        <w:t>2.025e0</w:t>
      </w:r>
    </w:p>
    <w:p w:rsidR="00D43590" w:rsidRDefault="00D43590" w:rsidP="00D43590">
      <w:r>
        <w:t>528.3000</w:t>
      </w:r>
      <w:r>
        <w:tab/>
        <w:t>1.013e0</w:t>
      </w:r>
    </w:p>
    <w:p w:rsidR="00D43590" w:rsidRDefault="00D43590" w:rsidP="00D43590">
      <w:r>
        <w:t>528.3981</w:t>
      </w:r>
      <w:r>
        <w:tab/>
        <w:t>1.013e0</w:t>
      </w:r>
    </w:p>
    <w:p w:rsidR="00D43590" w:rsidRDefault="00D43590" w:rsidP="00D43590">
      <w:r>
        <w:t>528.4960</w:t>
      </w:r>
      <w:r>
        <w:tab/>
        <w:t>3.038e0</w:t>
      </w:r>
    </w:p>
    <w:p w:rsidR="00D43590" w:rsidRDefault="00D43590" w:rsidP="00D43590">
      <w:r>
        <w:t>528.5510</w:t>
      </w:r>
      <w:r>
        <w:tab/>
        <w:t>2.025e0</w:t>
      </w:r>
    </w:p>
    <w:p w:rsidR="00D43590" w:rsidRDefault="00D43590" w:rsidP="00D43590">
      <w:r>
        <w:t>528.6158</w:t>
      </w:r>
      <w:r>
        <w:tab/>
        <w:t>1.013e0</w:t>
      </w:r>
    </w:p>
    <w:p w:rsidR="00D43590" w:rsidRDefault="00D43590" w:rsidP="00D43590">
      <w:r>
        <w:t>528.7198</w:t>
      </w:r>
      <w:r>
        <w:tab/>
        <w:t>1.013e0</w:t>
      </w:r>
    </w:p>
    <w:p w:rsidR="00D43590" w:rsidRDefault="00D43590" w:rsidP="00D43590">
      <w:r>
        <w:t>528.8808</w:t>
      </w:r>
      <w:r>
        <w:tab/>
        <w:t>1.013e0</w:t>
      </w:r>
    </w:p>
    <w:p w:rsidR="00D43590" w:rsidRDefault="00D43590" w:rsidP="00D43590">
      <w:r>
        <w:t>528.9385</w:t>
      </w:r>
      <w:r>
        <w:tab/>
        <w:t>1.013e0</w:t>
      </w:r>
    </w:p>
    <w:p w:rsidR="00D43590" w:rsidRDefault="00D43590" w:rsidP="00D43590">
      <w:r>
        <w:lastRenderedPageBreak/>
        <w:t>529.0797</w:t>
      </w:r>
      <w:r>
        <w:tab/>
        <w:t>1.013e0</w:t>
      </w:r>
    </w:p>
    <w:p w:rsidR="00D43590" w:rsidRDefault="00D43590" w:rsidP="00D43590">
      <w:r>
        <w:t>529.1610</w:t>
      </w:r>
      <w:r>
        <w:tab/>
        <w:t>1.013e0</w:t>
      </w:r>
    </w:p>
    <w:p w:rsidR="00D43590" w:rsidRDefault="00D43590" w:rsidP="00D43590">
      <w:r>
        <w:t>529.2359</w:t>
      </w:r>
      <w:r>
        <w:tab/>
        <w:t>3.038e0</w:t>
      </w:r>
    </w:p>
    <w:p w:rsidR="00D43590" w:rsidRDefault="00D43590" w:rsidP="00D43590">
      <w:r>
        <w:t>529.3649</w:t>
      </w:r>
      <w:r>
        <w:tab/>
        <w:t>2.025e0</w:t>
      </w:r>
    </w:p>
    <w:p w:rsidR="00D43590" w:rsidRDefault="00D43590" w:rsidP="00D43590">
      <w:r>
        <w:t>529.4302</w:t>
      </w:r>
      <w:r>
        <w:tab/>
        <w:t>1.013e0</w:t>
      </w:r>
    </w:p>
    <w:p w:rsidR="00D43590" w:rsidRDefault="00D43590" w:rsidP="00D43590">
      <w:r>
        <w:t>529.5333</w:t>
      </w:r>
      <w:r>
        <w:tab/>
        <w:t>3.038e0</w:t>
      </w:r>
    </w:p>
    <w:p w:rsidR="00D43590" w:rsidRDefault="00D43590" w:rsidP="00D43590">
      <w:r>
        <w:t>529.6776</w:t>
      </w:r>
      <w:r>
        <w:tab/>
        <w:t>2.025e0</w:t>
      </w:r>
    </w:p>
    <w:p w:rsidR="00D43590" w:rsidRDefault="00D43590" w:rsidP="00D43590">
      <w:r>
        <w:t>529.8680</w:t>
      </w:r>
      <w:r>
        <w:tab/>
        <w:t>1.013e0</w:t>
      </w:r>
    </w:p>
    <w:p w:rsidR="00D43590" w:rsidRDefault="00D43590" w:rsidP="00D43590">
      <w:r>
        <w:t>530.1432</w:t>
      </w:r>
      <w:r>
        <w:tab/>
        <w:t>1.013e0</w:t>
      </w:r>
    </w:p>
    <w:p w:rsidR="00D43590" w:rsidRDefault="00D43590" w:rsidP="00D43590">
      <w:r>
        <w:t>530.2363</w:t>
      </w:r>
      <w:r>
        <w:tab/>
        <w:t>1.013e0</w:t>
      </w:r>
    </w:p>
    <w:p w:rsidR="00D43590" w:rsidRDefault="00D43590" w:rsidP="00D43590">
      <w:r>
        <w:t>530.3600</w:t>
      </w:r>
      <w:r>
        <w:tab/>
        <w:t>2.025e0</w:t>
      </w:r>
    </w:p>
    <w:p w:rsidR="00D43590" w:rsidRDefault="00D43590" w:rsidP="00D43590">
      <w:r>
        <w:t>530.4167</w:t>
      </w:r>
      <w:r>
        <w:tab/>
        <w:t>1.013e0</w:t>
      </w:r>
    </w:p>
    <w:p w:rsidR="00D43590" w:rsidRDefault="00D43590" w:rsidP="00D43590">
      <w:r>
        <w:t>530.4692</w:t>
      </w:r>
      <w:r>
        <w:tab/>
        <w:t>1.013e0</w:t>
      </w:r>
    </w:p>
    <w:p w:rsidR="00D43590" w:rsidRDefault="00D43590" w:rsidP="00D43590">
      <w:r>
        <w:t>530.5209</w:t>
      </w:r>
      <w:r>
        <w:tab/>
        <w:t>2.025e0</w:t>
      </w:r>
    </w:p>
    <w:p w:rsidR="00D43590" w:rsidRDefault="00D43590" w:rsidP="00D43590">
      <w:r>
        <w:t>530.5945</w:t>
      </w:r>
      <w:r>
        <w:tab/>
        <w:t>2.025e0</w:t>
      </w:r>
    </w:p>
    <w:p w:rsidR="00D43590" w:rsidRDefault="00D43590" w:rsidP="00D43590">
      <w:r>
        <w:t>530.6723</w:t>
      </w:r>
      <w:r>
        <w:tab/>
        <w:t>2.025e0</w:t>
      </w:r>
    </w:p>
    <w:p w:rsidR="00D43590" w:rsidRDefault="00D43590" w:rsidP="00D43590">
      <w:r>
        <w:t>530.8051</w:t>
      </w:r>
      <w:r>
        <w:tab/>
        <w:t>2.025e0</w:t>
      </w:r>
    </w:p>
    <w:p w:rsidR="00D43590" w:rsidRDefault="00D43590" w:rsidP="00D43590">
      <w:r>
        <w:t>530.9391</w:t>
      </w:r>
      <w:r>
        <w:tab/>
        <w:t>1.013e0</w:t>
      </w:r>
    </w:p>
    <w:p w:rsidR="00D43590" w:rsidRDefault="00D43590" w:rsidP="00D43590">
      <w:r>
        <w:t>531.0012</w:t>
      </w:r>
      <w:r>
        <w:tab/>
        <w:t>3.038e0</w:t>
      </w:r>
    </w:p>
    <w:p w:rsidR="00D43590" w:rsidRDefault="00D43590" w:rsidP="00D43590">
      <w:r>
        <w:lastRenderedPageBreak/>
        <w:t>531.1662</w:t>
      </w:r>
      <w:r>
        <w:tab/>
        <w:t>2.025e0</w:t>
      </w:r>
    </w:p>
    <w:p w:rsidR="00D43590" w:rsidRDefault="00D43590" w:rsidP="00D43590">
      <w:r>
        <w:t>531.2554</w:t>
      </w:r>
      <w:r>
        <w:tab/>
        <w:t>2.025e0</w:t>
      </w:r>
    </w:p>
    <w:p w:rsidR="00D43590" w:rsidRDefault="00D43590" w:rsidP="00D43590">
      <w:r>
        <w:t>531.3088</w:t>
      </w:r>
      <w:r>
        <w:tab/>
        <w:t>2.025e0</w:t>
      </w:r>
    </w:p>
    <w:p w:rsidR="00D43590" w:rsidRDefault="00D43590" w:rsidP="00D43590">
      <w:r>
        <w:t>531.4218</w:t>
      </w:r>
      <w:r>
        <w:tab/>
        <w:t>5.063e0</w:t>
      </w:r>
    </w:p>
    <w:p w:rsidR="00D43590" w:rsidRDefault="00D43590" w:rsidP="00D43590">
      <w:r>
        <w:t>531.5337</w:t>
      </w:r>
      <w:r>
        <w:tab/>
        <w:t>3.038e0</w:t>
      </w:r>
    </w:p>
    <w:p w:rsidR="00D43590" w:rsidRDefault="00D43590" w:rsidP="00D43590">
      <w:r>
        <w:t>531.8904</w:t>
      </w:r>
      <w:r>
        <w:tab/>
        <w:t>2.025e0</w:t>
      </w:r>
    </w:p>
    <w:p w:rsidR="00D43590" w:rsidRDefault="00D43590" w:rsidP="00D43590">
      <w:r>
        <w:t>531.9948</w:t>
      </w:r>
      <w:r>
        <w:tab/>
        <w:t>1.013e0</w:t>
      </w:r>
    </w:p>
    <w:p w:rsidR="00D43590" w:rsidRDefault="00D43590" w:rsidP="00D43590">
      <w:r>
        <w:t>532.2523</w:t>
      </w:r>
      <w:r>
        <w:tab/>
        <w:t>2.025e0</w:t>
      </w:r>
    </w:p>
    <w:p w:rsidR="00D43590" w:rsidRDefault="00D43590" w:rsidP="00D43590">
      <w:r>
        <w:t>532.3647</w:t>
      </w:r>
      <w:r>
        <w:tab/>
        <w:t>3.038e0</w:t>
      </w:r>
    </w:p>
    <w:p w:rsidR="00D43590" w:rsidRDefault="00D43590" w:rsidP="00D43590">
      <w:r>
        <w:t>532.4253</w:t>
      </w:r>
      <w:r>
        <w:tab/>
        <w:t>2.025e0</w:t>
      </w:r>
    </w:p>
    <w:p w:rsidR="00D43590" w:rsidRDefault="00D43590" w:rsidP="00D43590">
      <w:r>
        <w:t>532.4842</w:t>
      </w:r>
      <w:r>
        <w:tab/>
        <w:t>3.038e0</w:t>
      </w:r>
    </w:p>
    <w:p w:rsidR="00D43590" w:rsidRDefault="00D43590" w:rsidP="00D43590">
      <w:r>
        <w:t>532.6044</w:t>
      </w:r>
      <w:r>
        <w:tab/>
        <w:t>1.013e0</w:t>
      </w:r>
    </w:p>
    <w:p w:rsidR="00D43590" w:rsidRDefault="00D43590" w:rsidP="00D43590">
      <w:r>
        <w:t>532.7044</w:t>
      </w:r>
      <w:r>
        <w:tab/>
        <w:t>1.013e0</w:t>
      </w:r>
    </w:p>
    <w:p w:rsidR="00D43590" w:rsidRDefault="00D43590" w:rsidP="00D43590">
      <w:r>
        <w:t>533.1901</w:t>
      </w:r>
      <w:r>
        <w:tab/>
        <w:t>2.025e0</w:t>
      </w:r>
    </w:p>
    <w:p w:rsidR="00D43590" w:rsidRDefault="00D43590" w:rsidP="00D43590">
      <w:r>
        <w:t>533.3005</w:t>
      </w:r>
      <w:r>
        <w:tab/>
        <w:t>1.013e0</w:t>
      </w:r>
    </w:p>
    <w:p w:rsidR="00D43590" w:rsidRDefault="00D43590" w:rsidP="00D43590">
      <w:r>
        <w:t>533.3780</w:t>
      </w:r>
      <w:r>
        <w:tab/>
        <w:t>1.215e1</w:t>
      </w:r>
    </w:p>
    <w:p w:rsidR="00D43590" w:rsidRDefault="00D43590" w:rsidP="00D43590">
      <w:r>
        <w:t>533.4680</w:t>
      </w:r>
      <w:r>
        <w:tab/>
        <w:t>2.025e0</w:t>
      </w:r>
    </w:p>
    <w:p w:rsidR="00D43590" w:rsidRDefault="00D43590" w:rsidP="00D43590">
      <w:r>
        <w:t>533.5773</w:t>
      </w:r>
      <w:r>
        <w:tab/>
        <w:t>1.013e0</w:t>
      </w:r>
    </w:p>
    <w:p w:rsidR="00D43590" w:rsidRDefault="00D43590" w:rsidP="00D43590">
      <w:r>
        <w:t>533.6490</w:t>
      </w:r>
      <w:r>
        <w:tab/>
        <w:t>1.013e0</w:t>
      </w:r>
    </w:p>
    <w:p w:rsidR="00D43590" w:rsidRDefault="00D43590" w:rsidP="00D43590">
      <w:r>
        <w:lastRenderedPageBreak/>
        <w:t>533.8783</w:t>
      </w:r>
      <w:r>
        <w:tab/>
        <w:t>2.025e0</w:t>
      </w:r>
    </w:p>
    <w:p w:rsidR="00D43590" w:rsidRDefault="00D43590" w:rsidP="00D43590">
      <w:r>
        <w:t>533.9211</w:t>
      </w:r>
      <w:r>
        <w:tab/>
        <w:t>2.025e0</w:t>
      </w:r>
    </w:p>
    <w:p w:rsidR="00D43590" w:rsidRDefault="00D43590" w:rsidP="00D43590">
      <w:r>
        <w:t>534.0834</w:t>
      </w:r>
      <w:r>
        <w:tab/>
        <w:t>1.013e0</w:t>
      </w:r>
    </w:p>
    <w:p w:rsidR="00D43590" w:rsidRDefault="00D43590" w:rsidP="00D43590">
      <w:r>
        <w:t>534.2267</w:t>
      </w:r>
      <w:r>
        <w:tab/>
        <w:t>1.013e0</w:t>
      </w:r>
    </w:p>
    <w:p w:rsidR="00D43590" w:rsidRDefault="00D43590" w:rsidP="00D43590">
      <w:r>
        <w:t>534.2937</w:t>
      </w:r>
      <w:r>
        <w:tab/>
        <w:t>1.013e0</w:t>
      </w:r>
    </w:p>
    <w:p w:rsidR="00D43590" w:rsidRDefault="00D43590" w:rsidP="00D43590">
      <w:r>
        <w:t>534.3879</w:t>
      </w:r>
      <w:r>
        <w:tab/>
        <w:t>3.038e0</w:t>
      </w:r>
    </w:p>
    <w:p w:rsidR="00D43590" w:rsidRDefault="00D43590" w:rsidP="00D43590">
      <w:r>
        <w:t>534.4512</w:t>
      </w:r>
      <w:r>
        <w:tab/>
        <w:t>3.038e0</w:t>
      </w:r>
    </w:p>
    <w:p w:rsidR="00D43590" w:rsidRDefault="00D43590" w:rsidP="00D43590">
      <w:r>
        <w:t>534.5176</w:t>
      </w:r>
      <w:r>
        <w:tab/>
        <w:t>2.025e0</w:t>
      </w:r>
    </w:p>
    <w:p w:rsidR="00D43590" w:rsidRDefault="00D43590" w:rsidP="00D43590">
      <w:r>
        <w:t>535.1223</w:t>
      </w:r>
      <w:r>
        <w:tab/>
        <w:t>2.025e0</w:t>
      </w:r>
    </w:p>
    <w:p w:rsidR="00D43590" w:rsidRDefault="00D43590" w:rsidP="00D43590">
      <w:r>
        <w:t>535.2632</w:t>
      </w:r>
      <w:r>
        <w:tab/>
        <w:t>2.025e0</w:t>
      </w:r>
    </w:p>
    <w:p w:rsidR="00D43590" w:rsidRDefault="00D43590" w:rsidP="00D43590">
      <w:r>
        <w:t>535.3508</w:t>
      </w:r>
      <w:r>
        <w:tab/>
        <w:t>4.051e0</w:t>
      </w:r>
    </w:p>
    <w:p w:rsidR="00D43590" w:rsidRDefault="00D43590" w:rsidP="00D43590">
      <w:r>
        <w:t>535.4525</w:t>
      </w:r>
      <w:r>
        <w:tab/>
        <w:t>1.013e0</w:t>
      </w:r>
    </w:p>
    <w:p w:rsidR="00D43590" w:rsidRDefault="00D43590" w:rsidP="00D43590">
      <w:r>
        <w:t>535.4993</w:t>
      </w:r>
      <w:r>
        <w:tab/>
        <w:t>1.013e0</w:t>
      </w:r>
    </w:p>
    <w:p w:rsidR="00D43590" w:rsidRDefault="00D43590" w:rsidP="00D43590">
      <w:r>
        <w:t>535.5856</w:t>
      </w:r>
      <w:r>
        <w:tab/>
        <w:t>2.025e0</w:t>
      </w:r>
    </w:p>
    <w:p w:rsidR="00D43590" w:rsidRDefault="00D43590" w:rsidP="00D43590">
      <w:r>
        <w:t>535.9113</w:t>
      </w:r>
      <w:r>
        <w:tab/>
        <w:t>1.013e0</w:t>
      </w:r>
    </w:p>
    <w:p w:rsidR="00D43590" w:rsidRDefault="00D43590" w:rsidP="00D43590">
      <w:r>
        <w:t>536.0264</w:t>
      </w:r>
      <w:r>
        <w:tab/>
        <w:t>1.013e0</w:t>
      </w:r>
    </w:p>
    <w:p w:rsidR="00D43590" w:rsidRDefault="00D43590" w:rsidP="00D43590">
      <w:r>
        <w:t>536.1127</w:t>
      </w:r>
      <w:r>
        <w:tab/>
        <w:t>1.013e0</w:t>
      </w:r>
    </w:p>
    <w:p w:rsidR="00D43590" w:rsidRDefault="00D43590" w:rsidP="00D43590">
      <w:r>
        <w:t>536.2565</w:t>
      </w:r>
      <w:r>
        <w:tab/>
        <w:t>1.013e0</w:t>
      </w:r>
    </w:p>
    <w:p w:rsidR="00D43590" w:rsidRDefault="00D43590" w:rsidP="00D43590">
      <w:r>
        <w:t>536.3536</w:t>
      </w:r>
      <w:r>
        <w:tab/>
        <w:t>3.038e0</w:t>
      </w:r>
    </w:p>
    <w:p w:rsidR="00D43590" w:rsidRDefault="00D43590" w:rsidP="00D43590">
      <w:r>
        <w:lastRenderedPageBreak/>
        <w:t>536.4723</w:t>
      </w:r>
      <w:r>
        <w:tab/>
        <w:t>4.051e0</w:t>
      </w:r>
    </w:p>
    <w:p w:rsidR="00D43590" w:rsidRDefault="00D43590" w:rsidP="00D43590">
      <w:r>
        <w:t>536.6063</w:t>
      </w:r>
      <w:r>
        <w:tab/>
        <w:t>3.038e0</w:t>
      </w:r>
    </w:p>
    <w:p w:rsidR="00D43590" w:rsidRDefault="00D43590" w:rsidP="00D43590">
      <w:r>
        <w:t>536.6883</w:t>
      </w:r>
      <w:r>
        <w:tab/>
        <w:t>1.013e0</w:t>
      </w:r>
    </w:p>
    <w:p w:rsidR="00D43590" w:rsidRDefault="00D43590" w:rsidP="00D43590">
      <w:r>
        <w:t>536.8245</w:t>
      </w:r>
      <w:r>
        <w:tab/>
        <w:t>1.013e0</w:t>
      </w:r>
    </w:p>
    <w:p w:rsidR="00D43590" w:rsidRDefault="00D43590" w:rsidP="00D43590">
      <w:r>
        <w:t>536.9348</w:t>
      </w:r>
      <w:r>
        <w:tab/>
        <w:t>2.025e0</w:t>
      </w:r>
    </w:p>
    <w:p w:rsidR="00D43590" w:rsidRDefault="00D43590" w:rsidP="00D43590">
      <w:r>
        <w:t>537.0819</w:t>
      </w:r>
      <w:r>
        <w:tab/>
        <w:t>1.013e0</w:t>
      </w:r>
    </w:p>
    <w:p w:rsidR="00D43590" w:rsidRDefault="00D43590" w:rsidP="00D43590">
      <w:r>
        <w:t>537.2947</w:t>
      </w:r>
      <w:r>
        <w:tab/>
        <w:t>2.025e0</w:t>
      </w:r>
    </w:p>
    <w:p w:rsidR="00D43590" w:rsidRDefault="00D43590" w:rsidP="00D43590">
      <w:r>
        <w:t>537.4210</w:t>
      </w:r>
      <w:r>
        <w:tab/>
        <w:t>3.038e0</w:t>
      </w:r>
    </w:p>
    <w:p w:rsidR="00D43590" w:rsidRDefault="00D43590" w:rsidP="00D43590">
      <w:r>
        <w:t>537.6105</w:t>
      </w:r>
      <w:r>
        <w:tab/>
        <w:t>1.013e0</w:t>
      </w:r>
    </w:p>
    <w:p w:rsidR="00D43590" w:rsidRDefault="00D43590" w:rsidP="00D43590">
      <w:r>
        <w:t>537.7120</w:t>
      </w:r>
      <w:r>
        <w:tab/>
        <w:t>3.038e0</w:t>
      </w:r>
    </w:p>
    <w:p w:rsidR="00D43590" w:rsidRDefault="00D43590" w:rsidP="00D43590">
      <w:r>
        <w:t>537.8546</w:t>
      </w:r>
      <w:r>
        <w:tab/>
        <w:t>4.051e0</w:t>
      </w:r>
    </w:p>
    <w:p w:rsidR="00D43590" w:rsidRDefault="00D43590" w:rsidP="00D43590">
      <w:r>
        <w:t>537.9946</w:t>
      </w:r>
      <w:r>
        <w:tab/>
        <w:t>2.025e0</w:t>
      </w:r>
    </w:p>
    <w:p w:rsidR="00D43590" w:rsidRDefault="00D43590" w:rsidP="00D43590">
      <w:r>
        <w:t>538.1395</w:t>
      </w:r>
      <w:r>
        <w:tab/>
        <w:t>1.013e0</w:t>
      </w:r>
    </w:p>
    <w:p w:rsidR="00D43590" w:rsidRDefault="00D43590" w:rsidP="00D43590">
      <w:r>
        <w:t>538.1787</w:t>
      </w:r>
      <w:r>
        <w:tab/>
        <w:t>1.013e0</w:t>
      </w:r>
    </w:p>
    <w:p w:rsidR="00D43590" w:rsidRDefault="00D43590" w:rsidP="00D43590">
      <w:r>
        <w:t>538.2454</w:t>
      </w:r>
      <w:r>
        <w:tab/>
        <w:t>1.013e0</w:t>
      </w:r>
    </w:p>
    <w:p w:rsidR="00D43590" w:rsidRDefault="00D43590" w:rsidP="00D43590">
      <w:r>
        <w:t>538.3328</w:t>
      </w:r>
      <w:r>
        <w:tab/>
        <w:t>1.013e0</w:t>
      </w:r>
    </w:p>
    <w:p w:rsidR="00D43590" w:rsidRDefault="00D43590" w:rsidP="00D43590">
      <w:r>
        <w:t>538.4379</w:t>
      </w:r>
      <w:r>
        <w:tab/>
        <w:t>2.025e0</w:t>
      </w:r>
    </w:p>
    <w:p w:rsidR="00D43590" w:rsidRDefault="00D43590" w:rsidP="00D43590">
      <w:r>
        <w:t>538.5973</w:t>
      </w:r>
      <w:r>
        <w:tab/>
        <w:t>2.025e0</w:t>
      </w:r>
    </w:p>
    <w:p w:rsidR="00D43590" w:rsidRDefault="00D43590" w:rsidP="00D43590">
      <w:r>
        <w:t>538.8469</w:t>
      </w:r>
      <w:r>
        <w:tab/>
        <w:t>3.038e0</w:t>
      </w:r>
    </w:p>
    <w:p w:rsidR="00D43590" w:rsidRDefault="00D43590" w:rsidP="00D43590">
      <w:r>
        <w:lastRenderedPageBreak/>
        <w:t>538.9651</w:t>
      </w:r>
      <w:r>
        <w:tab/>
        <w:t>1.013e0</w:t>
      </w:r>
    </w:p>
    <w:p w:rsidR="00D43590" w:rsidRDefault="00D43590" w:rsidP="00D43590">
      <w:r>
        <w:t>539.0334</w:t>
      </w:r>
      <w:r>
        <w:tab/>
        <w:t>1.013e0</w:t>
      </w:r>
    </w:p>
    <w:p w:rsidR="00D43590" w:rsidRDefault="00D43590" w:rsidP="00D43590">
      <w:r>
        <w:t>539.2378</w:t>
      </w:r>
      <w:r>
        <w:tab/>
        <w:t>2.025e0</w:t>
      </w:r>
    </w:p>
    <w:p w:rsidR="00D43590" w:rsidRDefault="00D43590" w:rsidP="00D43590">
      <w:r>
        <w:t>539.3140</w:t>
      </w:r>
      <w:r>
        <w:tab/>
        <w:t>3.038e0</w:t>
      </w:r>
    </w:p>
    <w:p w:rsidR="00D43590" w:rsidRDefault="00D43590" w:rsidP="00D43590">
      <w:r>
        <w:t>539.4190</w:t>
      </w:r>
      <w:r>
        <w:tab/>
        <w:t>3.038e0</w:t>
      </w:r>
    </w:p>
    <w:p w:rsidR="00D43590" w:rsidRDefault="00D43590" w:rsidP="00D43590">
      <w:r>
        <w:t>539.5171</w:t>
      </w:r>
      <w:r>
        <w:tab/>
        <w:t>1.013e0</w:t>
      </w:r>
    </w:p>
    <w:p w:rsidR="00D43590" w:rsidRDefault="00D43590" w:rsidP="00D43590">
      <w:r>
        <w:t>539.5847</w:t>
      </w:r>
      <w:r>
        <w:tab/>
        <w:t>1.013e0</w:t>
      </w:r>
    </w:p>
    <w:p w:rsidR="00D43590" w:rsidRDefault="00D43590" w:rsidP="00D43590">
      <w:r>
        <w:t>539.7239</w:t>
      </w:r>
      <w:r>
        <w:tab/>
        <w:t>2.025e0</w:t>
      </w:r>
    </w:p>
    <w:p w:rsidR="00D43590" w:rsidRDefault="00D43590" w:rsidP="00D43590">
      <w:r>
        <w:t>539.8647</w:t>
      </w:r>
      <w:r>
        <w:tab/>
        <w:t>2.025e0</w:t>
      </w:r>
    </w:p>
    <w:p w:rsidR="00D43590" w:rsidRDefault="00D43590" w:rsidP="00D43590">
      <w:r>
        <w:t>539.9759</w:t>
      </w:r>
      <w:r>
        <w:tab/>
        <w:t>1.013e0</w:t>
      </w:r>
    </w:p>
    <w:p w:rsidR="00D43590" w:rsidRDefault="00D43590" w:rsidP="00D43590">
      <w:r>
        <w:t>540.2217</w:t>
      </w:r>
      <w:r>
        <w:tab/>
        <w:t>1.013e0</w:t>
      </w:r>
    </w:p>
    <w:p w:rsidR="00D43590" w:rsidRDefault="00D43590" w:rsidP="00D43590">
      <w:r>
        <w:t>540.4052</w:t>
      </w:r>
      <w:r>
        <w:tab/>
        <w:t>1.013e0</w:t>
      </w:r>
    </w:p>
    <w:p w:rsidR="00D43590" w:rsidRDefault="00D43590" w:rsidP="00D43590">
      <w:r>
        <w:t>540.4731</w:t>
      </w:r>
      <w:r>
        <w:tab/>
        <w:t>7.089e0</w:t>
      </w:r>
    </w:p>
    <w:p w:rsidR="00D43590" w:rsidRDefault="00D43590" w:rsidP="00D43590">
      <w:r>
        <w:t>540.5607</w:t>
      </w:r>
      <w:r>
        <w:tab/>
        <w:t>4.424e0</w:t>
      </w:r>
    </w:p>
    <w:p w:rsidR="00D43590" w:rsidRDefault="00D43590" w:rsidP="00D43590">
      <w:r>
        <w:t>540.6900</w:t>
      </w:r>
      <w:r>
        <w:tab/>
        <w:t>3.038e0</w:t>
      </w:r>
    </w:p>
    <w:p w:rsidR="00D43590" w:rsidRDefault="00D43590" w:rsidP="00D43590">
      <w:r>
        <w:t>540.7796</w:t>
      </w:r>
      <w:r>
        <w:tab/>
        <w:t>2.025e0</w:t>
      </w:r>
    </w:p>
    <w:p w:rsidR="00D43590" w:rsidRDefault="00D43590" w:rsidP="00D43590">
      <w:r>
        <w:t>540.9603</w:t>
      </w:r>
      <w:r>
        <w:tab/>
        <w:t>2.025e0</w:t>
      </w:r>
    </w:p>
    <w:p w:rsidR="00D43590" w:rsidRDefault="00D43590" w:rsidP="00D43590">
      <w:r>
        <w:t>541.0635</w:t>
      </w:r>
      <w:r>
        <w:tab/>
        <w:t>2.025e0</w:t>
      </w:r>
    </w:p>
    <w:p w:rsidR="00D43590" w:rsidRDefault="00D43590" w:rsidP="00D43590">
      <w:r>
        <w:t>541.2416</w:t>
      </w:r>
      <w:r>
        <w:tab/>
        <w:t>1.445e1</w:t>
      </w:r>
    </w:p>
    <w:p w:rsidR="00D43590" w:rsidRDefault="00D43590" w:rsidP="00D43590">
      <w:r>
        <w:lastRenderedPageBreak/>
        <w:t>541.3090</w:t>
      </w:r>
      <w:r>
        <w:tab/>
        <w:t>2.761e0</w:t>
      </w:r>
    </w:p>
    <w:p w:rsidR="00D43590" w:rsidRDefault="00D43590" w:rsidP="00D43590">
      <w:r>
        <w:t>541.4388</w:t>
      </w:r>
      <w:r>
        <w:tab/>
        <w:t>4.072e0</w:t>
      </w:r>
    </w:p>
    <w:p w:rsidR="00D43590" w:rsidRDefault="00D43590" w:rsidP="00D43590">
      <w:r>
        <w:t>541.5173</w:t>
      </w:r>
      <w:r>
        <w:tab/>
        <w:t>1.013e0</w:t>
      </w:r>
    </w:p>
    <w:p w:rsidR="00D43590" w:rsidRDefault="00D43590" w:rsidP="00D43590">
      <w:r>
        <w:t>541.6903</w:t>
      </w:r>
      <w:r>
        <w:tab/>
        <w:t>2.025e0</w:t>
      </w:r>
    </w:p>
    <w:p w:rsidR="00D43590" w:rsidRDefault="00D43590" w:rsidP="00D43590">
      <w:r>
        <w:t>541.7476</w:t>
      </w:r>
      <w:r>
        <w:tab/>
        <w:t>2.025e0</w:t>
      </w:r>
    </w:p>
    <w:p w:rsidR="00D43590" w:rsidRDefault="00D43590" w:rsidP="00D43590">
      <w:r>
        <w:t>541.9059</w:t>
      </w:r>
      <w:r>
        <w:tab/>
        <w:t>2.025e0</w:t>
      </w:r>
    </w:p>
    <w:p w:rsidR="00D43590" w:rsidRDefault="00D43590" w:rsidP="00D43590">
      <w:r>
        <w:t>541.9917</w:t>
      </w:r>
      <w:r>
        <w:tab/>
        <w:t>1.013e0</w:t>
      </w:r>
    </w:p>
    <w:p w:rsidR="00D43590" w:rsidRDefault="00D43590" w:rsidP="00D43590">
      <w:r>
        <w:t>542.2635</w:t>
      </w:r>
      <w:r>
        <w:tab/>
        <w:t>2.025e0</w:t>
      </w:r>
    </w:p>
    <w:p w:rsidR="00D43590" w:rsidRDefault="00D43590" w:rsidP="00D43590">
      <w:r>
        <w:t>542.4986</w:t>
      </w:r>
      <w:r>
        <w:tab/>
        <w:t>4.051e0</w:t>
      </w:r>
    </w:p>
    <w:p w:rsidR="00D43590" w:rsidRDefault="00D43590" w:rsidP="00D43590">
      <w:r>
        <w:t>542.5635</w:t>
      </w:r>
      <w:r>
        <w:tab/>
        <w:t>2.025e0</w:t>
      </w:r>
    </w:p>
    <w:p w:rsidR="00D43590" w:rsidRDefault="00D43590" w:rsidP="00D43590">
      <w:r>
        <w:t>542.6692</w:t>
      </w:r>
      <w:r>
        <w:tab/>
        <w:t>2.025e0</w:t>
      </w:r>
    </w:p>
    <w:p w:rsidR="00D43590" w:rsidRDefault="00D43590" w:rsidP="00D43590">
      <w:r>
        <w:t>542.7482</w:t>
      </w:r>
      <w:r>
        <w:tab/>
        <w:t>1.013e0</w:t>
      </w:r>
    </w:p>
    <w:p w:rsidR="00D43590" w:rsidRDefault="00D43590" w:rsidP="00D43590">
      <w:r>
        <w:t>542.8497</w:t>
      </w:r>
      <w:r>
        <w:tab/>
        <w:t>3.038e0</w:t>
      </w:r>
    </w:p>
    <w:p w:rsidR="00D43590" w:rsidRDefault="00D43590" w:rsidP="00D43590">
      <w:r>
        <w:t>542.9612</w:t>
      </w:r>
      <w:r>
        <w:tab/>
        <w:t>1.013e0</w:t>
      </w:r>
    </w:p>
    <w:p w:rsidR="00D43590" w:rsidRDefault="00D43590" w:rsidP="00D43590">
      <w:r>
        <w:t>543.0040</w:t>
      </w:r>
      <w:r>
        <w:tab/>
        <w:t>1.013e0</w:t>
      </w:r>
    </w:p>
    <w:p w:rsidR="00D43590" w:rsidRDefault="00D43590" w:rsidP="00D43590">
      <w:r>
        <w:t>543.1161</w:t>
      </w:r>
      <w:r>
        <w:tab/>
        <w:t>3.038e0</w:t>
      </w:r>
    </w:p>
    <w:p w:rsidR="00D43590" w:rsidRDefault="00D43590" w:rsidP="00D43590">
      <w:r>
        <w:t>543.2039</w:t>
      </w:r>
      <w:r>
        <w:tab/>
        <w:t>2.025e0</w:t>
      </w:r>
    </w:p>
    <w:p w:rsidR="00D43590" w:rsidRDefault="00D43590" w:rsidP="00D43590">
      <w:r>
        <w:t>543.2734</w:t>
      </w:r>
      <w:r>
        <w:tab/>
        <w:t>2.262e0</w:t>
      </w:r>
    </w:p>
    <w:p w:rsidR="00D43590" w:rsidRDefault="00D43590" w:rsidP="00D43590">
      <w:r>
        <w:t>543.3499</w:t>
      </w:r>
      <w:r>
        <w:tab/>
        <w:t>3.038e0</w:t>
      </w:r>
    </w:p>
    <w:p w:rsidR="00D43590" w:rsidRDefault="00D43590" w:rsidP="00D43590">
      <w:r>
        <w:lastRenderedPageBreak/>
        <w:t>543.4339</w:t>
      </w:r>
      <w:r>
        <w:tab/>
        <w:t>3.038e0</w:t>
      </w:r>
    </w:p>
    <w:p w:rsidR="00D43590" w:rsidRDefault="00D43590" w:rsidP="00D43590">
      <w:r>
        <w:t>543.5437</w:t>
      </w:r>
      <w:r>
        <w:tab/>
        <w:t>1.013e0</w:t>
      </w:r>
    </w:p>
    <w:p w:rsidR="00D43590" w:rsidRDefault="00D43590" w:rsidP="00D43590">
      <w:r>
        <w:t>543.6117</w:t>
      </w:r>
      <w:r>
        <w:tab/>
        <w:t>1.013e0</w:t>
      </w:r>
    </w:p>
    <w:p w:rsidR="00D43590" w:rsidRDefault="00D43590" w:rsidP="00D43590">
      <w:r>
        <w:t>543.7574</w:t>
      </w:r>
      <w:r>
        <w:tab/>
        <w:t>1.013e0</w:t>
      </w:r>
    </w:p>
    <w:p w:rsidR="00D43590" w:rsidRDefault="00D43590" w:rsidP="00D43590">
      <w:r>
        <w:t>543.9129</w:t>
      </w:r>
      <w:r>
        <w:tab/>
        <w:t>1.013e0</w:t>
      </w:r>
    </w:p>
    <w:p w:rsidR="00D43590" w:rsidRDefault="00D43590" w:rsidP="00D43590">
      <w:r>
        <w:t>544.0633</w:t>
      </w:r>
      <w:r>
        <w:tab/>
        <w:t>1.013e0</w:t>
      </w:r>
    </w:p>
    <w:p w:rsidR="00D43590" w:rsidRDefault="00D43590" w:rsidP="00D43590">
      <w:r>
        <w:t>544.3115</w:t>
      </w:r>
      <w:r>
        <w:tab/>
        <w:t>1.013e0</w:t>
      </w:r>
    </w:p>
    <w:p w:rsidR="00D43590" w:rsidRDefault="00D43590" w:rsidP="00D43590">
      <w:r>
        <w:t>544.3539</w:t>
      </w:r>
      <w:r>
        <w:tab/>
        <w:t>1.013e0</w:t>
      </w:r>
    </w:p>
    <w:p w:rsidR="00D43590" w:rsidRDefault="00D43590" w:rsidP="00D43590">
      <w:r>
        <w:t>544.4729</w:t>
      </w:r>
      <w:r>
        <w:tab/>
        <w:t>2.025e0</w:t>
      </w:r>
    </w:p>
    <w:p w:rsidR="00D43590" w:rsidRDefault="00D43590" w:rsidP="00D43590">
      <w:r>
        <w:t>544.5829</w:t>
      </w:r>
      <w:r>
        <w:tab/>
        <w:t>2.025e0</w:t>
      </w:r>
    </w:p>
    <w:p w:rsidR="00D43590" w:rsidRDefault="00D43590" w:rsidP="00D43590">
      <w:r>
        <w:t>544.6423</w:t>
      </w:r>
      <w:r>
        <w:tab/>
        <w:t>1.013e0</w:t>
      </w:r>
    </w:p>
    <w:p w:rsidR="00D43590" w:rsidRDefault="00D43590" w:rsidP="00D43590">
      <w:r>
        <w:t>544.8466</w:t>
      </w:r>
      <w:r>
        <w:tab/>
        <w:t>1.013e0</w:t>
      </w:r>
    </w:p>
    <w:p w:rsidR="00D43590" w:rsidRDefault="00D43590" w:rsidP="00D43590">
      <w:r>
        <w:t>544.9635</w:t>
      </w:r>
      <w:r>
        <w:tab/>
        <w:t>1.013e0</w:t>
      </w:r>
    </w:p>
    <w:p w:rsidR="00D43590" w:rsidRDefault="00D43590" w:rsidP="00D43590">
      <w:r>
        <w:t>545.1909</w:t>
      </w:r>
      <w:r>
        <w:tab/>
        <w:t>1.013e0</w:t>
      </w:r>
    </w:p>
    <w:p w:rsidR="00D43590" w:rsidRDefault="00D43590" w:rsidP="00D43590">
      <w:r>
        <w:t>545.2922</w:t>
      </w:r>
      <w:r>
        <w:tab/>
        <w:t>1.013e0</w:t>
      </w:r>
    </w:p>
    <w:p w:rsidR="00D43590" w:rsidRDefault="00D43590" w:rsidP="00D43590">
      <w:r>
        <w:t>545.4194</w:t>
      </w:r>
      <w:r>
        <w:tab/>
        <w:t>6.049e0</w:t>
      </w:r>
    </w:p>
    <w:p w:rsidR="00D43590" w:rsidRDefault="00D43590" w:rsidP="00D43590">
      <w:r>
        <w:t>545.5284</w:t>
      </w:r>
      <w:r>
        <w:tab/>
        <w:t>1.013e0</w:t>
      </w:r>
    </w:p>
    <w:p w:rsidR="00D43590" w:rsidRDefault="00D43590" w:rsidP="00D43590">
      <w:r>
        <w:t>545.8657</w:t>
      </w:r>
      <w:r>
        <w:tab/>
        <w:t>2.025e0</w:t>
      </w:r>
    </w:p>
    <w:p w:rsidR="00D43590" w:rsidRDefault="00D43590" w:rsidP="00D43590">
      <w:r>
        <w:t>545.9247</w:t>
      </w:r>
      <w:r>
        <w:tab/>
        <w:t>2.025e0</w:t>
      </w:r>
    </w:p>
    <w:p w:rsidR="00D43590" w:rsidRDefault="00D43590" w:rsidP="00D43590">
      <w:r>
        <w:lastRenderedPageBreak/>
        <w:t>546.0160</w:t>
      </w:r>
      <w:r>
        <w:tab/>
        <w:t>2.025e0</w:t>
      </w:r>
    </w:p>
    <w:p w:rsidR="00D43590" w:rsidRDefault="00D43590" w:rsidP="00D43590">
      <w:r>
        <w:t>546.2306</w:t>
      </w:r>
      <w:r>
        <w:tab/>
        <w:t>1.013e0</w:t>
      </w:r>
    </w:p>
    <w:p w:rsidR="00D43590" w:rsidRDefault="00D43590" w:rsidP="00D43590">
      <w:r>
        <w:t>546.4314</w:t>
      </w:r>
      <w:r>
        <w:tab/>
        <w:t>4.051e0</w:t>
      </w:r>
    </w:p>
    <w:p w:rsidR="00D43590" w:rsidRDefault="00D43590" w:rsidP="00D43590">
      <w:r>
        <w:t>546.5233</w:t>
      </w:r>
      <w:r>
        <w:tab/>
        <w:t>3.038e0</w:t>
      </w:r>
    </w:p>
    <w:p w:rsidR="00D43590" w:rsidRDefault="00D43590" w:rsidP="00D43590">
      <w:r>
        <w:t>546.5918</w:t>
      </w:r>
      <w:r>
        <w:tab/>
        <w:t>1.013e0</w:t>
      </w:r>
    </w:p>
    <w:p w:rsidR="00D43590" w:rsidRDefault="00D43590" w:rsidP="00D43590">
      <w:r>
        <w:t>546.6796</w:t>
      </w:r>
      <w:r>
        <w:tab/>
        <w:t>1.013e0</w:t>
      </w:r>
    </w:p>
    <w:p w:rsidR="00D43590" w:rsidRDefault="00D43590" w:rsidP="00D43590">
      <w:r>
        <w:t>546.7578</w:t>
      </w:r>
      <w:r>
        <w:tab/>
        <w:t>1.013e0</w:t>
      </w:r>
    </w:p>
    <w:p w:rsidR="00D43590" w:rsidRDefault="00D43590" w:rsidP="00D43590">
      <w:r>
        <w:t>546.8359</w:t>
      </w:r>
      <w:r>
        <w:tab/>
        <w:t>1.013e0</w:t>
      </w:r>
    </w:p>
    <w:p w:rsidR="00D43590" w:rsidRDefault="00D43590" w:rsidP="00D43590">
      <w:r>
        <w:t>546.9307</w:t>
      </w:r>
      <w:r>
        <w:tab/>
        <w:t>2.025e0</w:t>
      </w:r>
    </w:p>
    <w:p w:rsidR="00D43590" w:rsidRDefault="00D43590" w:rsidP="00D43590">
      <w:r>
        <w:t>547.0453</w:t>
      </w:r>
      <w:r>
        <w:tab/>
        <w:t>2.025e0</w:t>
      </w:r>
    </w:p>
    <w:p w:rsidR="00D43590" w:rsidRDefault="00D43590" w:rsidP="00D43590">
      <w:r>
        <w:t>547.1605</w:t>
      </w:r>
      <w:r>
        <w:tab/>
        <w:t>3.038e0</w:t>
      </w:r>
    </w:p>
    <w:p w:rsidR="00D43590" w:rsidRDefault="00D43590" w:rsidP="00D43590">
      <w:r>
        <w:t>547.2309</w:t>
      </w:r>
      <w:r>
        <w:tab/>
        <w:t>3.038e0</w:t>
      </w:r>
    </w:p>
    <w:p w:rsidR="00D43590" w:rsidRDefault="00D43590" w:rsidP="00D43590">
      <w:r>
        <w:t>547.3208</w:t>
      </w:r>
      <w:r>
        <w:tab/>
        <w:t>2.025e0</w:t>
      </w:r>
    </w:p>
    <w:p w:rsidR="00D43590" w:rsidRDefault="00D43590" w:rsidP="00D43590">
      <w:r>
        <w:t>547.4252</w:t>
      </w:r>
      <w:r>
        <w:tab/>
        <w:t>4.051e0</w:t>
      </w:r>
    </w:p>
    <w:p w:rsidR="00D43590" w:rsidRDefault="00D43590" w:rsidP="00D43590">
      <w:r>
        <w:t>547.4940</w:t>
      </w:r>
      <w:r>
        <w:tab/>
        <w:t>2.025e0</w:t>
      </w:r>
    </w:p>
    <w:p w:rsidR="00D43590" w:rsidRDefault="00D43590" w:rsidP="00D43590">
      <w:r>
        <w:t>547.5936</w:t>
      </w:r>
      <w:r>
        <w:tab/>
        <w:t>5.063e0</w:t>
      </w:r>
    </w:p>
    <w:p w:rsidR="00D43590" w:rsidRDefault="00D43590" w:rsidP="00D43590">
      <w:r>
        <w:t>547.7352</w:t>
      </w:r>
      <w:r>
        <w:tab/>
        <w:t>1.013e0</w:t>
      </w:r>
    </w:p>
    <w:p w:rsidR="00D43590" w:rsidRDefault="00D43590" w:rsidP="00D43590">
      <w:r>
        <w:t>547.8182</w:t>
      </w:r>
      <w:r>
        <w:tab/>
        <w:t>2.025e0</w:t>
      </w:r>
    </w:p>
    <w:p w:rsidR="00D43590" w:rsidRDefault="00D43590" w:rsidP="00D43590">
      <w:r>
        <w:t>547.9263</w:t>
      </w:r>
      <w:r>
        <w:tab/>
        <w:t>2.025e0</w:t>
      </w:r>
    </w:p>
    <w:p w:rsidR="00D43590" w:rsidRDefault="00D43590" w:rsidP="00D43590">
      <w:r>
        <w:lastRenderedPageBreak/>
        <w:t>548.0289</w:t>
      </w:r>
      <w:r>
        <w:tab/>
        <w:t>2.025e0</w:t>
      </w:r>
    </w:p>
    <w:p w:rsidR="00D43590" w:rsidRDefault="00D43590" w:rsidP="00D43590">
      <w:r>
        <w:t>548.1027</w:t>
      </w:r>
      <w:r>
        <w:tab/>
        <w:t>3.038e0</w:t>
      </w:r>
    </w:p>
    <w:p w:rsidR="00D43590" w:rsidRDefault="00D43590" w:rsidP="00D43590">
      <w:r>
        <w:t>548.3146</w:t>
      </w:r>
      <w:r>
        <w:tab/>
        <w:t>3.983e0</w:t>
      </w:r>
    </w:p>
    <w:p w:rsidR="00D43590" w:rsidRDefault="00D43590" w:rsidP="00D43590">
      <w:r>
        <w:t>548.4004</w:t>
      </w:r>
      <w:r>
        <w:tab/>
        <w:t>2.025e0</w:t>
      </w:r>
    </w:p>
    <w:p w:rsidR="00D43590" w:rsidRDefault="00D43590" w:rsidP="00D43590">
      <w:r>
        <w:t>548.4532</w:t>
      </w:r>
      <w:r>
        <w:tab/>
        <w:t>3.038e0</w:t>
      </w:r>
    </w:p>
    <w:p w:rsidR="00D43590" w:rsidRDefault="00D43590" w:rsidP="00D43590">
      <w:r>
        <w:t>548.6066</w:t>
      </w:r>
      <w:r>
        <w:tab/>
        <w:t>1.013e0</w:t>
      </w:r>
    </w:p>
    <w:p w:rsidR="00D43590" w:rsidRDefault="00D43590" w:rsidP="00D43590">
      <w:r>
        <w:t>548.7055</w:t>
      </w:r>
      <w:r>
        <w:tab/>
        <w:t>1.013e0</w:t>
      </w:r>
    </w:p>
    <w:p w:rsidR="00D43590" w:rsidRDefault="00D43590" w:rsidP="00D43590">
      <w:r>
        <w:t>548.8614</w:t>
      </w:r>
      <w:r>
        <w:tab/>
        <w:t>1.013e0</w:t>
      </w:r>
    </w:p>
    <w:p w:rsidR="00D43590" w:rsidRDefault="00D43590" w:rsidP="00D43590">
      <w:r>
        <w:t>548.9222</w:t>
      </w:r>
      <w:r>
        <w:tab/>
        <w:t>2.025e0</w:t>
      </w:r>
    </w:p>
    <w:p w:rsidR="00D43590" w:rsidRDefault="00D43590" w:rsidP="00D43590">
      <w:r>
        <w:t>549.1492</w:t>
      </w:r>
      <w:r>
        <w:tab/>
        <w:t>4.051e0</w:t>
      </w:r>
    </w:p>
    <w:p w:rsidR="00D43590" w:rsidRDefault="00D43590" w:rsidP="00D43590">
      <w:r>
        <w:t>549.2719</w:t>
      </w:r>
      <w:r>
        <w:tab/>
        <w:t>3.038e0</w:t>
      </w:r>
    </w:p>
    <w:p w:rsidR="00D43590" w:rsidRDefault="00D43590" w:rsidP="00D43590">
      <w:r>
        <w:t>549.3643</w:t>
      </w:r>
      <w:r>
        <w:tab/>
        <w:t>3.038e0</w:t>
      </w:r>
    </w:p>
    <w:p w:rsidR="00D43590" w:rsidRDefault="00D43590" w:rsidP="00D43590">
      <w:r>
        <w:t>549.4425</w:t>
      </w:r>
      <w:r>
        <w:tab/>
        <w:t>3.851e0</w:t>
      </w:r>
    </w:p>
    <w:p w:rsidR="00D43590" w:rsidRDefault="00D43590" w:rsidP="00D43590">
      <w:r>
        <w:t>549.4909</w:t>
      </w:r>
      <w:r>
        <w:tab/>
        <w:t>3.038e0</w:t>
      </w:r>
    </w:p>
    <w:p w:rsidR="00D43590" w:rsidRDefault="00D43590" w:rsidP="00D43590">
      <w:r>
        <w:t>549.5767</w:t>
      </w:r>
      <w:r>
        <w:tab/>
        <w:t>2.025e0</w:t>
      </w:r>
    </w:p>
    <w:p w:rsidR="00D43590" w:rsidRDefault="00D43590" w:rsidP="00D43590">
      <w:r>
        <w:t>549.6864</w:t>
      </w:r>
      <w:r>
        <w:tab/>
        <w:t>2.025e0</w:t>
      </w:r>
    </w:p>
    <w:p w:rsidR="00D43590" w:rsidRDefault="00D43590" w:rsidP="00D43590">
      <w:r>
        <w:t>549.7834</w:t>
      </w:r>
      <w:r>
        <w:tab/>
        <w:t>1.013e0</w:t>
      </w:r>
    </w:p>
    <w:p w:rsidR="00D43590" w:rsidRDefault="00D43590" w:rsidP="00D43590">
      <w:r>
        <w:t>550.0515</w:t>
      </w:r>
      <w:r>
        <w:tab/>
        <w:t>1.013e0</w:t>
      </w:r>
    </w:p>
    <w:p w:rsidR="00D43590" w:rsidRDefault="00D43590" w:rsidP="00D43590">
      <w:r>
        <w:t>550.1279</w:t>
      </w:r>
      <w:r>
        <w:tab/>
        <w:t>3.038e0</w:t>
      </w:r>
    </w:p>
    <w:p w:rsidR="00D43590" w:rsidRDefault="00D43590" w:rsidP="00D43590">
      <w:r>
        <w:lastRenderedPageBreak/>
        <w:t>550.2718</w:t>
      </w:r>
      <w:r>
        <w:tab/>
        <w:t>1.013e0</w:t>
      </w:r>
    </w:p>
    <w:p w:rsidR="00D43590" w:rsidRDefault="00D43590" w:rsidP="00D43590">
      <w:r>
        <w:t>550.4875</w:t>
      </w:r>
      <w:r>
        <w:tab/>
        <w:t>3.038e0</w:t>
      </w:r>
    </w:p>
    <w:p w:rsidR="00D43590" w:rsidRDefault="00D43590" w:rsidP="00D43590">
      <w:r>
        <w:t>550.6377</w:t>
      </w:r>
      <w:r>
        <w:tab/>
        <w:t>8.101e0</w:t>
      </w:r>
    </w:p>
    <w:p w:rsidR="00D43590" w:rsidRDefault="00D43590" w:rsidP="00D43590">
      <w:r>
        <w:t>550.8619</w:t>
      </w:r>
      <w:r>
        <w:tab/>
        <w:t>3.038e0</w:t>
      </w:r>
    </w:p>
    <w:p w:rsidR="00D43590" w:rsidRDefault="00D43590" w:rsidP="00D43590">
      <w:r>
        <w:t>550.9430</w:t>
      </w:r>
      <w:r>
        <w:tab/>
        <w:t>1.013e0</w:t>
      </w:r>
    </w:p>
    <w:p w:rsidR="00D43590" w:rsidRDefault="00D43590" w:rsidP="00D43590">
      <w:r>
        <w:t>551.0414</w:t>
      </w:r>
      <w:r>
        <w:tab/>
        <w:t>1.013e0</w:t>
      </w:r>
    </w:p>
    <w:p w:rsidR="00D43590" w:rsidRDefault="00D43590" w:rsidP="00D43590">
      <w:r>
        <w:t>551.1281</w:t>
      </w:r>
      <w:r>
        <w:tab/>
        <w:t>2.025e0</w:t>
      </w:r>
    </w:p>
    <w:p w:rsidR="00D43590" w:rsidRDefault="00D43590" w:rsidP="00D43590">
      <w:r>
        <w:t>551.2581</w:t>
      </w:r>
      <w:r>
        <w:tab/>
        <w:t>2.025e0</w:t>
      </w:r>
    </w:p>
    <w:p w:rsidR="00D43590" w:rsidRDefault="00D43590" w:rsidP="00D43590">
      <w:r>
        <w:t>551.3970</w:t>
      </w:r>
      <w:r>
        <w:tab/>
        <w:t>4.051e0</w:t>
      </w:r>
    </w:p>
    <w:p w:rsidR="00D43590" w:rsidRDefault="00D43590" w:rsidP="00D43590">
      <w:r>
        <w:t>551.5070</w:t>
      </w:r>
      <w:r>
        <w:tab/>
        <w:t>4.051e0</w:t>
      </w:r>
    </w:p>
    <w:p w:rsidR="00D43590" w:rsidRDefault="00D43590" w:rsidP="00D43590">
      <w:r>
        <w:t>551.6569</w:t>
      </w:r>
      <w:r>
        <w:tab/>
        <w:t>3.038e0</w:t>
      </w:r>
    </w:p>
    <w:p w:rsidR="00D43590" w:rsidRDefault="00D43590" w:rsidP="00D43590">
      <w:r>
        <w:t>551.8677</w:t>
      </w:r>
      <w:r>
        <w:tab/>
        <w:t>4.051e0</w:t>
      </w:r>
    </w:p>
    <w:p w:rsidR="00D43590" w:rsidRDefault="00D43590" w:rsidP="00D43590">
      <w:r>
        <w:t>552.0426</w:t>
      </w:r>
      <w:r>
        <w:tab/>
        <w:t>1.013e0</w:t>
      </w:r>
    </w:p>
    <w:p w:rsidR="00D43590" w:rsidRDefault="00D43590" w:rsidP="00D43590">
      <w:r>
        <w:t>552.1968</w:t>
      </w:r>
      <w:r>
        <w:tab/>
        <w:t>2.025e0</w:t>
      </w:r>
    </w:p>
    <w:p w:rsidR="00D43590" w:rsidRDefault="00D43590" w:rsidP="00D43590">
      <w:r>
        <w:t>552.3760</w:t>
      </w:r>
      <w:r>
        <w:tab/>
        <w:t>2.025e0</w:t>
      </w:r>
    </w:p>
    <w:p w:rsidR="00D43590" w:rsidRDefault="00D43590" w:rsidP="00D43590">
      <w:r>
        <w:t>552.4500</w:t>
      </w:r>
      <w:r>
        <w:tab/>
        <w:t>4.051e0</w:t>
      </w:r>
    </w:p>
    <w:p w:rsidR="00D43590" w:rsidRDefault="00D43590" w:rsidP="00D43590">
      <w:r>
        <w:t>552.7076</w:t>
      </w:r>
      <w:r>
        <w:tab/>
        <w:t>1.013e0</w:t>
      </w:r>
    </w:p>
    <w:p w:rsidR="00D43590" w:rsidRDefault="00D43590" w:rsidP="00D43590">
      <w:r>
        <w:t>552.8677</w:t>
      </w:r>
      <w:r>
        <w:tab/>
        <w:t>2.025e0</w:t>
      </w:r>
    </w:p>
    <w:p w:rsidR="00D43590" w:rsidRDefault="00D43590" w:rsidP="00D43590">
      <w:r>
        <w:t>553.0295</w:t>
      </w:r>
      <w:r>
        <w:tab/>
        <w:t>1.013e0</w:t>
      </w:r>
    </w:p>
    <w:p w:rsidR="00D43590" w:rsidRDefault="00D43590" w:rsidP="00D43590">
      <w:r>
        <w:lastRenderedPageBreak/>
        <w:t>553.1308</w:t>
      </w:r>
      <w:r>
        <w:tab/>
        <w:t>1.013e0</w:t>
      </w:r>
    </w:p>
    <w:p w:rsidR="00D43590" w:rsidRDefault="00D43590" w:rsidP="00D43590">
      <w:r>
        <w:t>553.1899</w:t>
      </w:r>
      <w:r>
        <w:tab/>
        <w:t>1.013e0</w:t>
      </w:r>
    </w:p>
    <w:p w:rsidR="00D43590" w:rsidRDefault="00D43590" w:rsidP="00D43590">
      <w:r>
        <w:t>553.2997</w:t>
      </w:r>
      <w:r>
        <w:tab/>
        <w:t>4.051e0</w:t>
      </w:r>
    </w:p>
    <w:p w:rsidR="00D43590" w:rsidRDefault="00D43590" w:rsidP="00D43590">
      <w:r>
        <w:t>553.4616</w:t>
      </w:r>
      <w:r>
        <w:tab/>
        <w:t>2.025e0</w:t>
      </w:r>
    </w:p>
    <w:p w:rsidR="00D43590" w:rsidRDefault="00D43590" w:rsidP="00D43590">
      <w:r>
        <w:t>553.5357</w:t>
      </w:r>
      <w:r>
        <w:tab/>
        <w:t>1.013e0</w:t>
      </w:r>
    </w:p>
    <w:p w:rsidR="00D43590" w:rsidRDefault="00D43590" w:rsidP="00D43590">
      <w:r>
        <w:t>553.9639</w:t>
      </w:r>
      <w:r>
        <w:tab/>
        <w:t>3.038e0</w:t>
      </w:r>
    </w:p>
    <w:p w:rsidR="00D43590" w:rsidRDefault="00D43590" w:rsidP="00D43590">
      <w:r>
        <w:t>554.1689</w:t>
      </w:r>
      <w:r>
        <w:tab/>
        <w:t>3.038e0</w:t>
      </w:r>
    </w:p>
    <w:p w:rsidR="00D43590" w:rsidRDefault="00D43590" w:rsidP="00D43590">
      <w:r>
        <w:t>554.2802</w:t>
      </w:r>
      <w:r>
        <w:tab/>
        <w:t>3.038e0</w:t>
      </w:r>
    </w:p>
    <w:p w:rsidR="00D43590" w:rsidRDefault="00D43590" w:rsidP="00D43590">
      <w:r>
        <w:t>554.4267</w:t>
      </w:r>
      <w:r>
        <w:tab/>
        <w:t>2.025e0</w:t>
      </w:r>
    </w:p>
    <w:p w:rsidR="00D43590" w:rsidRDefault="00D43590" w:rsidP="00D43590">
      <w:r>
        <w:t>554.5051</w:t>
      </w:r>
      <w:r>
        <w:tab/>
        <w:t>3.038e0</w:t>
      </w:r>
    </w:p>
    <w:p w:rsidR="00D43590" w:rsidRDefault="00D43590" w:rsidP="00D43590">
      <w:r>
        <w:t>554.5560</w:t>
      </w:r>
      <w:r>
        <w:tab/>
        <w:t>1.775e0</w:t>
      </w:r>
    </w:p>
    <w:p w:rsidR="00D43590" w:rsidRDefault="00D43590" w:rsidP="00D43590">
      <w:r>
        <w:t>554.6619</w:t>
      </w:r>
      <w:r>
        <w:tab/>
        <w:t>1.013e0</w:t>
      </w:r>
    </w:p>
    <w:p w:rsidR="00D43590" w:rsidRDefault="00D43590" w:rsidP="00D43590">
      <w:r>
        <w:t>554.8822</w:t>
      </w:r>
      <w:r>
        <w:tab/>
        <w:t>3.038e0</w:t>
      </w:r>
    </w:p>
    <w:p w:rsidR="00D43590" w:rsidRDefault="00D43590" w:rsidP="00D43590">
      <w:r>
        <w:t>555.1902</w:t>
      </w:r>
      <w:r>
        <w:tab/>
        <w:t>1.013e0</w:t>
      </w:r>
    </w:p>
    <w:p w:rsidR="00D43590" w:rsidRDefault="00D43590" w:rsidP="00D43590">
      <w:r>
        <w:t>555.3682</w:t>
      </w:r>
      <w:r>
        <w:tab/>
        <w:t>1.985e0</w:t>
      </w:r>
    </w:p>
    <w:p w:rsidR="00D43590" w:rsidRDefault="00D43590" w:rsidP="00D43590">
      <w:r>
        <w:t>555.5040</w:t>
      </w:r>
      <w:r>
        <w:tab/>
        <w:t>5.063e0</w:t>
      </w:r>
    </w:p>
    <w:p w:rsidR="00D43590" w:rsidRDefault="00D43590" w:rsidP="00D43590">
      <w:r>
        <w:t>555.6439</w:t>
      </w:r>
      <w:r>
        <w:tab/>
        <w:t>1.013e0</w:t>
      </w:r>
    </w:p>
    <w:p w:rsidR="00D43590" w:rsidRDefault="00D43590" w:rsidP="00D43590">
      <w:r>
        <w:t>555.9412</w:t>
      </w:r>
      <w:r>
        <w:tab/>
        <w:t>2.025e0</w:t>
      </w:r>
    </w:p>
    <w:p w:rsidR="00D43590" w:rsidRDefault="00D43590" w:rsidP="00D43590">
      <w:r>
        <w:t>556.1250</w:t>
      </w:r>
      <w:r>
        <w:tab/>
        <w:t>2.025e0</w:t>
      </w:r>
    </w:p>
    <w:p w:rsidR="00D43590" w:rsidRDefault="00D43590" w:rsidP="00D43590">
      <w:r>
        <w:lastRenderedPageBreak/>
        <w:t>556.2669</w:t>
      </w:r>
      <w:r>
        <w:tab/>
        <w:t>4.051e0</w:t>
      </w:r>
    </w:p>
    <w:p w:rsidR="00D43590" w:rsidRDefault="00D43590" w:rsidP="00D43590">
      <w:r>
        <w:t>556.3842</w:t>
      </w:r>
      <w:r>
        <w:tab/>
        <w:t>3.038e0</w:t>
      </w:r>
    </w:p>
    <w:p w:rsidR="00D43590" w:rsidRDefault="00D43590" w:rsidP="00D43590">
      <w:r>
        <w:t>556.4623</w:t>
      </w:r>
      <w:r>
        <w:tab/>
        <w:t>2.127e1</w:t>
      </w:r>
    </w:p>
    <w:p w:rsidR="00D43590" w:rsidRDefault="00D43590" w:rsidP="00D43590">
      <w:r>
        <w:t>556.5610</w:t>
      </w:r>
      <w:r>
        <w:tab/>
        <w:t>3.038e0</w:t>
      </w:r>
    </w:p>
    <w:p w:rsidR="00D43590" w:rsidRDefault="00D43590" w:rsidP="00D43590">
      <w:r>
        <w:t>556.8029</w:t>
      </w:r>
      <w:r>
        <w:tab/>
        <w:t>1.013e0</w:t>
      </w:r>
    </w:p>
    <w:p w:rsidR="00D43590" w:rsidRDefault="00D43590" w:rsidP="00D43590">
      <w:r>
        <w:t>556.9441</w:t>
      </w:r>
      <w:r>
        <w:tab/>
        <w:t>3.038e0</w:t>
      </w:r>
    </w:p>
    <w:p w:rsidR="00D43590" w:rsidRDefault="00D43590" w:rsidP="00D43590">
      <w:r>
        <w:t>557.0269</w:t>
      </w:r>
      <w:r>
        <w:tab/>
        <w:t>3.038e0</w:t>
      </w:r>
    </w:p>
    <w:p w:rsidR="00D43590" w:rsidRDefault="00D43590" w:rsidP="00D43590">
      <w:r>
        <w:t>557.0757</w:t>
      </w:r>
      <w:r>
        <w:tab/>
        <w:t>2.103e0</w:t>
      </w:r>
    </w:p>
    <w:p w:rsidR="00D43590" w:rsidRDefault="00D43590" w:rsidP="00D43590">
      <w:r>
        <w:t>557.2125</w:t>
      </w:r>
      <w:r>
        <w:tab/>
        <w:t>1.013e0</w:t>
      </w:r>
    </w:p>
    <w:p w:rsidR="00D43590" w:rsidRDefault="00D43590" w:rsidP="00D43590">
      <w:r>
        <w:t>557.4617</w:t>
      </w:r>
      <w:r>
        <w:tab/>
        <w:t>6.914e0</w:t>
      </w:r>
    </w:p>
    <w:p w:rsidR="00D43590" w:rsidRDefault="00D43590" w:rsidP="00D43590">
      <w:r>
        <w:t>557.5672</w:t>
      </w:r>
      <w:r>
        <w:tab/>
        <w:t>1.013e0</w:t>
      </w:r>
    </w:p>
    <w:p w:rsidR="00D43590" w:rsidRDefault="00D43590" w:rsidP="00D43590">
      <w:r>
        <w:t>557.6700</w:t>
      </w:r>
      <w:r>
        <w:tab/>
        <w:t>2.025e0</w:t>
      </w:r>
    </w:p>
    <w:p w:rsidR="00D43590" w:rsidRDefault="00D43590" w:rsidP="00D43590">
      <w:r>
        <w:t>557.7259</w:t>
      </w:r>
      <w:r>
        <w:tab/>
        <w:t>3.038e0</w:t>
      </w:r>
    </w:p>
    <w:p w:rsidR="00D43590" w:rsidRDefault="00D43590" w:rsidP="00D43590">
      <w:r>
        <w:t>558.0402</w:t>
      </w:r>
      <w:r>
        <w:tab/>
        <w:t>3.038e0</w:t>
      </w:r>
    </w:p>
    <w:p w:rsidR="00D43590" w:rsidRDefault="00D43590" w:rsidP="00D43590">
      <w:r>
        <w:t>558.1844</w:t>
      </w:r>
      <w:r>
        <w:tab/>
        <w:t>2.025e0</w:t>
      </w:r>
    </w:p>
    <w:p w:rsidR="00D43590" w:rsidRDefault="00D43590" w:rsidP="00D43590">
      <w:r>
        <w:t>558.3170</w:t>
      </w:r>
      <w:r>
        <w:tab/>
        <w:t>1.013e0</w:t>
      </w:r>
    </w:p>
    <w:p w:rsidR="00D43590" w:rsidRDefault="00D43590" w:rsidP="00D43590">
      <w:r>
        <w:t>558.3996</w:t>
      </w:r>
      <w:r>
        <w:tab/>
        <w:t>2.025e0</w:t>
      </w:r>
    </w:p>
    <w:p w:rsidR="00D43590" w:rsidRDefault="00D43590" w:rsidP="00D43590">
      <w:r>
        <w:t>558.4592</w:t>
      </w:r>
      <w:r>
        <w:tab/>
        <w:t>2.025e0</w:t>
      </w:r>
    </w:p>
    <w:p w:rsidR="00D43590" w:rsidRDefault="00D43590" w:rsidP="00D43590">
      <w:r>
        <w:t>558.5262</w:t>
      </w:r>
      <w:r>
        <w:tab/>
        <w:t>1.013e0</w:t>
      </w:r>
    </w:p>
    <w:p w:rsidR="00D43590" w:rsidRDefault="00D43590" w:rsidP="00D43590">
      <w:r>
        <w:lastRenderedPageBreak/>
        <w:t>558.6534</w:t>
      </w:r>
      <w:r>
        <w:tab/>
        <w:t>2.025e0</w:t>
      </w:r>
    </w:p>
    <w:p w:rsidR="00D43590" w:rsidRDefault="00D43590" w:rsidP="00D43590">
      <w:r>
        <w:t>558.8152</w:t>
      </w:r>
      <w:r>
        <w:tab/>
        <w:t>3.038e0</w:t>
      </w:r>
    </w:p>
    <w:p w:rsidR="00D43590" w:rsidRDefault="00D43590" w:rsidP="00D43590">
      <w:r>
        <w:t>558.9158</w:t>
      </w:r>
      <w:r>
        <w:tab/>
        <w:t>3.038e0</w:t>
      </w:r>
    </w:p>
    <w:p w:rsidR="00D43590" w:rsidRDefault="00D43590" w:rsidP="00D43590">
      <w:r>
        <w:t>559.0040</w:t>
      </w:r>
      <w:r>
        <w:tab/>
        <w:t>2.025e0</w:t>
      </w:r>
    </w:p>
    <w:p w:rsidR="00D43590" w:rsidRDefault="00D43590" w:rsidP="00D43590">
      <w:r>
        <w:t>559.1008</w:t>
      </w:r>
      <w:r>
        <w:tab/>
        <w:t>3.038e0</w:t>
      </w:r>
    </w:p>
    <w:p w:rsidR="00D43590" w:rsidRDefault="00D43590" w:rsidP="00D43590">
      <w:r>
        <w:t>559.2095</w:t>
      </w:r>
      <w:r>
        <w:tab/>
        <w:t>5.776e0</w:t>
      </w:r>
    </w:p>
    <w:p w:rsidR="00D43590" w:rsidRDefault="00D43590" w:rsidP="00D43590">
      <w:r>
        <w:t>559.3191</w:t>
      </w:r>
      <w:r>
        <w:tab/>
        <w:t>2.025e0</w:t>
      </w:r>
    </w:p>
    <w:p w:rsidR="00D43590" w:rsidRDefault="00D43590" w:rsidP="00D43590">
      <w:r>
        <w:t>559.4680</w:t>
      </w:r>
      <w:r>
        <w:tab/>
        <w:t>4.051e0</w:t>
      </w:r>
    </w:p>
    <w:p w:rsidR="00D43590" w:rsidRDefault="00D43590" w:rsidP="00D43590">
      <w:r>
        <w:t>559.7616</w:t>
      </w:r>
      <w:r>
        <w:tab/>
        <w:t>3.038e0</w:t>
      </w:r>
    </w:p>
    <w:p w:rsidR="00D43590" w:rsidRDefault="00D43590" w:rsidP="00D43590">
      <w:r>
        <w:t>559.8209</w:t>
      </w:r>
      <w:r>
        <w:tab/>
        <w:t>4.051e0</w:t>
      </w:r>
    </w:p>
    <w:p w:rsidR="00D43590" w:rsidRDefault="00D43590" w:rsidP="00D43590">
      <w:r>
        <w:t>559.9327</w:t>
      </w:r>
      <w:r>
        <w:tab/>
        <w:t>1.013e0</w:t>
      </w:r>
    </w:p>
    <w:p w:rsidR="00D43590" w:rsidRDefault="00D43590" w:rsidP="00D43590">
      <w:r>
        <w:t>560.0025</w:t>
      </w:r>
      <w:r>
        <w:tab/>
        <w:t>2.092e0</w:t>
      </w:r>
    </w:p>
    <w:p w:rsidR="00D43590" w:rsidRDefault="00D43590" w:rsidP="00D43590">
      <w:r>
        <w:t>560.1724</w:t>
      </w:r>
      <w:r>
        <w:tab/>
        <w:t>1.013e0</w:t>
      </w:r>
    </w:p>
    <w:p w:rsidR="00D43590" w:rsidRDefault="00D43590" w:rsidP="00D43590">
      <w:r>
        <w:t>560.2434</w:t>
      </w:r>
      <w:r>
        <w:tab/>
        <w:t>2.025e0</w:t>
      </w:r>
    </w:p>
    <w:p w:rsidR="00D43590" w:rsidRDefault="00D43590" w:rsidP="00D43590">
      <w:r>
        <w:t>560.3023</w:t>
      </w:r>
      <w:r>
        <w:tab/>
        <w:t>2.025e0</w:t>
      </w:r>
    </w:p>
    <w:p w:rsidR="00D43590" w:rsidRDefault="00D43590" w:rsidP="00D43590">
      <w:r>
        <w:t>560.3636</w:t>
      </w:r>
      <w:r>
        <w:tab/>
        <w:t>2.025e0</w:t>
      </w:r>
    </w:p>
    <w:p w:rsidR="00D43590" w:rsidRDefault="00D43590" w:rsidP="00D43590">
      <w:r>
        <w:t>560.4916</w:t>
      </w:r>
      <w:r>
        <w:tab/>
        <w:t>4.051e0</w:t>
      </w:r>
    </w:p>
    <w:p w:rsidR="00D43590" w:rsidRDefault="00D43590" w:rsidP="00D43590">
      <w:r>
        <w:t>560.7221</w:t>
      </w:r>
      <w:r>
        <w:tab/>
        <w:t>1.013e0</w:t>
      </w:r>
    </w:p>
    <w:p w:rsidR="00D43590" w:rsidRDefault="00D43590" w:rsidP="00D43590">
      <w:r>
        <w:t>560.8978</w:t>
      </w:r>
      <w:r>
        <w:tab/>
        <w:t>2.025e0</w:t>
      </w:r>
    </w:p>
    <w:p w:rsidR="00D43590" w:rsidRDefault="00D43590" w:rsidP="00D43590">
      <w:r>
        <w:lastRenderedPageBreak/>
        <w:t>561.1559</w:t>
      </w:r>
      <w:r>
        <w:tab/>
        <w:t>2.025e0</w:t>
      </w:r>
    </w:p>
    <w:p w:rsidR="00D43590" w:rsidRDefault="00D43590" w:rsidP="00D43590">
      <w:r>
        <w:t>561.3168</w:t>
      </w:r>
      <w:r>
        <w:tab/>
        <w:t>2.025e0</w:t>
      </w:r>
    </w:p>
    <w:p w:rsidR="00D43590" w:rsidRDefault="00D43590" w:rsidP="00D43590">
      <w:r>
        <w:t>561.4166</w:t>
      </w:r>
      <w:r>
        <w:tab/>
        <w:t>1.316e1</w:t>
      </w:r>
    </w:p>
    <w:p w:rsidR="00D43590" w:rsidRDefault="00D43590" w:rsidP="00D43590">
      <w:r>
        <w:t>561.5377</w:t>
      </w:r>
      <w:r>
        <w:tab/>
        <w:t>2.025e0</w:t>
      </w:r>
    </w:p>
    <w:p w:rsidR="00D43590" w:rsidRDefault="00D43590" w:rsidP="00D43590">
      <w:r>
        <w:t>561.6210</w:t>
      </w:r>
      <w:r>
        <w:tab/>
        <w:t>1.013e0</w:t>
      </w:r>
    </w:p>
    <w:p w:rsidR="00D43590" w:rsidRDefault="00D43590" w:rsidP="00D43590">
      <w:r>
        <w:t>561.6719</w:t>
      </w:r>
      <w:r>
        <w:tab/>
        <w:t>1.013e0</w:t>
      </w:r>
    </w:p>
    <w:p w:rsidR="00D43590" w:rsidRDefault="00D43590" w:rsidP="00D43590">
      <w:r>
        <w:t>561.7430</w:t>
      </w:r>
      <w:r>
        <w:tab/>
        <w:t>1.013e0</w:t>
      </w:r>
    </w:p>
    <w:p w:rsidR="00D43590" w:rsidRDefault="00D43590" w:rsidP="00D43590">
      <w:r>
        <w:t>561.8592</w:t>
      </w:r>
      <w:r>
        <w:tab/>
        <w:t>2.025e0</w:t>
      </w:r>
    </w:p>
    <w:p w:rsidR="00D43590" w:rsidRDefault="00D43590" w:rsidP="00D43590">
      <w:r>
        <w:t>561.9785</w:t>
      </w:r>
      <w:r>
        <w:tab/>
        <w:t>2.025e0</w:t>
      </w:r>
    </w:p>
    <w:p w:rsidR="00D43590" w:rsidRDefault="00D43590" w:rsidP="00D43590">
      <w:r>
        <w:t>562.0967</w:t>
      </w:r>
      <w:r>
        <w:tab/>
        <w:t>2.025e0</w:t>
      </w:r>
    </w:p>
    <w:p w:rsidR="00D43590" w:rsidRDefault="00D43590" w:rsidP="00D43590">
      <w:r>
        <w:t>562.1516</w:t>
      </w:r>
      <w:r>
        <w:tab/>
        <w:t>2.025e0</w:t>
      </w:r>
    </w:p>
    <w:p w:rsidR="00D43590" w:rsidRDefault="00D43590" w:rsidP="00D43590">
      <w:r>
        <w:t>562.2554</w:t>
      </w:r>
      <w:r>
        <w:tab/>
        <w:t>3.038e0</w:t>
      </w:r>
    </w:p>
    <w:p w:rsidR="00D43590" w:rsidRDefault="00D43590" w:rsidP="00D43590">
      <w:r>
        <w:t>562.3256</w:t>
      </w:r>
      <w:r>
        <w:tab/>
        <w:t>2.025e0</w:t>
      </w:r>
    </w:p>
    <w:p w:rsidR="00D43590" w:rsidRDefault="00D43590" w:rsidP="00D43590">
      <w:r>
        <w:t>562.4031</w:t>
      </w:r>
      <w:r>
        <w:tab/>
        <w:t>9.083e0</w:t>
      </w:r>
    </w:p>
    <w:p w:rsidR="00D43590" w:rsidRDefault="00D43590" w:rsidP="00D43590">
      <w:r>
        <w:t>562.5681</w:t>
      </w:r>
      <w:r>
        <w:tab/>
        <w:t>3.038e0</w:t>
      </w:r>
    </w:p>
    <w:p w:rsidR="00D43590" w:rsidRDefault="00D43590" w:rsidP="00D43590">
      <w:r>
        <w:t>562.6753</w:t>
      </w:r>
      <w:r>
        <w:tab/>
        <w:t>1.013e0</w:t>
      </w:r>
    </w:p>
    <w:p w:rsidR="00D43590" w:rsidRDefault="00D43590" w:rsidP="00D43590">
      <w:r>
        <w:t>562.7841</w:t>
      </w:r>
      <w:r>
        <w:tab/>
        <w:t>3.038e0</w:t>
      </w:r>
    </w:p>
    <w:p w:rsidR="00D43590" w:rsidRDefault="00D43590" w:rsidP="00D43590">
      <w:r>
        <w:t>562.9141</w:t>
      </w:r>
      <w:r>
        <w:tab/>
        <w:t>3.038e0</w:t>
      </w:r>
    </w:p>
    <w:p w:rsidR="00D43590" w:rsidRDefault="00D43590" w:rsidP="00D43590">
      <w:r>
        <w:t>563.0111</w:t>
      </w:r>
      <w:r>
        <w:tab/>
        <w:t>2.025e0</w:t>
      </w:r>
    </w:p>
    <w:p w:rsidR="00D43590" w:rsidRDefault="00D43590" w:rsidP="00D43590">
      <w:r>
        <w:lastRenderedPageBreak/>
        <w:t>563.0803</w:t>
      </w:r>
      <w:r>
        <w:tab/>
        <w:t>2.025e0</w:t>
      </w:r>
    </w:p>
    <w:p w:rsidR="00D43590" w:rsidRDefault="00D43590" w:rsidP="00D43590">
      <w:r>
        <w:t>563.2173</w:t>
      </w:r>
      <w:r>
        <w:tab/>
        <w:t>2.025e0</w:t>
      </w:r>
    </w:p>
    <w:p w:rsidR="00D43590" w:rsidRDefault="00D43590" w:rsidP="00D43590">
      <w:r>
        <w:t>563.3435</w:t>
      </w:r>
      <w:r>
        <w:tab/>
        <w:t>3.038e0</w:t>
      </w:r>
    </w:p>
    <w:p w:rsidR="00D43590" w:rsidRDefault="00D43590" w:rsidP="00D43590">
      <w:r>
        <w:t>563.4432</w:t>
      </w:r>
      <w:r>
        <w:tab/>
        <w:t>2.025e0</w:t>
      </w:r>
    </w:p>
    <w:p w:rsidR="00D43590" w:rsidRDefault="00D43590" w:rsidP="00D43590">
      <w:r>
        <w:t>563.6542</w:t>
      </w:r>
      <w:r>
        <w:tab/>
        <w:t>2.025e0</w:t>
      </w:r>
    </w:p>
    <w:p w:rsidR="00D43590" w:rsidRDefault="00D43590" w:rsidP="00D43590">
      <w:r>
        <w:t>563.8101</w:t>
      </w:r>
      <w:r>
        <w:tab/>
        <w:t>1.013e0</w:t>
      </w:r>
    </w:p>
    <w:p w:rsidR="00D43590" w:rsidRDefault="00D43590" w:rsidP="00D43590">
      <w:r>
        <w:t>563.8603</w:t>
      </w:r>
      <w:r>
        <w:tab/>
        <w:t>1.013e0</w:t>
      </w:r>
    </w:p>
    <w:p w:rsidR="00D43590" w:rsidRDefault="00D43590" w:rsidP="00D43590">
      <w:r>
        <w:t>563.9910</w:t>
      </w:r>
      <w:r>
        <w:tab/>
        <w:t>1.013e0</w:t>
      </w:r>
    </w:p>
    <w:p w:rsidR="00D43590" w:rsidRDefault="00D43590" w:rsidP="00D43590">
      <w:r>
        <w:t>564.1373</w:t>
      </w:r>
      <w:r>
        <w:tab/>
        <w:t>3.038e0</w:t>
      </w:r>
    </w:p>
    <w:p w:rsidR="00D43590" w:rsidRDefault="00D43590" w:rsidP="00D43590">
      <w:r>
        <w:t>564.2474</w:t>
      </w:r>
      <w:r>
        <w:tab/>
        <w:t>2.025e0</w:t>
      </w:r>
    </w:p>
    <w:p w:rsidR="00D43590" w:rsidRDefault="00D43590" w:rsidP="00D43590">
      <w:r>
        <w:t>564.3780</w:t>
      </w:r>
      <w:r>
        <w:tab/>
        <w:t>9.114e0</w:t>
      </w:r>
    </w:p>
    <w:p w:rsidR="00D43590" w:rsidRDefault="00D43590" w:rsidP="00D43590">
      <w:r>
        <w:t>564.5241</w:t>
      </w:r>
      <w:r>
        <w:tab/>
        <w:t>1.013e0</w:t>
      </w:r>
    </w:p>
    <w:p w:rsidR="00D43590" w:rsidRDefault="00D43590" w:rsidP="00D43590">
      <w:r>
        <w:t>564.5945</w:t>
      </w:r>
      <w:r>
        <w:tab/>
        <w:t>1.013e0</w:t>
      </w:r>
    </w:p>
    <w:p w:rsidR="00D43590" w:rsidRDefault="00D43590" w:rsidP="00D43590">
      <w:r>
        <w:t>564.7036</w:t>
      </w:r>
      <w:r>
        <w:tab/>
        <w:t>1.013e0</w:t>
      </w:r>
    </w:p>
    <w:p w:rsidR="00D43590" w:rsidRDefault="00D43590" w:rsidP="00D43590">
      <w:r>
        <w:t>564.9067</w:t>
      </w:r>
      <w:r>
        <w:tab/>
        <w:t>2.025e0</w:t>
      </w:r>
    </w:p>
    <w:p w:rsidR="00D43590" w:rsidRDefault="00D43590" w:rsidP="00D43590">
      <w:r>
        <w:t>565.0426</w:t>
      </w:r>
      <w:r>
        <w:tab/>
        <w:t>2.025e0</w:t>
      </w:r>
    </w:p>
    <w:p w:rsidR="00D43590" w:rsidRDefault="00D43590" w:rsidP="00D43590">
      <w:r>
        <w:t>565.1947</w:t>
      </w:r>
      <w:r>
        <w:tab/>
        <w:t>1.013e0</w:t>
      </w:r>
    </w:p>
    <w:p w:rsidR="00D43590" w:rsidRDefault="00D43590" w:rsidP="00D43590">
      <w:r>
        <w:t>565.2679</w:t>
      </w:r>
      <w:r>
        <w:tab/>
        <w:t>2.025e0</w:t>
      </w:r>
    </w:p>
    <w:p w:rsidR="00D43590" w:rsidRDefault="00D43590" w:rsidP="00D43590">
      <w:r>
        <w:t>565.3890</w:t>
      </w:r>
      <w:r>
        <w:tab/>
        <w:t>5.114e0</w:t>
      </w:r>
    </w:p>
    <w:p w:rsidR="00D43590" w:rsidRDefault="00D43590" w:rsidP="00D43590">
      <w:r>
        <w:lastRenderedPageBreak/>
        <w:t>565.4854</w:t>
      </w:r>
      <w:r>
        <w:tab/>
        <w:t>2.512e0</w:t>
      </w:r>
    </w:p>
    <w:p w:rsidR="00D43590" w:rsidRDefault="00D43590" w:rsidP="00D43590">
      <w:r>
        <w:t>565.5735</w:t>
      </w:r>
      <w:r>
        <w:tab/>
        <w:t>4.051e0</w:t>
      </w:r>
    </w:p>
    <w:p w:rsidR="00D43590" w:rsidRDefault="00D43590" w:rsidP="00D43590">
      <w:r>
        <w:t>565.6826</w:t>
      </w:r>
      <w:r>
        <w:tab/>
        <w:t>1.013e0</w:t>
      </w:r>
    </w:p>
    <w:p w:rsidR="00D43590" w:rsidRDefault="00D43590" w:rsidP="00D43590">
      <w:r>
        <w:t>565.7706</w:t>
      </w:r>
      <w:r>
        <w:tab/>
        <w:t>3.038e0</w:t>
      </w:r>
    </w:p>
    <w:p w:rsidR="00D43590" w:rsidRDefault="00D43590" w:rsidP="00D43590">
      <w:r>
        <w:t>565.8479</w:t>
      </w:r>
      <w:r>
        <w:tab/>
        <w:t>2.025e0</w:t>
      </w:r>
    </w:p>
    <w:p w:rsidR="00D43590" w:rsidRDefault="00D43590" w:rsidP="00D43590">
      <w:r>
        <w:t>565.9294</w:t>
      </w:r>
      <w:r>
        <w:tab/>
        <w:t>2.025e0</w:t>
      </w:r>
    </w:p>
    <w:p w:rsidR="00D43590" w:rsidRDefault="00D43590" w:rsidP="00D43590">
      <w:r>
        <w:t>566.0017</w:t>
      </w:r>
      <w:r>
        <w:tab/>
        <w:t>3.038e0</w:t>
      </w:r>
    </w:p>
    <w:p w:rsidR="00D43590" w:rsidRDefault="00D43590" w:rsidP="00D43590">
      <w:r>
        <w:t>566.1423</w:t>
      </w:r>
      <w:r>
        <w:tab/>
        <w:t>2.025e0</w:t>
      </w:r>
    </w:p>
    <w:p w:rsidR="00D43590" w:rsidRDefault="00D43590" w:rsidP="00D43590">
      <w:r>
        <w:t>566.2676</w:t>
      </w:r>
      <w:r>
        <w:tab/>
        <w:t>1.013e0</w:t>
      </w:r>
    </w:p>
    <w:p w:rsidR="00D43590" w:rsidRDefault="00D43590" w:rsidP="00D43590">
      <w:r>
        <w:t>566.3231</w:t>
      </w:r>
      <w:r>
        <w:tab/>
        <w:t>2.025e0</w:t>
      </w:r>
    </w:p>
    <w:p w:rsidR="00D43590" w:rsidRDefault="00D43590" w:rsidP="00D43590">
      <w:r>
        <w:t>566.5806</w:t>
      </w:r>
      <w:r>
        <w:tab/>
        <w:t>1.013e0</w:t>
      </w:r>
    </w:p>
    <w:p w:rsidR="00D43590" w:rsidRDefault="00D43590" w:rsidP="00D43590">
      <w:r>
        <w:t>566.6667</w:t>
      </w:r>
      <w:r>
        <w:tab/>
        <w:t>1.013e0</w:t>
      </w:r>
    </w:p>
    <w:p w:rsidR="00D43590" w:rsidRDefault="00D43590" w:rsidP="00D43590">
      <w:r>
        <w:t>566.7856</w:t>
      </w:r>
      <w:r>
        <w:tab/>
        <w:t>1.013e0</w:t>
      </w:r>
    </w:p>
    <w:p w:rsidR="00D43590" w:rsidRDefault="00D43590" w:rsidP="00D43590">
      <w:r>
        <w:t>566.8735</w:t>
      </w:r>
      <w:r>
        <w:tab/>
        <w:t>1.013e0</w:t>
      </w:r>
    </w:p>
    <w:p w:rsidR="00D43590" w:rsidRDefault="00D43590" w:rsidP="00D43590">
      <w:r>
        <w:t>567.0483</w:t>
      </w:r>
      <w:r>
        <w:tab/>
        <w:t>3.038e0</w:t>
      </w:r>
    </w:p>
    <w:p w:rsidR="00D43590" w:rsidRDefault="00D43590" w:rsidP="00D43590">
      <w:r>
        <w:t>567.2698</w:t>
      </w:r>
      <w:r>
        <w:tab/>
        <w:t>3.038e0</w:t>
      </w:r>
    </w:p>
    <w:p w:rsidR="00D43590" w:rsidRDefault="00D43590" w:rsidP="00D43590">
      <w:r>
        <w:t>567.4271</w:t>
      </w:r>
      <w:r>
        <w:tab/>
        <w:t>1.013e0</w:t>
      </w:r>
    </w:p>
    <w:p w:rsidR="00D43590" w:rsidRDefault="00D43590" w:rsidP="00D43590">
      <w:r>
        <w:t>567.4810</w:t>
      </w:r>
      <w:r>
        <w:tab/>
        <w:t>3.038e0</w:t>
      </w:r>
    </w:p>
    <w:p w:rsidR="00D43590" w:rsidRDefault="00D43590" w:rsidP="00D43590">
      <w:r>
        <w:t>567.6980</w:t>
      </w:r>
      <w:r>
        <w:tab/>
        <w:t>2.025e0</w:t>
      </w:r>
    </w:p>
    <w:p w:rsidR="00D43590" w:rsidRDefault="00D43590" w:rsidP="00D43590">
      <w:r>
        <w:lastRenderedPageBreak/>
        <w:t>567.9048</w:t>
      </w:r>
      <w:r>
        <w:tab/>
        <w:t>1.013e0</w:t>
      </w:r>
    </w:p>
    <w:p w:rsidR="00D43590" w:rsidRDefault="00D43590" w:rsidP="00D43590">
      <w:r>
        <w:t>568.0769</w:t>
      </w:r>
      <w:r>
        <w:tab/>
        <w:t>1.013e0</w:t>
      </w:r>
    </w:p>
    <w:p w:rsidR="00D43590" w:rsidRDefault="00D43590" w:rsidP="00D43590">
      <w:r>
        <w:t>568.2852</w:t>
      </w:r>
      <w:r>
        <w:tab/>
        <w:t>4.332e1</w:t>
      </w:r>
    </w:p>
    <w:p w:rsidR="00D43590" w:rsidRDefault="00D43590" w:rsidP="00D43590">
      <w:r>
        <w:t>568.4651</w:t>
      </w:r>
      <w:r>
        <w:tab/>
        <w:t>9.114e0</w:t>
      </w:r>
    </w:p>
    <w:p w:rsidR="00D43590" w:rsidRDefault="00D43590" w:rsidP="00D43590">
      <w:r>
        <w:t>568.5946</w:t>
      </w:r>
      <w:r>
        <w:tab/>
        <w:t>1.013e0</w:t>
      </w:r>
    </w:p>
    <w:p w:rsidR="00D43590" w:rsidRDefault="00D43590" w:rsidP="00D43590">
      <w:r>
        <w:t>568.6642</w:t>
      </w:r>
      <w:r>
        <w:tab/>
        <w:t>1.013e0</w:t>
      </w:r>
    </w:p>
    <w:p w:rsidR="00D43590" w:rsidRDefault="00D43590" w:rsidP="00D43590">
      <w:r>
        <w:t>568.9536</w:t>
      </w:r>
      <w:r>
        <w:tab/>
        <w:t>2.025e0</w:t>
      </w:r>
    </w:p>
    <w:p w:rsidR="00D43590" w:rsidRDefault="00D43590" w:rsidP="00D43590">
      <w:r>
        <w:t>569.0494</w:t>
      </w:r>
      <w:r>
        <w:tab/>
        <w:t>1.013e0</w:t>
      </w:r>
    </w:p>
    <w:p w:rsidR="00D43590" w:rsidRDefault="00D43590" w:rsidP="00D43590">
      <w:r>
        <w:t>569.2038</w:t>
      </w:r>
      <w:r>
        <w:tab/>
        <w:t>7.089e0</w:t>
      </w:r>
    </w:p>
    <w:p w:rsidR="00D43590" w:rsidRDefault="00D43590" w:rsidP="00D43590">
      <w:r>
        <w:t>569.2773</w:t>
      </w:r>
      <w:r>
        <w:tab/>
        <w:t>2.487e1</w:t>
      </w:r>
    </w:p>
    <w:p w:rsidR="00D43590" w:rsidRDefault="00D43590" w:rsidP="00D43590">
      <w:r>
        <w:t>569.5667</w:t>
      </w:r>
      <w:r>
        <w:tab/>
        <w:t>1.013e0</w:t>
      </w:r>
    </w:p>
    <w:p w:rsidR="00D43590" w:rsidRDefault="00D43590" w:rsidP="00D43590">
      <w:r>
        <w:t>569.6752</w:t>
      </w:r>
      <w:r>
        <w:tab/>
        <w:t>2.025e0</w:t>
      </w:r>
    </w:p>
    <w:p w:rsidR="00D43590" w:rsidRDefault="00D43590" w:rsidP="00D43590">
      <w:r>
        <w:t>569.7900</w:t>
      </w:r>
      <w:r>
        <w:tab/>
        <w:t>1.013e0</w:t>
      </w:r>
    </w:p>
    <w:p w:rsidR="00D43590" w:rsidRDefault="00D43590" w:rsidP="00D43590">
      <w:r>
        <w:t>569.9543</w:t>
      </w:r>
      <w:r>
        <w:tab/>
        <w:t>2.025e0</w:t>
      </w:r>
    </w:p>
    <w:p w:rsidR="00D43590" w:rsidRDefault="00D43590" w:rsidP="00D43590">
      <w:r>
        <w:t>570.0815</w:t>
      </w:r>
      <w:r>
        <w:tab/>
        <w:t>3.038e0</w:t>
      </w:r>
    </w:p>
    <w:p w:rsidR="00D43590" w:rsidRDefault="00D43590" w:rsidP="00D43590">
      <w:r>
        <w:t>570.2754</w:t>
      </w:r>
      <w:r>
        <w:tab/>
        <w:t>1.424e1</w:t>
      </w:r>
    </w:p>
    <w:p w:rsidR="00D43590" w:rsidRDefault="00D43590" w:rsidP="00D43590">
      <w:r>
        <w:t>570.3893</w:t>
      </w:r>
      <w:r>
        <w:tab/>
        <w:t>3.038e0</w:t>
      </w:r>
    </w:p>
    <w:p w:rsidR="00D43590" w:rsidRDefault="00D43590" w:rsidP="00D43590">
      <w:r>
        <w:t>570.5010</w:t>
      </w:r>
      <w:r>
        <w:tab/>
        <w:t>1.215e1</w:t>
      </w:r>
    </w:p>
    <w:p w:rsidR="00D43590" w:rsidRDefault="00D43590" w:rsidP="00D43590">
      <w:r>
        <w:t>570.5704</w:t>
      </w:r>
      <w:r>
        <w:tab/>
        <w:t>3.038e0</w:t>
      </w:r>
    </w:p>
    <w:p w:rsidR="00D43590" w:rsidRDefault="00D43590" w:rsidP="00D43590">
      <w:r>
        <w:lastRenderedPageBreak/>
        <w:t>570.6380</w:t>
      </w:r>
      <w:r>
        <w:tab/>
        <w:t>1.013e0</w:t>
      </w:r>
    </w:p>
    <w:p w:rsidR="00D43590" w:rsidRDefault="00D43590" w:rsidP="00D43590">
      <w:r>
        <w:t>570.7060</w:t>
      </w:r>
      <w:r>
        <w:tab/>
        <w:t>1.013e0</w:t>
      </w:r>
    </w:p>
    <w:p w:rsidR="00D43590" w:rsidRDefault="00D43590" w:rsidP="00D43590">
      <w:r>
        <w:t>570.7742</w:t>
      </w:r>
      <w:r>
        <w:tab/>
        <w:t>3.038e0</w:t>
      </w:r>
    </w:p>
    <w:p w:rsidR="00D43590" w:rsidRDefault="00D43590" w:rsidP="00D43590">
      <w:r>
        <w:t>570.8580</w:t>
      </w:r>
      <w:r>
        <w:tab/>
        <w:t>6.076e0</w:t>
      </w:r>
    </w:p>
    <w:p w:rsidR="00D43590" w:rsidRDefault="00D43590" w:rsidP="00D43590">
      <w:r>
        <w:t>570.9752</w:t>
      </w:r>
      <w:r>
        <w:tab/>
        <w:t>1.013e0</w:t>
      </w:r>
    </w:p>
    <w:p w:rsidR="00D43590" w:rsidRDefault="00D43590" w:rsidP="00D43590">
      <w:r>
        <w:t>571.2045</w:t>
      </w:r>
      <w:r>
        <w:tab/>
        <w:t>9.787e0</w:t>
      </w:r>
    </w:p>
    <w:p w:rsidR="00D43590" w:rsidRDefault="00D43590" w:rsidP="00D43590">
      <w:r>
        <w:t>571.2873</w:t>
      </w:r>
      <w:r>
        <w:tab/>
        <w:t>2.025e0</w:t>
      </w:r>
    </w:p>
    <w:p w:rsidR="00D43590" w:rsidRDefault="00D43590" w:rsidP="00D43590">
      <w:r>
        <w:t>571.4374</w:t>
      </w:r>
      <w:r>
        <w:tab/>
        <w:t>3.973e0</w:t>
      </w:r>
    </w:p>
    <w:p w:rsidR="00D43590" w:rsidRDefault="00D43590" w:rsidP="00D43590">
      <w:r>
        <w:t>571.5016</w:t>
      </w:r>
      <w:r>
        <w:tab/>
        <w:t>4.051e0</w:t>
      </w:r>
    </w:p>
    <w:p w:rsidR="00D43590" w:rsidRDefault="00D43590" w:rsidP="00D43590">
      <w:r>
        <w:t>571.6013</w:t>
      </w:r>
      <w:r>
        <w:tab/>
        <w:t>2.025e0</w:t>
      </w:r>
    </w:p>
    <w:p w:rsidR="00D43590" w:rsidRDefault="00D43590" w:rsidP="00D43590">
      <w:r>
        <w:t>571.7008</w:t>
      </w:r>
      <w:r>
        <w:tab/>
        <w:t>1.013e0</w:t>
      </w:r>
    </w:p>
    <w:p w:rsidR="00D43590" w:rsidRDefault="00D43590" w:rsidP="00D43590">
      <w:r>
        <w:t>572.0128</w:t>
      </w:r>
      <w:r>
        <w:tab/>
        <w:t>2.025e0</w:t>
      </w:r>
    </w:p>
    <w:p w:rsidR="00D43590" w:rsidRDefault="00D43590" w:rsidP="00D43590">
      <w:r>
        <w:t>572.2092</w:t>
      </w:r>
      <w:r>
        <w:tab/>
        <w:t>5.063e0</w:t>
      </w:r>
    </w:p>
    <w:p w:rsidR="00D43590" w:rsidRDefault="00D43590" w:rsidP="00D43590">
      <w:r>
        <w:t>572.3228</w:t>
      </w:r>
      <w:r>
        <w:tab/>
        <w:t>3.038e0</w:t>
      </w:r>
    </w:p>
    <w:p w:rsidR="00D43590" w:rsidRDefault="00D43590" w:rsidP="00D43590">
      <w:r>
        <w:t>572.4100</w:t>
      </w:r>
      <w:r>
        <w:tab/>
        <w:t>1.013e0</w:t>
      </w:r>
    </w:p>
    <w:p w:rsidR="00D43590" w:rsidRDefault="00D43590" w:rsidP="00D43590">
      <w:r>
        <w:t>572.4678</w:t>
      </w:r>
      <w:r>
        <w:tab/>
        <w:t>4.051e0</w:t>
      </w:r>
    </w:p>
    <w:p w:rsidR="00D43590" w:rsidRDefault="00D43590" w:rsidP="00D43590">
      <w:r>
        <w:t>572.5864</w:t>
      </w:r>
      <w:r>
        <w:tab/>
        <w:t>4.051e0</w:t>
      </w:r>
    </w:p>
    <w:p w:rsidR="00D43590" w:rsidRDefault="00D43590" w:rsidP="00D43590">
      <w:r>
        <w:t>572.6440</w:t>
      </w:r>
      <w:r>
        <w:tab/>
        <w:t>2.025e0</w:t>
      </w:r>
    </w:p>
    <w:p w:rsidR="00D43590" w:rsidRDefault="00D43590" w:rsidP="00D43590">
      <w:r>
        <w:t>572.8533</w:t>
      </w:r>
      <w:r>
        <w:tab/>
        <w:t>1.013e0</w:t>
      </w:r>
    </w:p>
    <w:p w:rsidR="00D43590" w:rsidRDefault="00D43590" w:rsidP="00D43590">
      <w:r>
        <w:lastRenderedPageBreak/>
        <w:t>572.9144</w:t>
      </w:r>
      <w:r>
        <w:tab/>
        <w:t>1.013e0</w:t>
      </w:r>
    </w:p>
    <w:p w:rsidR="00D43590" w:rsidRDefault="00D43590" w:rsidP="00D43590">
      <w:r>
        <w:t>572.9961</w:t>
      </w:r>
      <w:r>
        <w:tab/>
        <w:t>1.013e0</w:t>
      </w:r>
    </w:p>
    <w:p w:rsidR="00D43590" w:rsidRDefault="00D43590" w:rsidP="00D43590">
      <w:r>
        <w:t>573.1390</w:t>
      </w:r>
      <w:r>
        <w:tab/>
        <w:t>1.013e0</w:t>
      </w:r>
    </w:p>
    <w:p w:rsidR="00D43590" w:rsidRDefault="00D43590" w:rsidP="00D43590">
      <w:r>
        <w:t>573.2207</w:t>
      </w:r>
      <w:r>
        <w:tab/>
        <w:t>1.013e0</w:t>
      </w:r>
    </w:p>
    <w:p w:rsidR="00D43590" w:rsidRDefault="00D43590" w:rsidP="00D43590">
      <w:r>
        <w:t>573.3208</w:t>
      </w:r>
      <w:r>
        <w:tab/>
        <w:t>3.038e0</w:t>
      </w:r>
    </w:p>
    <w:p w:rsidR="00D43590" w:rsidRDefault="00D43590" w:rsidP="00D43590">
      <w:r>
        <w:t>573.4247</w:t>
      </w:r>
      <w:r>
        <w:tab/>
        <w:t>2.025e0</w:t>
      </w:r>
    </w:p>
    <w:p w:rsidR="00D43590" w:rsidRDefault="00D43590" w:rsidP="00D43590">
      <w:r>
        <w:t>573.5182</w:t>
      </w:r>
      <w:r>
        <w:tab/>
        <w:t>2.025e0</w:t>
      </w:r>
    </w:p>
    <w:p w:rsidR="00D43590" w:rsidRDefault="00D43590" w:rsidP="00D43590">
      <w:r>
        <w:t>573.8107</w:t>
      </w:r>
      <w:r>
        <w:tab/>
        <w:t>2.025e0</w:t>
      </w:r>
    </w:p>
    <w:p w:rsidR="00D43590" w:rsidRDefault="00D43590" w:rsidP="00D43590">
      <w:r>
        <w:t>573.9319</w:t>
      </w:r>
      <w:r>
        <w:tab/>
        <w:t>7.089e0</w:t>
      </w:r>
    </w:p>
    <w:p w:rsidR="00D43590" w:rsidRDefault="00D43590" w:rsidP="00D43590">
      <w:r>
        <w:t>574.0185</w:t>
      </w:r>
      <w:r>
        <w:tab/>
        <w:t>4.051e0</w:t>
      </w:r>
    </w:p>
    <w:p w:rsidR="00D43590" w:rsidRDefault="00D43590" w:rsidP="00D43590">
      <w:r>
        <w:t>574.1197</w:t>
      </w:r>
      <w:r>
        <w:tab/>
        <w:t>1.013e0</w:t>
      </w:r>
    </w:p>
    <w:p w:rsidR="00D43590" w:rsidRDefault="00D43590" w:rsidP="00D43590">
      <w:r>
        <w:t>574.2380</w:t>
      </w:r>
      <w:r>
        <w:tab/>
        <w:t>5.063e0</w:t>
      </w:r>
    </w:p>
    <w:p w:rsidR="00D43590" w:rsidRDefault="00D43590" w:rsidP="00D43590">
      <w:r>
        <w:t>574.3549</w:t>
      </w:r>
      <w:r>
        <w:tab/>
        <w:t>1.013e0</w:t>
      </w:r>
    </w:p>
    <w:p w:rsidR="00D43590" w:rsidRDefault="00D43590" w:rsidP="00D43590">
      <w:r>
        <w:t>574.4297</w:t>
      </w:r>
      <w:r>
        <w:tab/>
        <w:t>4.051e0</w:t>
      </w:r>
    </w:p>
    <w:p w:rsidR="00D43590" w:rsidRDefault="00D43590" w:rsidP="00D43590">
      <w:r>
        <w:t>574.5309</w:t>
      </w:r>
      <w:r>
        <w:tab/>
        <w:t>2.025e0</w:t>
      </w:r>
    </w:p>
    <w:p w:rsidR="00D43590" w:rsidRDefault="00D43590" w:rsidP="00D43590">
      <w:r>
        <w:t>574.5875</w:t>
      </w:r>
      <w:r>
        <w:tab/>
        <w:t>3.038e0</w:t>
      </w:r>
    </w:p>
    <w:p w:rsidR="00D43590" w:rsidRDefault="00D43590" w:rsidP="00D43590">
      <w:r>
        <w:t>574.6426</w:t>
      </w:r>
      <w:r>
        <w:tab/>
        <w:t>3.038e0</w:t>
      </w:r>
    </w:p>
    <w:p w:rsidR="00D43590" w:rsidRDefault="00D43590" w:rsidP="00D43590">
      <w:r>
        <w:t>574.7373</w:t>
      </w:r>
      <w:r>
        <w:tab/>
        <w:t>2.025e0</w:t>
      </w:r>
    </w:p>
    <w:p w:rsidR="00D43590" w:rsidRDefault="00D43590" w:rsidP="00D43590">
      <w:r>
        <w:t>574.8045</w:t>
      </w:r>
      <w:r>
        <w:tab/>
        <w:t>1.013e0</w:t>
      </w:r>
    </w:p>
    <w:p w:rsidR="00D43590" w:rsidRDefault="00D43590" w:rsidP="00D43590">
      <w:r>
        <w:lastRenderedPageBreak/>
        <w:t>574.9749</w:t>
      </w:r>
      <w:r>
        <w:tab/>
        <w:t>4.051e0</w:t>
      </w:r>
    </w:p>
    <w:p w:rsidR="00D43590" w:rsidRDefault="00D43590" w:rsidP="00D43590">
      <w:r>
        <w:t>575.0610</w:t>
      </w:r>
      <w:r>
        <w:tab/>
        <w:t>1.013e0</w:t>
      </w:r>
    </w:p>
    <w:p w:rsidR="00D43590" w:rsidRDefault="00D43590" w:rsidP="00D43590">
      <w:r>
        <w:t>575.1429</w:t>
      </w:r>
      <w:r>
        <w:tab/>
        <w:t>1.013e0</w:t>
      </w:r>
    </w:p>
    <w:p w:rsidR="00D43590" w:rsidRDefault="00D43590" w:rsidP="00D43590">
      <w:r>
        <w:t>575.2249</w:t>
      </w:r>
      <w:r>
        <w:tab/>
        <w:t>2.025e0</w:t>
      </w:r>
    </w:p>
    <w:p w:rsidR="00D43590" w:rsidRDefault="00D43590" w:rsidP="00D43590">
      <w:r>
        <w:t>575.3703</w:t>
      </w:r>
      <w:r>
        <w:tab/>
        <w:t>4.051e0</w:t>
      </w:r>
    </w:p>
    <w:p w:rsidR="00D43590" w:rsidRDefault="00D43590" w:rsidP="00D43590">
      <w:r>
        <w:t>575.4374</w:t>
      </w:r>
      <w:r>
        <w:tab/>
        <w:t>5.063e0</w:t>
      </w:r>
    </w:p>
    <w:p w:rsidR="00D43590" w:rsidRDefault="00D43590" w:rsidP="00D43590">
      <w:r>
        <w:t>575.4962</w:t>
      </w:r>
      <w:r>
        <w:tab/>
        <w:t>3.038e0</w:t>
      </w:r>
    </w:p>
    <w:p w:rsidR="00D43590" w:rsidRDefault="00D43590" w:rsidP="00D43590">
      <w:r>
        <w:t>575.7167</w:t>
      </w:r>
      <w:r>
        <w:tab/>
        <w:t>3.038e0</w:t>
      </w:r>
    </w:p>
    <w:p w:rsidR="00D43590" w:rsidRDefault="00D43590" w:rsidP="00D43590">
      <w:r>
        <w:t>575.8055</w:t>
      </w:r>
      <w:r>
        <w:tab/>
        <w:t>2.025e0</w:t>
      </w:r>
    </w:p>
    <w:p w:rsidR="00D43590" w:rsidRDefault="00D43590" w:rsidP="00D43590">
      <w:r>
        <w:t>576.0612</w:t>
      </w:r>
      <w:r>
        <w:tab/>
        <w:t>3.038e0</w:t>
      </w:r>
    </w:p>
    <w:p w:rsidR="00D43590" w:rsidRDefault="00D43590" w:rsidP="00D43590">
      <w:r>
        <w:t>576.2294</w:t>
      </w:r>
      <w:r>
        <w:tab/>
        <w:t>1.013e0</w:t>
      </w:r>
    </w:p>
    <w:p w:rsidR="00D43590" w:rsidRDefault="00D43590" w:rsidP="00D43590">
      <w:r>
        <w:t>576.2885</w:t>
      </w:r>
      <w:r>
        <w:tab/>
        <w:t>2.025e0</w:t>
      </w:r>
    </w:p>
    <w:p w:rsidR="00D43590" w:rsidRDefault="00D43590" w:rsidP="00D43590">
      <w:r>
        <w:t>576.4173</w:t>
      </w:r>
      <w:r>
        <w:tab/>
        <w:t>2.025e0</w:t>
      </w:r>
    </w:p>
    <w:p w:rsidR="00D43590" w:rsidRDefault="00D43590" w:rsidP="00D43590">
      <w:r>
        <w:t>576.5065</w:t>
      </w:r>
      <w:r>
        <w:tab/>
        <w:t>2.025e0</w:t>
      </w:r>
    </w:p>
    <w:p w:rsidR="00D43590" w:rsidRDefault="00D43590" w:rsidP="00D43590">
      <w:r>
        <w:t>576.6398</w:t>
      </w:r>
      <w:r>
        <w:tab/>
        <w:t>2.025e0</w:t>
      </w:r>
    </w:p>
    <w:p w:rsidR="00D43590" w:rsidRDefault="00D43590" w:rsidP="00D43590">
      <w:r>
        <w:t>576.7836</w:t>
      </w:r>
      <w:r>
        <w:tab/>
        <w:t>1.013e0</w:t>
      </w:r>
    </w:p>
    <w:p w:rsidR="00D43590" w:rsidRDefault="00D43590" w:rsidP="00D43590">
      <w:r>
        <w:t>576.8760</w:t>
      </w:r>
      <w:r>
        <w:tab/>
        <w:t>1.013e0</w:t>
      </w:r>
    </w:p>
    <w:p w:rsidR="00D43590" w:rsidRDefault="00D43590" w:rsidP="00D43590">
      <w:r>
        <w:t>576.9945</w:t>
      </w:r>
      <w:r>
        <w:tab/>
        <w:t>3.038e0</w:t>
      </w:r>
    </w:p>
    <w:p w:rsidR="00D43590" w:rsidRDefault="00D43590" w:rsidP="00D43590">
      <w:r>
        <w:t>577.1166</w:t>
      </w:r>
      <w:r>
        <w:tab/>
        <w:t>2.025e0</w:t>
      </w:r>
    </w:p>
    <w:p w:rsidR="00D43590" w:rsidRDefault="00D43590" w:rsidP="00D43590">
      <w:r>
        <w:lastRenderedPageBreak/>
        <w:t>577.2167</w:t>
      </w:r>
      <w:r>
        <w:tab/>
        <w:t>3.654e0</w:t>
      </w:r>
    </w:p>
    <w:p w:rsidR="00D43590" w:rsidRDefault="00D43590" w:rsidP="00D43590">
      <w:r>
        <w:t>577.2745</w:t>
      </w:r>
      <w:r>
        <w:tab/>
        <w:t>3.038e0</w:t>
      </w:r>
    </w:p>
    <w:p w:rsidR="00D43590" w:rsidRDefault="00D43590" w:rsidP="00D43590">
      <w:r>
        <w:t>577.3937</w:t>
      </w:r>
      <w:r>
        <w:tab/>
        <w:t>8.215e0</w:t>
      </w:r>
    </w:p>
    <w:p w:rsidR="00D43590" w:rsidRDefault="00D43590" w:rsidP="00D43590">
      <w:r>
        <w:t>577.4474</w:t>
      </w:r>
      <w:r>
        <w:tab/>
        <w:t>1.044e1</w:t>
      </w:r>
    </w:p>
    <w:p w:rsidR="00D43590" w:rsidRDefault="00D43590" w:rsidP="00D43590">
      <w:r>
        <w:t>577.5123</w:t>
      </w:r>
      <w:r>
        <w:tab/>
        <w:t>4.051e0</w:t>
      </w:r>
    </w:p>
    <w:p w:rsidR="00D43590" w:rsidRDefault="00D43590" w:rsidP="00D43590">
      <w:r>
        <w:t>577.6016</w:t>
      </w:r>
      <w:r>
        <w:tab/>
        <w:t>1.013e0</w:t>
      </w:r>
    </w:p>
    <w:p w:rsidR="00D43590" w:rsidRDefault="00D43590" w:rsidP="00D43590">
      <w:r>
        <w:t>577.7637</w:t>
      </w:r>
      <w:r>
        <w:tab/>
        <w:t>2.025e0</w:t>
      </w:r>
    </w:p>
    <w:p w:rsidR="00D43590" w:rsidRDefault="00D43590" w:rsidP="00D43590">
      <w:r>
        <w:t>577.8336</w:t>
      </w:r>
      <w:r>
        <w:tab/>
        <w:t>2.025e0</w:t>
      </w:r>
    </w:p>
    <w:p w:rsidR="00D43590" w:rsidRDefault="00D43590" w:rsidP="00D43590">
      <w:r>
        <w:t>577.9207</w:t>
      </w:r>
      <w:r>
        <w:tab/>
        <w:t>2.025e0</w:t>
      </w:r>
    </w:p>
    <w:p w:rsidR="00D43590" w:rsidRDefault="00D43590" w:rsidP="00D43590">
      <w:r>
        <w:t>578.0170</w:t>
      </w:r>
      <w:r>
        <w:tab/>
        <w:t>1.013e0</w:t>
      </w:r>
    </w:p>
    <w:p w:rsidR="00D43590" w:rsidRDefault="00D43590" w:rsidP="00D43590">
      <w:r>
        <w:t>578.1200</w:t>
      </w:r>
      <w:r>
        <w:tab/>
        <w:t>1.013e0</w:t>
      </w:r>
    </w:p>
    <w:p w:rsidR="00D43590" w:rsidRDefault="00D43590" w:rsidP="00D43590">
      <w:r>
        <w:t>578.1976</w:t>
      </w:r>
      <w:r>
        <w:tab/>
        <w:t>2.025e0</w:t>
      </w:r>
    </w:p>
    <w:p w:rsidR="00D43590" w:rsidRDefault="00D43590" w:rsidP="00D43590">
      <w:r>
        <w:t>578.2996</w:t>
      </w:r>
      <w:r>
        <w:tab/>
        <w:t>2.025e0</w:t>
      </w:r>
    </w:p>
    <w:p w:rsidR="00D43590" w:rsidRDefault="00D43590" w:rsidP="00D43590">
      <w:r>
        <w:t>578.4266</w:t>
      </w:r>
      <w:r>
        <w:tab/>
        <w:t>2.025e0</w:t>
      </w:r>
    </w:p>
    <w:p w:rsidR="00D43590" w:rsidRDefault="00D43590" w:rsidP="00D43590">
      <w:r>
        <w:t>578.5111</w:t>
      </w:r>
      <w:r>
        <w:tab/>
        <w:t>2.025e0</w:t>
      </w:r>
    </w:p>
    <w:p w:rsidR="00D43590" w:rsidRDefault="00D43590" w:rsidP="00D43590">
      <w:r>
        <w:t>578.5673</w:t>
      </w:r>
      <w:r>
        <w:tab/>
        <w:t>3.038e0</w:t>
      </w:r>
    </w:p>
    <w:p w:rsidR="00D43590" w:rsidRDefault="00D43590" w:rsidP="00D43590">
      <w:r>
        <w:t>578.6632</w:t>
      </w:r>
      <w:r>
        <w:tab/>
        <w:t>3.038e0</w:t>
      </w:r>
    </w:p>
    <w:p w:rsidR="00D43590" w:rsidRDefault="00D43590" w:rsidP="00D43590">
      <w:r>
        <w:t>578.9334</w:t>
      </w:r>
      <w:r>
        <w:tab/>
        <w:t>1.013e0</w:t>
      </w:r>
    </w:p>
    <w:p w:rsidR="00D43590" w:rsidRDefault="00D43590" w:rsidP="00D43590">
      <w:r>
        <w:t>578.9995</w:t>
      </w:r>
      <w:r>
        <w:tab/>
        <w:t>2.025e0</w:t>
      </w:r>
    </w:p>
    <w:p w:rsidR="00D43590" w:rsidRDefault="00D43590" w:rsidP="00D43590">
      <w:r>
        <w:lastRenderedPageBreak/>
        <w:t>579.1516</w:t>
      </w:r>
      <w:r>
        <w:tab/>
        <w:t>2.025e0</w:t>
      </w:r>
    </w:p>
    <w:p w:rsidR="00D43590" w:rsidRDefault="00D43590" w:rsidP="00D43590">
      <w:r>
        <w:t>579.2632</w:t>
      </w:r>
      <w:r>
        <w:tab/>
        <w:t>1.013e0</w:t>
      </w:r>
    </w:p>
    <w:p w:rsidR="00D43590" w:rsidRDefault="00D43590" w:rsidP="00D43590">
      <w:r>
        <w:t>579.3045</w:t>
      </w:r>
      <w:r>
        <w:tab/>
        <w:t>1.013e0</w:t>
      </w:r>
    </w:p>
    <w:p w:rsidR="00D43590" w:rsidRDefault="00D43590" w:rsidP="00D43590">
      <w:r>
        <w:t>579.4283</w:t>
      </w:r>
      <w:r>
        <w:tab/>
        <w:t>4.051e0</w:t>
      </w:r>
    </w:p>
    <w:p w:rsidR="00D43590" w:rsidRDefault="00D43590" w:rsidP="00D43590">
      <w:r>
        <w:t>579.5550</w:t>
      </w:r>
      <w:r>
        <w:tab/>
        <w:t>1.013e0</w:t>
      </w:r>
    </w:p>
    <w:p w:rsidR="00D43590" w:rsidRDefault="00D43590" w:rsidP="00D43590">
      <w:r>
        <w:t>579.6865</w:t>
      </w:r>
      <w:r>
        <w:tab/>
        <w:t>2.025e0</w:t>
      </w:r>
    </w:p>
    <w:p w:rsidR="00D43590" w:rsidRDefault="00D43590" w:rsidP="00D43590">
      <w:r>
        <w:t>579.7621</w:t>
      </w:r>
      <w:r>
        <w:tab/>
        <w:t>2.025e0</w:t>
      </w:r>
    </w:p>
    <w:p w:rsidR="00D43590" w:rsidRDefault="00D43590" w:rsidP="00D43590">
      <w:r>
        <w:t>579.9411</w:t>
      </w:r>
      <w:r>
        <w:tab/>
        <w:t>2.025e0</w:t>
      </w:r>
    </w:p>
    <w:p w:rsidR="00D43590" w:rsidRDefault="00D43590" w:rsidP="00D43590">
      <w:r>
        <w:t>580.0679</w:t>
      </w:r>
      <w:r>
        <w:tab/>
        <w:t>1.013e0</w:t>
      </w:r>
    </w:p>
    <w:p w:rsidR="00D43590" w:rsidRDefault="00D43590" w:rsidP="00D43590">
      <w:r>
        <w:t>580.1918</w:t>
      </w:r>
      <w:r>
        <w:tab/>
        <w:t>1.013e0</w:t>
      </w:r>
    </w:p>
    <w:p w:rsidR="00D43590" w:rsidRDefault="00D43590" w:rsidP="00D43590">
      <w:r>
        <w:t>580.2654</w:t>
      </w:r>
      <w:r>
        <w:tab/>
        <w:t>3.038e0</w:t>
      </w:r>
    </w:p>
    <w:p w:rsidR="00D43590" w:rsidRDefault="00D43590" w:rsidP="00D43590">
      <w:r>
        <w:t>580.4636</w:t>
      </w:r>
      <w:r>
        <w:tab/>
        <w:t>1.013e0</w:t>
      </w:r>
    </w:p>
    <w:p w:rsidR="00D43590" w:rsidRDefault="00D43590" w:rsidP="00D43590">
      <w:r>
        <w:t>580.5843</w:t>
      </w:r>
      <w:r>
        <w:tab/>
        <w:t>1.013e0</w:t>
      </w:r>
    </w:p>
    <w:p w:rsidR="00D43590" w:rsidRDefault="00D43590" w:rsidP="00D43590">
      <w:r>
        <w:t>580.6256</w:t>
      </w:r>
      <w:r>
        <w:tab/>
        <w:t>1.013e0</w:t>
      </w:r>
    </w:p>
    <w:p w:rsidR="00D43590" w:rsidRDefault="00D43590" w:rsidP="00D43590">
      <w:r>
        <w:t>580.7083</w:t>
      </w:r>
      <w:r>
        <w:tab/>
        <w:t>1.013e0</w:t>
      </w:r>
    </w:p>
    <w:p w:rsidR="00D43590" w:rsidRDefault="00D43590" w:rsidP="00D43590">
      <w:r>
        <w:t>580.7831</w:t>
      </w:r>
      <w:r>
        <w:tab/>
        <w:t>1.013e0</w:t>
      </w:r>
    </w:p>
    <w:p w:rsidR="00D43590" w:rsidRDefault="00D43590" w:rsidP="00D43590">
      <w:r>
        <w:t>580.8426</w:t>
      </w:r>
      <w:r>
        <w:tab/>
        <w:t>1.013e0</w:t>
      </w:r>
    </w:p>
    <w:p w:rsidR="00D43590" w:rsidRDefault="00D43590" w:rsidP="00D43590">
      <w:r>
        <w:t>580.9444</w:t>
      </w:r>
      <w:r>
        <w:tab/>
        <w:t>3.038e0</w:t>
      </w:r>
    </w:p>
    <w:p w:rsidR="00D43590" w:rsidRDefault="00D43590" w:rsidP="00D43590">
      <w:r>
        <w:t>581.0911</w:t>
      </w:r>
      <w:r>
        <w:tab/>
        <w:t>4.051e0</w:t>
      </w:r>
    </w:p>
    <w:p w:rsidR="00D43590" w:rsidRDefault="00D43590" w:rsidP="00D43590">
      <w:r>
        <w:lastRenderedPageBreak/>
        <w:t>581.2045</w:t>
      </w:r>
      <w:r>
        <w:tab/>
        <w:t>2.025e0</w:t>
      </w:r>
    </w:p>
    <w:p w:rsidR="00D43590" w:rsidRDefault="00D43590" w:rsidP="00D43590">
      <w:r>
        <w:t>581.2840</w:t>
      </w:r>
      <w:r>
        <w:tab/>
        <w:t>4.051e0</w:t>
      </w:r>
    </w:p>
    <w:p w:rsidR="00D43590" w:rsidRDefault="00D43590" w:rsidP="00D43590">
      <w:r>
        <w:t>581.3609</w:t>
      </w:r>
      <w:r>
        <w:tab/>
        <w:t>2.765e0</w:t>
      </w:r>
    </w:p>
    <w:p w:rsidR="00D43590" w:rsidRDefault="00D43590" w:rsidP="00D43590">
      <w:r>
        <w:t>581.4400</w:t>
      </w:r>
      <w:r>
        <w:tab/>
        <w:t>3.038e0</w:t>
      </w:r>
    </w:p>
    <w:p w:rsidR="00D43590" w:rsidRDefault="00D43590" w:rsidP="00D43590">
      <w:r>
        <w:t>581.4873</w:t>
      </w:r>
      <w:r>
        <w:tab/>
        <w:t>3.390e0</w:t>
      </w:r>
    </w:p>
    <w:p w:rsidR="00D43590" w:rsidRDefault="00D43590" w:rsidP="00D43590">
      <w:r>
        <w:t>581.7219</w:t>
      </w:r>
      <w:r>
        <w:tab/>
        <w:t>1.013e0</w:t>
      </w:r>
    </w:p>
    <w:p w:rsidR="00D43590" w:rsidRDefault="00D43590" w:rsidP="00D43590">
      <w:r>
        <w:t>581.9765</w:t>
      </w:r>
      <w:r>
        <w:tab/>
        <w:t>2.025e0</w:t>
      </w:r>
    </w:p>
    <w:p w:rsidR="00D43590" w:rsidRDefault="00D43590" w:rsidP="00D43590">
      <w:r>
        <w:t>582.1024</w:t>
      </w:r>
      <w:r>
        <w:tab/>
        <w:t>2.025e0</w:t>
      </w:r>
    </w:p>
    <w:p w:rsidR="00D43590" w:rsidRDefault="00D43590" w:rsidP="00D43590">
      <w:r>
        <w:t>582.1831</w:t>
      </w:r>
      <w:r>
        <w:tab/>
        <w:t>2.025e0</w:t>
      </w:r>
    </w:p>
    <w:p w:rsidR="00D43590" w:rsidRDefault="00D43590" w:rsidP="00D43590">
      <w:r>
        <w:t>582.2827</w:t>
      </w:r>
      <w:r>
        <w:tab/>
        <w:t>4.051e0</w:t>
      </w:r>
    </w:p>
    <w:p w:rsidR="00D43590" w:rsidRDefault="00D43590" w:rsidP="00D43590">
      <w:r>
        <w:t>582.3761</w:t>
      </w:r>
      <w:r>
        <w:tab/>
        <w:t>2.025e0</w:t>
      </w:r>
    </w:p>
    <w:p w:rsidR="00D43590" w:rsidRDefault="00D43590" w:rsidP="00D43590">
      <w:r>
        <w:t>582.4559</w:t>
      </w:r>
      <w:r>
        <w:tab/>
        <w:t>2.025e0</w:t>
      </w:r>
    </w:p>
    <w:p w:rsidR="00D43590" w:rsidRDefault="00D43590" w:rsidP="00D43590">
      <w:r>
        <w:t>582.5526</w:t>
      </w:r>
      <w:r>
        <w:tab/>
        <w:t>6.076e0</w:t>
      </w:r>
    </w:p>
    <w:p w:rsidR="00D43590" w:rsidRDefault="00D43590" w:rsidP="00D43590">
      <w:r>
        <w:t>582.7167</w:t>
      </w:r>
      <w:r>
        <w:tab/>
        <w:t>1.013e0</w:t>
      </w:r>
    </w:p>
    <w:p w:rsidR="00D43590" w:rsidRDefault="00D43590" w:rsidP="00D43590">
      <w:r>
        <w:t>582.8464</w:t>
      </w:r>
      <w:r>
        <w:tab/>
        <w:t>3.038e0</w:t>
      </w:r>
    </w:p>
    <w:p w:rsidR="00D43590" w:rsidRDefault="00D43590" w:rsidP="00D43590">
      <w:r>
        <w:t>583.1537</w:t>
      </w:r>
      <w:r>
        <w:tab/>
        <w:t>1.013e0</w:t>
      </w:r>
    </w:p>
    <w:p w:rsidR="00D43590" w:rsidRDefault="00D43590" w:rsidP="00D43590">
      <w:r>
        <w:t>583.2455</w:t>
      </w:r>
      <w:r>
        <w:tab/>
        <w:t>2.025e0</w:t>
      </w:r>
    </w:p>
    <w:p w:rsidR="00D43590" w:rsidRDefault="00D43590" w:rsidP="00D43590">
      <w:r>
        <w:t>583.3547</w:t>
      </w:r>
      <w:r>
        <w:tab/>
        <w:t>1.013e0</w:t>
      </w:r>
    </w:p>
    <w:p w:rsidR="00D43590" w:rsidRDefault="00D43590" w:rsidP="00D43590">
      <w:r>
        <w:t>583.4813</w:t>
      </w:r>
      <w:r>
        <w:tab/>
        <w:t>5.063e0</w:t>
      </w:r>
    </w:p>
    <w:p w:rsidR="00D43590" w:rsidRDefault="00D43590" w:rsidP="00D43590">
      <w:r>
        <w:lastRenderedPageBreak/>
        <w:t>583.5617</w:t>
      </w:r>
      <w:r>
        <w:tab/>
        <w:t>3.038e0</w:t>
      </w:r>
    </w:p>
    <w:p w:rsidR="00D43590" w:rsidRDefault="00D43590" w:rsidP="00D43590">
      <w:r>
        <w:t>583.7583</w:t>
      </w:r>
      <w:r>
        <w:tab/>
        <w:t>1.013e0</w:t>
      </w:r>
    </w:p>
    <w:p w:rsidR="00D43590" w:rsidRDefault="00D43590" w:rsidP="00D43590">
      <w:r>
        <w:t>583.9084</w:t>
      </w:r>
      <w:r>
        <w:tab/>
        <w:t>3.038e0</w:t>
      </w:r>
    </w:p>
    <w:p w:rsidR="00D43590" w:rsidRDefault="00D43590" w:rsidP="00D43590">
      <w:r>
        <w:t>583.9938</w:t>
      </w:r>
      <w:r>
        <w:tab/>
        <w:t>1.013e0</w:t>
      </w:r>
    </w:p>
    <w:p w:rsidR="00D43590" w:rsidRDefault="00D43590" w:rsidP="00D43590">
      <w:r>
        <w:t>584.0778</w:t>
      </w:r>
      <w:r>
        <w:tab/>
        <w:t>1.013e0</w:t>
      </w:r>
    </w:p>
    <w:p w:rsidR="00D43590" w:rsidRDefault="00D43590" w:rsidP="00D43590">
      <w:r>
        <w:t>584.2515</w:t>
      </w:r>
      <w:r>
        <w:tab/>
        <w:t>2.123e0</w:t>
      </w:r>
    </w:p>
    <w:p w:rsidR="00D43590" w:rsidRDefault="00D43590" w:rsidP="00D43590">
      <w:r>
        <w:t>584.3479</w:t>
      </w:r>
      <w:r>
        <w:tab/>
        <w:t>5.063e0</w:t>
      </w:r>
    </w:p>
    <w:p w:rsidR="00D43590" w:rsidRDefault="00D43590" w:rsidP="00D43590">
      <w:r>
        <w:t>584.4691</w:t>
      </w:r>
      <w:r>
        <w:tab/>
        <w:t>8.101e0</w:t>
      </w:r>
    </w:p>
    <w:p w:rsidR="00D43590" w:rsidRDefault="00D43590" w:rsidP="00D43590">
      <w:r>
        <w:t>584.6224</w:t>
      </w:r>
      <w:r>
        <w:tab/>
        <w:t>3.038e0</w:t>
      </w:r>
    </w:p>
    <w:p w:rsidR="00D43590" w:rsidRDefault="00D43590" w:rsidP="00D43590">
      <w:r>
        <w:t>584.7516</w:t>
      </w:r>
      <w:r>
        <w:tab/>
        <w:t>1.013e0</w:t>
      </w:r>
    </w:p>
    <w:p w:rsidR="00D43590" w:rsidRDefault="00D43590" w:rsidP="00D43590">
      <w:r>
        <w:t>584.9857</w:t>
      </w:r>
      <w:r>
        <w:tab/>
        <w:t>2.025e0</w:t>
      </w:r>
    </w:p>
    <w:p w:rsidR="00D43590" w:rsidRDefault="00D43590" w:rsidP="00D43590">
      <w:r>
        <w:t>585.1200</w:t>
      </w:r>
      <w:r>
        <w:tab/>
        <w:t>4.051e0</w:t>
      </w:r>
    </w:p>
    <w:p w:rsidR="00D43590" w:rsidRDefault="00D43590" w:rsidP="00D43590">
      <w:r>
        <w:t>585.3072</w:t>
      </w:r>
      <w:r>
        <w:tab/>
        <w:t>6.076e0</w:t>
      </w:r>
    </w:p>
    <w:p w:rsidR="00D43590" w:rsidRDefault="00D43590" w:rsidP="00D43590">
      <w:r>
        <w:t>585.4213</w:t>
      </w:r>
      <w:r>
        <w:tab/>
        <w:t>1.013e0</w:t>
      </w:r>
    </w:p>
    <w:p w:rsidR="00D43590" w:rsidRDefault="00D43590" w:rsidP="00D43590">
      <w:r>
        <w:t>585.5270</w:t>
      </w:r>
      <w:r>
        <w:tab/>
        <w:t>2.025e0</w:t>
      </w:r>
    </w:p>
    <w:p w:rsidR="00D43590" w:rsidRDefault="00D43590" w:rsidP="00D43590">
      <w:r>
        <w:t>585.6486</w:t>
      </w:r>
      <w:r>
        <w:tab/>
        <w:t>2.025e0</w:t>
      </w:r>
    </w:p>
    <w:p w:rsidR="00D43590" w:rsidRDefault="00D43590" w:rsidP="00D43590">
      <w:r>
        <w:t>585.7899</w:t>
      </w:r>
      <w:r>
        <w:tab/>
        <w:t>1.013e0</w:t>
      </w:r>
    </w:p>
    <w:p w:rsidR="00D43590" w:rsidRDefault="00D43590" w:rsidP="00D43590">
      <w:r>
        <w:t>585.9242</w:t>
      </w:r>
      <w:r>
        <w:tab/>
        <w:t>2.025e0</w:t>
      </w:r>
    </w:p>
    <w:p w:rsidR="00D43590" w:rsidRDefault="00D43590" w:rsidP="00D43590">
      <w:r>
        <w:t>586.0530</w:t>
      </w:r>
      <w:r>
        <w:tab/>
        <w:t>1.013e0</w:t>
      </w:r>
    </w:p>
    <w:p w:rsidR="00D43590" w:rsidRDefault="00D43590" w:rsidP="00D43590">
      <w:r>
        <w:lastRenderedPageBreak/>
        <w:t>586.3503</w:t>
      </w:r>
      <w:r>
        <w:tab/>
        <w:t>2.025e0</w:t>
      </w:r>
    </w:p>
    <w:p w:rsidR="00D43590" w:rsidRDefault="00D43590" w:rsidP="00D43590">
      <w:r>
        <w:t>586.6163</w:t>
      </w:r>
      <w:r>
        <w:tab/>
        <w:t>1.013e0</w:t>
      </w:r>
    </w:p>
    <w:p w:rsidR="00D43590" w:rsidRDefault="00D43590" w:rsidP="00D43590">
      <w:r>
        <w:t>586.7391</w:t>
      </w:r>
      <w:r>
        <w:tab/>
        <w:t>2.025e0</w:t>
      </w:r>
    </w:p>
    <w:p w:rsidR="00D43590" w:rsidRDefault="00D43590" w:rsidP="00D43590">
      <w:r>
        <w:t>586.8555</w:t>
      </w:r>
      <w:r>
        <w:tab/>
        <w:t>3.038e0</w:t>
      </w:r>
    </w:p>
    <w:p w:rsidR="00D43590" w:rsidRDefault="00D43590" w:rsidP="00D43590">
      <w:r>
        <w:t>587.0233</w:t>
      </w:r>
      <w:r>
        <w:tab/>
        <w:t>1.013e0</w:t>
      </w:r>
    </w:p>
    <w:p w:rsidR="00D43590" w:rsidRDefault="00D43590" w:rsidP="00D43590">
      <w:r>
        <w:t>587.2926</w:t>
      </w:r>
      <w:r>
        <w:tab/>
        <w:t>3.038e0</w:t>
      </w:r>
    </w:p>
    <w:p w:rsidR="00D43590" w:rsidRDefault="00D43590" w:rsidP="00D43590">
      <w:r>
        <w:t>587.4352</w:t>
      </w:r>
      <w:r>
        <w:tab/>
        <w:t>1.013e0</w:t>
      </w:r>
    </w:p>
    <w:p w:rsidR="00D43590" w:rsidRDefault="00D43590" w:rsidP="00D43590">
      <w:r>
        <w:t>587.4938</w:t>
      </w:r>
      <w:r>
        <w:tab/>
        <w:t>2.025e0</w:t>
      </w:r>
    </w:p>
    <w:p w:rsidR="00D43590" w:rsidRDefault="00D43590" w:rsidP="00D43590">
      <w:r>
        <w:t>587.5911</w:t>
      </w:r>
      <w:r>
        <w:tab/>
        <w:t>3.038e0</w:t>
      </w:r>
    </w:p>
    <w:p w:rsidR="00D43590" w:rsidRDefault="00D43590" w:rsidP="00D43590">
      <w:r>
        <w:t>587.6708</w:t>
      </w:r>
      <w:r>
        <w:tab/>
        <w:t>1.013e0</w:t>
      </w:r>
    </w:p>
    <w:p w:rsidR="00D43590" w:rsidRDefault="00D43590" w:rsidP="00D43590">
      <w:r>
        <w:t>587.7858</w:t>
      </w:r>
      <w:r>
        <w:tab/>
        <w:t>1.013e0</w:t>
      </w:r>
    </w:p>
    <w:p w:rsidR="00D43590" w:rsidRDefault="00D43590" w:rsidP="00D43590">
      <w:r>
        <w:t>587.8877</w:t>
      </w:r>
      <w:r>
        <w:tab/>
        <w:t>1.013e0</w:t>
      </w:r>
    </w:p>
    <w:p w:rsidR="00D43590" w:rsidRDefault="00D43590" w:rsidP="00D43590">
      <w:r>
        <w:t>588.0728</w:t>
      </w:r>
      <w:r>
        <w:tab/>
        <w:t>1.013e0</w:t>
      </w:r>
    </w:p>
    <w:p w:rsidR="00D43590" w:rsidRDefault="00D43590" w:rsidP="00D43590">
      <w:r>
        <w:t>588.1844</w:t>
      </w:r>
      <w:r>
        <w:tab/>
        <w:t>4.051e0</w:t>
      </w:r>
    </w:p>
    <w:p w:rsidR="00D43590" w:rsidRDefault="00D43590" w:rsidP="00D43590">
      <w:r>
        <w:t>588.3661</w:t>
      </w:r>
      <w:r>
        <w:tab/>
        <w:t>2.025e0</w:t>
      </w:r>
    </w:p>
    <w:p w:rsidR="00D43590" w:rsidRDefault="00D43590" w:rsidP="00D43590">
      <w:r>
        <w:t>588.4804</w:t>
      </w:r>
      <w:r>
        <w:tab/>
        <w:t>2.025e0</w:t>
      </w:r>
    </w:p>
    <w:p w:rsidR="00D43590" w:rsidRDefault="00D43590" w:rsidP="00D43590">
      <w:r>
        <w:t>588.6119</w:t>
      </w:r>
      <w:r>
        <w:tab/>
        <w:t>1.013e0</w:t>
      </w:r>
    </w:p>
    <w:p w:rsidR="00D43590" w:rsidRDefault="00D43590" w:rsidP="00D43590">
      <w:r>
        <w:t>588.6644</w:t>
      </w:r>
      <w:r>
        <w:tab/>
        <w:t>1.013e0</w:t>
      </w:r>
    </w:p>
    <w:p w:rsidR="00D43590" w:rsidRDefault="00D43590" w:rsidP="00D43590">
      <w:r>
        <w:t>588.8842</w:t>
      </w:r>
      <w:r>
        <w:tab/>
        <w:t>1.013e0</w:t>
      </w:r>
    </w:p>
    <w:p w:rsidR="00D43590" w:rsidRDefault="00D43590" w:rsidP="00D43590">
      <w:r>
        <w:lastRenderedPageBreak/>
        <w:t>589.0422</w:t>
      </w:r>
      <w:r>
        <w:tab/>
        <w:t>2.025e0</w:t>
      </w:r>
    </w:p>
    <w:p w:rsidR="00D43590" w:rsidRDefault="00D43590" w:rsidP="00D43590">
      <w:r>
        <w:t>589.1564</w:t>
      </w:r>
      <w:r>
        <w:tab/>
        <w:t>1.013e0</w:t>
      </w:r>
    </w:p>
    <w:p w:rsidR="00D43590" w:rsidRDefault="00D43590" w:rsidP="00D43590">
      <w:r>
        <w:t>589.2193</w:t>
      </w:r>
      <w:r>
        <w:tab/>
        <w:t>1.013e0</w:t>
      </w:r>
    </w:p>
    <w:p w:rsidR="00D43590" w:rsidRDefault="00D43590" w:rsidP="00D43590">
      <w:r>
        <w:t>589.2874</w:t>
      </w:r>
      <w:r>
        <w:tab/>
        <w:t>2.025e0</w:t>
      </w:r>
    </w:p>
    <w:p w:rsidR="00D43590" w:rsidRDefault="00D43590" w:rsidP="00D43590">
      <w:r>
        <w:t>589.4562</w:t>
      </w:r>
      <w:r>
        <w:tab/>
        <w:t>2.025e0</w:t>
      </w:r>
    </w:p>
    <w:p w:rsidR="00D43590" w:rsidRDefault="00D43590" w:rsidP="00D43590">
      <w:r>
        <w:t>589.5336</w:t>
      </w:r>
      <w:r>
        <w:tab/>
        <w:t>1.013e0</w:t>
      </w:r>
    </w:p>
    <w:p w:rsidR="00D43590" w:rsidRDefault="00D43590" w:rsidP="00D43590">
      <w:r>
        <w:t>589.5966</w:t>
      </w:r>
      <w:r>
        <w:tab/>
        <w:t>2.025e0</w:t>
      </w:r>
    </w:p>
    <w:p w:rsidR="00D43590" w:rsidRDefault="00D43590" w:rsidP="00D43590">
      <w:r>
        <w:t>589.8941</w:t>
      </w:r>
      <w:r>
        <w:tab/>
        <w:t>2.025e0</w:t>
      </w:r>
    </w:p>
    <w:p w:rsidR="00D43590" w:rsidRDefault="00D43590" w:rsidP="00D43590">
      <w:r>
        <w:t>590.0596</w:t>
      </w:r>
      <w:r>
        <w:tab/>
        <w:t>2.025e0</w:t>
      </w:r>
    </w:p>
    <w:p w:rsidR="00D43590" w:rsidRDefault="00D43590" w:rsidP="00D43590">
      <w:r>
        <w:t>590.1419</w:t>
      </w:r>
      <w:r>
        <w:tab/>
        <w:t>1.013e0</w:t>
      </w:r>
    </w:p>
    <w:p w:rsidR="00D43590" w:rsidRDefault="00D43590" w:rsidP="00D43590">
      <w:r>
        <w:t>590.2699</w:t>
      </w:r>
      <w:r>
        <w:tab/>
        <w:t>1.013e0</w:t>
      </w:r>
    </w:p>
    <w:p w:rsidR="00D43590" w:rsidRDefault="00D43590" w:rsidP="00D43590">
      <w:r>
        <w:t>590.3203</w:t>
      </w:r>
      <w:r>
        <w:tab/>
        <w:t>1.013e0</w:t>
      </w:r>
    </w:p>
    <w:p w:rsidR="00D43590" w:rsidRDefault="00D43590" w:rsidP="00D43590">
      <w:r>
        <w:t>590.5041</w:t>
      </w:r>
      <w:r>
        <w:tab/>
        <w:t>1.013e0</w:t>
      </w:r>
    </w:p>
    <w:p w:rsidR="00D43590" w:rsidRDefault="00D43590" w:rsidP="00D43590">
      <w:r>
        <w:t>590.6404</w:t>
      </w:r>
      <w:r>
        <w:tab/>
        <w:t>2.025e0</w:t>
      </w:r>
    </w:p>
    <w:p w:rsidR="00D43590" w:rsidRDefault="00D43590" w:rsidP="00D43590">
      <w:r>
        <w:t>590.6991</w:t>
      </w:r>
      <w:r>
        <w:tab/>
        <w:t>2.025e0</w:t>
      </w:r>
    </w:p>
    <w:p w:rsidR="00D43590" w:rsidRDefault="00D43590" w:rsidP="00D43590">
      <w:r>
        <w:t>590.8427</w:t>
      </w:r>
      <w:r>
        <w:tab/>
        <w:t>4.051e0</w:t>
      </w:r>
    </w:p>
    <w:p w:rsidR="00D43590" w:rsidRDefault="00D43590" w:rsidP="00D43590">
      <w:r>
        <w:t>590.9239</w:t>
      </w:r>
      <w:r>
        <w:tab/>
        <w:t>2.025e0</w:t>
      </w:r>
    </w:p>
    <w:p w:rsidR="00D43590" w:rsidRDefault="00D43590" w:rsidP="00D43590">
      <w:r>
        <w:t>591.0659</w:t>
      </w:r>
      <w:r>
        <w:tab/>
        <w:t>2.025e0</w:t>
      </w:r>
    </w:p>
    <w:p w:rsidR="00D43590" w:rsidRDefault="00D43590" w:rsidP="00D43590">
      <w:r>
        <w:t>591.2881</w:t>
      </w:r>
      <w:r>
        <w:tab/>
        <w:t>2.025e0</w:t>
      </w:r>
    </w:p>
    <w:p w:rsidR="00D43590" w:rsidRDefault="00D43590" w:rsidP="00D43590">
      <w:r>
        <w:lastRenderedPageBreak/>
        <w:t>591.4030</w:t>
      </w:r>
      <w:r>
        <w:tab/>
        <w:t>6.076e0</w:t>
      </w:r>
    </w:p>
    <w:p w:rsidR="00D43590" w:rsidRDefault="00D43590" w:rsidP="00D43590">
      <w:r>
        <w:t>591.4873</w:t>
      </w:r>
      <w:r>
        <w:tab/>
        <w:t>2.025e0</w:t>
      </w:r>
    </w:p>
    <w:p w:rsidR="00D43590" w:rsidRDefault="00D43590" w:rsidP="00D43590">
      <w:r>
        <w:t>591.5745</w:t>
      </w:r>
      <w:r>
        <w:tab/>
        <w:t>3.038e0</w:t>
      </w:r>
    </w:p>
    <w:p w:rsidR="00D43590" w:rsidRDefault="00D43590" w:rsidP="00D43590">
      <w:r>
        <w:t>591.6313</w:t>
      </w:r>
      <w:r>
        <w:tab/>
        <w:t>2.025e0</w:t>
      </w:r>
    </w:p>
    <w:p w:rsidR="00D43590" w:rsidRDefault="00D43590" w:rsidP="00D43590">
      <w:r>
        <w:t>591.7213</w:t>
      </w:r>
      <w:r>
        <w:tab/>
        <w:t>3.038e0</w:t>
      </w:r>
    </w:p>
    <w:p w:rsidR="00D43590" w:rsidRDefault="00D43590" w:rsidP="00D43590">
      <w:r>
        <w:t>591.8648</w:t>
      </w:r>
      <w:r>
        <w:tab/>
        <w:t>1.013e0</w:t>
      </w:r>
    </w:p>
    <w:p w:rsidR="00D43590" w:rsidRDefault="00D43590" w:rsidP="00D43590">
      <w:r>
        <w:t>591.9957</w:t>
      </w:r>
      <w:r>
        <w:tab/>
        <w:t>2.025e0</w:t>
      </w:r>
    </w:p>
    <w:p w:rsidR="00D43590" w:rsidRDefault="00D43590" w:rsidP="00D43590">
      <w:r>
        <w:t>592.2015</w:t>
      </w:r>
      <w:r>
        <w:tab/>
        <w:t>1.013e0</w:t>
      </w:r>
    </w:p>
    <w:p w:rsidR="00D43590" w:rsidRDefault="00D43590" w:rsidP="00D43590">
      <w:r>
        <w:t>592.3295</w:t>
      </w:r>
      <w:r>
        <w:tab/>
        <w:t>6.076e0</w:t>
      </w:r>
    </w:p>
    <w:p w:rsidR="00D43590" w:rsidRDefault="00D43590" w:rsidP="00D43590">
      <w:r>
        <w:t>592.3896</w:t>
      </w:r>
      <w:r>
        <w:tab/>
        <w:t>2.025e0</w:t>
      </w:r>
    </w:p>
    <w:p w:rsidR="00D43590" w:rsidRDefault="00D43590" w:rsidP="00D43590">
      <w:r>
        <w:t>592.5217</w:t>
      </w:r>
      <w:r>
        <w:tab/>
        <w:t>3.038e0</w:t>
      </w:r>
    </w:p>
    <w:p w:rsidR="00D43590" w:rsidRDefault="00D43590" w:rsidP="00D43590">
      <w:r>
        <w:t>592.5823</w:t>
      </w:r>
      <w:r>
        <w:tab/>
        <w:t>1.013e0</w:t>
      </w:r>
    </w:p>
    <w:p w:rsidR="00D43590" w:rsidRDefault="00D43590" w:rsidP="00D43590">
      <w:r>
        <w:t>592.6660</w:t>
      </w:r>
      <w:r>
        <w:tab/>
        <w:t>1.013e0</w:t>
      </w:r>
    </w:p>
    <w:p w:rsidR="00D43590" w:rsidRDefault="00D43590" w:rsidP="00D43590">
      <w:r>
        <w:t>592.7490</w:t>
      </w:r>
      <w:r>
        <w:tab/>
        <w:t>1.013e0</w:t>
      </w:r>
    </w:p>
    <w:p w:rsidR="00D43590" w:rsidRDefault="00D43590" w:rsidP="00D43590">
      <w:r>
        <w:t>592.8702</w:t>
      </w:r>
      <w:r>
        <w:tab/>
        <w:t>2.025e0</w:t>
      </w:r>
    </w:p>
    <w:p w:rsidR="00D43590" w:rsidRDefault="00D43590" w:rsidP="00D43590">
      <w:r>
        <w:t>592.9598</w:t>
      </w:r>
      <w:r>
        <w:tab/>
        <w:t>1.013e0</w:t>
      </w:r>
    </w:p>
    <w:p w:rsidR="00D43590" w:rsidRDefault="00D43590" w:rsidP="00D43590">
      <w:r>
        <w:t>593.0174</w:t>
      </w:r>
      <w:r>
        <w:tab/>
        <w:t>1.013e0</w:t>
      </w:r>
    </w:p>
    <w:p w:rsidR="00D43590" w:rsidRDefault="00D43590" w:rsidP="00D43590">
      <w:r>
        <w:t>593.0969</w:t>
      </w:r>
      <w:r>
        <w:tab/>
        <w:t>1.013e0</w:t>
      </w:r>
    </w:p>
    <w:p w:rsidR="00D43590" w:rsidRDefault="00D43590" w:rsidP="00D43590">
      <w:r>
        <w:t>593.2295</w:t>
      </w:r>
      <w:r>
        <w:tab/>
        <w:t>2.025e0</w:t>
      </w:r>
    </w:p>
    <w:p w:rsidR="00D43590" w:rsidRDefault="00D43590" w:rsidP="00D43590">
      <w:r>
        <w:lastRenderedPageBreak/>
        <w:t>593.3340</w:t>
      </w:r>
      <w:r>
        <w:tab/>
        <w:t>2.025e0</w:t>
      </w:r>
    </w:p>
    <w:p w:rsidR="00D43590" w:rsidRDefault="00D43590" w:rsidP="00D43590">
      <w:r>
        <w:t>593.4028</w:t>
      </w:r>
      <w:r>
        <w:tab/>
        <w:t>1.013e0</w:t>
      </w:r>
    </w:p>
    <w:p w:rsidR="00D43590" w:rsidRDefault="00D43590" w:rsidP="00D43590">
      <w:r>
        <w:t>593.4975</w:t>
      </w:r>
      <w:r>
        <w:tab/>
        <w:t>2.025e0</w:t>
      </w:r>
    </w:p>
    <w:p w:rsidR="00D43590" w:rsidRDefault="00D43590" w:rsidP="00D43590">
      <w:r>
        <w:t>593.6038</w:t>
      </w:r>
      <w:r>
        <w:tab/>
        <w:t>1.013e0</w:t>
      </w:r>
    </w:p>
    <w:p w:rsidR="00D43590" w:rsidRDefault="00D43590" w:rsidP="00D43590">
      <w:r>
        <w:t>593.9553</w:t>
      </w:r>
      <w:r>
        <w:tab/>
        <w:t>1.013e0</w:t>
      </w:r>
    </w:p>
    <w:p w:rsidR="00D43590" w:rsidRDefault="00D43590" w:rsidP="00D43590">
      <w:r>
        <w:t>594.0568</w:t>
      </w:r>
      <w:r>
        <w:tab/>
        <w:t>1.013e0</w:t>
      </w:r>
    </w:p>
    <w:p w:rsidR="00D43590" w:rsidRDefault="00D43590" w:rsidP="00D43590">
      <w:r>
        <w:t>594.1388</w:t>
      </w:r>
      <w:r>
        <w:tab/>
        <w:t>1.013e0</w:t>
      </w:r>
    </w:p>
    <w:p w:rsidR="00D43590" w:rsidRDefault="00D43590" w:rsidP="00D43590">
      <w:r>
        <w:t>594.2257</w:t>
      </w:r>
      <w:r>
        <w:tab/>
        <w:t>1.013e0</w:t>
      </w:r>
    </w:p>
    <w:p w:rsidR="00D43590" w:rsidRDefault="00D43590" w:rsidP="00D43590">
      <w:r>
        <w:t>594.3020</w:t>
      </w:r>
      <w:r>
        <w:tab/>
        <w:t>2.025e0</w:t>
      </w:r>
    </w:p>
    <w:p w:rsidR="00D43590" w:rsidRDefault="00D43590" w:rsidP="00D43590">
      <w:r>
        <w:t>594.3860</w:t>
      </w:r>
      <w:r>
        <w:tab/>
        <w:t>7.089e0</w:t>
      </w:r>
    </w:p>
    <w:p w:rsidR="00D43590" w:rsidRDefault="00D43590" w:rsidP="00D43590">
      <w:r>
        <w:t>594.4911</w:t>
      </w:r>
      <w:r>
        <w:tab/>
        <w:t>1.013e0</w:t>
      </w:r>
    </w:p>
    <w:p w:rsidR="00D43590" w:rsidRDefault="00D43590" w:rsidP="00D43590">
      <w:r>
        <w:t>594.5869</w:t>
      </w:r>
      <w:r>
        <w:tab/>
        <w:t>2.025e0</w:t>
      </w:r>
    </w:p>
    <w:p w:rsidR="00D43590" w:rsidRDefault="00D43590" w:rsidP="00D43590">
      <w:r>
        <w:t>594.6416</w:t>
      </w:r>
      <w:r>
        <w:tab/>
        <w:t>1.013e0</w:t>
      </w:r>
    </w:p>
    <w:p w:rsidR="00D43590" w:rsidRDefault="00D43590" w:rsidP="00D43590">
      <w:r>
        <w:t>594.8092</w:t>
      </w:r>
      <w:r>
        <w:tab/>
        <w:t>1.013e0</w:t>
      </w:r>
    </w:p>
    <w:p w:rsidR="00D43590" w:rsidRDefault="00D43590" w:rsidP="00D43590">
      <w:r>
        <w:t>594.8586</w:t>
      </w:r>
      <w:r>
        <w:tab/>
        <w:t>1.013e0</w:t>
      </w:r>
    </w:p>
    <w:p w:rsidR="00D43590" w:rsidRDefault="00D43590" w:rsidP="00D43590">
      <w:r>
        <w:t>594.9560</w:t>
      </w:r>
      <w:r>
        <w:tab/>
        <w:t>2.025e0</w:t>
      </w:r>
    </w:p>
    <w:p w:rsidR="00D43590" w:rsidRDefault="00D43590" w:rsidP="00D43590">
      <w:r>
        <w:t>595.1271</w:t>
      </w:r>
      <w:r>
        <w:tab/>
        <w:t>1.013e0</w:t>
      </w:r>
    </w:p>
    <w:p w:rsidR="00D43590" w:rsidRDefault="00D43590" w:rsidP="00D43590">
      <w:r>
        <w:t>595.1857</w:t>
      </w:r>
      <w:r>
        <w:tab/>
        <w:t>2.025e0</w:t>
      </w:r>
    </w:p>
    <w:p w:rsidR="00D43590" w:rsidRDefault="00D43590" w:rsidP="00D43590">
      <w:r>
        <w:t>595.3001</w:t>
      </w:r>
      <w:r>
        <w:tab/>
        <w:t>2.025e0</w:t>
      </w:r>
    </w:p>
    <w:p w:rsidR="00D43590" w:rsidRDefault="00D43590" w:rsidP="00D43590">
      <w:r>
        <w:lastRenderedPageBreak/>
        <w:t>595.3460</w:t>
      </w:r>
      <w:r>
        <w:tab/>
        <w:t>1.013e0</w:t>
      </w:r>
    </w:p>
    <w:p w:rsidR="00D43590" w:rsidRDefault="00D43590" w:rsidP="00D43590">
      <w:r>
        <w:t>595.4661</w:t>
      </w:r>
      <w:r>
        <w:tab/>
        <w:t>4.051e0</w:t>
      </w:r>
    </w:p>
    <w:p w:rsidR="00D43590" w:rsidRDefault="00D43590" w:rsidP="00D43590">
      <w:r>
        <w:t>595.6093</w:t>
      </w:r>
      <w:r>
        <w:tab/>
        <w:t>3.038e0</w:t>
      </w:r>
    </w:p>
    <w:p w:rsidR="00D43590" w:rsidRDefault="00D43590" w:rsidP="00D43590">
      <w:r>
        <w:t>595.7482</w:t>
      </w:r>
      <w:r>
        <w:tab/>
        <w:t>2.025e0</w:t>
      </w:r>
    </w:p>
    <w:p w:rsidR="00D43590" w:rsidRDefault="00D43590" w:rsidP="00D43590">
      <w:r>
        <w:t>595.8799</w:t>
      </w:r>
      <w:r>
        <w:tab/>
        <w:t>1.013e0</w:t>
      </w:r>
    </w:p>
    <w:p w:rsidR="00D43590" w:rsidRDefault="00D43590" w:rsidP="00D43590">
      <w:r>
        <w:t>595.9493</w:t>
      </w:r>
      <w:r>
        <w:tab/>
        <w:t>1.013e0</w:t>
      </w:r>
    </w:p>
    <w:p w:rsidR="00D43590" w:rsidRDefault="00D43590" w:rsidP="00D43590">
      <w:r>
        <w:t>596.1717</w:t>
      </w:r>
      <w:r>
        <w:tab/>
        <w:t>4.051e0</w:t>
      </w:r>
    </w:p>
    <w:p w:rsidR="00D43590" w:rsidRDefault="00D43590" w:rsidP="00D43590">
      <w:r>
        <w:t>596.3418</w:t>
      </w:r>
      <w:r>
        <w:tab/>
        <w:t>4.051e0</w:t>
      </w:r>
    </w:p>
    <w:p w:rsidR="00D43590" w:rsidRDefault="00D43590" w:rsidP="00D43590">
      <w:r>
        <w:t>596.5654</w:t>
      </w:r>
      <w:r>
        <w:tab/>
        <w:t>2.025e0</w:t>
      </w:r>
    </w:p>
    <w:p w:rsidR="00D43590" w:rsidRDefault="00D43590" w:rsidP="00D43590">
      <w:r>
        <w:t>596.7158</w:t>
      </w:r>
      <w:r>
        <w:tab/>
        <w:t>2.025e0</w:t>
      </w:r>
    </w:p>
    <w:p w:rsidR="00D43590" w:rsidRDefault="00D43590" w:rsidP="00D43590">
      <w:r>
        <w:t>596.8769</w:t>
      </w:r>
      <w:r>
        <w:tab/>
        <w:t>3.038e0</w:t>
      </w:r>
    </w:p>
    <w:p w:rsidR="00D43590" w:rsidRDefault="00D43590" w:rsidP="00D43590">
      <w:r>
        <w:t>596.9665</w:t>
      </w:r>
      <w:r>
        <w:tab/>
        <w:t>1.013e0</w:t>
      </w:r>
    </w:p>
    <w:p w:rsidR="00D43590" w:rsidRDefault="00D43590" w:rsidP="00D43590">
      <w:r>
        <w:t>597.0504</w:t>
      </w:r>
      <w:r>
        <w:tab/>
        <w:t>1.013e0</w:t>
      </w:r>
    </w:p>
    <w:p w:rsidR="00D43590" w:rsidRDefault="00D43590" w:rsidP="00D43590">
      <w:r>
        <w:t>597.1363</w:t>
      </w:r>
      <w:r>
        <w:tab/>
        <w:t>1.013e0</w:t>
      </w:r>
    </w:p>
    <w:p w:rsidR="00D43590" w:rsidRDefault="00D43590" w:rsidP="00D43590">
      <w:r>
        <w:t>597.2512</w:t>
      </w:r>
      <w:r>
        <w:tab/>
        <w:t>3.038e0</w:t>
      </w:r>
    </w:p>
    <w:p w:rsidR="00D43590" w:rsidRDefault="00D43590" w:rsidP="00D43590">
      <w:r>
        <w:t>597.3517</w:t>
      </w:r>
      <w:r>
        <w:tab/>
        <w:t>6.076e0</w:t>
      </w:r>
    </w:p>
    <w:p w:rsidR="00D43590" w:rsidRDefault="00D43590" w:rsidP="00D43590">
      <w:r>
        <w:t>597.5102</w:t>
      </w:r>
      <w:r>
        <w:tab/>
        <w:t>2.025e0</w:t>
      </w:r>
    </w:p>
    <w:p w:rsidR="00D43590" w:rsidRDefault="00D43590" w:rsidP="00D43590">
      <w:r>
        <w:t>597.6525</w:t>
      </w:r>
      <w:r>
        <w:tab/>
        <w:t>1.013e0</w:t>
      </w:r>
    </w:p>
    <w:p w:rsidR="00D43590" w:rsidRDefault="00D43590" w:rsidP="00D43590">
      <w:r>
        <w:t>597.7850</w:t>
      </w:r>
      <w:r>
        <w:tab/>
        <w:t>3.038e0</w:t>
      </w:r>
    </w:p>
    <w:p w:rsidR="00D43590" w:rsidRDefault="00D43590" w:rsidP="00D43590">
      <w:r>
        <w:lastRenderedPageBreak/>
        <w:t>597.8793</w:t>
      </w:r>
      <w:r>
        <w:tab/>
        <w:t>1.013e0</w:t>
      </w:r>
    </w:p>
    <w:p w:rsidR="00D43590" w:rsidRDefault="00D43590" w:rsidP="00D43590">
      <w:r>
        <w:t>597.9803</w:t>
      </w:r>
      <w:r>
        <w:tab/>
        <w:t>3.038e0</w:t>
      </w:r>
    </w:p>
    <w:p w:rsidR="00D43590" w:rsidRDefault="00D43590" w:rsidP="00D43590">
      <w:r>
        <w:t>598.0704</w:t>
      </w:r>
      <w:r>
        <w:tab/>
        <w:t>1.013e0</w:t>
      </w:r>
    </w:p>
    <w:p w:rsidR="00D43590" w:rsidRDefault="00D43590" w:rsidP="00D43590">
      <w:r>
        <w:t>598.3062</w:t>
      </w:r>
      <w:r>
        <w:tab/>
        <w:t>3.038e0</w:t>
      </w:r>
    </w:p>
    <w:p w:rsidR="00D43590" w:rsidRDefault="00D43590" w:rsidP="00D43590">
      <w:r>
        <w:t>598.5110</w:t>
      </w:r>
      <w:r>
        <w:tab/>
        <w:t>4.051e0</w:t>
      </w:r>
    </w:p>
    <w:p w:rsidR="00D43590" w:rsidRDefault="00D43590" w:rsidP="00D43590">
      <w:r>
        <w:t>598.7057</w:t>
      </w:r>
      <w:r>
        <w:tab/>
        <w:t>1.013e0</w:t>
      </w:r>
    </w:p>
    <w:p w:rsidR="00D43590" w:rsidRDefault="00D43590" w:rsidP="00D43590">
      <w:r>
        <w:t>598.7960</w:t>
      </w:r>
      <w:r>
        <w:tab/>
        <w:t>3.038e0</w:t>
      </w:r>
    </w:p>
    <w:p w:rsidR="00D43590" w:rsidRDefault="00D43590" w:rsidP="00D43590">
      <w:r>
        <w:t>598.8840</w:t>
      </w:r>
      <w:r>
        <w:tab/>
        <w:t>3.038e0</w:t>
      </w:r>
    </w:p>
    <w:p w:rsidR="00D43590" w:rsidRDefault="00D43590" w:rsidP="00D43590">
      <w:r>
        <w:t>599.1572</w:t>
      </w:r>
      <w:r>
        <w:tab/>
        <w:t>2.025e0</w:t>
      </w:r>
    </w:p>
    <w:p w:rsidR="00D43590" w:rsidRDefault="00D43590" w:rsidP="00D43590">
      <w:r>
        <w:t>599.3298</w:t>
      </w:r>
      <w:r>
        <w:tab/>
        <w:t>3.038e0</w:t>
      </w:r>
    </w:p>
    <w:p w:rsidR="00D43590" w:rsidRDefault="00D43590" w:rsidP="00D43590">
      <w:r>
        <w:t>599.5179</w:t>
      </w:r>
      <w:r>
        <w:tab/>
        <w:t>3.038e0</w:t>
      </w:r>
    </w:p>
    <w:p w:rsidR="00D43590" w:rsidRDefault="00D43590" w:rsidP="00D43590">
      <w:r>
        <w:t>599.6362</w:t>
      </w:r>
      <w:r>
        <w:tab/>
        <w:t>2.025e0</w:t>
      </w:r>
    </w:p>
    <w:p w:rsidR="00D43590" w:rsidRDefault="00D43590" w:rsidP="00D43590">
      <w:r>
        <w:t>599.8511</w:t>
      </w:r>
      <w:r>
        <w:tab/>
        <w:t>2.025e0</w:t>
      </w:r>
    </w:p>
    <w:p w:rsidR="00D43590" w:rsidRDefault="00D43590" w:rsidP="00D43590">
      <w:r>
        <w:t>599.9881</w:t>
      </w:r>
      <w:r>
        <w:tab/>
        <w:t>2.025e0</w:t>
      </w:r>
    </w:p>
    <w:p w:rsidR="00D43590" w:rsidRDefault="00D43590" w:rsidP="00D43590">
      <w:r>
        <w:t>600.1668</w:t>
      </w:r>
      <w:r>
        <w:tab/>
        <w:t>1.013e0</w:t>
      </w:r>
    </w:p>
    <w:p w:rsidR="00D43590" w:rsidRDefault="00D43590" w:rsidP="00D43590">
      <w:r>
        <w:t>600.3374</w:t>
      </w:r>
      <w:r>
        <w:tab/>
        <w:t>1.013e0</w:t>
      </w:r>
    </w:p>
    <w:p w:rsidR="00D43590" w:rsidRDefault="00D43590" w:rsidP="00D43590">
      <w:r>
        <w:t>600.5041</w:t>
      </w:r>
      <w:r>
        <w:tab/>
        <w:t>9.114e0</w:t>
      </w:r>
    </w:p>
    <w:p w:rsidR="00D43590" w:rsidRDefault="00D43590" w:rsidP="00D43590">
      <w:r>
        <w:t>600.5768</w:t>
      </w:r>
      <w:r>
        <w:tab/>
        <w:t>6.104e0</w:t>
      </w:r>
    </w:p>
    <w:p w:rsidR="00D43590" w:rsidRDefault="00D43590" w:rsidP="00D43590">
      <w:r>
        <w:t>600.6786</w:t>
      </w:r>
      <w:r>
        <w:tab/>
        <w:t>1.013e0</w:t>
      </w:r>
    </w:p>
    <w:p w:rsidR="00D43590" w:rsidRDefault="00D43590" w:rsidP="00D43590">
      <w:r>
        <w:lastRenderedPageBreak/>
        <w:t>600.8117</w:t>
      </w:r>
      <w:r>
        <w:tab/>
        <w:t>1.013e0</w:t>
      </w:r>
    </w:p>
    <w:p w:rsidR="00D43590" w:rsidRDefault="00D43590" w:rsidP="00D43590">
      <w:r>
        <w:t>600.9026</w:t>
      </w:r>
      <w:r>
        <w:tab/>
        <w:t>1.013e0</w:t>
      </w:r>
    </w:p>
    <w:p w:rsidR="00D43590" w:rsidRDefault="00D43590" w:rsidP="00D43590">
      <w:r>
        <w:t>600.9880</w:t>
      </w:r>
      <w:r>
        <w:tab/>
        <w:t>1.013e0</w:t>
      </w:r>
    </w:p>
    <w:p w:rsidR="00D43590" w:rsidRDefault="00D43590" w:rsidP="00D43590">
      <w:r>
        <w:t>601.0788</w:t>
      </w:r>
      <w:r>
        <w:tab/>
        <w:t>3.038e0</w:t>
      </w:r>
    </w:p>
    <w:p w:rsidR="00D43590" w:rsidRDefault="00D43590" w:rsidP="00D43590">
      <w:r>
        <w:t>601.2405</w:t>
      </w:r>
      <w:r>
        <w:tab/>
        <w:t>3.038e0</w:t>
      </w:r>
    </w:p>
    <w:p w:rsidR="00D43590" w:rsidRDefault="00D43590" w:rsidP="00D43590">
      <w:r>
        <w:t>601.4068</w:t>
      </w:r>
      <w:r>
        <w:tab/>
        <w:t>3.917e0</w:t>
      </w:r>
    </w:p>
    <w:p w:rsidR="00D43590" w:rsidRDefault="00D43590" w:rsidP="00D43590">
      <w:r>
        <w:t>601.5154</w:t>
      </w:r>
      <w:r>
        <w:tab/>
        <w:t>5.063e0</w:t>
      </w:r>
    </w:p>
    <w:p w:rsidR="00D43590" w:rsidRDefault="00D43590" w:rsidP="00D43590">
      <w:r>
        <w:t>601.7547</w:t>
      </w:r>
      <w:r>
        <w:tab/>
        <w:t>2.025e0</w:t>
      </w:r>
    </w:p>
    <w:p w:rsidR="00D43590" w:rsidRDefault="00D43590" w:rsidP="00D43590">
      <w:r>
        <w:t>601.8301</w:t>
      </w:r>
      <w:r>
        <w:tab/>
        <w:t>1.013e0</w:t>
      </w:r>
    </w:p>
    <w:p w:rsidR="00D43590" w:rsidRDefault="00D43590" w:rsidP="00D43590">
      <w:r>
        <w:t>601.9974</w:t>
      </w:r>
      <w:r>
        <w:tab/>
        <w:t>2.025e0</w:t>
      </w:r>
    </w:p>
    <w:p w:rsidR="00D43590" w:rsidRDefault="00D43590" w:rsidP="00D43590">
      <w:r>
        <w:t>602.2968</w:t>
      </w:r>
      <w:r>
        <w:tab/>
        <w:t>2.025e0</w:t>
      </w:r>
    </w:p>
    <w:p w:rsidR="00D43590" w:rsidRDefault="00D43590" w:rsidP="00D43590">
      <w:r>
        <w:t>602.3939</w:t>
      </w:r>
      <w:r>
        <w:tab/>
        <w:t>5.063e0</w:t>
      </w:r>
    </w:p>
    <w:p w:rsidR="00D43590" w:rsidRDefault="00D43590" w:rsidP="00D43590">
      <w:r>
        <w:t>602.5588</w:t>
      </w:r>
      <w:r>
        <w:tab/>
        <w:t>1.013e0</w:t>
      </w:r>
    </w:p>
    <w:p w:rsidR="00D43590" w:rsidRDefault="00D43590" w:rsidP="00D43590">
      <w:r>
        <w:t>602.6316</w:t>
      </w:r>
      <w:r>
        <w:tab/>
        <w:t>1.013e0</w:t>
      </w:r>
    </w:p>
    <w:p w:rsidR="00D43590" w:rsidRDefault="00D43590" w:rsidP="00D43590">
      <w:r>
        <w:t>602.7352</w:t>
      </w:r>
      <w:r>
        <w:tab/>
        <w:t>2.025e0</w:t>
      </w:r>
    </w:p>
    <w:p w:rsidR="00D43590" w:rsidRDefault="00D43590" w:rsidP="00D43590">
      <w:r>
        <w:t>602.8906</w:t>
      </w:r>
      <w:r>
        <w:tab/>
        <w:t>1.013e0</w:t>
      </w:r>
    </w:p>
    <w:p w:rsidR="00D43590" w:rsidRDefault="00D43590" w:rsidP="00D43590">
      <w:r>
        <w:t>602.9823</w:t>
      </w:r>
      <w:r>
        <w:tab/>
        <w:t>1.013e0</w:t>
      </w:r>
    </w:p>
    <w:p w:rsidR="00D43590" w:rsidRDefault="00D43590" w:rsidP="00D43590">
      <w:r>
        <w:t>603.1023</w:t>
      </w:r>
      <w:r>
        <w:tab/>
        <w:t>3.038e0</w:t>
      </w:r>
    </w:p>
    <w:p w:rsidR="00D43590" w:rsidRDefault="00D43590" w:rsidP="00D43590">
      <w:r>
        <w:t>603.1799</w:t>
      </w:r>
      <w:r>
        <w:tab/>
        <w:t>5.063e0</w:t>
      </w:r>
    </w:p>
    <w:p w:rsidR="00D43590" w:rsidRDefault="00D43590" w:rsidP="00D43590">
      <w:r>
        <w:lastRenderedPageBreak/>
        <w:t>603.4108</w:t>
      </w:r>
      <w:r>
        <w:tab/>
        <w:t>6.076e0</w:t>
      </w:r>
    </w:p>
    <w:p w:rsidR="00D43590" w:rsidRDefault="00D43590" w:rsidP="00D43590">
      <w:r>
        <w:t>603.5582</w:t>
      </w:r>
      <w:r>
        <w:tab/>
        <w:t>3.038e0</w:t>
      </w:r>
    </w:p>
    <w:p w:rsidR="00D43590" w:rsidRDefault="00D43590" w:rsidP="00D43590">
      <w:r>
        <w:t>603.7797</w:t>
      </w:r>
      <w:r>
        <w:tab/>
        <w:t>2.025e0</w:t>
      </w:r>
    </w:p>
    <w:p w:rsidR="00D43590" w:rsidRDefault="00D43590" w:rsidP="00D43590">
      <w:r>
        <w:t>603.8226</w:t>
      </w:r>
      <w:r>
        <w:tab/>
        <w:t>2.025e0</w:t>
      </w:r>
    </w:p>
    <w:p w:rsidR="00D43590" w:rsidRDefault="00D43590" w:rsidP="00D43590">
      <w:r>
        <w:t>604.0048</w:t>
      </w:r>
      <w:r>
        <w:tab/>
        <w:t>1.013e0</w:t>
      </w:r>
    </w:p>
    <w:p w:rsidR="00D43590" w:rsidRDefault="00D43590" w:rsidP="00D43590">
      <w:r>
        <w:t>604.0510</w:t>
      </w:r>
      <w:r>
        <w:tab/>
        <w:t>1.013e0</w:t>
      </w:r>
    </w:p>
    <w:p w:rsidR="00D43590" w:rsidRDefault="00D43590" w:rsidP="00D43590">
      <w:r>
        <w:t>604.1763</w:t>
      </w:r>
      <w:r>
        <w:tab/>
        <w:t>1.013e0</w:t>
      </w:r>
    </w:p>
    <w:p w:rsidR="00D43590" w:rsidRDefault="00D43590" w:rsidP="00D43590">
      <w:r>
        <w:t>604.3694</w:t>
      </w:r>
      <w:r>
        <w:tab/>
        <w:t>2.025e0</w:t>
      </w:r>
    </w:p>
    <w:p w:rsidR="00D43590" w:rsidRDefault="00D43590" w:rsidP="00D43590">
      <w:r>
        <w:t>604.4768</w:t>
      </w:r>
      <w:r>
        <w:tab/>
        <w:t>1.013e0</w:t>
      </w:r>
    </w:p>
    <w:p w:rsidR="00D43590" w:rsidRDefault="00D43590" w:rsidP="00D43590">
      <w:r>
        <w:t>604.6570</w:t>
      </w:r>
      <w:r>
        <w:tab/>
        <w:t>2.025e0</w:t>
      </w:r>
    </w:p>
    <w:p w:rsidR="00D43590" w:rsidRDefault="00D43590" w:rsidP="00D43590">
      <w:r>
        <w:t>604.7665</w:t>
      </w:r>
      <w:r>
        <w:tab/>
        <w:t>2.025e0</w:t>
      </w:r>
    </w:p>
    <w:p w:rsidR="00D43590" w:rsidRDefault="00D43590" w:rsidP="00D43590">
      <w:r>
        <w:t>604.8853</w:t>
      </w:r>
      <w:r>
        <w:tab/>
        <w:t>1.013e0</w:t>
      </w:r>
    </w:p>
    <w:p w:rsidR="00D43590" w:rsidRDefault="00D43590" w:rsidP="00D43590">
      <w:r>
        <w:t>604.9706</w:t>
      </w:r>
      <w:r>
        <w:tab/>
        <w:t>1.013e0</w:t>
      </w:r>
    </w:p>
    <w:p w:rsidR="00D43590" w:rsidRDefault="00D43590" w:rsidP="00D43590">
      <w:r>
        <w:t>605.2285</w:t>
      </w:r>
      <w:r>
        <w:tab/>
        <w:t>3.038e0</w:t>
      </w:r>
    </w:p>
    <w:p w:rsidR="00D43590" w:rsidRDefault="00D43590" w:rsidP="00D43590">
      <w:r>
        <w:t>605.3411</w:t>
      </w:r>
      <w:r>
        <w:tab/>
        <w:t>2.025e0</w:t>
      </w:r>
    </w:p>
    <w:p w:rsidR="00D43590" w:rsidRDefault="00D43590" w:rsidP="00D43590">
      <w:r>
        <w:t>605.4351</w:t>
      </w:r>
      <w:r>
        <w:tab/>
        <w:t>6.076e0</w:t>
      </w:r>
    </w:p>
    <w:p w:rsidR="00D43590" w:rsidRDefault="00D43590" w:rsidP="00D43590">
      <w:r>
        <w:t>605.7693</w:t>
      </w:r>
      <w:r>
        <w:tab/>
        <w:t>1.013e0</w:t>
      </w:r>
    </w:p>
    <w:p w:rsidR="00D43590" w:rsidRDefault="00D43590" w:rsidP="00D43590">
      <w:r>
        <w:t>605.8690</w:t>
      </w:r>
      <w:r>
        <w:tab/>
        <w:t>1.013e0</w:t>
      </w:r>
    </w:p>
    <w:p w:rsidR="00D43590" w:rsidRDefault="00D43590" w:rsidP="00D43590">
      <w:r>
        <w:t>606.0697</w:t>
      </w:r>
      <w:r>
        <w:tab/>
        <w:t>1.013e0</w:t>
      </w:r>
    </w:p>
    <w:p w:rsidR="00D43590" w:rsidRDefault="00D43590" w:rsidP="00D43590">
      <w:r>
        <w:lastRenderedPageBreak/>
        <w:t>606.2876</w:t>
      </w:r>
      <w:r>
        <w:tab/>
        <w:t>5.067e0</w:t>
      </w:r>
    </w:p>
    <w:p w:rsidR="00D43590" w:rsidRDefault="00D43590" w:rsidP="00D43590">
      <w:r>
        <w:t>606.4365</w:t>
      </w:r>
      <w:r>
        <w:tab/>
        <w:t>1.970e0</w:t>
      </w:r>
    </w:p>
    <w:p w:rsidR="00D43590" w:rsidRDefault="00D43590" w:rsidP="00D43590">
      <w:r>
        <w:t>606.6265</w:t>
      </w:r>
      <w:r>
        <w:tab/>
        <w:t>1.013e0</w:t>
      </w:r>
    </w:p>
    <w:p w:rsidR="00D43590" w:rsidRDefault="00D43590" w:rsidP="00D43590">
      <w:r>
        <w:t>606.7018</w:t>
      </w:r>
      <w:r>
        <w:tab/>
        <w:t>1.013e0</w:t>
      </w:r>
    </w:p>
    <w:p w:rsidR="00D43590" w:rsidRDefault="00D43590" w:rsidP="00D43590">
      <w:r>
        <w:t>606.8527</w:t>
      </w:r>
      <w:r>
        <w:tab/>
        <w:t>1.013e0</w:t>
      </w:r>
    </w:p>
    <w:p w:rsidR="00D43590" w:rsidRDefault="00D43590" w:rsidP="00D43590">
      <w:r>
        <w:t>606.9544</w:t>
      </w:r>
      <w:r>
        <w:tab/>
        <w:t>3.038e0</w:t>
      </w:r>
    </w:p>
    <w:p w:rsidR="00D43590" w:rsidRDefault="00D43590" w:rsidP="00D43590">
      <w:r>
        <w:t>607.0734</w:t>
      </w:r>
      <w:r>
        <w:tab/>
        <w:t>2.025e0</w:t>
      </w:r>
    </w:p>
    <w:p w:rsidR="00D43590" w:rsidRDefault="00D43590" w:rsidP="00D43590">
      <w:r>
        <w:t>607.2557</w:t>
      </w:r>
      <w:r>
        <w:tab/>
        <w:t>1.166e1</w:t>
      </w:r>
    </w:p>
    <w:p w:rsidR="00D43590" w:rsidRDefault="00D43590" w:rsidP="00D43590">
      <w:r>
        <w:t>607.3551</w:t>
      </w:r>
      <w:r>
        <w:tab/>
        <w:t>3.940e0</w:t>
      </w:r>
    </w:p>
    <w:p w:rsidR="00D43590" w:rsidRDefault="00D43590" w:rsidP="00D43590">
      <w:r>
        <w:t>607.5125</w:t>
      </w:r>
      <w:r>
        <w:tab/>
        <w:t>4.051e0</w:t>
      </w:r>
    </w:p>
    <w:p w:rsidR="00D43590" w:rsidRDefault="00D43590" w:rsidP="00D43590">
      <w:r>
        <w:t>607.6030</w:t>
      </w:r>
      <w:r>
        <w:tab/>
        <w:t>1.013e0</w:t>
      </w:r>
    </w:p>
    <w:p w:rsidR="00D43590" w:rsidRDefault="00D43590" w:rsidP="00D43590">
      <w:r>
        <w:t>607.7472</w:t>
      </w:r>
      <w:r>
        <w:tab/>
        <w:t>1.013e0</w:t>
      </w:r>
    </w:p>
    <w:p w:rsidR="00D43590" w:rsidRDefault="00D43590" w:rsidP="00D43590">
      <w:r>
        <w:t>607.8442</w:t>
      </w:r>
      <w:r>
        <w:tab/>
        <w:t>2.025e0</w:t>
      </w:r>
    </w:p>
    <w:p w:rsidR="00D43590" w:rsidRDefault="00D43590" w:rsidP="00D43590">
      <w:r>
        <w:t>607.9537</w:t>
      </w:r>
      <w:r>
        <w:tab/>
        <w:t>2.025e0</w:t>
      </w:r>
    </w:p>
    <w:p w:rsidR="00D43590" w:rsidRDefault="00D43590" w:rsidP="00D43590">
      <w:r>
        <w:t>608.0493</w:t>
      </w:r>
      <w:r>
        <w:tab/>
        <w:t>1.013e0</w:t>
      </w:r>
    </w:p>
    <w:p w:rsidR="00D43590" w:rsidRDefault="00D43590" w:rsidP="00D43590">
      <w:r>
        <w:t>608.1864</w:t>
      </w:r>
      <w:r>
        <w:tab/>
        <w:t>1.013e0</w:t>
      </w:r>
    </w:p>
    <w:p w:rsidR="00D43590" w:rsidRDefault="00D43590" w:rsidP="00D43590">
      <w:r>
        <w:t>608.3035</w:t>
      </w:r>
      <w:r>
        <w:tab/>
        <w:t>4.047e0</w:t>
      </w:r>
    </w:p>
    <w:p w:rsidR="00D43590" w:rsidRDefault="00D43590" w:rsidP="00D43590">
      <w:r>
        <w:t>608.4130</w:t>
      </w:r>
      <w:r>
        <w:tab/>
        <w:t>7.708e0</w:t>
      </w:r>
    </w:p>
    <w:p w:rsidR="00D43590" w:rsidRDefault="00D43590" w:rsidP="00D43590">
      <w:r>
        <w:t>608.4957</w:t>
      </w:r>
      <w:r>
        <w:tab/>
        <w:t>3.038e0</w:t>
      </w:r>
    </w:p>
    <w:p w:rsidR="00D43590" w:rsidRDefault="00D43590" w:rsidP="00D43590">
      <w:r>
        <w:lastRenderedPageBreak/>
        <w:t>608.5862</w:t>
      </w:r>
      <w:r>
        <w:tab/>
        <w:t>3.038e0</w:t>
      </w:r>
    </w:p>
    <w:p w:rsidR="00D43590" w:rsidRDefault="00D43590" w:rsidP="00D43590">
      <w:r>
        <w:t>608.7032</w:t>
      </w:r>
      <w:r>
        <w:tab/>
        <w:t>1.013e0</w:t>
      </w:r>
    </w:p>
    <w:p w:rsidR="00D43590" w:rsidRDefault="00D43590" w:rsidP="00D43590">
      <w:r>
        <w:t>608.7869</w:t>
      </w:r>
      <w:r>
        <w:tab/>
        <w:t>1.013e0</w:t>
      </w:r>
    </w:p>
    <w:p w:rsidR="00D43590" w:rsidRDefault="00D43590" w:rsidP="00D43590">
      <w:r>
        <w:t>609.1456</w:t>
      </w:r>
      <w:r>
        <w:tab/>
        <w:t>2.025e0</w:t>
      </w:r>
    </w:p>
    <w:p w:rsidR="00D43590" w:rsidRDefault="00D43590" w:rsidP="00D43590">
      <w:r>
        <w:t>609.2373</w:t>
      </w:r>
      <w:r>
        <w:tab/>
        <w:t>1.931e0</w:t>
      </w:r>
    </w:p>
    <w:p w:rsidR="00D43590" w:rsidRDefault="00D43590" w:rsidP="00D43590">
      <w:r>
        <w:t>609.3282</w:t>
      </w:r>
      <w:r>
        <w:tab/>
        <w:t>3.038e0</w:t>
      </w:r>
    </w:p>
    <w:p w:rsidR="00D43590" w:rsidRDefault="00D43590" w:rsidP="00D43590">
      <w:r>
        <w:t>609.4200</w:t>
      </w:r>
      <w:r>
        <w:tab/>
        <w:t>1.667e0</w:t>
      </w:r>
    </w:p>
    <w:p w:rsidR="00D43590" w:rsidRDefault="00D43590" w:rsidP="00D43590">
      <w:r>
        <w:t>609.5363</w:t>
      </w:r>
      <w:r>
        <w:tab/>
        <w:t>1.013e0</w:t>
      </w:r>
    </w:p>
    <w:p w:rsidR="00D43590" w:rsidRDefault="00D43590" w:rsidP="00D43590">
      <w:r>
        <w:t>609.6433</w:t>
      </w:r>
      <w:r>
        <w:tab/>
        <w:t>2.025e0</w:t>
      </w:r>
    </w:p>
    <w:p w:rsidR="00D43590" w:rsidRDefault="00D43590" w:rsidP="00D43590">
      <w:r>
        <w:t>609.8366</w:t>
      </w:r>
      <w:r>
        <w:tab/>
        <w:t>1.013e0</w:t>
      </w:r>
    </w:p>
    <w:p w:rsidR="00D43590" w:rsidRDefault="00D43590" w:rsidP="00D43590">
      <w:r>
        <w:t>610.0199</w:t>
      </w:r>
      <w:r>
        <w:tab/>
        <w:t>2.025e0</w:t>
      </w:r>
    </w:p>
    <w:p w:rsidR="00D43590" w:rsidRDefault="00D43590" w:rsidP="00D43590">
      <w:r>
        <w:t>610.1638</w:t>
      </w:r>
      <w:r>
        <w:tab/>
        <w:t>3.038e0</w:t>
      </w:r>
    </w:p>
    <w:p w:rsidR="00D43590" w:rsidRDefault="00D43590" w:rsidP="00D43590">
      <w:r>
        <w:t>610.2218</w:t>
      </w:r>
      <w:r>
        <w:tab/>
        <w:t>1.781e0</w:t>
      </w:r>
    </w:p>
    <w:p w:rsidR="00D43590" w:rsidRDefault="00D43590" w:rsidP="00D43590">
      <w:r>
        <w:t>610.4269</w:t>
      </w:r>
      <w:r>
        <w:tab/>
        <w:t>2.368e0</w:t>
      </w:r>
    </w:p>
    <w:p w:rsidR="00D43590" w:rsidRDefault="00D43590" w:rsidP="00D43590">
      <w:r>
        <w:t>610.6066</w:t>
      </w:r>
      <w:r>
        <w:tab/>
        <w:t>3.139e1</w:t>
      </w:r>
    </w:p>
    <w:p w:rsidR="00D43590" w:rsidRDefault="00D43590" w:rsidP="00D43590">
      <w:r>
        <w:t>610.7357</w:t>
      </w:r>
      <w:r>
        <w:tab/>
        <w:t>2.025e0</w:t>
      </w:r>
    </w:p>
    <w:p w:rsidR="00D43590" w:rsidRDefault="00D43590" w:rsidP="00D43590">
      <w:r>
        <w:t>610.8066</w:t>
      </w:r>
      <w:r>
        <w:tab/>
        <w:t>1.013e0</w:t>
      </w:r>
    </w:p>
    <w:p w:rsidR="00D43590" w:rsidRDefault="00D43590" w:rsidP="00D43590">
      <w:r>
        <w:t>610.9204</w:t>
      </w:r>
      <w:r>
        <w:tab/>
        <w:t>2.025e0</w:t>
      </w:r>
    </w:p>
    <w:p w:rsidR="00D43590" w:rsidRDefault="00D43590" w:rsidP="00D43590">
      <w:r>
        <w:t>611.0413</w:t>
      </w:r>
      <w:r>
        <w:tab/>
        <w:t>4.051e0</w:t>
      </w:r>
    </w:p>
    <w:p w:rsidR="00D43590" w:rsidRDefault="00D43590" w:rsidP="00D43590">
      <w:r>
        <w:lastRenderedPageBreak/>
        <w:t>611.1856</w:t>
      </w:r>
      <w:r>
        <w:tab/>
        <w:t>2.025e0</w:t>
      </w:r>
    </w:p>
    <w:p w:rsidR="00D43590" w:rsidRDefault="00D43590" w:rsidP="00D43590">
      <w:r>
        <w:t>611.3569</w:t>
      </w:r>
      <w:r>
        <w:tab/>
        <w:t>1.793e0</w:t>
      </w:r>
    </w:p>
    <w:p w:rsidR="00D43590" w:rsidRDefault="00D43590" w:rsidP="00D43590">
      <w:r>
        <w:t>611.4705</w:t>
      </w:r>
      <w:r>
        <w:tab/>
        <w:t>2.635e0</w:t>
      </w:r>
    </w:p>
    <w:p w:rsidR="00D43590" w:rsidRDefault="00D43590" w:rsidP="00D43590">
      <w:r>
        <w:t>611.6143</w:t>
      </w:r>
      <w:r>
        <w:tab/>
        <w:t>1.418e1</w:t>
      </w:r>
    </w:p>
    <w:p w:rsidR="00D43590" w:rsidRDefault="00D43590" w:rsidP="00D43590">
      <w:r>
        <w:t>611.7993</w:t>
      </w:r>
      <w:r>
        <w:tab/>
        <w:t>2.025e0</w:t>
      </w:r>
    </w:p>
    <w:p w:rsidR="00D43590" w:rsidRDefault="00D43590" w:rsidP="00D43590">
      <w:r>
        <w:t>611.8871</w:t>
      </w:r>
      <w:r>
        <w:tab/>
        <w:t>4.051e0</w:t>
      </w:r>
    </w:p>
    <w:p w:rsidR="00D43590" w:rsidRDefault="00D43590" w:rsidP="00D43590">
      <w:r>
        <w:t>611.9998</w:t>
      </w:r>
      <w:r>
        <w:tab/>
        <w:t>1.013e0</w:t>
      </w:r>
    </w:p>
    <w:p w:rsidR="00D43590" w:rsidRDefault="00D43590" w:rsidP="00D43590">
      <w:r>
        <w:t>612.0867</w:t>
      </w:r>
      <w:r>
        <w:tab/>
        <w:t>2.025e0</w:t>
      </w:r>
    </w:p>
    <w:p w:rsidR="00D43590" w:rsidRDefault="00D43590" w:rsidP="00D43590">
      <w:r>
        <w:t>612.1518</w:t>
      </w:r>
      <w:r>
        <w:tab/>
        <w:t>1.013e0</w:t>
      </w:r>
    </w:p>
    <w:p w:rsidR="00D43590" w:rsidRDefault="00D43590" w:rsidP="00D43590">
      <w:r>
        <w:t>612.3524</w:t>
      </w:r>
      <w:r>
        <w:tab/>
        <w:t>2.733e2</w:t>
      </w:r>
    </w:p>
    <w:p w:rsidR="00D43590" w:rsidRDefault="00D43590" w:rsidP="00D43590">
      <w:r>
        <w:t>612.5182</w:t>
      </w:r>
      <w:r>
        <w:tab/>
        <w:t>3.038e0</w:t>
      </w:r>
    </w:p>
    <w:p w:rsidR="00D43590" w:rsidRDefault="00D43590" w:rsidP="00D43590">
      <w:r>
        <w:t>612.5901</w:t>
      </w:r>
      <w:r>
        <w:tab/>
        <w:t>3.038e0</w:t>
      </w:r>
    </w:p>
    <w:p w:rsidR="00D43590" w:rsidRDefault="00D43590" w:rsidP="00D43590">
      <w:r>
        <w:t>612.6608</w:t>
      </w:r>
      <w:r>
        <w:tab/>
        <w:t>2.874e0</w:t>
      </w:r>
    </w:p>
    <w:p w:rsidR="00D43590" w:rsidRDefault="00D43590" w:rsidP="00D43590">
      <w:r>
        <w:t>612.7275</w:t>
      </w:r>
      <w:r>
        <w:tab/>
        <w:t>1.013e0</w:t>
      </w:r>
    </w:p>
    <w:p w:rsidR="00D43590" w:rsidRDefault="00D43590" w:rsidP="00D43590">
      <w:r>
        <w:t>612.8839</w:t>
      </w:r>
      <w:r>
        <w:tab/>
        <w:t>1.013e0</w:t>
      </w:r>
    </w:p>
    <w:p w:rsidR="00D43590" w:rsidRDefault="00D43590" w:rsidP="00D43590">
      <w:r>
        <w:t>612.9667</w:t>
      </w:r>
      <w:r>
        <w:tab/>
        <w:t>1.013e0</w:t>
      </w:r>
    </w:p>
    <w:p w:rsidR="00D43590" w:rsidRDefault="00D43590" w:rsidP="00D43590">
      <w:r>
        <w:t>613.0498</w:t>
      </w:r>
      <w:r>
        <w:tab/>
        <w:t>2.025e0</w:t>
      </w:r>
    </w:p>
    <w:p w:rsidR="00D43590" w:rsidRDefault="00D43590" w:rsidP="00D43590">
      <w:r>
        <w:t>613.1447</w:t>
      </w:r>
      <w:r>
        <w:tab/>
        <w:t>3.038e0</w:t>
      </w:r>
    </w:p>
    <w:p w:rsidR="00D43590" w:rsidRDefault="00D43590" w:rsidP="00D43590">
      <w:r>
        <w:t>613.2519</w:t>
      </w:r>
      <w:r>
        <w:tab/>
        <w:t>1.089e1</w:t>
      </w:r>
    </w:p>
    <w:p w:rsidR="00D43590" w:rsidRDefault="00D43590" w:rsidP="00D43590">
      <w:r>
        <w:lastRenderedPageBreak/>
        <w:t>613.3531</w:t>
      </w:r>
      <w:r>
        <w:tab/>
        <w:t>9.800e1</w:t>
      </w:r>
    </w:p>
    <w:p w:rsidR="00D43590" w:rsidRDefault="00D43590" w:rsidP="00D43590">
      <w:r>
        <w:t>613.4780</w:t>
      </w:r>
      <w:r>
        <w:tab/>
        <w:t>1.692e0</w:t>
      </w:r>
    </w:p>
    <w:p w:rsidR="00D43590" w:rsidRDefault="00D43590" w:rsidP="00D43590">
      <w:r>
        <w:t>613.6357</w:t>
      </w:r>
      <w:r>
        <w:tab/>
        <w:t>2.025e0</w:t>
      </w:r>
    </w:p>
    <w:p w:rsidR="00D43590" w:rsidRDefault="00D43590" w:rsidP="00D43590">
      <w:r>
        <w:t>613.7451</w:t>
      </w:r>
      <w:r>
        <w:tab/>
        <w:t>5.063e0</w:t>
      </w:r>
    </w:p>
    <w:p w:rsidR="00D43590" w:rsidRDefault="00D43590" w:rsidP="00D43590">
      <w:r>
        <w:t>613.8916</w:t>
      </w:r>
      <w:r>
        <w:tab/>
        <w:t>1.013e0</w:t>
      </w:r>
    </w:p>
    <w:p w:rsidR="00D43590" w:rsidRDefault="00D43590" w:rsidP="00D43590">
      <w:r>
        <w:t>614.0943</w:t>
      </w:r>
      <w:r>
        <w:tab/>
        <w:t>3.038e0</w:t>
      </w:r>
    </w:p>
    <w:p w:rsidR="00D43590" w:rsidRDefault="00D43590" w:rsidP="00D43590">
      <w:r>
        <w:t>614.2073</w:t>
      </w:r>
      <w:r>
        <w:tab/>
        <w:t>1.013e0</w:t>
      </w:r>
    </w:p>
    <w:p w:rsidR="00D43590" w:rsidRDefault="00D43590" w:rsidP="00D43590">
      <w:r>
        <w:t>614.2574</w:t>
      </w:r>
      <w:r>
        <w:tab/>
        <w:t>1.352e0</w:t>
      </w:r>
    </w:p>
    <w:p w:rsidR="00D43590" w:rsidRDefault="00D43590" w:rsidP="00D43590">
      <w:r>
        <w:t>614.3552</w:t>
      </w:r>
      <w:r>
        <w:tab/>
        <w:t>3.304e1</w:t>
      </w:r>
    </w:p>
    <w:p w:rsidR="00D43590" w:rsidRDefault="00D43590" w:rsidP="00D43590">
      <w:r>
        <w:t>614.5210</w:t>
      </w:r>
      <w:r>
        <w:tab/>
        <w:t>1.298e1</w:t>
      </w:r>
    </w:p>
    <w:p w:rsidR="00D43590" w:rsidRDefault="00D43590" w:rsidP="00D43590">
      <w:r>
        <w:t>614.6240</w:t>
      </w:r>
      <w:r>
        <w:tab/>
        <w:t>2.025e0</w:t>
      </w:r>
    </w:p>
    <w:p w:rsidR="00D43590" w:rsidRDefault="00D43590" w:rsidP="00D43590">
      <w:r>
        <w:t>614.7509</w:t>
      </w:r>
      <w:r>
        <w:tab/>
        <w:t>2.025e0</w:t>
      </w:r>
    </w:p>
    <w:p w:rsidR="00D43590" w:rsidRDefault="00D43590" w:rsidP="00D43590">
      <w:r>
        <w:t>615.0527</w:t>
      </w:r>
      <w:r>
        <w:tab/>
        <w:t>3.038e0</w:t>
      </w:r>
    </w:p>
    <w:p w:rsidR="00D43590" w:rsidRDefault="00D43590" w:rsidP="00D43590">
      <w:r>
        <w:t>615.1122</w:t>
      </w:r>
      <w:r>
        <w:tab/>
        <w:t>1.013e0</w:t>
      </w:r>
    </w:p>
    <w:p w:rsidR="00D43590" w:rsidRDefault="00D43590" w:rsidP="00D43590">
      <w:r>
        <w:t>615.2671</w:t>
      </w:r>
      <w:r>
        <w:tab/>
        <w:t>1.481e0</w:t>
      </w:r>
    </w:p>
    <w:p w:rsidR="00D43590" w:rsidRDefault="00D43590" w:rsidP="00D43590">
      <w:r>
        <w:t>615.3544</w:t>
      </w:r>
      <w:r>
        <w:tab/>
        <w:t>8.158e0</w:t>
      </w:r>
    </w:p>
    <w:p w:rsidR="00D43590" w:rsidRDefault="00D43590" w:rsidP="00D43590">
      <w:r>
        <w:t>615.5190</w:t>
      </w:r>
      <w:r>
        <w:tab/>
        <w:t>2.346e0</w:t>
      </w:r>
    </w:p>
    <w:p w:rsidR="00D43590" w:rsidRDefault="00D43590" w:rsidP="00D43590">
      <w:r>
        <w:t>615.6469</w:t>
      </w:r>
      <w:r>
        <w:tab/>
        <w:t>2.025e0</w:t>
      </w:r>
    </w:p>
    <w:p w:rsidR="00D43590" w:rsidRDefault="00D43590" w:rsidP="00D43590">
      <w:r>
        <w:t>615.7453</w:t>
      </w:r>
      <w:r>
        <w:tab/>
        <w:t>2.025e0</w:t>
      </w:r>
    </w:p>
    <w:p w:rsidR="00D43590" w:rsidRDefault="00D43590" w:rsidP="00D43590">
      <w:r>
        <w:lastRenderedPageBreak/>
        <w:t>615.8116</w:t>
      </w:r>
      <w:r>
        <w:tab/>
        <w:t>2.025e0</w:t>
      </w:r>
    </w:p>
    <w:p w:rsidR="00D43590" w:rsidRDefault="00D43590" w:rsidP="00D43590">
      <w:r>
        <w:t>615.9279</w:t>
      </w:r>
      <w:r>
        <w:tab/>
        <w:t>1.013e0</w:t>
      </w:r>
    </w:p>
    <w:p w:rsidR="00D43590" w:rsidRDefault="00D43590" w:rsidP="00D43590">
      <w:r>
        <w:t>615.9944</w:t>
      </w:r>
      <w:r>
        <w:tab/>
        <w:t>1.013e0</w:t>
      </w:r>
    </w:p>
    <w:p w:rsidR="00D43590" w:rsidRDefault="00D43590" w:rsidP="00D43590">
      <w:r>
        <w:t>616.2123</w:t>
      </w:r>
      <w:r>
        <w:tab/>
        <w:t>1.016e0</w:t>
      </w:r>
    </w:p>
    <w:p w:rsidR="00D43590" w:rsidRDefault="00D43590" w:rsidP="00D43590">
      <w:r>
        <w:t>616.4699</w:t>
      </w:r>
      <w:r>
        <w:tab/>
        <w:t>3.152e0</w:t>
      </w:r>
    </w:p>
    <w:p w:rsidR="00D43590" w:rsidRDefault="00D43590" w:rsidP="00D43590">
      <w:r>
        <w:t>616.5388</w:t>
      </w:r>
      <w:r>
        <w:tab/>
        <w:t>2.094e0</w:t>
      </w:r>
    </w:p>
    <w:p w:rsidR="00D43590" w:rsidRDefault="00D43590" w:rsidP="00D43590">
      <w:r>
        <w:t>616.6079</w:t>
      </w:r>
      <w:r>
        <w:tab/>
        <w:t>3.010e0</w:t>
      </w:r>
    </w:p>
    <w:p w:rsidR="00D43590" w:rsidRDefault="00D43590" w:rsidP="00D43590">
      <w:r>
        <w:t>616.6885</w:t>
      </w:r>
      <w:r>
        <w:tab/>
        <w:t>3.037e0</w:t>
      </w:r>
    </w:p>
    <w:p w:rsidR="00D43590" w:rsidRDefault="00D43590" w:rsidP="00D43590">
      <w:r>
        <w:t>616.8946</w:t>
      </w:r>
      <w:r>
        <w:tab/>
        <w:t>3.038e0</w:t>
      </w:r>
    </w:p>
    <w:p w:rsidR="00D43590" w:rsidRDefault="00D43590" w:rsidP="00D43590">
      <w:r>
        <w:t>617.0895</w:t>
      </w:r>
      <w:r>
        <w:tab/>
        <w:t>2.025e0</w:t>
      </w:r>
    </w:p>
    <w:p w:rsidR="00D43590" w:rsidRDefault="00D43590" w:rsidP="00D43590">
      <w:r>
        <w:t>617.2522</w:t>
      </w:r>
      <w:r>
        <w:tab/>
        <w:t>1.539e0</w:t>
      </w:r>
    </w:p>
    <w:p w:rsidR="00D43590" w:rsidRDefault="00D43590" w:rsidP="00D43590">
      <w:r>
        <w:t>617.7171</w:t>
      </w:r>
      <w:r>
        <w:tab/>
        <w:t>3.038e0</w:t>
      </w:r>
    </w:p>
    <w:p w:rsidR="00D43590" w:rsidRDefault="00D43590" w:rsidP="00D43590">
      <w:r>
        <w:t>617.7908</w:t>
      </w:r>
      <w:r>
        <w:tab/>
        <w:t>1.926e0</w:t>
      </w:r>
    </w:p>
    <w:p w:rsidR="00D43590" w:rsidRDefault="00D43590" w:rsidP="00D43590">
      <w:r>
        <w:t>617.9171</w:t>
      </w:r>
      <w:r>
        <w:tab/>
        <w:t>1.386e0</w:t>
      </w:r>
    </w:p>
    <w:p w:rsidR="00D43590" w:rsidRDefault="00D43590" w:rsidP="00D43590">
      <w:r>
        <w:t>618.0731</w:t>
      </w:r>
      <w:r>
        <w:tab/>
        <w:t>2.025e0</w:t>
      </w:r>
    </w:p>
    <w:p w:rsidR="00D43590" w:rsidRDefault="00D43590" w:rsidP="00D43590">
      <w:r>
        <w:t>618.5108</w:t>
      </w:r>
      <w:r>
        <w:tab/>
        <w:t>1.234e0</w:t>
      </w:r>
    </w:p>
    <w:p w:rsidR="00D43590" w:rsidRDefault="00D43590" w:rsidP="00D43590">
      <w:r>
        <w:t>618.5696</w:t>
      </w:r>
      <w:r>
        <w:tab/>
        <w:t>2.292e0</w:t>
      </w:r>
    </w:p>
    <w:p w:rsidR="00D43590" w:rsidRDefault="00D43590" w:rsidP="00D43590">
      <w:r>
        <w:t>618.6296</w:t>
      </w:r>
      <w:r>
        <w:tab/>
        <w:t>1.888e0</w:t>
      </w:r>
    </w:p>
    <w:p w:rsidR="00D43590" w:rsidRDefault="00D43590" w:rsidP="00D43590">
      <w:r>
        <w:t>618.7991</w:t>
      </w:r>
      <w:r>
        <w:tab/>
        <w:t>1.099e0</w:t>
      </w:r>
    </w:p>
    <w:p w:rsidR="00D43590" w:rsidRDefault="00D43590" w:rsidP="00D43590">
      <w:r>
        <w:lastRenderedPageBreak/>
        <w:t>618.9300</w:t>
      </w:r>
      <w:r>
        <w:tab/>
        <w:t>4.239e0</w:t>
      </w:r>
    </w:p>
    <w:p w:rsidR="00D43590" w:rsidRDefault="00D43590" w:rsidP="00D43590">
      <w:r>
        <w:t>619.0701</w:t>
      </w:r>
      <w:r>
        <w:tab/>
        <w:t>4.832e0</w:t>
      </w:r>
    </w:p>
    <w:p w:rsidR="00D43590" w:rsidRDefault="00D43590" w:rsidP="00D43590">
      <w:r>
        <w:t>619.2095</w:t>
      </w:r>
      <w:r>
        <w:tab/>
        <w:t>3.274e0</w:t>
      </w:r>
    </w:p>
    <w:p w:rsidR="00D43590" w:rsidRDefault="00D43590" w:rsidP="00D43590">
      <w:r>
        <w:t>619.8857</w:t>
      </w:r>
      <w:r>
        <w:tab/>
        <w:t>5.241e0</w:t>
      </w:r>
    </w:p>
    <w:p w:rsidR="00D43590" w:rsidRDefault="00D43590" w:rsidP="00D43590">
      <w:r>
        <w:t>620.0232</w:t>
      </w:r>
      <w:r>
        <w:tab/>
        <w:t>1.783e0</w:t>
      </w:r>
    </w:p>
    <w:p w:rsidR="00D43590" w:rsidRDefault="00D43590" w:rsidP="00D43590">
      <w:r>
        <w:t>620.1459</w:t>
      </w:r>
      <w:r>
        <w:tab/>
        <w:t>3.699e0</w:t>
      </w:r>
    </w:p>
    <w:p w:rsidR="00D43590" w:rsidRDefault="00D43590" w:rsidP="00D43590">
      <w:r>
        <w:t>620.2193</w:t>
      </w:r>
      <w:r>
        <w:tab/>
        <w:t>4.673e0</w:t>
      </w:r>
    </w:p>
    <w:p w:rsidR="00D43590" w:rsidRDefault="00D43590" w:rsidP="00D43590">
      <w:r>
        <w:t>620.4628</w:t>
      </w:r>
      <w:r>
        <w:tab/>
        <w:t>4.606e0</w:t>
      </w:r>
    </w:p>
    <w:p w:rsidR="00D43590" w:rsidRDefault="00D43590" w:rsidP="00D43590">
      <w:r>
        <w:t>620.5811</w:t>
      </w:r>
      <w:r>
        <w:tab/>
        <w:t>2.001e0</w:t>
      </w:r>
    </w:p>
    <w:p w:rsidR="00D43590" w:rsidRDefault="00D43590" w:rsidP="00D43590">
      <w:r>
        <w:t>620.6972</w:t>
      </w:r>
      <w:r>
        <w:tab/>
        <w:t>3.432e0</w:t>
      </w:r>
    </w:p>
    <w:p w:rsidR="00D43590" w:rsidRDefault="00D43590" w:rsidP="00D43590">
      <w:r>
        <w:t>620.8237</w:t>
      </w:r>
      <w:r>
        <w:tab/>
        <w:t>4.222e0</w:t>
      </w:r>
    </w:p>
    <w:p w:rsidR="00D43590" w:rsidRDefault="00D43590" w:rsidP="00D43590">
      <w:r>
        <w:t>620.9344</w:t>
      </w:r>
      <w:r>
        <w:tab/>
        <w:t>7.773e0</w:t>
      </w:r>
    </w:p>
    <w:p w:rsidR="00D43590" w:rsidRDefault="00D43590" w:rsidP="00D43590">
      <w:r>
        <w:t>621.0773</w:t>
      </w:r>
      <w:r>
        <w:tab/>
        <w:t>3.307e0</w:t>
      </w:r>
    </w:p>
    <w:p w:rsidR="00D43590" w:rsidRDefault="00D43590" w:rsidP="00D43590">
      <w:r>
        <w:t>621.1504</w:t>
      </w:r>
      <w:r>
        <w:tab/>
        <w:t>1.355e0</w:t>
      </w:r>
    </w:p>
    <w:p w:rsidR="00D43590" w:rsidRDefault="00D43590" w:rsidP="00D43590">
      <w:r>
        <w:t>621.2072</w:t>
      </w:r>
      <w:r>
        <w:tab/>
        <w:t>1.283e0</w:t>
      </w:r>
    </w:p>
    <w:p w:rsidR="00D43590" w:rsidRDefault="00D43590" w:rsidP="00D43590">
      <w:r>
        <w:t>621.3314</w:t>
      </w:r>
      <w:r>
        <w:tab/>
        <w:t>2.087e0</w:t>
      </w:r>
    </w:p>
    <w:p w:rsidR="00D43590" w:rsidRDefault="00D43590" w:rsidP="00D43590">
      <w:r>
        <w:t>621.4281</w:t>
      </w:r>
      <w:r>
        <w:tab/>
        <w:t>7.223e0</w:t>
      </w:r>
    </w:p>
    <w:p w:rsidR="00D43590" w:rsidRDefault="00D43590" w:rsidP="00D43590">
      <w:r>
        <w:t>621.5204</w:t>
      </w:r>
      <w:r>
        <w:tab/>
        <w:t>5.081e0</w:t>
      </w:r>
    </w:p>
    <w:p w:rsidR="00D43590" w:rsidRDefault="00D43590" w:rsidP="00D43590">
      <w:r>
        <w:t>621.6736</w:t>
      </w:r>
      <w:r>
        <w:tab/>
        <w:t>4.720e0</w:t>
      </w:r>
    </w:p>
    <w:p w:rsidR="00D43590" w:rsidRDefault="00D43590" w:rsidP="00D43590">
      <w:r>
        <w:lastRenderedPageBreak/>
        <w:t>621.8182</w:t>
      </w:r>
      <w:r>
        <w:tab/>
        <w:t>4.877e0</w:t>
      </w:r>
    </w:p>
    <w:p w:rsidR="00D43590" w:rsidRDefault="00D43590" w:rsidP="00D43590">
      <w:r>
        <w:t>621.9050</w:t>
      </w:r>
      <w:r>
        <w:tab/>
        <w:t>2.795e0</w:t>
      </w:r>
    </w:p>
    <w:p w:rsidR="00D43590" w:rsidRDefault="00D43590" w:rsidP="00D43590">
      <w:r>
        <w:t>621.9641</w:t>
      </w:r>
      <w:r>
        <w:tab/>
        <w:t>1.296e0</w:t>
      </w:r>
    </w:p>
    <w:p w:rsidR="00D43590" w:rsidRDefault="00D43590" w:rsidP="00D43590">
      <w:r>
        <w:t>622.4222</w:t>
      </w:r>
      <w:r>
        <w:tab/>
        <w:t>3.251e0</w:t>
      </w:r>
    </w:p>
    <w:p w:rsidR="00D43590" w:rsidRDefault="00D43590" w:rsidP="00D43590">
      <w:r>
        <w:t>622.6069</w:t>
      </w:r>
      <w:r>
        <w:tab/>
        <w:t>1.961e0</w:t>
      </w:r>
    </w:p>
    <w:p w:rsidR="00D43590" w:rsidRDefault="00D43590" w:rsidP="00D43590">
      <w:r>
        <w:t>622.6772</w:t>
      </w:r>
      <w:r>
        <w:tab/>
        <w:t>2.466e0</w:t>
      </w:r>
    </w:p>
    <w:p w:rsidR="00D43590" w:rsidRDefault="00D43590" w:rsidP="00D43590">
      <w:r>
        <w:t>622.7681</w:t>
      </w:r>
      <w:r>
        <w:tab/>
        <w:t>2.467e0</w:t>
      </w:r>
    </w:p>
    <w:p w:rsidR="00D43590" w:rsidRDefault="00D43590" w:rsidP="00D43590">
      <w:r>
        <w:t>622.9407</w:t>
      </w:r>
      <w:r>
        <w:tab/>
        <w:t>6.603e0</w:t>
      </w:r>
    </w:p>
    <w:p w:rsidR="00D43590" w:rsidRDefault="00D43590" w:rsidP="00D43590">
      <w:r>
        <w:t>623.0214</w:t>
      </w:r>
      <w:r>
        <w:tab/>
        <w:t>3.885e0</w:t>
      </w:r>
    </w:p>
    <w:p w:rsidR="00D43590" w:rsidRDefault="00D43590" w:rsidP="00D43590">
      <w:r>
        <w:t>623.0966</w:t>
      </w:r>
      <w:r>
        <w:tab/>
        <w:t>8.524e0</w:t>
      </w:r>
    </w:p>
    <w:p w:rsidR="00D43590" w:rsidRDefault="00D43590" w:rsidP="00D43590">
      <w:r>
        <w:t>623.2136</w:t>
      </w:r>
      <w:r>
        <w:tab/>
        <w:t>6.858e0</w:t>
      </w:r>
    </w:p>
    <w:p w:rsidR="00D43590" w:rsidRDefault="00D43590" w:rsidP="00D43590">
      <w:r>
        <w:t>623.2893</w:t>
      </w:r>
      <w:r>
        <w:tab/>
        <w:t>1.108e1</w:t>
      </w:r>
    </w:p>
    <w:p w:rsidR="00D43590" w:rsidRDefault="00D43590" w:rsidP="00D43590">
      <w:r>
        <w:t>623.3601</w:t>
      </w:r>
      <w:r>
        <w:tab/>
        <w:t>2.042e1</w:t>
      </w:r>
    </w:p>
    <w:p w:rsidR="00D43590" w:rsidRDefault="00D43590" w:rsidP="00D43590">
      <w:r>
        <w:t>623.4486</w:t>
      </w:r>
      <w:r>
        <w:tab/>
        <w:t>1.273e1</w:t>
      </w:r>
    </w:p>
    <w:p w:rsidR="00D43590" w:rsidRDefault="00D43590" w:rsidP="00D43590">
      <w:r>
        <w:t>623.5648</w:t>
      </w:r>
      <w:r>
        <w:tab/>
        <w:t>8.769e0</w:t>
      </w:r>
    </w:p>
    <w:p w:rsidR="00D43590" w:rsidRDefault="00D43590" w:rsidP="00D43590">
      <w:r>
        <w:t>623.6232</w:t>
      </w:r>
      <w:r>
        <w:tab/>
        <w:t>9.966e0</w:t>
      </w:r>
    </w:p>
    <w:p w:rsidR="00D43590" w:rsidRDefault="00D43590" w:rsidP="00D43590">
      <w:r>
        <w:t>623.7501</w:t>
      </w:r>
      <w:r>
        <w:tab/>
        <w:t>7.336e0</w:t>
      </w:r>
    </w:p>
    <w:p w:rsidR="00D43590" w:rsidRDefault="00D43590" w:rsidP="00D43590">
      <w:r>
        <w:t>623.8490</w:t>
      </w:r>
      <w:r>
        <w:tab/>
        <w:t>7.122e0</w:t>
      </w:r>
    </w:p>
    <w:p w:rsidR="00D43590" w:rsidRDefault="00D43590" w:rsidP="00D43590">
      <w:r>
        <w:t>623.9081</w:t>
      </w:r>
      <w:r>
        <w:tab/>
        <w:t>1.051e1</w:t>
      </w:r>
    </w:p>
    <w:p w:rsidR="00D43590" w:rsidRDefault="00D43590" w:rsidP="00D43590">
      <w:r>
        <w:lastRenderedPageBreak/>
        <w:t>623.9830</w:t>
      </w:r>
      <w:r>
        <w:tab/>
        <w:t>1.040e1</w:t>
      </w:r>
    </w:p>
    <w:p w:rsidR="00D43590" w:rsidRDefault="00D43590" w:rsidP="00D43590">
      <w:r>
        <w:t>624.0817</w:t>
      </w:r>
      <w:r>
        <w:tab/>
        <w:t>1.270e1</w:t>
      </w:r>
    </w:p>
    <w:p w:rsidR="00D43590" w:rsidRDefault="00D43590" w:rsidP="00D43590">
      <w:r>
        <w:t>624.3222</w:t>
      </w:r>
      <w:r>
        <w:tab/>
        <w:t>9.086e3</w:t>
      </w:r>
    </w:p>
    <w:p w:rsidR="00D43590" w:rsidRDefault="00D43590" w:rsidP="00D43590">
      <w:r>
        <w:t>624.4792</w:t>
      </w:r>
      <w:r>
        <w:tab/>
        <w:t>4.861e1</w:t>
      </w:r>
    </w:p>
    <w:p w:rsidR="00D43590" w:rsidRDefault="00D43590" w:rsidP="00D43590">
      <w:r>
        <w:t>624.5985</w:t>
      </w:r>
      <w:r>
        <w:tab/>
        <w:t>1.458e2</w:t>
      </w:r>
    </w:p>
    <w:p w:rsidR="00D43590" w:rsidRDefault="00D43590" w:rsidP="00D43590">
      <w:r>
        <w:t>624.7527</w:t>
      </w:r>
      <w:r>
        <w:tab/>
        <w:t>1.458e2</w:t>
      </w:r>
    </w:p>
    <w:p w:rsidR="00D43590" w:rsidRDefault="00D43590" w:rsidP="00D43590">
      <w:r>
        <w:t>624.8593</w:t>
      </w:r>
      <w:r>
        <w:tab/>
        <w:t>2.430e1</w:t>
      </w:r>
    </w:p>
    <w:p w:rsidR="00D43590" w:rsidRDefault="00D43590" w:rsidP="00D43590">
      <w:r>
        <w:t>624.9894</w:t>
      </w:r>
      <w:r>
        <w:tab/>
        <w:t>7.291e1</w:t>
      </w:r>
    </w:p>
    <w:p w:rsidR="00D43590" w:rsidRDefault="00D43590" w:rsidP="00D43590">
      <w:r>
        <w:t>625.1012</w:t>
      </w:r>
      <w:r>
        <w:tab/>
        <w:t>2.430e1</w:t>
      </w:r>
    </w:p>
    <w:p w:rsidR="00D43590" w:rsidRDefault="00D43590" w:rsidP="00D43590">
      <w:r>
        <w:t>625.1971</w:t>
      </w:r>
      <w:r>
        <w:tab/>
        <w:t>4.861e1</w:t>
      </w:r>
    </w:p>
    <w:p w:rsidR="00D43590" w:rsidRDefault="00D43590" w:rsidP="00D43590">
      <w:r>
        <w:t>625.3211</w:t>
      </w:r>
      <w:r>
        <w:tab/>
        <w:t>3.618e3</w:t>
      </w:r>
    </w:p>
    <w:p w:rsidR="00D43590" w:rsidRDefault="00D43590" w:rsidP="00D43590">
      <w:r>
        <w:t>625.5212</w:t>
      </w:r>
      <w:r>
        <w:tab/>
        <w:t>4.861e1</w:t>
      </w:r>
    </w:p>
    <w:p w:rsidR="00D43590" w:rsidRDefault="00D43590" w:rsidP="00D43590">
      <w:r>
        <w:t>625.6240</w:t>
      </w:r>
      <w:r>
        <w:tab/>
        <w:t>4.861e1</w:t>
      </w:r>
    </w:p>
    <w:p w:rsidR="00D43590" w:rsidRDefault="00D43590" w:rsidP="00D43590">
      <w:r>
        <w:t>625.8566</w:t>
      </w:r>
      <w:r>
        <w:tab/>
        <w:t>2.430e1</w:t>
      </w:r>
    </w:p>
    <w:p w:rsidR="00D43590" w:rsidRDefault="00D43590" w:rsidP="00D43590">
      <w:r>
        <w:t>625.9521</w:t>
      </w:r>
      <w:r>
        <w:tab/>
        <w:t>7.291e1</w:t>
      </w:r>
    </w:p>
    <w:p w:rsidR="00D43590" w:rsidRDefault="00D43590" w:rsidP="00D43590">
      <w:r>
        <w:t>626.1339</w:t>
      </w:r>
      <w:r>
        <w:tab/>
        <w:t>4.861e1</w:t>
      </w:r>
    </w:p>
    <w:p w:rsidR="00D43590" w:rsidRDefault="00D43590" w:rsidP="00D43590">
      <w:r>
        <w:t>626.3214</w:t>
      </w:r>
      <w:r>
        <w:tab/>
        <w:t>1.288e3</w:t>
      </w:r>
    </w:p>
    <w:p w:rsidR="00D43590" w:rsidRDefault="00D43590" w:rsidP="00D43590">
      <w:r>
        <w:t>626.4869</w:t>
      </w:r>
      <w:r>
        <w:tab/>
        <w:t>7.291e1</w:t>
      </w:r>
    </w:p>
    <w:p w:rsidR="00D43590" w:rsidRDefault="00D43590" w:rsidP="00D43590">
      <w:r>
        <w:t>626.5889</w:t>
      </w:r>
      <w:r>
        <w:tab/>
        <w:t>2.430e1</w:t>
      </w:r>
    </w:p>
    <w:p w:rsidR="00D43590" w:rsidRDefault="00D43590" w:rsidP="00D43590">
      <w:r>
        <w:lastRenderedPageBreak/>
        <w:t>626.8331</w:t>
      </w:r>
      <w:r>
        <w:tab/>
        <w:t>1.215e2</w:t>
      </w:r>
    </w:p>
    <w:p w:rsidR="00D43590" w:rsidRDefault="00D43590" w:rsidP="00D43590">
      <w:r>
        <w:t>626.9109</w:t>
      </w:r>
      <w:r>
        <w:tab/>
        <w:t>2.430e1</w:t>
      </w:r>
    </w:p>
    <w:p w:rsidR="00D43590" w:rsidRDefault="00D43590" w:rsidP="00D43590">
      <w:r>
        <w:t>627.3416</w:t>
      </w:r>
      <w:r>
        <w:tab/>
        <w:t>4.285e2</w:t>
      </w:r>
    </w:p>
    <w:p w:rsidR="00D43590" w:rsidRDefault="00D43590" w:rsidP="00D43590">
      <w:r>
        <w:t>627.5110</w:t>
      </w:r>
      <w:r>
        <w:tab/>
        <w:t>2.430e1</w:t>
      </w:r>
    </w:p>
    <w:p w:rsidR="00D43590" w:rsidRDefault="00D43590" w:rsidP="00D43590">
      <w:r>
        <w:t>627.6826</w:t>
      </w:r>
      <w:r>
        <w:tab/>
        <w:t>7.973e0</w:t>
      </w:r>
    </w:p>
    <w:p w:rsidR="00D43590" w:rsidRDefault="00D43590" w:rsidP="00D43590">
      <w:r>
        <w:t>627.7750</w:t>
      </w:r>
      <w:r>
        <w:tab/>
        <w:t>7.360e0</w:t>
      </w:r>
    </w:p>
    <w:p w:rsidR="00D43590" w:rsidRDefault="00D43590" w:rsidP="00D43590">
      <w:r>
        <w:t>627.8386</w:t>
      </w:r>
      <w:r>
        <w:tab/>
        <w:t>1.308e1</w:t>
      </w:r>
    </w:p>
    <w:p w:rsidR="00D43590" w:rsidRDefault="00D43590" w:rsidP="00D43590">
      <w:r>
        <w:t>627.9551</w:t>
      </w:r>
      <w:r>
        <w:tab/>
        <w:t>3.848e0</w:t>
      </w:r>
    </w:p>
    <w:p w:rsidR="00D43590" w:rsidRDefault="00D43590" w:rsidP="00D43590">
      <w:r>
        <w:t>628.0236</w:t>
      </w:r>
      <w:r>
        <w:tab/>
        <w:t>1.545e0</w:t>
      </w:r>
    </w:p>
    <w:p w:rsidR="00D43590" w:rsidRDefault="00D43590" w:rsidP="00D43590">
      <w:r>
        <w:t>628.1469</w:t>
      </w:r>
      <w:r>
        <w:tab/>
        <w:t>1.748e0</w:t>
      </w:r>
    </w:p>
    <w:p w:rsidR="00D43590" w:rsidRDefault="00D43590" w:rsidP="00D43590">
      <w:r>
        <w:t>628.2230</w:t>
      </w:r>
      <w:r>
        <w:tab/>
        <w:t>4.322e0</w:t>
      </w:r>
    </w:p>
    <w:p w:rsidR="00D43590" w:rsidRDefault="00D43590" w:rsidP="00D43590">
      <w:r>
        <w:t>628.3704</w:t>
      </w:r>
      <w:r>
        <w:tab/>
        <w:t>4.205e1</w:t>
      </w:r>
    </w:p>
    <w:p w:rsidR="00D43590" w:rsidRDefault="00D43590" w:rsidP="00D43590">
      <w:r>
        <w:t>628.5101</w:t>
      </w:r>
      <w:r>
        <w:tab/>
        <w:t>5.708e0</w:t>
      </w:r>
    </w:p>
    <w:p w:rsidR="00D43590" w:rsidRDefault="00D43590" w:rsidP="00D43590">
      <w:r>
        <w:t>628.6292</w:t>
      </w:r>
      <w:r>
        <w:tab/>
        <w:t>1.051e0</w:t>
      </w:r>
    </w:p>
    <w:p w:rsidR="00D43590" w:rsidRDefault="00D43590" w:rsidP="00D43590">
      <w:r>
        <w:t>628.7363</w:t>
      </w:r>
      <w:r>
        <w:tab/>
        <w:t>8.008e0</w:t>
      </w:r>
    </w:p>
    <w:p w:rsidR="00D43590" w:rsidRDefault="00D43590" w:rsidP="00D43590">
      <w:r>
        <w:t>628.8184</w:t>
      </w:r>
      <w:r>
        <w:tab/>
        <w:t>6.133e0</w:t>
      </w:r>
    </w:p>
    <w:p w:rsidR="00D43590" w:rsidRDefault="00D43590" w:rsidP="00D43590">
      <w:r>
        <w:t>628.9274</w:t>
      </w:r>
      <w:r>
        <w:tab/>
        <w:t>4.485e0</w:t>
      </w:r>
    </w:p>
    <w:p w:rsidR="00D43590" w:rsidRDefault="00D43590" w:rsidP="00D43590">
      <w:r>
        <w:t>629.0439</w:t>
      </w:r>
      <w:r>
        <w:tab/>
        <w:t>1.331e1</w:t>
      </w:r>
    </w:p>
    <w:p w:rsidR="00D43590" w:rsidRDefault="00D43590" w:rsidP="00D43590">
      <w:r>
        <w:t>629.2214</w:t>
      </w:r>
      <w:r>
        <w:tab/>
        <w:t>6.524e1</w:t>
      </w:r>
    </w:p>
    <w:p w:rsidR="00D43590" w:rsidRDefault="00D43590" w:rsidP="00D43590">
      <w:r>
        <w:lastRenderedPageBreak/>
        <w:t>629.4031</w:t>
      </w:r>
      <w:r>
        <w:tab/>
        <w:t>1.198e1</w:t>
      </w:r>
    </w:p>
    <w:p w:rsidR="00D43590" w:rsidRDefault="00D43590" w:rsidP="00D43590">
      <w:r>
        <w:t>629.5398</w:t>
      </w:r>
      <w:r>
        <w:tab/>
        <w:t>6.657e0</w:t>
      </w:r>
    </w:p>
    <w:p w:rsidR="00D43590" w:rsidRDefault="00D43590" w:rsidP="00D43590">
      <w:r>
        <w:t>629.6027</w:t>
      </w:r>
      <w:r>
        <w:tab/>
        <w:t>4.139e0</w:t>
      </w:r>
    </w:p>
    <w:p w:rsidR="00D43590" w:rsidRDefault="00D43590" w:rsidP="00D43590">
      <w:r>
        <w:t>629.6806</w:t>
      </w:r>
      <w:r>
        <w:tab/>
        <w:t>2.915e0</w:t>
      </w:r>
    </w:p>
    <w:p w:rsidR="00D43590" w:rsidRDefault="00D43590" w:rsidP="00D43590">
      <w:r>
        <w:t>629.7703</w:t>
      </w:r>
      <w:r>
        <w:tab/>
        <w:t>8.650e0</w:t>
      </w:r>
    </w:p>
    <w:p w:rsidR="00D43590" w:rsidRDefault="00D43590" w:rsidP="00D43590">
      <w:r>
        <w:t>629.8466</w:t>
      </w:r>
      <w:r>
        <w:tab/>
        <w:t>7.504e0</w:t>
      </w:r>
    </w:p>
    <w:p w:rsidR="00D43590" w:rsidRDefault="00D43590" w:rsidP="00D43590">
      <w:r>
        <w:t>629.9702</w:t>
      </w:r>
      <w:r>
        <w:tab/>
        <w:t>3.165e0</w:t>
      </w:r>
    </w:p>
    <w:p w:rsidR="00D43590" w:rsidRDefault="00D43590" w:rsidP="00D43590">
      <w:r>
        <w:t>630.0449</w:t>
      </w:r>
      <w:r>
        <w:tab/>
        <w:t>1.554e0</w:t>
      </w:r>
    </w:p>
    <w:p w:rsidR="00D43590" w:rsidRDefault="00D43590" w:rsidP="00D43590">
      <w:r>
        <w:t>630.2372</w:t>
      </w:r>
      <w:r>
        <w:tab/>
        <w:t>2.166e1</w:t>
      </w:r>
    </w:p>
    <w:p w:rsidR="00D43590" w:rsidRDefault="00D43590" w:rsidP="00D43590">
      <w:r>
        <w:t>630.3848</w:t>
      </w:r>
      <w:r>
        <w:tab/>
        <w:t>1.519e0</w:t>
      </w:r>
    </w:p>
    <w:p w:rsidR="00D43590" w:rsidRDefault="00D43590" w:rsidP="00D43590">
      <w:r>
        <w:t>630.4608</w:t>
      </w:r>
      <w:r>
        <w:tab/>
        <w:t>3.172e0</w:t>
      </w:r>
    </w:p>
    <w:p w:rsidR="00D43590" w:rsidRDefault="00D43590" w:rsidP="00D43590">
      <w:r>
        <w:t>630.5153</w:t>
      </w:r>
      <w:r>
        <w:tab/>
        <w:t>6.161e0</w:t>
      </w:r>
    </w:p>
    <w:p w:rsidR="00D43590" w:rsidRDefault="00D43590" w:rsidP="00D43590">
      <w:r>
        <w:t>630.6697</w:t>
      </w:r>
      <w:r>
        <w:tab/>
        <w:t>3.038e0</w:t>
      </w:r>
    </w:p>
    <w:p w:rsidR="00D43590" w:rsidRDefault="00D43590" w:rsidP="00D43590">
      <w:r>
        <w:t>630.7659</w:t>
      </w:r>
      <w:r>
        <w:tab/>
        <w:t>2.820e0</w:t>
      </w:r>
    </w:p>
    <w:p w:rsidR="00D43590" w:rsidRDefault="00D43590" w:rsidP="00D43590">
      <w:r>
        <w:t>630.8958</w:t>
      </w:r>
      <w:r>
        <w:tab/>
        <w:t>5.441e0</w:t>
      </w:r>
    </w:p>
    <w:p w:rsidR="00D43590" w:rsidRDefault="00D43590" w:rsidP="00D43590">
      <w:r>
        <w:t>630.9730</w:t>
      </w:r>
      <w:r>
        <w:tab/>
        <w:t>3.312e0</w:t>
      </w:r>
    </w:p>
    <w:p w:rsidR="00D43590" w:rsidRDefault="00D43590" w:rsidP="00D43590">
      <w:r>
        <w:t>631.0456</w:t>
      </w:r>
      <w:r>
        <w:tab/>
        <w:t>5.400e0</w:t>
      </w:r>
    </w:p>
    <w:p w:rsidR="00D43590" w:rsidRDefault="00D43590" w:rsidP="00D43590">
      <w:r>
        <w:t>631.1555</w:t>
      </w:r>
      <w:r>
        <w:tab/>
        <w:t>2.811e0</w:t>
      </w:r>
    </w:p>
    <w:p w:rsidR="00D43590" w:rsidRDefault="00D43590" w:rsidP="00D43590">
      <w:r>
        <w:t>631.2515</w:t>
      </w:r>
      <w:r>
        <w:tab/>
        <w:t>1.402e0</w:t>
      </w:r>
    </w:p>
    <w:p w:rsidR="00D43590" w:rsidRDefault="00D43590" w:rsidP="00D43590">
      <w:r>
        <w:lastRenderedPageBreak/>
        <w:t>631.3077</w:t>
      </w:r>
      <w:r>
        <w:tab/>
        <w:t>1.175e0</w:t>
      </w:r>
    </w:p>
    <w:p w:rsidR="00D43590" w:rsidRDefault="00D43590" w:rsidP="00D43590">
      <w:r>
        <w:t>631.4772</w:t>
      </w:r>
      <w:r>
        <w:tab/>
        <w:t>2.048e0</w:t>
      </w:r>
    </w:p>
    <w:p w:rsidR="00D43590" w:rsidRDefault="00D43590" w:rsidP="00D43590">
      <w:r>
        <w:t>631.6925</w:t>
      </w:r>
      <w:r>
        <w:tab/>
        <w:t>4.051e0</w:t>
      </w:r>
    </w:p>
    <w:p w:rsidR="00D43590" w:rsidRDefault="00D43590" w:rsidP="00D43590">
      <w:r>
        <w:t>631.7688</w:t>
      </w:r>
      <w:r>
        <w:tab/>
        <w:t>2.832e0</w:t>
      </w:r>
    </w:p>
    <w:p w:rsidR="00D43590" w:rsidRDefault="00D43590" w:rsidP="00D43590">
      <w:r>
        <w:t>631.8378</w:t>
      </w:r>
      <w:r>
        <w:tab/>
        <w:t>2.468e0</w:t>
      </w:r>
    </w:p>
    <w:p w:rsidR="00D43590" w:rsidRDefault="00D43590" w:rsidP="00D43590">
      <w:r>
        <w:t>631.9363</w:t>
      </w:r>
      <w:r>
        <w:tab/>
        <w:t>2.618e0</w:t>
      </w:r>
    </w:p>
    <w:p w:rsidR="00D43590" w:rsidRDefault="00D43590" w:rsidP="00D43590">
      <w:r>
        <w:t>632.0976</w:t>
      </w:r>
      <w:r>
        <w:tab/>
        <w:t>7.089e0</w:t>
      </w:r>
    </w:p>
    <w:p w:rsidR="00D43590" w:rsidRDefault="00D43590" w:rsidP="00D43590">
      <w:r>
        <w:t>632.2392</w:t>
      </w:r>
      <w:r>
        <w:tab/>
        <w:t>2.049e0</w:t>
      </w:r>
    </w:p>
    <w:p w:rsidR="00D43590" w:rsidRDefault="00D43590" w:rsidP="00D43590">
      <w:r>
        <w:t>632.3730</w:t>
      </w:r>
      <w:r>
        <w:tab/>
        <w:t>1.604e0</w:t>
      </w:r>
    </w:p>
    <w:p w:rsidR="00D43590" w:rsidRDefault="00D43590" w:rsidP="00D43590">
      <w:r>
        <w:t>632.4606</w:t>
      </w:r>
      <w:r>
        <w:tab/>
        <w:t>3.751e0</w:t>
      </w:r>
    </w:p>
    <w:p w:rsidR="00D43590" w:rsidRDefault="00D43590" w:rsidP="00D43590">
      <w:r>
        <w:t>632.7574</w:t>
      </w:r>
      <w:r>
        <w:tab/>
        <w:t>3.976e0</w:t>
      </w:r>
    </w:p>
    <w:p w:rsidR="00D43590" w:rsidRDefault="00D43590" w:rsidP="00D43590">
      <w:r>
        <w:t>633.0167</w:t>
      </w:r>
      <w:r>
        <w:tab/>
        <w:t>2.426e0</w:t>
      </w:r>
    </w:p>
    <w:p w:rsidR="00D43590" w:rsidRDefault="00D43590" w:rsidP="00D43590">
      <w:r>
        <w:t>633.2891</w:t>
      </w:r>
      <w:r>
        <w:tab/>
        <w:t>1.119e0</w:t>
      </w:r>
    </w:p>
    <w:p w:rsidR="00D43590" w:rsidRDefault="00D43590" w:rsidP="00D43590">
      <w:r>
        <w:t>633.4499</w:t>
      </w:r>
      <w:r>
        <w:tab/>
        <w:t>1.054e0</w:t>
      </w:r>
    </w:p>
    <w:p w:rsidR="00D43590" w:rsidRDefault="00D43590" w:rsidP="00D43590">
      <w:r>
        <w:t>633.7313</w:t>
      </w:r>
      <w:r>
        <w:tab/>
        <w:t>2.982e0</w:t>
      </w:r>
    </w:p>
    <w:p w:rsidR="00D43590" w:rsidRDefault="00D43590" w:rsidP="00D43590">
      <w:r>
        <w:t>633.8453</w:t>
      </w:r>
      <w:r>
        <w:tab/>
        <w:t>1.732e0</w:t>
      </w:r>
    </w:p>
    <w:p w:rsidR="00D43590" w:rsidRDefault="00D43590" w:rsidP="00D43590">
      <w:r>
        <w:t>633.9121</w:t>
      </w:r>
      <w:r>
        <w:tab/>
        <w:t>2.099e0</w:t>
      </w:r>
    </w:p>
    <w:p w:rsidR="00D43590" w:rsidRDefault="00D43590" w:rsidP="00D43590">
      <w:r>
        <w:t>634.2355</w:t>
      </w:r>
      <w:r>
        <w:tab/>
        <w:t>1.302e0</w:t>
      </w:r>
    </w:p>
    <w:p w:rsidR="00D43590" w:rsidRDefault="00D43590" w:rsidP="00D43590">
      <w:r>
        <w:t>634.3448</w:t>
      </w:r>
      <w:r>
        <w:tab/>
        <w:t>1.189e1</w:t>
      </w:r>
    </w:p>
    <w:p w:rsidR="00D43590" w:rsidRDefault="00D43590" w:rsidP="00D43590">
      <w:r>
        <w:lastRenderedPageBreak/>
        <w:t>634.4316</w:t>
      </w:r>
      <w:r>
        <w:tab/>
        <w:t>2.097e0</w:t>
      </w:r>
    </w:p>
    <w:p w:rsidR="00D43590" w:rsidRDefault="00D43590" w:rsidP="00D43590">
      <w:r>
        <w:t>634.5859</w:t>
      </w:r>
      <w:r>
        <w:tab/>
        <w:t>1.324e0</w:t>
      </w:r>
    </w:p>
    <w:p w:rsidR="00D43590" w:rsidRDefault="00D43590" w:rsidP="00D43590">
      <w:r>
        <w:t>634.7418</w:t>
      </w:r>
      <w:r>
        <w:tab/>
        <w:t>1.013e0</w:t>
      </w:r>
    </w:p>
    <w:p w:rsidR="00D43590" w:rsidRDefault="00D43590" w:rsidP="00D43590">
      <w:r>
        <w:t>634.7919</w:t>
      </w:r>
      <w:r>
        <w:tab/>
        <w:t>3.038e0</w:t>
      </w:r>
    </w:p>
    <w:p w:rsidR="00D43590" w:rsidRDefault="00D43590" w:rsidP="00D43590">
      <w:r>
        <w:t>634.8855</w:t>
      </w:r>
      <w:r>
        <w:tab/>
        <w:t>2.713e0</w:t>
      </w:r>
    </w:p>
    <w:p w:rsidR="00D43590" w:rsidRDefault="00D43590" w:rsidP="00D43590">
      <w:r>
        <w:t>634.9938</w:t>
      </w:r>
      <w:r>
        <w:tab/>
        <w:t>3.038e0</w:t>
      </w:r>
    </w:p>
    <w:p w:rsidR="00D43590" w:rsidRDefault="00D43590" w:rsidP="00D43590">
      <w:r>
        <w:t>635.1569</w:t>
      </w:r>
      <w:r>
        <w:tab/>
        <w:t>2.025e0</w:t>
      </w:r>
    </w:p>
    <w:p w:rsidR="00D43590" w:rsidRDefault="00D43590" w:rsidP="00D43590">
      <w:r>
        <w:t>635.3248</w:t>
      </w:r>
      <w:r>
        <w:tab/>
        <w:t>1.374e0</w:t>
      </w:r>
    </w:p>
    <w:p w:rsidR="00D43590" w:rsidRDefault="00D43590" w:rsidP="00D43590">
      <w:r>
        <w:t>635.4765</w:t>
      </w:r>
      <w:r>
        <w:tab/>
        <w:t>1.214e0</w:t>
      </w:r>
    </w:p>
    <w:p w:rsidR="00D43590" w:rsidRDefault="00D43590" w:rsidP="00D43590">
      <w:r>
        <w:t>635.9227</w:t>
      </w:r>
      <w:r>
        <w:tab/>
        <w:t>2.025e0</w:t>
      </w:r>
    </w:p>
    <w:p w:rsidR="00D43590" w:rsidRDefault="00D43590" w:rsidP="00D43590">
      <w:r>
        <w:t>636.0240</w:t>
      </w:r>
      <w:r>
        <w:tab/>
        <w:t>1.013e0</w:t>
      </w:r>
    </w:p>
    <w:p w:rsidR="00D43590" w:rsidRDefault="00D43590" w:rsidP="00D43590">
      <w:r>
        <w:t>636.1348</w:t>
      </w:r>
      <w:r>
        <w:tab/>
        <w:t>1.641e0</w:t>
      </w:r>
    </w:p>
    <w:p w:rsidR="00D43590" w:rsidRDefault="00D43590" w:rsidP="00D43590">
      <w:r>
        <w:t>636.6434</w:t>
      </w:r>
      <w:r>
        <w:tab/>
        <w:t>8.060e0</w:t>
      </w:r>
    </w:p>
    <w:p w:rsidR="00D43590" w:rsidRDefault="00D43590" w:rsidP="00D43590">
      <w:r>
        <w:t>636.7900</w:t>
      </w:r>
      <w:r>
        <w:tab/>
        <w:t>1.013e0</w:t>
      </w:r>
    </w:p>
    <w:p w:rsidR="00D43590" w:rsidRDefault="00D43590" w:rsidP="00D43590">
      <w:r>
        <w:t>637.0222</w:t>
      </w:r>
      <w:r>
        <w:tab/>
        <w:t>1.013e0</w:t>
      </w:r>
    </w:p>
    <w:p w:rsidR="00D43590" w:rsidRDefault="00D43590" w:rsidP="00D43590">
      <w:r>
        <w:t>637.1769</w:t>
      </w:r>
      <w:r>
        <w:tab/>
        <w:t>2.305e0</w:t>
      </w:r>
    </w:p>
    <w:p w:rsidR="00D43590" w:rsidRDefault="00D43590" w:rsidP="00D43590">
      <w:r>
        <w:t>637.6147</w:t>
      </w:r>
      <w:r>
        <w:tab/>
        <w:t>7.662e0</w:t>
      </w:r>
    </w:p>
    <w:p w:rsidR="00D43590" w:rsidRDefault="00D43590" w:rsidP="00D43590">
      <w:r>
        <w:t>637.7373</w:t>
      </w:r>
      <w:r>
        <w:tab/>
        <w:t>1.013e0</w:t>
      </w:r>
    </w:p>
    <w:p w:rsidR="00D43590" w:rsidRDefault="00D43590" w:rsidP="00D43590">
      <w:r>
        <w:t>637.7937</w:t>
      </w:r>
      <w:r>
        <w:tab/>
        <w:t>1.013e0</w:t>
      </w:r>
    </w:p>
    <w:p w:rsidR="00D43590" w:rsidRDefault="00D43590" w:rsidP="00D43590">
      <w:r>
        <w:lastRenderedPageBreak/>
        <w:t>637.9109</w:t>
      </w:r>
      <w:r>
        <w:tab/>
        <w:t>2.009e0</w:t>
      </w:r>
    </w:p>
    <w:p w:rsidR="00D43590" w:rsidRDefault="00D43590" w:rsidP="00D43590">
      <w:r>
        <w:t>637.9856</w:t>
      </w:r>
      <w:r>
        <w:tab/>
        <w:t>1.013e0</w:t>
      </w:r>
    </w:p>
    <w:p w:rsidR="00D43590" w:rsidRDefault="00D43590" w:rsidP="00D43590">
      <w:r>
        <w:t>638.0867</w:t>
      </w:r>
      <w:r>
        <w:tab/>
        <w:t>2.025e0</w:t>
      </w:r>
    </w:p>
    <w:p w:rsidR="00D43590" w:rsidRDefault="00D43590" w:rsidP="00D43590">
      <w:r>
        <w:t>638.2544</w:t>
      </w:r>
      <w:r>
        <w:tab/>
        <w:t>1.760e0</w:t>
      </w:r>
    </w:p>
    <w:p w:rsidR="00D43590" w:rsidRDefault="00D43590" w:rsidP="00D43590">
      <w:r>
        <w:t>638.4554</w:t>
      </w:r>
      <w:r>
        <w:tab/>
        <w:t>2.011e0</w:t>
      </w:r>
    </w:p>
    <w:p w:rsidR="00D43590" w:rsidRDefault="00D43590" w:rsidP="00D43590">
      <w:r>
        <w:t>638.6369</w:t>
      </w:r>
      <w:r>
        <w:tab/>
        <w:t>6.491e1</w:t>
      </w:r>
    </w:p>
    <w:p w:rsidR="00D43590" w:rsidRDefault="00D43590" w:rsidP="00D43590">
      <w:r>
        <w:t>638.8556</w:t>
      </w:r>
      <w:r>
        <w:tab/>
        <w:t>1.013e0</w:t>
      </w:r>
    </w:p>
    <w:p w:rsidR="00D43590" w:rsidRDefault="00D43590" w:rsidP="00D43590">
      <w:r>
        <w:t>638.9573</w:t>
      </w:r>
      <w:r>
        <w:tab/>
        <w:t>2.025e0</w:t>
      </w:r>
    </w:p>
    <w:p w:rsidR="00D43590" w:rsidRDefault="00D43590" w:rsidP="00D43590">
      <w:r>
        <w:t>639.0454</w:t>
      </w:r>
      <w:r>
        <w:tab/>
        <w:t>4.051e0</w:t>
      </w:r>
    </w:p>
    <w:p w:rsidR="00D43590" w:rsidRDefault="00D43590" w:rsidP="00D43590">
      <w:r>
        <w:t>639.2158</w:t>
      </w:r>
      <w:r>
        <w:tab/>
        <w:t>3.918e0</w:t>
      </w:r>
    </w:p>
    <w:p w:rsidR="00D43590" w:rsidRDefault="00D43590" w:rsidP="00D43590">
      <w:r>
        <w:t>639.3859</w:t>
      </w:r>
      <w:r>
        <w:tab/>
        <w:t>2.437e0</w:t>
      </w:r>
    </w:p>
    <w:p w:rsidR="00D43590" w:rsidRDefault="00D43590" w:rsidP="00D43590">
      <w:r>
        <w:t>639.4939</w:t>
      </w:r>
      <w:r>
        <w:tab/>
        <w:t>1.882e0</w:t>
      </w:r>
    </w:p>
    <w:p w:rsidR="00D43590" w:rsidRDefault="00D43590" w:rsidP="00D43590">
      <w:r>
        <w:t>639.6530</w:t>
      </w:r>
      <w:r>
        <w:tab/>
        <w:t>2.476e1</w:t>
      </w:r>
    </w:p>
    <w:p w:rsidR="00D43590" w:rsidRDefault="00D43590" w:rsidP="00D43590">
      <w:r>
        <w:t>639.8284</w:t>
      </w:r>
      <w:r>
        <w:tab/>
        <w:t>1.013e0</w:t>
      </w:r>
    </w:p>
    <w:p w:rsidR="00D43590" w:rsidRDefault="00D43590" w:rsidP="00D43590">
      <w:r>
        <w:t>639.8826</w:t>
      </w:r>
      <w:r>
        <w:tab/>
        <w:t>1.013e0</w:t>
      </w:r>
    </w:p>
    <w:p w:rsidR="00D43590" w:rsidRDefault="00D43590" w:rsidP="00D43590">
      <w:r>
        <w:t>640.1229</w:t>
      </w:r>
      <w:r>
        <w:tab/>
        <w:t>1.013e0</w:t>
      </w:r>
    </w:p>
    <w:p w:rsidR="00D43590" w:rsidRDefault="00D43590" w:rsidP="00D43590">
      <w:r>
        <w:t>640.2269</w:t>
      </w:r>
      <w:r>
        <w:tab/>
        <w:t>2.905e0</w:t>
      </w:r>
    </w:p>
    <w:p w:rsidR="00D43590" w:rsidRDefault="00D43590" w:rsidP="00D43590">
      <w:r>
        <w:t>640.3454</w:t>
      </w:r>
      <w:r>
        <w:tab/>
        <w:t>4.845e1</w:t>
      </w:r>
    </w:p>
    <w:p w:rsidR="00D43590" w:rsidRDefault="00D43590" w:rsidP="00D43590">
      <w:r>
        <w:t>640.5081</w:t>
      </w:r>
      <w:r>
        <w:tab/>
        <w:t>2.419e0</w:t>
      </w:r>
    </w:p>
    <w:p w:rsidR="00D43590" w:rsidRDefault="00D43590" w:rsidP="00D43590">
      <w:r>
        <w:lastRenderedPageBreak/>
        <w:t>640.5979</w:t>
      </w:r>
      <w:r>
        <w:tab/>
        <w:t>3.000e0</w:t>
      </w:r>
    </w:p>
    <w:p w:rsidR="00D43590" w:rsidRDefault="00D43590" w:rsidP="00D43590">
      <w:r>
        <w:t>640.6583</w:t>
      </w:r>
      <w:r>
        <w:tab/>
        <w:t>5.051e0</w:t>
      </w:r>
    </w:p>
    <w:p w:rsidR="00D43590" w:rsidRDefault="00D43590" w:rsidP="00D43590">
      <w:r>
        <w:t>640.7588</w:t>
      </w:r>
      <w:r>
        <w:tab/>
        <w:t>1.013e0</w:t>
      </w:r>
    </w:p>
    <w:p w:rsidR="00D43590" w:rsidRDefault="00D43590" w:rsidP="00D43590">
      <w:r>
        <w:t>640.9076</w:t>
      </w:r>
      <w:r>
        <w:tab/>
        <w:t>3.038e0</w:t>
      </w:r>
    </w:p>
    <w:p w:rsidR="00D43590" w:rsidRDefault="00D43590" w:rsidP="00D43590">
      <w:r>
        <w:t>641.2211</w:t>
      </w:r>
      <w:r>
        <w:tab/>
        <w:t>1.945e0</w:t>
      </w:r>
    </w:p>
    <w:p w:rsidR="00D43590" w:rsidRDefault="00D43590" w:rsidP="00D43590">
      <w:r>
        <w:t>641.3610</w:t>
      </w:r>
      <w:r>
        <w:tab/>
        <w:t>1.478e1</w:t>
      </w:r>
    </w:p>
    <w:p w:rsidR="00D43590" w:rsidRDefault="00D43590" w:rsidP="00D43590">
      <w:r>
        <w:t>641.5723</w:t>
      </w:r>
      <w:r>
        <w:tab/>
        <w:t>3.770e0</w:t>
      </w:r>
    </w:p>
    <w:p w:rsidR="00D43590" w:rsidRDefault="00D43590" w:rsidP="00D43590">
      <w:r>
        <w:t>641.7460</w:t>
      </w:r>
      <w:r>
        <w:tab/>
        <w:t>2.025e0</w:t>
      </w:r>
    </w:p>
    <w:p w:rsidR="00D43590" w:rsidRDefault="00D43590" w:rsidP="00D43590">
      <w:r>
        <w:t>641.8682</w:t>
      </w:r>
      <w:r>
        <w:tab/>
        <w:t>2.025e0</w:t>
      </w:r>
    </w:p>
    <w:p w:rsidR="00D43590" w:rsidRDefault="00D43590" w:rsidP="00D43590">
      <w:r>
        <w:t>641.9651</w:t>
      </w:r>
      <w:r>
        <w:tab/>
        <w:t>1.013e0</w:t>
      </w:r>
    </w:p>
    <w:p w:rsidR="00D43590" w:rsidRDefault="00D43590" w:rsidP="00D43590">
      <w:r>
        <w:t>642.1580</w:t>
      </w:r>
      <w:r>
        <w:tab/>
        <w:t>2.025e0</w:t>
      </w:r>
    </w:p>
    <w:p w:rsidR="00D43590" w:rsidRDefault="00D43590" w:rsidP="00D43590">
      <w:r>
        <w:t>642.2555</w:t>
      </w:r>
      <w:r>
        <w:tab/>
        <w:t>1.013e0</w:t>
      </w:r>
    </w:p>
    <w:p w:rsidR="00D43590" w:rsidRDefault="00D43590" w:rsidP="00D43590">
      <w:r>
        <w:t>642.3315</w:t>
      </w:r>
      <w:r>
        <w:tab/>
        <w:t>1.734e0</w:t>
      </w:r>
    </w:p>
    <w:p w:rsidR="00D43590" w:rsidRDefault="00D43590" w:rsidP="00D43590">
      <w:r>
        <w:t>642.4045</w:t>
      </w:r>
      <w:r>
        <w:tab/>
        <w:t>1.934e0</w:t>
      </w:r>
    </w:p>
    <w:p w:rsidR="00D43590" w:rsidRDefault="00D43590" w:rsidP="00D43590">
      <w:r>
        <w:t>642.4958</w:t>
      </w:r>
      <w:r>
        <w:tab/>
        <w:t>2.205e0</w:t>
      </w:r>
    </w:p>
    <w:p w:rsidR="00D43590" w:rsidRDefault="00D43590" w:rsidP="00D43590">
      <w:r>
        <w:t>642.6754</w:t>
      </w:r>
      <w:r>
        <w:tab/>
        <w:t>1.013e0</w:t>
      </w:r>
    </w:p>
    <w:p w:rsidR="00D43590" w:rsidRDefault="00D43590" w:rsidP="00D43590">
      <w:r>
        <w:t>642.7250</w:t>
      </w:r>
      <w:r>
        <w:tab/>
        <w:t>1.013e0</w:t>
      </w:r>
    </w:p>
    <w:p w:rsidR="00D43590" w:rsidRDefault="00D43590" w:rsidP="00D43590">
      <w:r>
        <w:t>642.8921</w:t>
      </w:r>
      <w:r>
        <w:tab/>
        <w:t>1.013e0</w:t>
      </w:r>
    </w:p>
    <w:p w:rsidR="00D43590" w:rsidRDefault="00D43590" w:rsidP="00D43590">
      <w:r>
        <w:t>643.1310</w:t>
      </w:r>
      <w:r>
        <w:tab/>
        <w:t>1.013e0</w:t>
      </w:r>
    </w:p>
    <w:p w:rsidR="00D43590" w:rsidRDefault="00D43590" w:rsidP="00D43590">
      <w:r>
        <w:lastRenderedPageBreak/>
        <w:t>643.2617</w:t>
      </w:r>
      <w:r>
        <w:tab/>
        <w:t>1.934e0</w:t>
      </w:r>
    </w:p>
    <w:p w:rsidR="00D43590" w:rsidRDefault="00D43590" w:rsidP="00D43590">
      <w:r>
        <w:t>643.4138</w:t>
      </w:r>
      <w:r>
        <w:tab/>
        <w:t>2.762e0</w:t>
      </w:r>
    </w:p>
    <w:p w:rsidR="00D43590" w:rsidRDefault="00D43590" w:rsidP="00D43590">
      <w:r>
        <w:t>643.4836</w:t>
      </w:r>
      <w:r>
        <w:tab/>
        <w:t>1.641e0</w:t>
      </w:r>
    </w:p>
    <w:p w:rsidR="00D43590" w:rsidRDefault="00D43590" w:rsidP="00D43590">
      <w:r>
        <w:t>643.5520</w:t>
      </w:r>
      <w:r>
        <w:tab/>
        <w:t>1.470e0</w:t>
      </w:r>
    </w:p>
    <w:p w:rsidR="00D43590" w:rsidRDefault="00D43590" w:rsidP="00D43590">
      <w:r>
        <w:t>643.7258</w:t>
      </w:r>
      <w:r>
        <w:tab/>
        <w:t>2.025e0</w:t>
      </w:r>
    </w:p>
    <w:p w:rsidR="00D43590" w:rsidRDefault="00D43590" w:rsidP="00D43590">
      <w:r>
        <w:t>643.7855</w:t>
      </w:r>
      <w:r>
        <w:tab/>
        <w:t>2.025e0</w:t>
      </w:r>
    </w:p>
    <w:p w:rsidR="00D43590" w:rsidRDefault="00D43590" w:rsidP="00D43590">
      <w:r>
        <w:t>643.9468</w:t>
      </w:r>
      <w:r>
        <w:tab/>
        <w:t>1.013e0</w:t>
      </w:r>
    </w:p>
    <w:p w:rsidR="00D43590" w:rsidRDefault="00D43590" w:rsidP="00D43590">
      <w:r>
        <w:t>644.0416</w:t>
      </w:r>
      <w:r>
        <w:tab/>
        <w:t>1.013e0</w:t>
      </w:r>
    </w:p>
    <w:p w:rsidR="00D43590" w:rsidRDefault="00D43590" w:rsidP="00D43590">
      <w:r>
        <w:t>644.5313</w:t>
      </w:r>
      <w:r>
        <w:tab/>
        <w:t>1.057e1</w:t>
      </w:r>
    </w:p>
    <w:p w:rsidR="00D43590" w:rsidRDefault="00D43590" w:rsidP="00D43590">
      <w:r>
        <w:t>644.6769</w:t>
      </w:r>
      <w:r>
        <w:tab/>
        <w:t>3.861e0</w:t>
      </w:r>
    </w:p>
    <w:p w:rsidR="00D43590" w:rsidRDefault="00D43590" w:rsidP="00D43590">
      <w:r>
        <w:t>644.7939</w:t>
      </w:r>
      <w:r>
        <w:tab/>
        <w:t>2.025e0</w:t>
      </w:r>
    </w:p>
    <w:p w:rsidR="00D43590" w:rsidRDefault="00D43590" w:rsidP="00D43590">
      <w:r>
        <w:t>644.9252</w:t>
      </w:r>
      <w:r>
        <w:tab/>
        <w:t>2.025e0</w:t>
      </w:r>
    </w:p>
    <w:p w:rsidR="00D43590" w:rsidRDefault="00D43590" w:rsidP="00D43590">
      <w:r>
        <w:t>645.0699</w:t>
      </w:r>
      <w:r>
        <w:tab/>
        <w:t>1.013e0</w:t>
      </w:r>
    </w:p>
    <w:p w:rsidR="00D43590" w:rsidRDefault="00D43590" w:rsidP="00D43590">
      <w:r>
        <w:t>645.1942</w:t>
      </w:r>
      <w:r>
        <w:tab/>
        <w:t>6.076e0</w:t>
      </w:r>
    </w:p>
    <w:p w:rsidR="00D43590" w:rsidRDefault="00D43590" w:rsidP="00D43590">
      <w:r>
        <w:t>645.4116</w:t>
      </w:r>
      <w:r>
        <w:tab/>
        <w:t>7.089e0</w:t>
      </w:r>
    </w:p>
    <w:p w:rsidR="00D43590" w:rsidRDefault="00D43590" w:rsidP="00D43590">
      <w:r>
        <w:t>645.5317</w:t>
      </w:r>
      <w:r>
        <w:tab/>
        <w:t>6.990e0</w:t>
      </w:r>
    </w:p>
    <w:p w:rsidR="00D43590" w:rsidRDefault="00D43590" w:rsidP="00D43590">
      <w:r>
        <w:t>645.7476</w:t>
      </w:r>
      <w:r>
        <w:tab/>
        <w:t>3.038e0</w:t>
      </w:r>
    </w:p>
    <w:p w:rsidR="00D43590" w:rsidRDefault="00D43590" w:rsidP="00D43590">
      <w:r>
        <w:t>645.8818</w:t>
      </w:r>
      <w:r>
        <w:tab/>
        <w:t>3.038e0</w:t>
      </w:r>
    </w:p>
    <w:p w:rsidR="00D43590" w:rsidRDefault="00D43590" w:rsidP="00D43590">
      <w:r>
        <w:t>645.9809</w:t>
      </w:r>
      <w:r>
        <w:tab/>
        <w:t>1.013e0</w:t>
      </w:r>
    </w:p>
    <w:p w:rsidR="00D43590" w:rsidRDefault="00D43590" w:rsidP="00D43590">
      <w:r>
        <w:lastRenderedPageBreak/>
        <w:t>646.3354</w:t>
      </w:r>
      <w:r>
        <w:tab/>
        <w:t>1.406e2</w:t>
      </w:r>
    </w:p>
    <w:p w:rsidR="00D43590" w:rsidRDefault="00D43590" w:rsidP="00D43590">
      <w:r>
        <w:t>646.4972</w:t>
      </w:r>
      <w:r>
        <w:tab/>
        <w:t>3.284e0</w:t>
      </w:r>
    </w:p>
    <w:p w:rsidR="00D43590" w:rsidRDefault="00D43590" w:rsidP="00D43590">
      <w:r>
        <w:t>646.5834</w:t>
      </w:r>
      <w:r>
        <w:tab/>
        <w:t>5.286e0</w:t>
      </w:r>
    </w:p>
    <w:p w:rsidR="00D43590" w:rsidRDefault="00D43590" w:rsidP="00D43590">
      <w:r>
        <w:t>646.8579</w:t>
      </w:r>
      <w:r>
        <w:tab/>
        <w:t>3.038e0</w:t>
      </w:r>
    </w:p>
    <w:p w:rsidR="00D43590" w:rsidRDefault="00D43590" w:rsidP="00D43590">
      <w:r>
        <w:t>646.9515</w:t>
      </w:r>
      <w:r>
        <w:tab/>
        <w:t>3.038e0</w:t>
      </w:r>
    </w:p>
    <w:p w:rsidR="00D43590" w:rsidRDefault="00D43590" w:rsidP="00D43590">
      <w:r>
        <w:t>647.0556</w:t>
      </w:r>
      <w:r>
        <w:tab/>
        <w:t>1.013e0</w:t>
      </w:r>
    </w:p>
    <w:p w:rsidR="00D43590" w:rsidRDefault="00D43590" w:rsidP="00D43590">
      <w:r>
        <w:t>647.1857</w:t>
      </w:r>
      <w:r>
        <w:tab/>
        <w:t>4.051e0</w:t>
      </w:r>
    </w:p>
    <w:p w:rsidR="00D43590" w:rsidRDefault="00D43590" w:rsidP="00D43590">
      <w:r>
        <w:t>647.3436</w:t>
      </w:r>
      <w:r>
        <w:tab/>
        <w:t>6.255e1</w:t>
      </w:r>
    </w:p>
    <w:p w:rsidR="00D43590" w:rsidRDefault="00D43590" w:rsidP="00D43590">
      <w:r>
        <w:t>647.5434</w:t>
      </w:r>
      <w:r>
        <w:tab/>
        <w:t>6.846e0</w:t>
      </w:r>
    </w:p>
    <w:p w:rsidR="00D43590" w:rsidRDefault="00D43590" w:rsidP="00D43590">
      <w:r>
        <w:t>647.7446</w:t>
      </w:r>
      <w:r>
        <w:tab/>
        <w:t>4.051e0</w:t>
      </w:r>
    </w:p>
    <w:p w:rsidR="00D43590" w:rsidRDefault="00D43590" w:rsidP="00D43590">
      <w:r>
        <w:t>647.8591</w:t>
      </w:r>
      <w:r>
        <w:tab/>
        <w:t>1.013e0</w:t>
      </w:r>
    </w:p>
    <w:p w:rsidR="00D43590" w:rsidRDefault="00D43590" w:rsidP="00D43590">
      <w:r>
        <w:t>647.9416</w:t>
      </w:r>
      <w:r>
        <w:tab/>
        <w:t>1.013e0</w:t>
      </w:r>
    </w:p>
    <w:p w:rsidR="00D43590" w:rsidRDefault="00D43590" w:rsidP="00D43590">
      <w:r>
        <w:t>648.0075</w:t>
      </w:r>
      <w:r>
        <w:tab/>
        <w:t>1.013e0</w:t>
      </w:r>
    </w:p>
    <w:p w:rsidR="00D43590" w:rsidRDefault="00D43590" w:rsidP="00D43590">
      <w:r>
        <w:t>648.1549</w:t>
      </w:r>
      <w:r>
        <w:tab/>
        <w:t>1.013e0</w:t>
      </w:r>
    </w:p>
    <w:p w:rsidR="00D43590" w:rsidRDefault="00D43590" w:rsidP="00D43590">
      <w:r>
        <w:t>648.3443</w:t>
      </w:r>
      <w:r>
        <w:tab/>
        <w:t>2.428e1</w:t>
      </w:r>
    </w:p>
    <w:p w:rsidR="00D43590" w:rsidRDefault="00D43590" w:rsidP="00D43590">
      <w:r>
        <w:t>648.5082</w:t>
      </w:r>
      <w:r>
        <w:tab/>
        <w:t>4.407e0</w:t>
      </w:r>
    </w:p>
    <w:p w:rsidR="00D43590" w:rsidRDefault="00D43590" w:rsidP="00D43590">
      <w:r>
        <w:t>648.6405</w:t>
      </w:r>
      <w:r>
        <w:tab/>
        <w:t>3.258e0</w:t>
      </w:r>
    </w:p>
    <w:p w:rsidR="00D43590" w:rsidRDefault="00D43590" w:rsidP="00D43590">
      <w:r>
        <w:t>648.8322</w:t>
      </w:r>
      <w:r>
        <w:tab/>
        <w:t>1.013e0</w:t>
      </w:r>
    </w:p>
    <w:p w:rsidR="00D43590" w:rsidRDefault="00D43590" w:rsidP="00D43590">
      <w:r>
        <w:t>649.0466</w:t>
      </w:r>
      <w:r>
        <w:tab/>
        <w:t>1.013e0</w:t>
      </w:r>
    </w:p>
    <w:p w:rsidR="00D43590" w:rsidRDefault="00D43590" w:rsidP="00D43590">
      <w:r>
        <w:lastRenderedPageBreak/>
        <w:t>649.1526</w:t>
      </w:r>
      <w:r>
        <w:tab/>
        <w:t>1.013e0</w:t>
      </w:r>
    </w:p>
    <w:p w:rsidR="00D43590" w:rsidRDefault="00D43590" w:rsidP="00D43590">
      <w:r>
        <w:t>649.2725</w:t>
      </w:r>
      <w:r>
        <w:tab/>
        <w:t>3.669e0</w:t>
      </w:r>
    </w:p>
    <w:p w:rsidR="00D43590" w:rsidRDefault="00D43590" w:rsidP="00D43590">
      <w:r>
        <w:t>649.3395</w:t>
      </w:r>
      <w:r>
        <w:tab/>
        <w:t>5.002e0</w:t>
      </w:r>
    </w:p>
    <w:p w:rsidR="00D43590" w:rsidRDefault="00D43590" w:rsidP="00D43590">
      <w:r>
        <w:t>649.4604</w:t>
      </w:r>
      <w:r>
        <w:tab/>
        <w:t>8.825e0</w:t>
      </w:r>
    </w:p>
    <w:p w:rsidR="00D43590" w:rsidRDefault="00D43590" w:rsidP="00D43590">
      <w:r>
        <w:t>649.5680</w:t>
      </w:r>
      <w:r>
        <w:tab/>
        <w:t>3.403e0</w:t>
      </w:r>
    </w:p>
    <w:p w:rsidR="00D43590" w:rsidRDefault="00D43590" w:rsidP="00D43590">
      <w:r>
        <w:t>649.6653</w:t>
      </w:r>
      <w:r>
        <w:tab/>
        <w:t>1.911e0</w:t>
      </w:r>
    </w:p>
    <w:p w:rsidR="00D43590" w:rsidRDefault="00D43590" w:rsidP="00D43590">
      <w:r>
        <w:t>649.8531</w:t>
      </w:r>
      <w:r>
        <w:tab/>
        <w:t>1.013e0</w:t>
      </w:r>
    </w:p>
    <w:p w:rsidR="00D43590" w:rsidRDefault="00D43590" w:rsidP="00D43590">
      <w:r>
        <w:t>649.9106</w:t>
      </w:r>
      <w:r>
        <w:tab/>
        <w:t>1.013e0</w:t>
      </w:r>
    </w:p>
    <w:p w:rsidR="00D43590" w:rsidRDefault="00D43590" w:rsidP="00D43590">
      <w:r>
        <w:t>649.9868</w:t>
      </w:r>
      <w:r>
        <w:tab/>
        <w:t>1.013e0</w:t>
      </w:r>
    </w:p>
    <w:p w:rsidR="00D43590" w:rsidRDefault="00D43590" w:rsidP="00D43590">
      <w:r>
        <w:t>650.0714</w:t>
      </w:r>
      <w:r>
        <w:tab/>
        <w:t>1.013e0</w:t>
      </w:r>
    </w:p>
    <w:p w:rsidR="00D43590" w:rsidRDefault="00D43590" w:rsidP="00D43590">
      <w:r>
        <w:t>650.1925</w:t>
      </w:r>
      <w:r>
        <w:tab/>
        <w:t>2.025e0</w:t>
      </w:r>
    </w:p>
    <w:p w:rsidR="00D43590" w:rsidRDefault="00D43590" w:rsidP="00D43590">
      <w:r>
        <w:t>650.2988</w:t>
      </w:r>
      <w:r>
        <w:tab/>
        <w:t>8.790e0</w:t>
      </w:r>
    </w:p>
    <w:p w:rsidR="00D43590" w:rsidRDefault="00D43590" w:rsidP="00D43590">
      <w:r>
        <w:t>650.4732</w:t>
      </w:r>
      <w:r>
        <w:tab/>
        <w:t>9.623e0</w:t>
      </w:r>
    </w:p>
    <w:p w:rsidR="00D43590" w:rsidRDefault="00D43590" w:rsidP="00D43590">
      <w:r>
        <w:t>650.6484</w:t>
      </w:r>
      <w:r>
        <w:tab/>
        <w:t>5.063e0</w:t>
      </w:r>
    </w:p>
    <w:p w:rsidR="00D43590" w:rsidRDefault="00D43590" w:rsidP="00D43590">
      <w:r>
        <w:t>650.7675</w:t>
      </w:r>
      <w:r>
        <w:tab/>
        <w:t>2.025e0</w:t>
      </w:r>
    </w:p>
    <w:p w:rsidR="00D43590" w:rsidRDefault="00D43590" w:rsidP="00D43590">
      <w:r>
        <w:t>650.9762</w:t>
      </w:r>
      <w:r>
        <w:tab/>
        <w:t>1.013e0</w:t>
      </w:r>
    </w:p>
    <w:p w:rsidR="00D43590" w:rsidRDefault="00D43590" w:rsidP="00D43590">
      <w:r>
        <w:t>651.1224</w:t>
      </w:r>
      <w:r>
        <w:tab/>
        <w:t>2.025e0</w:t>
      </w:r>
    </w:p>
    <w:p w:rsidR="00D43590" w:rsidRDefault="00D43590" w:rsidP="00D43590">
      <w:r>
        <w:t>651.2070</w:t>
      </w:r>
      <w:r>
        <w:tab/>
        <w:t>3.163e0</w:t>
      </w:r>
    </w:p>
    <w:p w:rsidR="00D43590" w:rsidRDefault="00D43590" w:rsidP="00D43590">
      <w:r>
        <w:t>651.3439</w:t>
      </w:r>
      <w:r>
        <w:tab/>
        <w:t>4.051e0</w:t>
      </w:r>
    </w:p>
    <w:p w:rsidR="00D43590" w:rsidRDefault="00D43590" w:rsidP="00D43590">
      <w:r>
        <w:lastRenderedPageBreak/>
        <w:t>651.4464</w:t>
      </w:r>
      <w:r>
        <w:tab/>
        <w:t>3.910e0</w:t>
      </w:r>
    </w:p>
    <w:p w:rsidR="00D43590" w:rsidRDefault="00D43590" w:rsidP="00D43590">
      <w:r>
        <w:t>651.6247</w:t>
      </w:r>
      <w:r>
        <w:tab/>
        <w:t>3.976e0</w:t>
      </w:r>
    </w:p>
    <w:p w:rsidR="00D43590" w:rsidRDefault="00D43590" w:rsidP="00D43590">
      <w:r>
        <w:t>651.7516</w:t>
      </w:r>
      <w:r>
        <w:tab/>
        <w:t>2.025e0</w:t>
      </w:r>
    </w:p>
    <w:p w:rsidR="00D43590" w:rsidRDefault="00D43590" w:rsidP="00D43590">
      <w:r>
        <w:t>651.8170</w:t>
      </w:r>
      <w:r>
        <w:tab/>
        <w:t>1.013e0</w:t>
      </w:r>
    </w:p>
    <w:p w:rsidR="00D43590" w:rsidRDefault="00D43590" w:rsidP="00D43590">
      <w:r>
        <w:t>651.9622</w:t>
      </w:r>
      <w:r>
        <w:tab/>
        <w:t>5.063e0</w:t>
      </w:r>
    </w:p>
    <w:p w:rsidR="00D43590" w:rsidRDefault="00D43590" w:rsidP="00D43590">
      <w:r>
        <w:t>652.1241</w:t>
      </w:r>
      <w:r>
        <w:tab/>
        <w:t>3.038e0</w:t>
      </w:r>
    </w:p>
    <w:p w:rsidR="00D43590" w:rsidRDefault="00D43590" w:rsidP="00D43590">
      <w:r>
        <w:t>652.1777</w:t>
      </w:r>
      <w:r>
        <w:tab/>
        <w:t>2.025e0</w:t>
      </w:r>
    </w:p>
    <w:p w:rsidR="00D43590" w:rsidRDefault="00D43590" w:rsidP="00D43590">
      <w:r>
        <w:t>652.3502</w:t>
      </w:r>
      <w:r>
        <w:tab/>
        <w:t>3.038e0</w:t>
      </w:r>
    </w:p>
    <w:p w:rsidR="00D43590" w:rsidRDefault="00D43590" w:rsidP="00D43590">
      <w:r>
        <w:t>652.4053</w:t>
      </w:r>
      <w:r>
        <w:tab/>
        <w:t>3.136e0</w:t>
      </w:r>
    </w:p>
    <w:p w:rsidR="00D43590" w:rsidRDefault="00D43590" w:rsidP="00D43590">
      <w:r>
        <w:t>652.6141</w:t>
      </w:r>
      <w:r>
        <w:tab/>
        <w:t>6.006e0</w:t>
      </w:r>
    </w:p>
    <w:p w:rsidR="00D43590" w:rsidRDefault="00D43590" w:rsidP="00D43590">
      <w:r>
        <w:t>652.7665</w:t>
      </w:r>
      <w:r>
        <w:tab/>
        <w:t>3.038e0</w:t>
      </w:r>
    </w:p>
    <w:p w:rsidR="00D43590" w:rsidRDefault="00D43590" w:rsidP="00D43590">
      <w:r>
        <w:t>653.0739</w:t>
      </w:r>
      <w:r>
        <w:tab/>
        <w:t>3.038e0</w:t>
      </w:r>
    </w:p>
    <w:p w:rsidR="00D43590" w:rsidRDefault="00D43590" w:rsidP="00D43590">
      <w:r>
        <w:t>653.2213</w:t>
      </w:r>
      <w:r>
        <w:tab/>
        <w:t>2.842e0</w:t>
      </w:r>
    </w:p>
    <w:p w:rsidR="00D43590" w:rsidRDefault="00D43590" w:rsidP="00D43590">
      <w:r>
        <w:t>653.6141</w:t>
      </w:r>
      <w:r>
        <w:tab/>
        <w:t>1.913e0</w:t>
      </w:r>
    </w:p>
    <w:p w:rsidR="00D43590" w:rsidRDefault="00D43590" w:rsidP="00D43590">
      <w:r>
        <w:t>653.7064</w:t>
      </w:r>
      <w:r>
        <w:tab/>
        <w:t>2.025e0</w:t>
      </w:r>
    </w:p>
    <w:p w:rsidR="00D43590" w:rsidRDefault="00D43590" w:rsidP="00D43590">
      <w:r>
        <w:t>653.8118</w:t>
      </w:r>
      <w:r>
        <w:tab/>
        <w:t>2.025e0</w:t>
      </w:r>
    </w:p>
    <w:p w:rsidR="00D43590" w:rsidRDefault="00D43590" w:rsidP="00D43590">
      <w:r>
        <w:t>653.9321</w:t>
      </w:r>
      <w:r>
        <w:tab/>
        <w:t>1.013e0</w:t>
      </w:r>
    </w:p>
    <w:p w:rsidR="00D43590" w:rsidRDefault="00D43590" w:rsidP="00D43590">
      <w:r>
        <w:t>654.2280</w:t>
      </w:r>
      <w:r>
        <w:tab/>
        <w:t>1.827e0</w:t>
      </w:r>
    </w:p>
    <w:p w:rsidR="00D43590" w:rsidRDefault="00D43590" w:rsidP="00D43590">
      <w:r>
        <w:t>654.4913</w:t>
      </w:r>
      <w:r>
        <w:tab/>
        <w:t>2.384e0</w:t>
      </w:r>
    </w:p>
    <w:p w:rsidR="00D43590" w:rsidRDefault="00D43590" w:rsidP="00D43590">
      <w:r>
        <w:lastRenderedPageBreak/>
        <w:t>654.6401</w:t>
      </w:r>
      <w:r>
        <w:tab/>
        <w:t>4.892e0</w:t>
      </w:r>
    </w:p>
    <w:p w:rsidR="00D43590" w:rsidRDefault="00D43590" w:rsidP="00D43590">
      <w:r>
        <w:t>654.7422</w:t>
      </w:r>
      <w:r>
        <w:tab/>
        <w:t>2.025e0</w:t>
      </w:r>
    </w:p>
    <w:p w:rsidR="00D43590" w:rsidRDefault="00D43590" w:rsidP="00D43590">
      <w:r>
        <w:t>654.8977</w:t>
      </w:r>
      <w:r>
        <w:tab/>
        <w:t>2.025e0</w:t>
      </w:r>
    </w:p>
    <w:p w:rsidR="00D43590" w:rsidRDefault="00D43590" w:rsidP="00D43590">
      <w:r>
        <w:t>655.2070</w:t>
      </w:r>
      <w:r>
        <w:tab/>
        <w:t>2.025e0</w:t>
      </w:r>
    </w:p>
    <w:p w:rsidR="00D43590" w:rsidRDefault="00D43590" w:rsidP="00D43590">
      <w:r>
        <w:t>655.3309</w:t>
      </w:r>
      <w:r>
        <w:tab/>
        <w:t>1.417e1</w:t>
      </w:r>
    </w:p>
    <w:p w:rsidR="00D43590" w:rsidRDefault="00D43590" w:rsidP="00D43590">
      <w:r>
        <w:t>655.5054</w:t>
      </w:r>
      <w:r>
        <w:tab/>
        <w:t>1.979e0</w:t>
      </w:r>
    </w:p>
    <w:p w:rsidR="00D43590" w:rsidRDefault="00D43590" w:rsidP="00D43590">
      <w:r>
        <w:t>655.5875</w:t>
      </w:r>
      <w:r>
        <w:tab/>
        <w:t>1.574e0</w:t>
      </w:r>
    </w:p>
    <w:p w:rsidR="00D43590" w:rsidRDefault="00D43590" w:rsidP="00D43590">
      <w:r>
        <w:t>655.8163</w:t>
      </w:r>
      <w:r>
        <w:tab/>
        <w:t>3.038e0</w:t>
      </w:r>
    </w:p>
    <w:p w:rsidR="00D43590" w:rsidRDefault="00D43590" w:rsidP="00D43590">
      <w:r>
        <w:t>655.9691</w:t>
      </w:r>
      <w:r>
        <w:tab/>
        <w:t>1.013e0</w:t>
      </w:r>
    </w:p>
    <w:p w:rsidR="00D43590" w:rsidRDefault="00D43590" w:rsidP="00D43590">
      <w:r>
        <w:t>656.0849</w:t>
      </w:r>
      <w:r>
        <w:tab/>
        <w:t>1.013e0</w:t>
      </w:r>
    </w:p>
    <w:p w:rsidR="00D43590" w:rsidRDefault="00D43590" w:rsidP="00D43590">
      <w:r>
        <w:t>656.3255</w:t>
      </w:r>
      <w:r>
        <w:tab/>
        <w:t>3.229e0</w:t>
      </w:r>
    </w:p>
    <w:p w:rsidR="00D43590" w:rsidRDefault="00D43590" w:rsidP="00D43590">
      <w:r>
        <w:t>656.5971</w:t>
      </w:r>
      <w:r>
        <w:tab/>
        <w:t>2.171e0</w:t>
      </w:r>
    </w:p>
    <w:p w:rsidR="00D43590" w:rsidRDefault="00D43590" w:rsidP="00D43590">
      <w:r>
        <w:t>656.8055</w:t>
      </w:r>
      <w:r>
        <w:tab/>
        <w:t>2.025e0</w:t>
      </w:r>
    </w:p>
    <w:p w:rsidR="00D43590" w:rsidRDefault="00D43590" w:rsidP="00D43590">
      <w:r>
        <w:t>657.0246</w:t>
      </w:r>
      <w:r>
        <w:tab/>
        <w:t>1.013e0</w:t>
      </w:r>
    </w:p>
    <w:p w:rsidR="00D43590" w:rsidRDefault="00D43590" w:rsidP="00D43590">
      <w:r>
        <w:t>657.1306</w:t>
      </w:r>
      <w:r>
        <w:tab/>
        <w:t>2.025e0</w:t>
      </w:r>
    </w:p>
    <w:p w:rsidR="00D43590" w:rsidRDefault="00D43590" w:rsidP="00D43590">
      <w:r>
        <w:t>657.2045</w:t>
      </w:r>
      <w:r>
        <w:tab/>
        <w:t>2.025e0</w:t>
      </w:r>
    </w:p>
    <w:p w:rsidR="00D43590" w:rsidRDefault="00D43590" w:rsidP="00D43590">
      <w:r>
        <w:t>657.3533</w:t>
      </w:r>
      <w:r>
        <w:tab/>
        <w:t>7.960e0</w:t>
      </w:r>
    </w:p>
    <w:p w:rsidR="00D43590" w:rsidRDefault="00D43590" w:rsidP="00D43590">
      <w:r>
        <w:t>657.4587</w:t>
      </w:r>
      <w:r>
        <w:tab/>
        <w:t>2.421e0</w:t>
      </w:r>
    </w:p>
    <w:p w:rsidR="00D43590" w:rsidRDefault="00D43590" w:rsidP="00D43590">
      <w:r>
        <w:t>657.6981</w:t>
      </w:r>
      <w:r>
        <w:tab/>
        <w:t>1.013e0</w:t>
      </w:r>
    </w:p>
    <w:p w:rsidR="00D43590" w:rsidRDefault="00D43590" w:rsidP="00D43590">
      <w:r>
        <w:lastRenderedPageBreak/>
        <w:t>657.7795</w:t>
      </w:r>
      <w:r>
        <w:tab/>
        <w:t>3.038e0</w:t>
      </w:r>
    </w:p>
    <w:p w:rsidR="00D43590" w:rsidRDefault="00D43590" w:rsidP="00D43590">
      <w:r>
        <w:t>657.9460</w:t>
      </w:r>
      <w:r>
        <w:tab/>
        <w:t>1.013e0</w:t>
      </w:r>
    </w:p>
    <w:p w:rsidR="00D43590" w:rsidRDefault="00D43590" w:rsidP="00D43590">
      <w:r>
        <w:t>658.0120</w:t>
      </w:r>
      <w:r>
        <w:tab/>
        <w:t>2.025e0</w:t>
      </w:r>
    </w:p>
    <w:p w:rsidR="00D43590" w:rsidRDefault="00D43590" w:rsidP="00D43590">
      <w:r>
        <w:t>658.1981</w:t>
      </w:r>
      <w:r>
        <w:tab/>
        <w:t>2.025e0</w:t>
      </w:r>
    </w:p>
    <w:p w:rsidR="00D43590" w:rsidRDefault="00D43590" w:rsidP="00D43590">
      <w:r>
        <w:t>658.4607</w:t>
      </w:r>
      <w:r>
        <w:tab/>
        <w:t>1.408e0</w:t>
      </w:r>
    </w:p>
    <w:p w:rsidR="00D43590" w:rsidRDefault="00D43590" w:rsidP="00D43590">
      <w:r>
        <w:t>658.8228</w:t>
      </w:r>
      <w:r>
        <w:tab/>
        <w:t>2.025e0</w:t>
      </w:r>
    </w:p>
    <w:p w:rsidR="00D43590" w:rsidRDefault="00D43590" w:rsidP="00D43590">
      <w:r>
        <w:t>658.9426</w:t>
      </w:r>
      <w:r>
        <w:tab/>
        <w:t>1.013e0</w:t>
      </w:r>
    </w:p>
    <w:p w:rsidR="00D43590" w:rsidRDefault="00D43590" w:rsidP="00D43590">
      <w:r>
        <w:t>659.0653</w:t>
      </w:r>
      <w:r>
        <w:tab/>
        <w:t>1.013e0</w:t>
      </w:r>
    </w:p>
    <w:p w:rsidR="00D43590" w:rsidRDefault="00D43590" w:rsidP="00D43590">
      <w:r>
        <w:t>659.1429</w:t>
      </w:r>
      <w:r>
        <w:tab/>
        <w:t>2.025e0</w:t>
      </w:r>
    </w:p>
    <w:p w:rsidR="00D43590" w:rsidRDefault="00D43590" w:rsidP="00D43590">
      <w:r>
        <w:t>659.4069</w:t>
      </w:r>
      <w:r>
        <w:tab/>
        <w:t>1.393e0</w:t>
      </w:r>
    </w:p>
    <w:p w:rsidR="00D43590" w:rsidRDefault="00D43590" w:rsidP="00D43590">
      <w:r>
        <w:t>659.5552</w:t>
      </w:r>
      <w:r>
        <w:tab/>
        <w:t>3.218e0</w:t>
      </w:r>
    </w:p>
    <w:p w:rsidR="00D43590" w:rsidRDefault="00D43590" w:rsidP="00D43590">
      <w:r>
        <w:t>659.7030</w:t>
      </w:r>
      <w:r>
        <w:tab/>
        <w:t>4.051e0</w:t>
      </w:r>
    </w:p>
    <w:p w:rsidR="00D43590" w:rsidRDefault="00D43590" w:rsidP="00D43590">
      <w:r>
        <w:t>659.8224</w:t>
      </w:r>
      <w:r>
        <w:tab/>
        <w:t>1.013e0</w:t>
      </w:r>
    </w:p>
    <w:p w:rsidR="00D43590" w:rsidRDefault="00D43590" w:rsidP="00D43590">
      <w:r>
        <w:t>659.9048</w:t>
      </w:r>
      <w:r>
        <w:tab/>
        <w:t>3.038e0</w:t>
      </w:r>
    </w:p>
    <w:p w:rsidR="00D43590" w:rsidRDefault="00D43590" w:rsidP="00D43590">
      <w:r>
        <w:t>660.0119</w:t>
      </w:r>
      <w:r>
        <w:tab/>
        <w:t>2.025e0</w:t>
      </w:r>
    </w:p>
    <w:p w:rsidR="00D43590" w:rsidRDefault="00D43590" w:rsidP="00D43590">
      <w:r>
        <w:t>660.1353</w:t>
      </w:r>
      <w:r>
        <w:tab/>
        <w:t>1.013e0</w:t>
      </w:r>
    </w:p>
    <w:p w:rsidR="00D43590" w:rsidRDefault="00D43590" w:rsidP="00D43590">
      <w:r>
        <w:t>660.2009</w:t>
      </w:r>
      <w:r>
        <w:tab/>
        <w:t>2.025e0</w:t>
      </w:r>
    </w:p>
    <w:p w:rsidR="00D43590" w:rsidRDefault="00D43590" w:rsidP="00D43590">
      <w:r>
        <w:t>660.2825</w:t>
      </w:r>
      <w:r>
        <w:tab/>
        <w:t>1.233e0</w:t>
      </w:r>
    </w:p>
    <w:p w:rsidR="00D43590" w:rsidRDefault="00D43590" w:rsidP="00D43590">
      <w:r>
        <w:t>660.3523</w:t>
      </w:r>
      <w:r>
        <w:tab/>
        <w:t>2.025e0</w:t>
      </w:r>
    </w:p>
    <w:p w:rsidR="00D43590" w:rsidRDefault="00D43590" w:rsidP="00D43590">
      <w:r>
        <w:lastRenderedPageBreak/>
        <w:t>660.5045</w:t>
      </w:r>
      <w:r>
        <w:tab/>
        <w:t>5.024e0</w:t>
      </w:r>
    </w:p>
    <w:p w:rsidR="00D43590" w:rsidRDefault="00D43590" w:rsidP="00D43590">
      <w:r>
        <w:t>660.7062</w:t>
      </w:r>
      <w:r>
        <w:tab/>
        <w:t>2.025e0</w:t>
      </w:r>
    </w:p>
    <w:p w:rsidR="00D43590" w:rsidRDefault="00D43590" w:rsidP="00D43590">
      <w:r>
        <w:t>660.8133</w:t>
      </w:r>
      <w:r>
        <w:tab/>
        <w:t>2.025e0</w:t>
      </w:r>
    </w:p>
    <w:p w:rsidR="00D43590" w:rsidRDefault="00D43590" w:rsidP="00D43590">
      <w:r>
        <w:t>660.9243</w:t>
      </w:r>
      <w:r>
        <w:tab/>
        <w:t>1.013e0</w:t>
      </w:r>
    </w:p>
    <w:p w:rsidR="00D43590" w:rsidRDefault="00D43590" w:rsidP="00D43590">
      <w:r>
        <w:t>661.2780</w:t>
      </w:r>
      <w:r>
        <w:tab/>
        <w:t>6.296e0</w:t>
      </w:r>
    </w:p>
    <w:p w:rsidR="00D43590" w:rsidRDefault="00D43590" w:rsidP="00D43590">
      <w:r>
        <w:t>661.3680</w:t>
      </w:r>
      <w:r>
        <w:tab/>
        <w:t>1.907e0</w:t>
      </w:r>
    </w:p>
    <w:p w:rsidR="00D43590" w:rsidRDefault="00D43590" w:rsidP="00D43590">
      <w:r>
        <w:t>661.4523</w:t>
      </w:r>
      <w:r>
        <w:tab/>
        <w:t>3.038e0</w:t>
      </w:r>
    </w:p>
    <w:p w:rsidR="00D43590" w:rsidRDefault="00D43590" w:rsidP="00D43590">
      <w:r>
        <w:t>661.5095</w:t>
      </w:r>
      <w:r>
        <w:tab/>
        <w:t>6.046e0</w:t>
      </w:r>
    </w:p>
    <w:p w:rsidR="00D43590" w:rsidRDefault="00D43590" w:rsidP="00D43590">
      <w:r>
        <w:t>661.6016</w:t>
      </w:r>
      <w:r>
        <w:tab/>
        <w:t>1.403e0</w:t>
      </w:r>
    </w:p>
    <w:p w:rsidR="00D43590" w:rsidRDefault="00D43590" w:rsidP="00D43590">
      <w:r>
        <w:t>661.6821</w:t>
      </w:r>
      <w:r>
        <w:tab/>
        <w:t>1.013e0</w:t>
      </w:r>
    </w:p>
    <w:p w:rsidR="00D43590" w:rsidRDefault="00D43590" w:rsidP="00D43590">
      <w:r>
        <w:t>661.7479</w:t>
      </w:r>
      <w:r>
        <w:tab/>
        <w:t>1.013e0</w:t>
      </w:r>
    </w:p>
    <w:p w:rsidR="00D43590" w:rsidRDefault="00D43590" w:rsidP="00D43590">
      <w:r>
        <w:t>661.8326</w:t>
      </w:r>
      <w:r>
        <w:tab/>
        <w:t>3.038e0</w:t>
      </w:r>
    </w:p>
    <w:p w:rsidR="00D43590" w:rsidRDefault="00D43590" w:rsidP="00D43590">
      <w:r>
        <w:t>661.9230</w:t>
      </w:r>
      <w:r>
        <w:tab/>
        <w:t>2.025e0</w:t>
      </w:r>
    </w:p>
    <w:p w:rsidR="00D43590" w:rsidRDefault="00D43590" w:rsidP="00D43590">
      <w:r>
        <w:t>662.0170</w:t>
      </w:r>
      <w:r>
        <w:tab/>
        <w:t>2.025e0</w:t>
      </w:r>
    </w:p>
    <w:p w:rsidR="00D43590" w:rsidRDefault="00D43590" w:rsidP="00D43590">
      <w:r>
        <w:t>662.1591</w:t>
      </w:r>
      <w:r>
        <w:tab/>
        <w:t>6.285e0</w:t>
      </w:r>
    </w:p>
    <w:p w:rsidR="00D43590" w:rsidRDefault="00D43590" w:rsidP="00D43590">
      <w:r>
        <w:t>662.3113</w:t>
      </w:r>
      <w:r>
        <w:tab/>
        <w:t>3.960e2</w:t>
      </w:r>
    </w:p>
    <w:p w:rsidR="00D43590" w:rsidRDefault="00D43590" w:rsidP="00D43590">
      <w:r>
        <w:t>662.5010</w:t>
      </w:r>
      <w:r>
        <w:tab/>
        <w:t>1.340e1</w:t>
      </w:r>
    </w:p>
    <w:p w:rsidR="00D43590" w:rsidRDefault="00D43590" w:rsidP="00D43590">
      <w:r>
        <w:t>662.6323</w:t>
      </w:r>
      <w:r>
        <w:tab/>
        <w:t>6.944e0</w:t>
      </w:r>
    </w:p>
    <w:p w:rsidR="00D43590" w:rsidRDefault="00D43590" w:rsidP="00D43590">
      <w:r>
        <w:t>662.7051</w:t>
      </w:r>
      <w:r>
        <w:tab/>
        <w:t>4.051e0</w:t>
      </w:r>
    </w:p>
    <w:p w:rsidR="00D43590" w:rsidRDefault="00D43590" w:rsidP="00D43590">
      <w:r>
        <w:lastRenderedPageBreak/>
        <w:t>662.9323</w:t>
      </w:r>
      <w:r>
        <w:tab/>
        <w:t>1.013e0</w:t>
      </w:r>
    </w:p>
    <w:p w:rsidR="00D43590" w:rsidRDefault="00D43590" w:rsidP="00D43590">
      <w:r>
        <w:t>663.0006</w:t>
      </w:r>
      <w:r>
        <w:tab/>
        <w:t>3.038e0</w:t>
      </w:r>
    </w:p>
    <w:p w:rsidR="00D43590" w:rsidRDefault="00D43590" w:rsidP="00D43590">
      <w:r>
        <w:t>663.1098</w:t>
      </w:r>
      <w:r>
        <w:tab/>
        <w:t>3.038e0</w:t>
      </w:r>
    </w:p>
    <w:p w:rsidR="00D43590" w:rsidRDefault="00D43590" w:rsidP="00D43590">
      <w:r>
        <w:t>663.3132</w:t>
      </w:r>
      <w:r>
        <w:tab/>
        <w:t>1.381e2</w:t>
      </w:r>
    </w:p>
    <w:p w:rsidR="00D43590" w:rsidRDefault="00D43590" w:rsidP="00D43590">
      <w:r>
        <w:t>663.4817</w:t>
      </w:r>
      <w:r>
        <w:tab/>
        <w:t>9.286e0</w:t>
      </w:r>
    </w:p>
    <w:p w:rsidR="00D43590" w:rsidRDefault="00D43590" w:rsidP="00D43590">
      <w:r>
        <w:t>663.6047</w:t>
      </w:r>
      <w:r>
        <w:tab/>
        <w:t>4.015e0</w:t>
      </w:r>
    </w:p>
    <w:p w:rsidR="00D43590" w:rsidRDefault="00D43590" w:rsidP="00D43590">
      <w:r>
        <w:t>663.7537</w:t>
      </w:r>
      <w:r>
        <w:tab/>
        <w:t>3.038e0</w:t>
      </w:r>
    </w:p>
    <w:p w:rsidR="00D43590" w:rsidRDefault="00D43590" w:rsidP="00D43590">
      <w:r>
        <w:t>663.8419</w:t>
      </w:r>
      <w:r>
        <w:tab/>
        <w:t>2.307e0</w:t>
      </w:r>
    </w:p>
    <w:p w:rsidR="00D43590" w:rsidRDefault="00D43590" w:rsidP="00D43590">
      <w:r>
        <w:t>663.9254</w:t>
      </w:r>
      <w:r>
        <w:tab/>
        <w:t>2.025e0</w:t>
      </w:r>
    </w:p>
    <w:p w:rsidR="00D43590" w:rsidRDefault="00D43590" w:rsidP="00D43590">
      <w:r>
        <w:t>663.9776</w:t>
      </w:r>
      <w:r>
        <w:tab/>
        <w:t>2.025e0</w:t>
      </w:r>
    </w:p>
    <w:p w:rsidR="00D43590" w:rsidRDefault="00D43590" w:rsidP="00D43590">
      <w:r>
        <w:t>664.0575</w:t>
      </w:r>
      <w:r>
        <w:tab/>
        <w:t>3.038e0</w:t>
      </w:r>
    </w:p>
    <w:p w:rsidR="00D43590" w:rsidRDefault="00D43590" w:rsidP="00D43590">
      <w:r>
        <w:t>664.1418</w:t>
      </w:r>
      <w:r>
        <w:tab/>
        <w:t>1.013e0</w:t>
      </w:r>
    </w:p>
    <w:p w:rsidR="00D43590" w:rsidRDefault="00D43590" w:rsidP="00D43590">
      <w:r>
        <w:t>664.3042</w:t>
      </w:r>
      <w:r>
        <w:tab/>
        <w:t>8.171e1</w:t>
      </w:r>
    </w:p>
    <w:p w:rsidR="00D43590" w:rsidRDefault="00D43590" w:rsidP="00D43590">
      <w:r>
        <w:t>664.5106</w:t>
      </w:r>
      <w:r>
        <w:tab/>
        <w:t>3.840e0</w:t>
      </w:r>
    </w:p>
    <w:p w:rsidR="00D43590" w:rsidRDefault="00D43590" w:rsidP="00D43590">
      <w:r>
        <w:t>664.6581</w:t>
      </w:r>
      <w:r>
        <w:tab/>
        <w:t>1.114e1</w:t>
      </w:r>
    </w:p>
    <w:p w:rsidR="00D43590" w:rsidRDefault="00D43590" w:rsidP="00D43590">
      <w:r>
        <w:t>664.7908</w:t>
      </w:r>
      <w:r>
        <w:tab/>
        <w:t>1.013e0</w:t>
      </w:r>
    </w:p>
    <w:p w:rsidR="00D43590" w:rsidRDefault="00D43590" w:rsidP="00D43590">
      <w:r>
        <w:t>665.0219</w:t>
      </w:r>
      <w:r>
        <w:tab/>
        <w:t>1.013e0</w:t>
      </w:r>
    </w:p>
    <w:p w:rsidR="00D43590" w:rsidRDefault="00D43590" w:rsidP="00D43590">
      <w:r>
        <w:t>665.0806</w:t>
      </w:r>
      <w:r>
        <w:tab/>
        <w:t>1.013e0</w:t>
      </w:r>
    </w:p>
    <w:p w:rsidR="00D43590" w:rsidRDefault="00D43590" w:rsidP="00D43590">
      <w:r>
        <w:t>665.1770</w:t>
      </w:r>
      <w:r>
        <w:tab/>
        <w:t>2.375e0</w:t>
      </w:r>
    </w:p>
    <w:p w:rsidR="00D43590" w:rsidRDefault="00D43590" w:rsidP="00D43590">
      <w:r>
        <w:lastRenderedPageBreak/>
        <w:t>665.2729</w:t>
      </w:r>
      <w:r>
        <w:tab/>
        <w:t>6.200e0</w:t>
      </w:r>
    </w:p>
    <w:p w:rsidR="00D43590" w:rsidRDefault="00D43590" w:rsidP="00D43590">
      <w:r>
        <w:t>665.3296</w:t>
      </w:r>
      <w:r>
        <w:tab/>
        <w:t>1.214e1</w:t>
      </w:r>
    </w:p>
    <w:p w:rsidR="00D43590" w:rsidRDefault="00D43590" w:rsidP="00D43590">
      <w:r>
        <w:t>665.4642</w:t>
      </w:r>
      <w:r>
        <w:tab/>
        <w:t>3.500e0</w:t>
      </w:r>
    </w:p>
    <w:p w:rsidR="00D43590" w:rsidRDefault="00D43590" w:rsidP="00D43590">
      <w:r>
        <w:t>665.5400</w:t>
      </w:r>
      <w:r>
        <w:tab/>
        <w:t>3.404e0</w:t>
      </w:r>
    </w:p>
    <w:p w:rsidR="00D43590" w:rsidRDefault="00D43590" w:rsidP="00D43590">
      <w:r>
        <w:t>665.6457</w:t>
      </w:r>
      <w:r>
        <w:tab/>
        <w:t>9.982e0</w:t>
      </w:r>
    </w:p>
    <w:p w:rsidR="00D43590" w:rsidRDefault="00D43590" w:rsidP="00D43590">
      <w:r>
        <w:t>665.7740</w:t>
      </w:r>
      <w:r>
        <w:tab/>
        <w:t>2.025e0</w:t>
      </w:r>
    </w:p>
    <w:p w:rsidR="00D43590" w:rsidRDefault="00D43590" w:rsidP="00D43590">
      <w:r>
        <w:t>665.8707</w:t>
      </w:r>
      <w:r>
        <w:tab/>
        <w:t>3.038e0</w:t>
      </w:r>
    </w:p>
    <w:p w:rsidR="00D43590" w:rsidRDefault="00D43590" w:rsidP="00D43590">
      <w:r>
        <w:t>666.0563</w:t>
      </w:r>
      <w:r>
        <w:tab/>
        <w:t>1.013e0</w:t>
      </w:r>
    </w:p>
    <w:p w:rsidR="00D43590" w:rsidRDefault="00D43590" w:rsidP="00D43590">
      <w:r>
        <w:t>666.1597</w:t>
      </w:r>
      <w:r>
        <w:tab/>
        <w:t>2.025e0</w:t>
      </w:r>
    </w:p>
    <w:p w:rsidR="00D43590" w:rsidRDefault="00D43590" w:rsidP="00D43590">
      <w:r>
        <w:t>666.3240</w:t>
      </w:r>
      <w:r>
        <w:tab/>
        <w:t>2.205e0</w:t>
      </w:r>
    </w:p>
    <w:p w:rsidR="00D43590" w:rsidRDefault="00D43590" w:rsidP="00D43590">
      <w:r>
        <w:t>666.4525</w:t>
      </w:r>
      <w:r>
        <w:tab/>
        <w:t>2.303e0</w:t>
      </w:r>
    </w:p>
    <w:p w:rsidR="00D43590" w:rsidRDefault="00D43590" w:rsidP="00D43590">
      <w:r>
        <w:t>666.6719</w:t>
      </w:r>
      <w:r>
        <w:tab/>
        <w:t>3.632e1</w:t>
      </w:r>
    </w:p>
    <w:p w:rsidR="00D43590" w:rsidRDefault="00D43590" w:rsidP="00D43590">
      <w:r>
        <w:t>666.8652</w:t>
      </w:r>
      <w:r>
        <w:tab/>
        <w:t>3.038e0</w:t>
      </w:r>
    </w:p>
    <w:p w:rsidR="00D43590" w:rsidRDefault="00D43590" w:rsidP="00D43590">
      <w:r>
        <w:t>666.9347</w:t>
      </w:r>
      <w:r>
        <w:tab/>
        <w:t>2.025e0</w:t>
      </w:r>
    </w:p>
    <w:p w:rsidR="00D43590" w:rsidRDefault="00D43590" w:rsidP="00D43590">
      <w:r>
        <w:t>667.0371</w:t>
      </w:r>
      <w:r>
        <w:tab/>
        <w:t>5.063e0</w:t>
      </w:r>
    </w:p>
    <w:p w:rsidR="00D43590" w:rsidRDefault="00D43590" w:rsidP="00D43590">
      <w:r>
        <w:t>667.1740</w:t>
      </w:r>
      <w:r>
        <w:tab/>
        <w:t>1.013e0</w:t>
      </w:r>
    </w:p>
    <w:p w:rsidR="00D43590" w:rsidRDefault="00D43590" w:rsidP="00D43590">
      <w:r>
        <w:t>667.2495</w:t>
      </w:r>
      <w:r>
        <w:tab/>
        <w:t>1.519e0</w:t>
      </w:r>
    </w:p>
    <w:p w:rsidR="00D43590" w:rsidRDefault="00D43590" w:rsidP="00D43590">
      <w:r>
        <w:t>667.3936</w:t>
      </w:r>
      <w:r>
        <w:tab/>
        <w:t>2.161e0</w:t>
      </w:r>
    </w:p>
    <w:p w:rsidR="00D43590" w:rsidRDefault="00D43590" w:rsidP="00D43590">
      <w:r>
        <w:t>667.5120</w:t>
      </w:r>
      <w:r>
        <w:tab/>
        <w:t>2.828e0</w:t>
      </w:r>
    </w:p>
    <w:p w:rsidR="00D43590" w:rsidRDefault="00D43590" w:rsidP="00D43590">
      <w:r>
        <w:lastRenderedPageBreak/>
        <w:t>667.6772</w:t>
      </w:r>
      <w:r>
        <w:tab/>
        <w:t>3.214e1</w:t>
      </w:r>
    </w:p>
    <w:p w:rsidR="00D43590" w:rsidRDefault="00D43590" w:rsidP="00D43590">
      <w:r>
        <w:t>667.8074</w:t>
      </w:r>
      <w:r>
        <w:tab/>
        <w:t>2.025e0</w:t>
      </w:r>
    </w:p>
    <w:p w:rsidR="00D43590" w:rsidRDefault="00D43590" w:rsidP="00D43590">
      <w:r>
        <w:t>667.9457</w:t>
      </w:r>
      <w:r>
        <w:tab/>
        <w:t>2.025e0</w:t>
      </w:r>
    </w:p>
    <w:p w:rsidR="00D43590" w:rsidRDefault="00D43590" w:rsidP="00D43590">
      <w:r>
        <w:t>668.0459</w:t>
      </w:r>
      <w:r>
        <w:tab/>
        <w:t>2.025e0</w:t>
      </w:r>
    </w:p>
    <w:p w:rsidR="00D43590" w:rsidRDefault="00D43590" w:rsidP="00D43590">
      <w:r>
        <w:t>668.1836</w:t>
      </w:r>
      <w:r>
        <w:tab/>
        <w:t>4.051e0</w:t>
      </w:r>
    </w:p>
    <w:p w:rsidR="00D43590" w:rsidRDefault="00D43590" w:rsidP="00D43590">
      <w:r>
        <w:t>668.3333</w:t>
      </w:r>
      <w:r>
        <w:tab/>
        <w:t>1.527e0</w:t>
      </w:r>
    </w:p>
    <w:p w:rsidR="00D43590" w:rsidRDefault="00D43590" w:rsidP="00D43590">
      <w:r>
        <w:t>668.4583</w:t>
      </w:r>
      <w:r>
        <w:tab/>
        <w:t>2.636e0</w:t>
      </w:r>
    </w:p>
    <w:p w:rsidR="00D43590" w:rsidRDefault="00D43590" w:rsidP="00D43590">
      <w:r>
        <w:t>668.5448</w:t>
      </w:r>
      <w:r>
        <w:tab/>
        <w:t>2.455e0</w:t>
      </w:r>
    </w:p>
    <w:p w:rsidR="00D43590" w:rsidRDefault="00D43590" w:rsidP="00D43590">
      <w:r>
        <w:t>668.6777</w:t>
      </w:r>
      <w:r>
        <w:tab/>
        <w:t>1.132e1</w:t>
      </w:r>
    </w:p>
    <w:p w:rsidR="00D43590" w:rsidRDefault="00D43590" w:rsidP="00D43590">
      <w:r>
        <w:t>668.8011</w:t>
      </w:r>
      <w:r>
        <w:tab/>
        <w:t>1.013e0</w:t>
      </w:r>
    </w:p>
    <w:p w:rsidR="00D43590" w:rsidRDefault="00D43590" w:rsidP="00D43590">
      <w:r>
        <w:t>668.9095</w:t>
      </w:r>
      <w:r>
        <w:tab/>
        <w:t>3.038e0</w:t>
      </w:r>
    </w:p>
    <w:p w:rsidR="00D43590" w:rsidRDefault="00D43590" w:rsidP="00D43590">
      <w:r>
        <w:t>669.0536</w:t>
      </w:r>
      <w:r>
        <w:tab/>
        <w:t>3.038e0</w:t>
      </w:r>
    </w:p>
    <w:p w:rsidR="00D43590" w:rsidRDefault="00D43590" w:rsidP="00D43590">
      <w:r>
        <w:t>669.1907</w:t>
      </w:r>
      <w:r>
        <w:tab/>
        <w:t>1.013e0</w:t>
      </w:r>
    </w:p>
    <w:p w:rsidR="00D43590" w:rsidRDefault="00D43590" w:rsidP="00D43590">
      <w:r>
        <w:t>669.5135</w:t>
      </w:r>
      <w:r>
        <w:tab/>
        <w:t>2.828e0</w:t>
      </w:r>
    </w:p>
    <w:p w:rsidR="00D43590" w:rsidRDefault="00D43590" w:rsidP="00D43590">
      <w:r>
        <w:t>669.5866</w:t>
      </w:r>
      <w:r>
        <w:tab/>
        <w:t>1.656e0</w:t>
      </w:r>
    </w:p>
    <w:p w:rsidR="00D43590" w:rsidRDefault="00D43590" w:rsidP="00D43590">
      <w:r>
        <w:t>669.7049</w:t>
      </w:r>
      <w:r>
        <w:tab/>
        <w:t>2.025e0</w:t>
      </w:r>
    </w:p>
    <w:p w:rsidR="00D43590" w:rsidRDefault="00D43590" w:rsidP="00D43590">
      <w:r>
        <w:t>669.8934</w:t>
      </w:r>
      <w:r>
        <w:tab/>
        <w:t>2.025e0</w:t>
      </w:r>
    </w:p>
    <w:p w:rsidR="00D43590" w:rsidRDefault="00D43590" w:rsidP="00D43590">
      <w:r>
        <w:t>669.9926</w:t>
      </w:r>
      <w:r>
        <w:tab/>
        <w:t>2.025e0</w:t>
      </w:r>
    </w:p>
    <w:p w:rsidR="00D43590" w:rsidRDefault="00D43590" w:rsidP="00D43590">
      <w:r>
        <w:t>670.0654</w:t>
      </w:r>
      <w:r>
        <w:tab/>
        <w:t>2.025e0</w:t>
      </w:r>
    </w:p>
    <w:p w:rsidR="00D43590" w:rsidRDefault="00D43590" w:rsidP="00D43590">
      <w:r>
        <w:lastRenderedPageBreak/>
        <w:t>670.1433</w:t>
      </w:r>
      <w:r>
        <w:tab/>
        <w:t>4.051e0</w:t>
      </w:r>
    </w:p>
    <w:p w:rsidR="00D43590" w:rsidRDefault="00D43590" w:rsidP="00D43590">
      <w:r>
        <w:t>670.2516</w:t>
      </w:r>
      <w:r>
        <w:tab/>
        <w:t>2.669e0</w:t>
      </w:r>
    </w:p>
    <w:p w:rsidR="00D43590" w:rsidRDefault="00D43590" w:rsidP="00D43590">
      <w:r>
        <w:t>670.3907</w:t>
      </w:r>
      <w:r>
        <w:tab/>
        <w:t>4.757e0</w:t>
      </w:r>
    </w:p>
    <w:p w:rsidR="00D43590" w:rsidRDefault="00D43590" w:rsidP="00D43590">
      <w:r>
        <w:t>670.5892</w:t>
      </w:r>
      <w:r>
        <w:tab/>
        <w:t>2.858e0</w:t>
      </w:r>
    </w:p>
    <w:p w:rsidR="00D43590" w:rsidRDefault="00D43590" w:rsidP="00D43590">
      <w:r>
        <w:t>670.7280</w:t>
      </w:r>
      <w:r>
        <w:tab/>
        <w:t>1.013e0</w:t>
      </w:r>
    </w:p>
    <w:p w:rsidR="00D43590" w:rsidRDefault="00D43590" w:rsidP="00D43590">
      <w:r>
        <w:t>670.8217</w:t>
      </w:r>
      <w:r>
        <w:tab/>
        <w:t>3.038e0</w:t>
      </w:r>
    </w:p>
    <w:p w:rsidR="00D43590" w:rsidRDefault="00D43590" w:rsidP="00D43590">
      <w:r>
        <w:t>670.9174</w:t>
      </w:r>
      <w:r>
        <w:tab/>
        <w:t>2.025e0</w:t>
      </w:r>
    </w:p>
    <w:p w:rsidR="00D43590" w:rsidRDefault="00D43590" w:rsidP="00D43590">
      <w:r>
        <w:t>671.0120</w:t>
      </w:r>
      <w:r>
        <w:tab/>
        <w:t>1.013e0</w:t>
      </w:r>
    </w:p>
    <w:p w:rsidR="00D43590" w:rsidRDefault="00D43590" w:rsidP="00D43590">
      <w:r>
        <w:t>671.0692</w:t>
      </w:r>
      <w:r>
        <w:tab/>
        <w:t>2.025e0</w:t>
      </w:r>
    </w:p>
    <w:p w:rsidR="00D43590" w:rsidRDefault="00D43590" w:rsidP="00D43590">
      <w:r>
        <w:t>671.2645</w:t>
      </w:r>
      <w:r>
        <w:tab/>
        <w:t>3.246e1</w:t>
      </w:r>
    </w:p>
    <w:p w:rsidR="00D43590" w:rsidRDefault="00D43590" w:rsidP="00D43590">
      <w:r>
        <w:t>671.3959</w:t>
      </w:r>
      <w:r>
        <w:tab/>
        <w:t>3.325e1</w:t>
      </w:r>
    </w:p>
    <w:p w:rsidR="00D43590" w:rsidRDefault="00D43590" w:rsidP="00D43590">
      <w:r>
        <w:t>671.5748</w:t>
      </w:r>
      <w:r>
        <w:tab/>
        <w:t>1.881e0</w:t>
      </w:r>
    </w:p>
    <w:p w:rsidR="00D43590" w:rsidRDefault="00D43590" w:rsidP="00D43590">
      <w:r>
        <w:t>671.7073</w:t>
      </w:r>
      <w:r>
        <w:tab/>
        <w:t>4.051e0</w:t>
      </w:r>
    </w:p>
    <w:p w:rsidR="00D43590" w:rsidRDefault="00D43590" w:rsidP="00D43590">
      <w:r>
        <w:t>671.8535</w:t>
      </w:r>
      <w:r>
        <w:tab/>
        <w:t>2.025e0</w:t>
      </w:r>
    </w:p>
    <w:p w:rsidR="00D43590" w:rsidRDefault="00D43590" w:rsidP="00D43590">
      <w:r>
        <w:t>671.9244</w:t>
      </w:r>
      <w:r>
        <w:tab/>
        <w:t>1.013e0</w:t>
      </w:r>
    </w:p>
    <w:p w:rsidR="00D43590" w:rsidRDefault="00D43590" w:rsidP="00D43590">
      <w:r>
        <w:t>672.0753</w:t>
      </w:r>
      <w:r>
        <w:tab/>
        <w:t>3.038e0</w:t>
      </w:r>
    </w:p>
    <w:p w:rsidR="00D43590" w:rsidRDefault="00D43590" w:rsidP="00D43590">
      <w:r>
        <w:t>672.2817</w:t>
      </w:r>
      <w:r>
        <w:tab/>
        <w:t>3.893e0</w:t>
      </w:r>
    </w:p>
    <w:p w:rsidR="00D43590" w:rsidRDefault="00D43590" w:rsidP="00D43590">
      <w:r>
        <w:t>672.3803</w:t>
      </w:r>
      <w:r>
        <w:tab/>
        <w:t>1.309e1</w:t>
      </w:r>
    </w:p>
    <w:p w:rsidR="00D43590" w:rsidRDefault="00D43590" w:rsidP="00D43590">
      <w:r>
        <w:t>672.5399</w:t>
      </w:r>
      <w:r>
        <w:tab/>
        <w:t>4.015e0</w:t>
      </w:r>
    </w:p>
    <w:p w:rsidR="00D43590" w:rsidRDefault="00D43590" w:rsidP="00D43590">
      <w:r>
        <w:lastRenderedPageBreak/>
        <w:t>672.5957</w:t>
      </w:r>
      <w:r>
        <w:tab/>
        <w:t>4.641e0</w:t>
      </w:r>
    </w:p>
    <w:p w:rsidR="00D43590" w:rsidRDefault="00D43590" w:rsidP="00D43590">
      <w:r>
        <w:t>672.6956</w:t>
      </w:r>
      <w:r>
        <w:tab/>
        <w:t>2.025e0</w:t>
      </w:r>
    </w:p>
    <w:p w:rsidR="00D43590" w:rsidRDefault="00D43590" w:rsidP="00D43590">
      <w:r>
        <w:t>672.9330</w:t>
      </w:r>
      <w:r>
        <w:tab/>
        <w:t>1.013e0</w:t>
      </w:r>
    </w:p>
    <w:p w:rsidR="00D43590" w:rsidRDefault="00D43590" w:rsidP="00D43590">
      <w:r>
        <w:t>673.3011</w:t>
      </w:r>
      <w:r>
        <w:tab/>
        <w:t>1.570e0</w:t>
      </w:r>
    </w:p>
    <w:p w:rsidR="00D43590" w:rsidRDefault="00D43590" w:rsidP="00D43590">
      <w:r>
        <w:t>673.3829</w:t>
      </w:r>
      <w:r>
        <w:tab/>
        <w:t>7.430e0</w:t>
      </w:r>
    </w:p>
    <w:p w:rsidR="00D43590" w:rsidRDefault="00D43590" w:rsidP="00D43590">
      <w:r>
        <w:t>673.5021</w:t>
      </w:r>
      <w:r>
        <w:tab/>
        <w:t>2.025e0</w:t>
      </w:r>
    </w:p>
    <w:p w:rsidR="00D43590" w:rsidRDefault="00D43590" w:rsidP="00D43590">
      <w:r>
        <w:t>673.5983</w:t>
      </w:r>
      <w:r>
        <w:tab/>
        <w:t>1.656e0</w:t>
      </w:r>
    </w:p>
    <w:p w:rsidR="00D43590" w:rsidRDefault="00D43590" w:rsidP="00D43590">
      <w:r>
        <w:t>673.7217</w:t>
      </w:r>
      <w:r>
        <w:tab/>
        <w:t>2.025e0</w:t>
      </w:r>
    </w:p>
    <w:p w:rsidR="00D43590" w:rsidRDefault="00D43590" w:rsidP="00D43590">
      <w:r>
        <w:t>673.8433</w:t>
      </w:r>
      <w:r>
        <w:tab/>
        <w:t>1.013e0</w:t>
      </w:r>
    </w:p>
    <w:p w:rsidR="00D43590" w:rsidRDefault="00D43590" w:rsidP="00D43590">
      <w:r>
        <w:t>673.9430</w:t>
      </w:r>
      <w:r>
        <w:tab/>
        <w:t>2.025e0</w:t>
      </w:r>
    </w:p>
    <w:p w:rsidR="00D43590" w:rsidRDefault="00D43590" w:rsidP="00D43590">
      <w:r>
        <w:t>674.0143</w:t>
      </w:r>
      <w:r>
        <w:tab/>
        <w:t>2.025e0</w:t>
      </w:r>
    </w:p>
    <w:p w:rsidR="00D43590" w:rsidRDefault="00D43590" w:rsidP="00D43590">
      <w:r>
        <w:t>674.0737</w:t>
      </w:r>
      <w:r>
        <w:tab/>
        <w:t>1.013e0</w:t>
      </w:r>
    </w:p>
    <w:p w:rsidR="00D43590" w:rsidRDefault="00D43590" w:rsidP="00D43590">
      <w:r>
        <w:t>674.2724</w:t>
      </w:r>
      <w:r>
        <w:tab/>
        <w:t>4.051e0</w:t>
      </w:r>
    </w:p>
    <w:p w:rsidR="00D43590" w:rsidRDefault="00D43590" w:rsidP="00D43590">
      <w:r>
        <w:t>674.5462</w:t>
      </w:r>
      <w:r>
        <w:tab/>
        <w:t>4.991e0</w:t>
      </w:r>
    </w:p>
    <w:p w:rsidR="00D43590" w:rsidRDefault="00D43590" w:rsidP="00D43590">
      <w:r>
        <w:t>674.6386</w:t>
      </w:r>
      <w:r>
        <w:tab/>
        <w:t>1.506e0</w:t>
      </w:r>
    </w:p>
    <w:p w:rsidR="00D43590" w:rsidRDefault="00D43590" w:rsidP="00D43590">
      <w:r>
        <w:t>674.8235</w:t>
      </w:r>
      <w:r>
        <w:tab/>
        <w:t>1.013e0</w:t>
      </w:r>
    </w:p>
    <w:p w:rsidR="00D43590" w:rsidRDefault="00D43590" w:rsidP="00D43590">
      <w:r>
        <w:t>674.9105</w:t>
      </w:r>
      <w:r>
        <w:tab/>
        <w:t>1.013e0</w:t>
      </w:r>
    </w:p>
    <w:p w:rsidR="00D43590" w:rsidRDefault="00D43590" w:rsidP="00D43590">
      <w:r>
        <w:t>675.0208</w:t>
      </w:r>
      <w:r>
        <w:tab/>
        <w:t>4.051e0</w:t>
      </w:r>
    </w:p>
    <w:p w:rsidR="00D43590" w:rsidRDefault="00D43590" w:rsidP="00D43590">
      <w:r>
        <w:t>675.2222</w:t>
      </w:r>
      <w:r>
        <w:tab/>
        <w:t>2.025e0</w:t>
      </w:r>
    </w:p>
    <w:p w:rsidR="00D43590" w:rsidRDefault="00D43590" w:rsidP="00D43590">
      <w:r>
        <w:lastRenderedPageBreak/>
        <w:t>675.3228</w:t>
      </w:r>
      <w:r>
        <w:tab/>
        <w:t>1.159e0</w:t>
      </w:r>
    </w:p>
    <w:p w:rsidR="00D43590" w:rsidRDefault="00D43590" w:rsidP="00D43590">
      <w:r>
        <w:t>675.5089</w:t>
      </w:r>
      <w:r>
        <w:tab/>
        <w:t>2.025e0</w:t>
      </w:r>
    </w:p>
    <w:p w:rsidR="00D43590" w:rsidRDefault="00D43590" w:rsidP="00D43590">
      <w:r>
        <w:t>675.6653</w:t>
      </w:r>
      <w:r>
        <w:tab/>
        <w:t>1.013e0</w:t>
      </w:r>
    </w:p>
    <w:p w:rsidR="00D43590" w:rsidRDefault="00D43590" w:rsidP="00D43590">
      <w:r>
        <w:t>675.7526</w:t>
      </w:r>
      <w:r>
        <w:tab/>
        <w:t>1.013e0</w:t>
      </w:r>
    </w:p>
    <w:p w:rsidR="00D43590" w:rsidRDefault="00D43590" w:rsidP="00D43590">
      <w:r>
        <w:t>675.9167</w:t>
      </w:r>
      <w:r>
        <w:tab/>
        <w:t>2.025e0</w:t>
      </w:r>
    </w:p>
    <w:p w:rsidR="00D43590" w:rsidRDefault="00D43590" w:rsidP="00D43590">
      <w:r>
        <w:t>676.0150</w:t>
      </w:r>
      <w:r>
        <w:tab/>
        <w:t>1.013e0</w:t>
      </w:r>
    </w:p>
    <w:p w:rsidR="00D43590" w:rsidRDefault="00D43590" w:rsidP="00D43590">
      <w:r>
        <w:t>676.1224</w:t>
      </w:r>
      <w:r>
        <w:tab/>
        <w:t>2.025e0</w:t>
      </w:r>
    </w:p>
    <w:p w:rsidR="00D43590" w:rsidRDefault="00D43590" w:rsidP="00D43590">
      <w:r>
        <w:t>676.3182</w:t>
      </w:r>
      <w:r>
        <w:tab/>
        <w:t>2.898e0</w:t>
      </w:r>
    </w:p>
    <w:p w:rsidR="00D43590" w:rsidRDefault="00D43590" w:rsidP="00D43590">
      <w:r>
        <w:t>676.4076</w:t>
      </w:r>
      <w:r>
        <w:tab/>
        <w:t>1.709e0</w:t>
      </w:r>
    </w:p>
    <w:p w:rsidR="00D43590" w:rsidRDefault="00D43590" w:rsidP="00D43590">
      <w:r>
        <w:t>676.4841</w:t>
      </w:r>
      <w:r>
        <w:tab/>
        <w:t>1.867e0</w:t>
      </w:r>
    </w:p>
    <w:p w:rsidR="00D43590" w:rsidRDefault="00D43590" w:rsidP="00D43590">
      <w:r>
        <w:t>676.6343</w:t>
      </w:r>
      <w:r>
        <w:tab/>
        <w:t>4.051e0</w:t>
      </w:r>
    </w:p>
    <w:p w:rsidR="00D43590" w:rsidRDefault="00D43590" w:rsidP="00D43590">
      <w:r>
        <w:t>676.8979</w:t>
      </w:r>
      <w:r>
        <w:tab/>
        <w:t>2.025e0</w:t>
      </w:r>
    </w:p>
    <w:p w:rsidR="00D43590" w:rsidRDefault="00D43590" w:rsidP="00D43590">
      <w:r>
        <w:t>677.0174</w:t>
      </w:r>
      <w:r>
        <w:tab/>
        <w:t>2.025e0</w:t>
      </w:r>
    </w:p>
    <w:p w:rsidR="00D43590" w:rsidRDefault="00D43590" w:rsidP="00D43590">
      <w:r>
        <w:t>677.1548</w:t>
      </w:r>
      <w:r>
        <w:tab/>
        <w:t>2.025e0</w:t>
      </w:r>
    </w:p>
    <w:p w:rsidR="00D43590" w:rsidRDefault="00D43590" w:rsidP="00D43590">
      <w:r>
        <w:t>677.2406</w:t>
      </w:r>
      <w:r>
        <w:tab/>
        <w:t>1.013e0</w:t>
      </w:r>
    </w:p>
    <w:p w:rsidR="00D43590" w:rsidRDefault="00D43590" w:rsidP="00D43590">
      <w:r>
        <w:t>677.3320</w:t>
      </w:r>
      <w:r>
        <w:tab/>
        <w:t>2.805e0</w:t>
      </w:r>
    </w:p>
    <w:p w:rsidR="00D43590" w:rsidRDefault="00D43590" w:rsidP="00D43590">
      <w:r>
        <w:t>677.5215</w:t>
      </w:r>
      <w:r>
        <w:tab/>
        <w:t>1.195e1</w:t>
      </w:r>
    </w:p>
    <w:p w:rsidR="00D43590" w:rsidRDefault="00D43590" w:rsidP="00D43590">
      <w:r>
        <w:t>677.6506</w:t>
      </w:r>
      <w:r>
        <w:tab/>
        <w:t>3.038e0</w:t>
      </w:r>
    </w:p>
    <w:p w:rsidR="00D43590" w:rsidRDefault="00D43590" w:rsidP="00D43590">
      <w:r>
        <w:t>677.7547</w:t>
      </w:r>
      <w:r>
        <w:tab/>
        <w:t>2.025e0</w:t>
      </w:r>
    </w:p>
    <w:p w:rsidR="00D43590" w:rsidRDefault="00D43590" w:rsidP="00D43590">
      <w:r>
        <w:lastRenderedPageBreak/>
        <w:t>677.8658</w:t>
      </w:r>
      <w:r>
        <w:tab/>
        <w:t>1.013e0</w:t>
      </w:r>
    </w:p>
    <w:p w:rsidR="00D43590" w:rsidRDefault="00D43590" w:rsidP="00D43590">
      <w:r>
        <w:t>677.9622</w:t>
      </w:r>
      <w:r>
        <w:tab/>
        <w:t>1.013e0</w:t>
      </w:r>
    </w:p>
    <w:p w:rsidR="00D43590" w:rsidRDefault="00D43590" w:rsidP="00D43590">
      <w:r>
        <w:t>678.0691</w:t>
      </w:r>
      <w:r>
        <w:tab/>
        <w:t>1.013e0</w:t>
      </w:r>
    </w:p>
    <w:p w:rsidR="00D43590" w:rsidRDefault="00D43590" w:rsidP="00D43590">
      <w:r>
        <w:t>678.1609</w:t>
      </w:r>
      <w:r>
        <w:tab/>
        <w:t>2.025e0</w:t>
      </w:r>
    </w:p>
    <w:p w:rsidR="00D43590" w:rsidRDefault="00D43590" w:rsidP="00D43590">
      <w:r>
        <w:t>678.2245</w:t>
      </w:r>
      <w:r>
        <w:tab/>
        <w:t>1.013e0</w:t>
      </w:r>
    </w:p>
    <w:p w:rsidR="00D43590" w:rsidRDefault="00D43590" w:rsidP="00D43590">
      <w:r>
        <w:t>678.5148</w:t>
      </w:r>
      <w:r>
        <w:tab/>
        <w:t>4.631e0</w:t>
      </w:r>
    </w:p>
    <w:p w:rsidR="00D43590" w:rsidRDefault="00D43590" w:rsidP="00D43590">
      <w:r>
        <w:t>678.6059</w:t>
      </w:r>
      <w:r>
        <w:tab/>
        <w:t>2.025e0</w:t>
      </w:r>
    </w:p>
    <w:p w:rsidR="00D43590" w:rsidRDefault="00D43590" w:rsidP="00D43590">
      <w:r>
        <w:t>678.6929</w:t>
      </w:r>
      <w:r>
        <w:tab/>
        <w:t>3.038e0</w:t>
      </w:r>
    </w:p>
    <w:p w:rsidR="00D43590" w:rsidRDefault="00D43590" w:rsidP="00D43590">
      <w:r>
        <w:t>678.9960</w:t>
      </w:r>
      <w:r>
        <w:tab/>
        <w:t>1.013e0</w:t>
      </w:r>
    </w:p>
    <w:p w:rsidR="00D43590" w:rsidRDefault="00D43590" w:rsidP="00D43590">
      <w:r>
        <w:t>679.0864</w:t>
      </w:r>
      <w:r>
        <w:tab/>
        <w:t>2.025e0</w:t>
      </w:r>
    </w:p>
    <w:p w:rsidR="00D43590" w:rsidRDefault="00D43590" w:rsidP="00D43590">
      <w:r>
        <w:t>679.2971</w:t>
      </w:r>
      <w:r>
        <w:tab/>
        <w:t>2.582e0</w:t>
      </w:r>
    </w:p>
    <w:p w:rsidR="00D43590" w:rsidRDefault="00D43590" w:rsidP="00D43590">
      <w:r>
        <w:t>679.4120</w:t>
      </w:r>
      <w:r>
        <w:tab/>
        <w:t>2.013e0</w:t>
      </w:r>
    </w:p>
    <w:p w:rsidR="00D43590" w:rsidRDefault="00D43590" w:rsidP="00D43590">
      <w:r>
        <w:t>679.4900</w:t>
      </w:r>
      <w:r>
        <w:tab/>
        <w:t>4.509e0</w:t>
      </w:r>
    </w:p>
    <w:p w:rsidR="00D43590" w:rsidRDefault="00D43590" w:rsidP="00D43590">
      <w:r>
        <w:t>679.8525</w:t>
      </w:r>
      <w:r>
        <w:tab/>
        <w:t>2.025e0</w:t>
      </w:r>
    </w:p>
    <w:p w:rsidR="00D43590" w:rsidRDefault="00D43590" w:rsidP="00D43590">
      <w:r>
        <w:t>679.9634</w:t>
      </w:r>
      <w:r>
        <w:tab/>
        <w:t>1.013e0</w:t>
      </w:r>
    </w:p>
    <w:p w:rsidR="00D43590" w:rsidRDefault="00D43590" w:rsidP="00D43590">
      <w:r>
        <w:t>680.1805</w:t>
      </w:r>
      <w:r>
        <w:tab/>
        <w:t>3.038e0</w:t>
      </w:r>
    </w:p>
    <w:p w:rsidR="00D43590" w:rsidRDefault="00D43590" w:rsidP="00D43590">
      <w:r>
        <w:t>680.2971</w:t>
      </w:r>
      <w:r>
        <w:tab/>
        <w:t>1.507e0</w:t>
      </w:r>
    </w:p>
    <w:p w:rsidR="00D43590" w:rsidRDefault="00D43590" w:rsidP="00D43590">
      <w:r>
        <w:t>680.4950</w:t>
      </w:r>
      <w:r>
        <w:tab/>
        <w:t>8.080e0</w:t>
      </w:r>
    </w:p>
    <w:p w:rsidR="00D43590" w:rsidRDefault="00D43590" w:rsidP="00D43590">
      <w:r>
        <w:t>680.6931</w:t>
      </w:r>
      <w:r>
        <w:tab/>
        <w:t>1.013e0</w:t>
      </w:r>
    </w:p>
    <w:p w:rsidR="00D43590" w:rsidRDefault="00D43590" w:rsidP="00D43590">
      <w:r>
        <w:lastRenderedPageBreak/>
        <w:t>680.8611</w:t>
      </w:r>
      <w:r>
        <w:tab/>
        <w:t>1.013e0</w:t>
      </w:r>
    </w:p>
    <w:p w:rsidR="00D43590" w:rsidRDefault="00D43590" w:rsidP="00D43590">
      <w:r>
        <w:t>680.9808</w:t>
      </w:r>
      <w:r>
        <w:tab/>
        <w:t>1.013e0</w:t>
      </w:r>
    </w:p>
    <w:p w:rsidR="00D43590" w:rsidRDefault="00D43590" w:rsidP="00D43590">
      <w:r>
        <w:t>681.1373</w:t>
      </w:r>
      <w:r>
        <w:tab/>
        <w:t>1.013e0</w:t>
      </w:r>
    </w:p>
    <w:p w:rsidR="00D43590" w:rsidRDefault="00D43590" w:rsidP="00D43590">
      <w:r>
        <w:t>681.2991</w:t>
      </w:r>
      <w:r>
        <w:tab/>
        <w:t>1.519e0</w:t>
      </w:r>
    </w:p>
    <w:p w:rsidR="00D43590" w:rsidRDefault="00D43590" w:rsidP="00D43590">
      <w:r>
        <w:t>681.5101</w:t>
      </w:r>
      <w:r>
        <w:tab/>
        <w:t>1.320e0</w:t>
      </w:r>
    </w:p>
    <w:p w:rsidR="00D43590" w:rsidRDefault="00D43590" w:rsidP="00D43590">
      <w:r>
        <w:t>681.6243</w:t>
      </w:r>
      <w:r>
        <w:tab/>
        <w:t>1.953e0</w:t>
      </w:r>
    </w:p>
    <w:p w:rsidR="00D43590" w:rsidRDefault="00D43590" w:rsidP="00D43590">
      <w:r>
        <w:t>681.7181</w:t>
      </w:r>
      <w:r>
        <w:tab/>
        <w:t>2.025e0</w:t>
      </w:r>
    </w:p>
    <w:p w:rsidR="00D43590" w:rsidRDefault="00D43590" w:rsidP="00D43590">
      <w:r>
        <w:t>681.9238</w:t>
      </w:r>
      <w:r>
        <w:tab/>
        <w:t>2.025e0</w:t>
      </w:r>
    </w:p>
    <w:p w:rsidR="00D43590" w:rsidRDefault="00D43590" w:rsidP="00D43590">
      <w:r>
        <w:t>682.1002</w:t>
      </w:r>
      <w:r>
        <w:tab/>
        <w:t>2.318e0</w:t>
      </w:r>
    </w:p>
    <w:p w:rsidR="00D43590" w:rsidRDefault="00D43590" w:rsidP="00D43590">
      <w:r>
        <w:t>682.1949</w:t>
      </w:r>
      <w:r>
        <w:tab/>
        <w:t>1.013e0</w:t>
      </w:r>
    </w:p>
    <w:p w:rsidR="00D43590" w:rsidRDefault="00D43590" w:rsidP="00D43590">
      <w:r>
        <w:t>682.4130</w:t>
      </w:r>
      <w:r>
        <w:tab/>
        <w:t>3.026e0</w:t>
      </w:r>
    </w:p>
    <w:p w:rsidR="00D43590" w:rsidRDefault="00D43590" w:rsidP="00D43590">
      <w:r>
        <w:t>682.4913</w:t>
      </w:r>
      <w:r>
        <w:tab/>
        <w:t>3.502e0</w:t>
      </w:r>
    </w:p>
    <w:p w:rsidR="00D43590" w:rsidRDefault="00D43590" w:rsidP="00D43590">
      <w:r>
        <w:t>682.5696</w:t>
      </w:r>
      <w:r>
        <w:tab/>
        <w:t>4.728e0</w:t>
      </w:r>
    </w:p>
    <w:p w:rsidR="00D43590" w:rsidRDefault="00D43590" w:rsidP="00D43590">
      <w:r>
        <w:t>682.6703</w:t>
      </w:r>
      <w:r>
        <w:tab/>
        <w:t>2.025e0</w:t>
      </w:r>
    </w:p>
    <w:p w:rsidR="00D43590" w:rsidRDefault="00D43590" w:rsidP="00D43590">
      <w:r>
        <w:t>682.8929</w:t>
      </w:r>
      <w:r>
        <w:tab/>
        <w:t>1.013e0</w:t>
      </w:r>
    </w:p>
    <w:p w:rsidR="00D43590" w:rsidRDefault="00D43590" w:rsidP="00D43590">
      <w:r>
        <w:t>683.0056</w:t>
      </w:r>
      <w:r>
        <w:tab/>
        <w:t>2.025e0</w:t>
      </w:r>
    </w:p>
    <w:p w:rsidR="00D43590" w:rsidRDefault="00D43590" w:rsidP="00D43590">
      <w:r>
        <w:t>683.1218</w:t>
      </w:r>
      <w:r>
        <w:tab/>
        <w:t>2.025e0</w:t>
      </w:r>
    </w:p>
    <w:p w:rsidR="00D43590" w:rsidRDefault="00D43590" w:rsidP="00D43590">
      <w:r>
        <w:t>683.2664</w:t>
      </w:r>
      <w:r>
        <w:tab/>
        <w:t>1.013e0</w:t>
      </w:r>
    </w:p>
    <w:p w:rsidR="00D43590" w:rsidRDefault="00D43590" w:rsidP="00D43590">
      <w:r>
        <w:t>683.4044</w:t>
      </w:r>
      <w:r>
        <w:tab/>
        <w:t>4.393e1</w:t>
      </w:r>
    </w:p>
    <w:p w:rsidR="00D43590" w:rsidRDefault="00D43590" w:rsidP="00D43590">
      <w:r>
        <w:lastRenderedPageBreak/>
        <w:t>683.6178</w:t>
      </w:r>
      <w:r>
        <w:tab/>
        <w:t>8.779e0</w:t>
      </w:r>
    </w:p>
    <w:p w:rsidR="00D43590" w:rsidRDefault="00D43590" w:rsidP="00D43590">
      <w:r>
        <w:t>683.8961</w:t>
      </w:r>
      <w:r>
        <w:tab/>
        <w:t>3.038e0</w:t>
      </w:r>
    </w:p>
    <w:p w:rsidR="00D43590" w:rsidRDefault="00D43590" w:rsidP="00D43590">
      <w:r>
        <w:t>684.2640</w:t>
      </w:r>
      <w:r>
        <w:tab/>
        <w:t>3.038e0</w:t>
      </w:r>
    </w:p>
    <w:p w:rsidR="00D43590" w:rsidRDefault="00D43590" w:rsidP="00D43590">
      <w:r>
        <w:t>684.4109</w:t>
      </w:r>
      <w:r>
        <w:tab/>
        <w:t>1.773e1</w:t>
      </w:r>
    </w:p>
    <w:p w:rsidR="00D43590" w:rsidRDefault="00D43590" w:rsidP="00D43590">
      <w:r>
        <w:t>684.5341</w:t>
      </w:r>
      <w:r>
        <w:tab/>
        <w:t>2.318e0</w:t>
      </w:r>
    </w:p>
    <w:p w:rsidR="00D43590" w:rsidRDefault="00D43590" w:rsidP="00D43590">
      <w:r>
        <w:t>684.6514</w:t>
      </w:r>
      <w:r>
        <w:tab/>
        <w:t>3.038e0</w:t>
      </w:r>
    </w:p>
    <w:p w:rsidR="00D43590" w:rsidRDefault="00D43590" w:rsidP="00D43590">
      <w:r>
        <w:t>684.7574</w:t>
      </w:r>
      <w:r>
        <w:tab/>
        <w:t>2.025e0</w:t>
      </w:r>
    </w:p>
    <w:p w:rsidR="00D43590" w:rsidRDefault="00D43590" w:rsidP="00D43590">
      <w:r>
        <w:t>684.9427</w:t>
      </w:r>
      <w:r>
        <w:tab/>
        <w:t>1.013e0</w:t>
      </w:r>
    </w:p>
    <w:p w:rsidR="00D43590" w:rsidRDefault="00D43590" w:rsidP="00D43590">
      <w:r>
        <w:t>685.0945</w:t>
      </w:r>
      <w:r>
        <w:tab/>
        <w:t>1.013e0</w:t>
      </w:r>
    </w:p>
    <w:p w:rsidR="00D43590" w:rsidRDefault="00D43590" w:rsidP="00D43590">
      <w:r>
        <w:t>685.1795</w:t>
      </w:r>
      <w:r>
        <w:tab/>
        <w:t>3.038e0</w:t>
      </w:r>
    </w:p>
    <w:p w:rsidR="00D43590" w:rsidRDefault="00D43590" w:rsidP="00D43590">
      <w:r>
        <w:t>685.3773</w:t>
      </w:r>
      <w:r>
        <w:tab/>
        <w:t>8.137e0</w:t>
      </w:r>
    </w:p>
    <w:p w:rsidR="00D43590" w:rsidRDefault="00D43590" w:rsidP="00D43590">
      <w:r>
        <w:t>685.5417</w:t>
      </w:r>
      <w:r>
        <w:tab/>
        <w:t>1.417e0</w:t>
      </w:r>
    </w:p>
    <w:p w:rsidR="00D43590" w:rsidRDefault="00D43590" w:rsidP="00D43590">
      <w:r>
        <w:t>685.6193</w:t>
      </w:r>
      <w:r>
        <w:tab/>
        <w:t>2.025e0</w:t>
      </w:r>
    </w:p>
    <w:p w:rsidR="00D43590" w:rsidRDefault="00D43590" w:rsidP="00D43590">
      <w:r>
        <w:t>685.7885</w:t>
      </w:r>
      <w:r>
        <w:tab/>
        <w:t>1.013e0</w:t>
      </w:r>
    </w:p>
    <w:p w:rsidR="00D43590" w:rsidRDefault="00D43590" w:rsidP="00D43590">
      <w:r>
        <w:t>685.8368</w:t>
      </w:r>
      <w:r>
        <w:tab/>
        <w:t>1.013e0</w:t>
      </w:r>
    </w:p>
    <w:p w:rsidR="00D43590" w:rsidRDefault="00D43590" w:rsidP="00D43590">
      <w:r>
        <w:t>686.0424</w:t>
      </w:r>
      <w:r>
        <w:tab/>
        <w:t>1.013e0</w:t>
      </w:r>
    </w:p>
    <w:p w:rsidR="00D43590" w:rsidRDefault="00D43590" w:rsidP="00D43590">
      <w:r>
        <w:t>686.2599</w:t>
      </w:r>
      <w:r>
        <w:tab/>
        <w:t>1.967e0</w:t>
      </w:r>
    </w:p>
    <w:p w:rsidR="00D43590" w:rsidRDefault="00D43590" w:rsidP="00D43590">
      <w:r>
        <w:t>686.4354</w:t>
      </w:r>
      <w:r>
        <w:tab/>
        <w:t>1.028e0</w:t>
      </w:r>
    </w:p>
    <w:p w:rsidR="00D43590" w:rsidRDefault="00D43590" w:rsidP="00D43590">
      <w:r>
        <w:t>686.5928</w:t>
      </w:r>
      <w:r>
        <w:tab/>
        <w:t>1.914e0</w:t>
      </w:r>
    </w:p>
    <w:p w:rsidR="00D43590" w:rsidRDefault="00D43590" w:rsidP="00D43590">
      <w:r>
        <w:lastRenderedPageBreak/>
        <w:t>686.7325</w:t>
      </w:r>
      <w:r>
        <w:tab/>
        <w:t>1.013e0</w:t>
      </w:r>
    </w:p>
    <w:p w:rsidR="00D43590" w:rsidRDefault="00D43590" w:rsidP="00D43590">
      <w:r>
        <w:t>686.8968</w:t>
      </w:r>
      <w:r>
        <w:tab/>
        <w:t>1.013e0</w:t>
      </w:r>
    </w:p>
    <w:p w:rsidR="00D43590" w:rsidRDefault="00D43590" w:rsidP="00D43590">
      <w:r>
        <w:t>686.9691</w:t>
      </w:r>
      <w:r>
        <w:tab/>
        <w:t>2.025e0</w:t>
      </w:r>
    </w:p>
    <w:p w:rsidR="00D43590" w:rsidRDefault="00D43590" w:rsidP="00D43590">
      <w:r>
        <w:t>687.0941</w:t>
      </w:r>
      <w:r>
        <w:tab/>
        <w:t>2.025e0</w:t>
      </w:r>
    </w:p>
    <w:p w:rsidR="00D43590" w:rsidRDefault="00D43590" w:rsidP="00D43590">
      <w:r>
        <w:t>687.3638</w:t>
      </w:r>
      <w:r>
        <w:tab/>
        <w:t>2.879e2</w:t>
      </w:r>
    </w:p>
    <w:p w:rsidR="00D43590" w:rsidRDefault="00D43590" w:rsidP="00D43590">
      <w:r>
        <w:t>687.5106</w:t>
      </w:r>
      <w:r>
        <w:tab/>
        <w:t>5.805e0</w:t>
      </w:r>
    </w:p>
    <w:p w:rsidR="00D43590" w:rsidRDefault="00D43590" w:rsidP="00D43590">
      <w:r>
        <w:t>687.6403</w:t>
      </w:r>
      <w:r>
        <w:tab/>
        <w:t>4.051e0</w:t>
      </w:r>
    </w:p>
    <w:p w:rsidR="00D43590" w:rsidRDefault="00D43590" w:rsidP="00D43590">
      <w:r>
        <w:t>687.7403</w:t>
      </w:r>
      <w:r>
        <w:tab/>
        <w:t>2.025e0</w:t>
      </w:r>
    </w:p>
    <w:p w:rsidR="00D43590" w:rsidRDefault="00D43590" w:rsidP="00D43590">
      <w:r>
        <w:t>687.7979</w:t>
      </w:r>
      <w:r>
        <w:tab/>
        <w:t>2.025e0</w:t>
      </w:r>
    </w:p>
    <w:p w:rsidR="00D43590" w:rsidRDefault="00D43590" w:rsidP="00D43590">
      <w:r>
        <w:t>687.9787</w:t>
      </w:r>
      <w:r>
        <w:tab/>
        <w:t>2.025e0</w:t>
      </w:r>
    </w:p>
    <w:p w:rsidR="00D43590" w:rsidRDefault="00D43590" w:rsidP="00D43590">
      <w:r>
        <w:t>688.3629</w:t>
      </w:r>
      <w:r>
        <w:tab/>
        <w:t>1.115e2</w:t>
      </w:r>
    </w:p>
    <w:p w:rsidR="00D43590" w:rsidRDefault="00D43590" w:rsidP="00D43590">
      <w:r>
        <w:t>688.5903</w:t>
      </w:r>
      <w:r>
        <w:tab/>
        <w:t>2.825e0</w:t>
      </w:r>
    </w:p>
    <w:p w:rsidR="00D43590" w:rsidRDefault="00D43590" w:rsidP="00D43590">
      <w:r>
        <w:t>688.7193</w:t>
      </w:r>
      <w:r>
        <w:tab/>
        <w:t>3.038e0</w:t>
      </w:r>
    </w:p>
    <w:p w:rsidR="00D43590" w:rsidRDefault="00D43590" w:rsidP="00D43590">
      <w:r>
        <w:t>688.8290</w:t>
      </w:r>
      <w:r>
        <w:tab/>
        <w:t>1.013e0</w:t>
      </w:r>
    </w:p>
    <w:p w:rsidR="00D43590" w:rsidRDefault="00D43590" w:rsidP="00D43590">
      <w:r>
        <w:t>688.9504</w:t>
      </w:r>
      <w:r>
        <w:tab/>
        <w:t>1.013e0</w:t>
      </w:r>
    </w:p>
    <w:p w:rsidR="00D43590" w:rsidRDefault="00D43590" w:rsidP="00D43590">
      <w:r>
        <w:t>689.0233</w:t>
      </w:r>
      <w:r>
        <w:tab/>
        <w:t>1.013e0</w:t>
      </w:r>
    </w:p>
    <w:p w:rsidR="00D43590" w:rsidRDefault="00D43590" w:rsidP="00D43590">
      <w:r>
        <w:t>689.1502</w:t>
      </w:r>
      <w:r>
        <w:tab/>
        <w:t>2.025e0</w:t>
      </w:r>
    </w:p>
    <w:p w:rsidR="00D43590" w:rsidRDefault="00D43590" w:rsidP="00D43590">
      <w:r>
        <w:t>689.2660</w:t>
      </w:r>
      <w:r>
        <w:tab/>
        <w:t>1.961e0</w:t>
      </w:r>
    </w:p>
    <w:p w:rsidR="00D43590" w:rsidRDefault="00D43590" w:rsidP="00D43590">
      <w:r>
        <w:t>689.3680</w:t>
      </w:r>
      <w:r>
        <w:tab/>
        <w:t>3.310e1</w:t>
      </w:r>
    </w:p>
    <w:p w:rsidR="00D43590" w:rsidRDefault="00D43590" w:rsidP="00D43590">
      <w:r>
        <w:lastRenderedPageBreak/>
        <w:t>689.5518</w:t>
      </w:r>
      <w:r>
        <w:tab/>
        <w:t>1.202e1</w:t>
      </w:r>
    </w:p>
    <w:p w:rsidR="00D43590" w:rsidRDefault="00D43590" w:rsidP="00D43590">
      <w:r>
        <w:t>689.6974</w:t>
      </w:r>
      <w:r>
        <w:tab/>
        <w:t>1.013e0</w:t>
      </w:r>
    </w:p>
    <w:p w:rsidR="00D43590" w:rsidRDefault="00D43590" w:rsidP="00D43590">
      <w:r>
        <w:t>689.7947</w:t>
      </w:r>
      <w:r>
        <w:tab/>
        <w:t>3.038e0</w:t>
      </w:r>
    </w:p>
    <w:p w:rsidR="00D43590" w:rsidRDefault="00D43590" w:rsidP="00D43590">
      <w:r>
        <w:t>689.9194</w:t>
      </w:r>
      <w:r>
        <w:tab/>
        <w:t>3.038e0</w:t>
      </w:r>
    </w:p>
    <w:p w:rsidR="00D43590" w:rsidRDefault="00D43590" w:rsidP="00D43590">
      <w:r>
        <w:t>689.9923</w:t>
      </w:r>
      <w:r>
        <w:tab/>
        <w:t>1.013e0</w:t>
      </w:r>
    </w:p>
    <w:p w:rsidR="00D43590" w:rsidRDefault="00D43590" w:rsidP="00D43590">
      <w:r>
        <w:t>690.1290</w:t>
      </w:r>
      <w:r>
        <w:tab/>
        <w:t>1.013e0</w:t>
      </w:r>
    </w:p>
    <w:p w:rsidR="00D43590" w:rsidRDefault="00D43590" w:rsidP="00D43590">
      <w:r>
        <w:t>690.2946</w:t>
      </w:r>
      <w:r>
        <w:tab/>
        <w:t>1.829e0</w:t>
      </w:r>
    </w:p>
    <w:p w:rsidR="00D43590" w:rsidRDefault="00D43590" w:rsidP="00D43590">
      <w:r>
        <w:t>690.3727</w:t>
      </w:r>
      <w:r>
        <w:tab/>
        <w:t>4.248e0</w:t>
      </w:r>
    </w:p>
    <w:p w:rsidR="00D43590" w:rsidRDefault="00D43590" w:rsidP="00D43590">
      <w:r>
        <w:t>690.4326</w:t>
      </w:r>
      <w:r>
        <w:tab/>
        <w:t>1.852e0</w:t>
      </w:r>
    </w:p>
    <w:p w:rsidR="00D43590" w:rsidRDefault="00D43590" w:rsidP="00D43590">
      <w:r>
        <w:t>690.5681</w:t>
      </w:r>
      <w:r>
        <w:tab/>
        <w:t>6.731e0</w:t>
      </w:r>
    </w:p>
    <w:p w:rsidR="00D43590" w:rsidRDefault="00D43590" w:rsidP="00D43590">
      <w:r>
        <w:t>690.6595</w:t>
      </w:r>
      <w:r>
        <w:tab/>
        <w:t>3.038e0</w:t>
      </w:r>
    </w:p>
    <w:p w:rsidR="00D43590" w:rsidRDefault="00D43590" w:rsidP="00D43590">
      <w:r>
        <w:t>690.8132</w:t>
      </w:r>
      <w:r>
        <w:tab/>
        <w:t>7.089e0</w:t>
      </w:r>
    </w:p>
    <w:p w:rsidR="00D43590" w:rsidRDefault="00D43590" w:rsidP="00D43590">
      <w:r>
        <w:t>690.8953</w:t>
      </w:r>
      <w:r>
        <w:tab/>
        <w:t>2.212e0</w:t>
      </w:r>
    </w:p>
    <w:p w:rsidR="00D43590" w:rsidRDefault="00D43590" w:rsidP="00D43590">
      <w:r>
        <w:t>691.0572</w:t>
      </w:r>
      <w:r>
        <w:tab/>
        <w:t>3.038e0</w:t>
      </w:r>
    </w:p>
    <w:p w:rsidR="00D43590" w:rsidRDefault="00D43590" w:rsidP="00D43590">
      <w:r>
        <w:t>691.1963</w:t>
      </w:r>
      <w:r>
        <w:tab/>
        <w:t>3.038e0</w:t>
      </w:r>
    </w:p>
    <w:p w:rsidR="00D43590" w:rsidRDefault="00D43590" w:rsidP="00D43590">
      <w:r>
        <w:t>691.4095</w:t>
      </w:r>
      <w:r>
        <w:tab/>
        <w:t>5.864e0</w:t>
      </w:r>
    </w:p>
    <w:p w:rsidR="00D43590" w:rsidRDefault="00D43590" w:rsidP="00D43590">
      <w:r>
        <w:t>691.5389</w:t>
      </w:r>
      <w:r>
        <w:tab/>
        <w:t>3.604e0</w:t>
      </w:r>
    </w:p>
    <w:p w:rsidR="00D43590" w:rsidRDefault="00D43590" w:rsidP="00D43590">
      <w:r>
        <w:t>691.6294</w:t>
      </w:r>
      <w:r>
        <w:tab/>
        <w:t>1.730e0</w:t>
      </w:r>
    </w:p>
    <w:p w:rsidR="00D43590" w:rsidRDefault="00D43590" w:rsidP="00D43590">
      <w:r>
        <w:t>691.7707</w:t>
      </w:r>
      <w:r>
        <w:tab/>
        <w:t>3.038e0</w:t>
      </w:r>
    </w:p>
    <w:p w:rsidR="00D43590" w:rsidRDefault="00D43590" w:rsidP="00D43590">
      <w:r>
        <w:lastRenderedPageBreak/>
        <w:t>691.8456</w:t>
      </w:r>
      <w:r>
        <w:tab/>
        <w:t>2.025e0</w:t>
      </w:r>
    </w:p>
    <w:p w:rsidR="00D43590" w:rsidRDefault="00D43590" w:rsidP="00D43590">
      <w:r>
        <w:t>692.0286</w:t>
      </w:r>
      <w:r>
        <w:tab/>
        <w:t>1.013e0</w:t>
      </w:r>
    </w:p>
    <w:p w:rsidR="00D43590" w:rsidRDefault="00D43590" w:rsidP="00D43590">
      <w:r>
        <w:t>692.1506</w:t>
      </w:r>
      <w:r>
        <w:tab/>
        <w:t>1.013e0</w:t>
      </w:r>
    </w:p>
    <w:p w:rsidR="00D43590" w:rsidRDefault="00D43590" w:rsidP="00D43590">
      <w:r>
        <w:t>692.3085</w:t>
      </w:r>
      <w:r>
        <w:tab/>
        <w:t>1.750e0</w:t>
      </w:r>
    </w:p>
    <w:p w:rsidR="00D43590" w:rsidRDefault="00D43590" w:rsidP="00D43590">
      <w:r>
        <w:t>692.6488</w:t>
      </w:r>
      <w:r>
        <w:tab/>
        <w:t>2.025e0</w:t>
      </w:r>
    </w:p>
    <w:p w:rsidR="00D43590" w:rsidRDefault="00D43590" w:rsidP="00D43590">
      <w:r>
        <w:t>692.9199</w:t>
      </w:r>
      <w:r>
        <w:tab/>
        <w:t>2.025e0</w:t>
      </w:r>
    </w:p>
    <w:p w:rsidR="00D43590" w:rsidRDefault="00D43590" w:rsidP="00D43590">
      <w:r>
        <w:t>693.0202</w:t>
      </w:r>
      <w:r>
        <w:tab/>
        <w:t>2.025e0</w:t>
      </w:r>
    </w:p>
    <w:p w:rsidR="00D43590" w:rsidRDefault="00D43590" w:rsidP="00D43590">
      <w:r>
        <w:t>693.2289</w:t>
      </w:r>
      <w:r>
        <w:tab/>
        <w:t>3.038e0</w:t>
      </w:r>
    </w:p>
    <w:p w:rsidR="00D43590" w:rsidRDefault="00D43590" w:rsidP="00D43590">
      <w:r>
        <w:t>693.5092</w:t>
      </w:r>
      <w:r>
        <w:tab/>
        <w:t>4.064e0</w:t>
      </w:r>
    </w:p>
    <w:p w:rsidR="00D43590" w:rsidRDefault="00D43590" w:rsidP="00D43590">
      <w:r>
        <w:t>694.0188</w:t>
      </w:r>
      <w:r>
        <w:tab/>
        <w:t>2.025e0</w:t>
      </w:r>
    </w:p>
    <w:p w:rsidR="00D43590" w:rsidRDefault="00D43590" w:rsidP="00D43590">
      <w:r>
        <w:t>694.2595</w:t>
      </w:r>
      <w:r>
        <w:tab/>
        <w:t>2.740e0</w:t>
      </w:r>
    </w:p>
    <w:p w:rsidR="00D43590" w:rsidRDefault="00D43590" w:rsidP="00D43590">
      <w:r>
        <w:t>694.4786</w:t>
      </w:r>
      <w:r>
        <w:tab/>
        <w:t>3.632e0</w:t>
      </w:r>
    </w:p>
    <w:p w:rsidR="00D43590" w:rsidRDefault="00D43590" w:rsidP="00D43590">
      <w:r>
        <w:t>694.6301</w:t>
      </w:r>
      <w:r>
        <w:tab/>
        <w:t>1.583e0</w:t>
      </w:r>
    </w:p>
    <w:p w:rsidR="00D43590" w:rsidRDefault="00D43590" w:rsidP="00D43590">
      <w:r>
        <w:t>694.8511</w:t>
      </w:r>
      <w:r>
        <w:tab/>
        <w:t>2.025e0</w:t>
      </w:r>
    </w:p>
    <w:p w:rsidR="00D43590" w:rsidRDefault="00D43590" w:rsidP="00D43590">
      <w:r>
        <w:t>695.2593</w:t>
      </w:r>
      <w:r>
        <w:tab/>
        <w:t>2.740e0</w:t>
      </w:r>
    </w:p>
    <w:p w:rsidR="00D43590" w:rsidRDefault="00D43590" w:rsidP="00D43590">
      <w:r>
        <w:t>695.4536</w:t>
      </w:r>
      <w:r>
        <w:tab/>
        <w:t>2.104e0</w:t>
      </w:r>
    </w:p>
    <w:p w:rsidR="00D43590" w:rsidRDefault="00D43590" w:rsidP="00D43590">
      <w:r>
        <w:t>695.6435</w:t>
      </w:r>
      <w:r>
        <w:tab/>
        <w:t>5.634e0</w:t>
      </w:r>
    </w:p>
    <w:p w:rsidR="00D43590" w:rsidRDefault="00D43590" w:rsidP="00D43590">
      <w:r>
        <w:t>695.7814</w:t>
      </w:r>
      <w:r>
        <w:tab/>
        <w:t>1.013e0</w:t>
      </w:r>
    </w:p>
    <w:p w:rsidR="00D43590" w:rsidRDefault="00D43590" w:rsidP="00D43590">
      <w:r>
        <w:t>695.8672</w:t>
      </w:r>
      <w:r>
        <w:tab/>
        <w:t>1.013e0</w:t>
      </w:r>
    </w:p>
    <w:p w:rsidR="00D43590" w:rsidRDefault="00D43590" w:rsidP="00D43590">
      <w:r>
        <w:lastRenderedPageBreak/>
        <w:t>695.9656</w:t>
      </w:r>
      <w:r>
        <w:tab/>
        <w:t>1.013e0</w:t>
      </w:r>
    </w:p>
    <w:p w:rsidR="00D43590" w:rsidRDefault="00D43590" w:rsidP="00D43590">
      <w:r>
        <w:t>696.0281</w:t>
      </w:r>
      <w:r>
        <w:tab/>
        <w:t>2.025e0</w:t>
      </w:r>
    </w:p>
    <w:p w:rsidR="00D43590" w:rsidRDefault="00D43590" w:rsidP="00D43590">
      <w:r>
        <w:t>696.1982</w:t>
      </w:r>
      <w:r>
        <w:tab/>
        <w:t>1.013e0</w:t>
      </w:r>
    </w:p>
    <w:p w:rsidR="00D43590" w:rsidRDefault="00D43590" w:rsidP="00D43590">
      <w:r>
        <w:t>696.3231</w:t>
      </w:r>
      <w:r>
        <w:tab/>
        <w:t>1.347e0</w:t>
      </w:r>
    </w:p>
    <w:p w:rsidR="00D43590" w:rsidRDefault="00D43590" w:rsidP="00D43590">
      <w:r>
        <w:t>696.4265</w:t>
      </w:r>
      <w:r>
        <w:tab/>
        <w:t>1.129e0</w:t>
      </w:r>
    </w:p>
    <w:p w:rsidR="00D43590" w:rsidRDefault="00D43590" w:rsidP="00D43590">
      <w:r>
        <w:t>696.6074</w:t>
      </w:r>
      <w:r>
        <w:tab/>
        <w:t>2.301e0</w:t>
      </w:r>
    </w:p>
    <w:p w:rsidR="00D43590" w:rsidRDefault="00D43590" w:rsidP="00D43590">
      <w:r>
        <w:t>696.8607</w:t>
      </w:r>
      <w:r>
        <w:tab/>
        <w:t>1.013e0</w:t>
      </w:r>
    </w:p>
    <w:p w:rsidR="00D43590" w:rsidRDefault="00D43590" w:rsidP="00D43590">
      <w:r>
        <w:t>696.9315</w:t>
      </w:r>
      <w:r>
        <w:tab/>
        <w:t>1.013e0</w:t>
      </w:r>
    </w:p>
    <w:p w:rsidR="00D43590" w:rsidRDefault="00D43590" w:rsidP="00D43590">
      <w:r>
        <w:t>697.0694</w:t>
      </w:r>
      <w:r>
        <w:tab/>
        <w:t>3.038e0</w:t>
      </w:r>
    </w:p>
    <w:p w:rsidR="00D43590" w:rsidRDefault="00D43590" w:rsidP="00D43590">
      <w:r>
        <w:t>697.2504</w:t>
      </w:r>
      <w:r>
        <w:tab/>
        <w:t>2.025e0</w:t>
      </w:r>
    </w:p>
    <w:p w:rsidR="00D43590" w:rsidRDefault="00D43590" w:rsidP="00D43590">
      <w:r>
        <w:t>697.3182</w:t>
      </w:r>
      <w:r>
        <w:tab/>
        <w:t>2.701e0</w:t>
      </w:r>
    </w:p>
    <w:p w:rsidR="00D43590" w:rsidRDefault="00D43590" w:rsidP="00D43590">
      <w:r>
        <w:t>697.4112</w:t>
      </w:r>
      <w:r>
        <w:tab/>
        <w:t>5.114e0</w:t>
      </w:r>
    </w:p>
    <w:p w:rsidR="00D43590" w:rsidRDefault="00D43590" w:rsidP="00D43590">
      <w:r>
        <w:t>697.6036</w:t>
      </w:r>
      <w:r>
        <w:tab/>
        <w:t>1.308e0</w:t>
      </w:r>
    </w:p>
    <w:p w:rsidR="00D43590" w:rsidRDefault="00D43590" w:rsidP="00D43590">
      <w:r>
        <w:t>697.9215</w:t>
      </w:r>
      <w:r>
        <w:tab/>
        <w:t>2.025e0</w:t>
      </w:r>
    </w:p>
    <w:p w:rsidR="00D43590" w:rsidRDefault="00D43590" w:rsidP="00D43590">
      <w:r>
        <w:t>698.0398</w:t>
      </w:r>
      <w:r>
        <w:tab/>
        <w:t>1.013e0</w:t>
      </w:r>
    </w:p>
    <w:p w:rsidR="00D43590" w:rsidRDefault="00D43590" w:rsidP="00D43590">
      <w:r>
        <w:t>698.1259</w:t>
      </w:r>
      <w:r>
        <w:tab/>
        <w:t>1.013e0</w:t>
      </w:r>
    </w:p>
    <w:p w:rsidR="00D43590" w:rsidRDefault="00D43590" w:rsidP="00D43590">
      <w:r>
        <w:t>698.1912</w:t>
      </w:r>
      <w:r>
        <w:tab/>
        <w:t>2.025e0</w:t>
      </w:r>
    </w:p>
    <w:p w:rsidR="00D43590" w:rsidRDefault="00D43590" w:rsidP="00D43590">
      <w:r>
        <w:t>698.3708</w:t>
      </w:r>
      <w:r>
        <w:tab/>
        <w:t>4.664e0</w:t>
      </w:r>
    </w:p>
    <w:p w:rsidR="00D43590" w:rsidRDefault="00D43590" w:rsidP="00D43590">
      <w:r>
        <w:t>698.4370</w:t>
      </w:r>
      <w:r>
        <w:tab/>
        <w:t>2.460e0</w:t>
      </w:r>
    </w:p>
    <w:p w:rsidR="00D43590" w:rsidRDefault="00D43590" w:rsidP="00D43590">
      <w:r>
        <w:lastRenderedPageBreak/>
        <w:t>698.6257</w:t>
      </w:r>
      <w:r>
        <w:tab/>
        <w:t>1.667e0</w:t>
      </w:r>
    </w:p>
    <w:p w:rsidR="00D43590" w:rsidRDefault="00D43590" w:rsidP="00D43590">
      <w:r>
        <w:t>698.6964</w:t>
      </w:r>
      <w:r>
        <w:tab/>
        <w:t>3.038e0</w:t>
      </w:r>
    </w:p>
    <w:p w:rsidR="00D43590" w:rsidRDefault="00D43590" w:rsidP="00D43590">
      <w:r>
        <w:t>698.8352</w:t>
      </w:r>
      <w:r>
        <w:tab/>
        <w:t>2.025e0</w:t>
      </w:r>
    </w:p>
    <w:p w:rsidR="00D43590" w:rsidRDefault="00D43590" w:rsidP="00D43590">
      <w:r>
        <w:t>698.9485</w:t>
      </w:r>
      <w:r>
        <w:tab/>
        <w:t>3.038e0</w:t>
      </w:r>
    </w:p>
    <w:p w:rsidR="00D43590" w:rsidRDefault="00D43590" w:rsidP="00D43590">
      <w:r>
        <w:t>699.0485</w:t>
      </w:r>
      <w:r>
        <w:tab/>
        <w:t>1.013e0</w:t>
      </w:r>
    </w:p>
    <w:p w:rsidR="00D43590" w:rsidRDefault="00D43590" w:rsidP="00D43590">
      <w:r>
        <w:t>699.1347</w:t>
      </w:r>
      <w:r>
        <w:tab/>
        <w:t>1.013e0</w:t>
      </w:r>
    </w:p>
    <w:p w:rsidR="00D43590" w:rsidRDefault="00D43590" w:rsidP="00D43590">
      <w:r>
        <w:t>699.2047</w:t>
      </w:r>
      <w:r>
        <w:tab/>
        <w:t>1.013e0</w:t>
      </w:r>
    </w:p>
    <w:p w:rsidR="00D43590" w:rsidRDefault="00D43590" w:rsidP="00D43590">
      <w:r>
        <w:t>699.3868</w:t>
      </w:r>
      <w:r>
        <w:tab/>
        <w:t>4.357e0</w:t>
      </w:r>
    </w:p>
    <w:p w:rsidR="00D43590" w:rsidRDefault="00D43590" w:rsidP="00D43590">
      <w:r>
        <w:t>699.4830</w:t>
      </w:r>
      <w:r>
        <w:tab/>
        <w:t>2.669e0</w:t>
      </w:r>
    </w:p>
    <w:p w:rsidR="00D43590" w:rsidRDefault="00D43590" w:rsidP="00D43590">
      <w:r>
        <w:t>699.6242</w:t>
      </w:r>
      <w:r>
        <w:tab/>
        <w:t>4.698e0</w:t>
      </w:r>
    </w:p>
    <w:p w:rsidR="00D43590" w:rsidRDefault="00D43590" w:rsidP="00D43590">
      <w:r>
        <w:t>699.8251</w:t>
      </w:r>
      <w:r>
        <w:tab/>
        <w:t>2.025e0</w:t>
      </w:r>
    </w:p>
    <w:p w:rsidR="00D43590" w:rsidRDefault="00D43590" w:rsidP="00D43590">
      <w:r>
        <w:t>699.8861</w:t>
      </w:r>
      <w:r>
        <w:tab/>
        <w:t>1.013e0</w:t>
      </w:r>
    </w:p>
    <w:p w:rsidR="00D43590" w:rsidRDefault="00D43590" w:rsidP="00D43590">
      <w:r>
        <w:t>700.1696</w:t>
      </w:r>
      <w:r>
        <w:tab/>
        <w:t>1.013e0</w:t>
      </w:r>
    </w:p>
    <w:p w:rsidR="00D43590" w:rsidRDefault="00D43590" w:rsidP="00D43590">
      <w:r>
        <w:t>700.3812</w:t>
      </w:r>
      <w:r>
        <w:tab/>
        <w:t>2.770e0</w:t>
      </w:r>
    </w:p>
    <w:p w:rsidR="00D43590" w:rsidRDefault="00D43590" w:rsidP="00D43590">
      <w:r>
        <w:t>700.7037</w:t>
      </w:r>
      <w:r>
        <w:tab/>
        <w:t>2.025e0</w:t>
      </w:r>
    </w:p>
    <w:p w:rsidR="00D43590" w:rsidRDefault="00D43590" w:rsidP="00D43590">
      <w:r>
        <w:t>700.8458</w:t>
      </w:r>
      <w:r>
        <w:tab/>
        <w:t>4.051e0</w:t>
      </w:r>
    </w:p>
    <w:p w:rsidR="00D43590" w:rsidRDefault="00D43590" w:rsidP="00D43590">
      <w:r>
        <w:t>700.9318</w:t>
      </w:r>
      <w:r>
        <w:tab/>
        <w:t>3.650e0</w:t>
      </w:r>
    </w:p>
    <w:p w:rsidR="00D43590" w:rsidRDefault="00D43590" w:rsidP="00D43590">
      <w:r>
        <w:t>701.1195</w:t>
      </w:r>
      <w:r>
        <w:tab/>
        <w:t>1.013e0</w:t>
      </w:r>
    </w:p>
    <w:p w:rsidR="00D43590" w:rsidRDefault="00D43590" w:rsidP="00D43590">
      <w:r>
        <w:t>701.2659</w:t>
      </w:r>
      <w:r>
        <w:tab/>
        <w:t>2.025e0</w:t>
      </w:r>
    </w:p>
    <w:p w:rsidR="00D43590" w:rsidRDefault="00D43590" w:rsidP="00D43590">
      <w:r>
        <w:lastRenderedPageBreak/>
        <w:t>701.3754</w:t>
      </w:r>
      <w:r>
        <w:tab/>
        <w:t>1.065e0</w:t>
      </w:r>
    </w:p>
    <w:p w:rsidR="00D43590" w:rsidRDefault="00D43590" w:rsidP="00D43590">
      <w:r>
        <w:t>701.4697</w:t>
      </w:r>
      <w:r>
        <w:tab/>
        <w:t>5.753e0</w:t>
      </w:r>
    </w:p>
    <w:p w:rsidR="00D43590" w:rsidRDefault="00D43590" w:rsidP="00D43590">
      <w:r>
        <w:t>701.6034</w:t>
      </w:r>
      <w:r>
        <w:tab/>
        <w:t>1.954e0</w:t>
      </w:r>
    </w:p>
    <w:p w:rsidR="00D43590" w:rsidRDefault="00D43590" w:rsidP="00D43590">
      <w:r>
        <w:t>701.7386</w:t>
      </w:r>
      <w:r>
        <w:tab/>
        <w:t>1.013e0</w:t>
      </w:r>
    </w:p>
    <w:p w:rsidR="00D43590" w:rsidRDefault="00D43590" w:rsidP="00D43590">
      <w:r>
        <w:t>701.9024</w:t>
      </w:r>
      <w:r>
        <w:tab/>
        <w:t>1.013e0</w:t>
      </w:r>
    </w:p>
    <w:p w:rsidR="00D43590" w:rsidRDefault="00D43590" w:rsidP="00D43590">
      <w:r>
        <w:t>702.0323</w:t>
      </w:r>
      <w:r>
        <w:tab/>
        <w:t>4.051e0</w:t>
      </w:r>
    </w:p>
    <w:p w:rsidR="00D43590" w:rsidRDefault="00D43590" w:rsidP="00D43590">
      <w:r>
        <w:t>702.2453</w:t>
      </w:r>
      <w:r>
        <w:tab/>
        <w:t>1.013e0</w:t>
      </w:r>
    </w:p>
    <w:p w:rsidR="00D43590" w:rsidRDefault="00D43590" w:rsidP="00D43590">
      <w:r>
        <w:t>702.4421</w:t>
      </w:r>
      <w:r>
        <w:tab/>
        <w:t>5.914e0</w:t>
      </w:r>
    </w:p>
    <w:p w:rsidR="00D43590" w:rsidRDefault="00D43590" w:rsidP="00D43590">
      <w:r>
        <w:t>702.5705</w:t>
      </w:r>
      <w:r>
        <w:tab/>
        <w:t>4.051e0</w:t>
      </w:r>
    </w:p>
    <w:p w:rsidR="00D43590" w:rsidRDefault="00D43590" w:rsidP="00D43590">
      <w:r>
        <w:t>702.7937</w:t>
      </w:r>
      <w:r>
        <w:tab/>
        <w:t>2.025e0</w:t>
      </w:r>
    </w:p>
    <w:p w:rsidR="00D43590" w:rsidRDefault="00D43590" w:rsidP="00D43590">
      <w:r>
        <w:t>702.9404</w:t>
      </w:r>
      <w:r>
        <w:tab/>
        <w:t>2.025e0</w:t>
      </w:r>
    </w:p>
    <w:p w:rsidR="00D43590" w:rsidRDefault="00D43590" w:rsidP="00D43590">
      <w:r>
        <w:t>703.2264</w:t>
      </w:r>
      <w:r>
        <w:tab/>
        <w:t>1.013e0</w:t>
      </w:r>
    </w:p>
    <w:p w:rsidR="00D43590" w:rsidRDefault="00D43590" w:rsidP="00D43590">
      <w:r>
        <w:t>703.3334</w:t>
      </w:r>
      <w:r>
        <w:tab/>
        <w:t>3.038e0</w:t>
      </w:r>
    </w:p>
    <w:p w:rsidR="00D43590" w:rsidRDefault="00D43590" w:rsidP="00D43590">
      <w:r>
        <w:t>703.4845</w:t>
      </w:r>
      <w:r>
        <w:tab/>
        <w:t>4.815e0</w:t>
      </w:r>
    </w:p>
    <w:p w:rsidR="00D43590" w:rsidRDefault="00D43590" w:rsidP="00D43590">
      <w:r>
        <w:t>703.5684</w:t>
      </w:r>
      <w:r>
        <w:tab/>
        <w:t>2.025e0</w:t>
      </w:r>
    </w:p>
    <w:p w:rsidR="00D43590" w:rsidRDefault="00D43590" w:rsidP="00D43590">
      <w:r>
        <w:t>703.7004</w:t>
      </w:r>
      <w:r>
        <w:tab/>
        <w:t>1.013e0</w:t>
      </w:r>
    </w:p>
    <w:p w:rsidR="00D43590" w:rsidRDefault="00D43590" w:rsidP="00D43590">
      <w:r>
        <w:t>703.8375</w:t>
      </w:r>
      <w:r>
        <w:tab/>
        <w:t>3.038e0</w:t>
      </w:r>
    </w:p>
    <w:p w:rsidR="00D43590" w:rsidRDefault="00D43590" w:rsidP="00D43590">
      <w:r>
        <w:t>703.9139</w:t>
      </w:r>
      <w:r>
        <w:tab/>
        <w:t>2.025e0</w:t>
      </w:r>
    </w:p>
    <w:p w:rsidR="00D43590" w:rsidRDefault="00D43590" w:rsidP="00D43590">
      <w:r>
        <w:t>704.1625</w:t>
      </w:r>
      <w:r>
        <w:tab/>
        <w:t>1.013e0</w:t>
      </w:r>
    </w:p>
    <w:p w:rsidR="00D43590" w:rsidRDefault="00D43590" w:rsidP="00D43590">
      <w:r>
        <w:lastRenderedPageBreak/>
        <w:t>704.2662</w:t>
      </w:r>
      <w:r>
        <w:tab/>
        <w:t>2.025e0</w:t>
      </w:r>
    </w:p>
    <w:p w:rsidR="00D43590" w:rsidRDefault="00D43590" w:rsidP="00D43590">
      <w:r>
        <w:t>704.3478</w:t>
      </w:r>
      <w:r>
        <w:tab/>
        <w:t>7.834e0</w:t>
      </w:r>
    </w:p>
    <w:p w:rsidR="00D43590" w:rsidRDefault="00D43590" w:rsidP="00D43590">
      <w:r>
        <w:t>704.5207</w:t>
      </w:r>
      <w:r>
        <w:tab/>
        <w:t>5.889e0</w:t>
      </w:r>
    </w:p>
    <w:p w:rsidR="00D43590" w:rsidRDefault="00D43590" w:rsidP="00D43590">
      <w:r>
        <w:t>704.6748</w:t>
      </w:r>
      <w:r>
        <w:tab/>
        <w:t>2.025e0</w:t>
      </w:r>
    </w:p>
    <w:p w:rsidR="00D43590" w:rsidRDefault="00D43590" w:rsidP="00D43590">
      <w:r>
        <w:t>704.8073</w:t>
      </w:r>
      <w:r>
        <w:tab/>
        <w:t>1.013e0</w:t>
      </w:r>
    </w:p>
    <w:p w:rsidR="00D43590" w:rsidRDefault="00D43590" w:rsidP="00D43590">
      <w:r>
        <w:t>704.8941</w:t>
      </w:r>
      <w:r>
        <w:tab/>
        <w:t>3.038e0</w:t>
      </w:r>
    </w:p>
    <w:p w:rsidR="00D43590" w:rsidRDefault="00D43590" w:rsidP="00D43590">
      <w:r>
        <w:t>705.0240</w:t>
      </w:r>
      <w:r>
        <w:tab/>
        <w:t>1.013e0</w:t>
      </w:r>
    </w:p>
    <w:p w:rsidR="00D43590" w:rsidRDefault="00D43590" w:rsidP="00D43590">
      <w:r>
        <w:t>705.1548</w:t>
      </w:r>
      <w:r>
        <w:tab/>
        <w:t>1.013e0</w:t>
      </w:r>
    </w:p>
    <w:p w:rsidR="00D43590" w:rsidRDefault="00D43590" w:rsidP="00D43590">
      <w:r>
        <w:t>705.3326</w:t>
      </w:r>
      <w:r>
        <w:tab/>
        <w:t>2.639e0</w:t>
      </w:r>
    </w:p>
    <w:p w:rsidR="00D43590" w:rsidRDefault="00D43590" w:rsidP="00D43590">
      <w:r>
        <w:t>705.5282</w:t>
      </w:r>
      <w:r>
        <w:tab/>
        <w:t>1.114e1</w:t>
      </w:r>
    </w:p>
    <w:p w:rsidR="00D43590" w:rsidRDefault="00D43590" w:rsidP="00D43590">
      <w:r>
        <w:t>705.6514</w:t>
      </w:r>
      <w:r>
        <w:tab/>
        <w:t>1.013e0</w:t>
      </w:r>
    </w:p>
    <w:p w:rsidR="00D43590" w:rsidRDefault="00D43590" w:rsidP="00D43590">
      <w:r>
        <w:t>705.9063</w:t>
      </w:r>
      <w:r>
        <w:tab/>
        <w:t>1.013e0</w:t>
      </w:r>
    </w:p>
    <w:p w:rsidR="00D43590" w:rsidRDefault="00D43590" w:rsidP="00D43590">
      <w:r>
        <w:t>706.1918</w:t>
      </w:r>
      <w:r>
        <w:tab/>
        <w:t>2.025e0</w:t>
      </w:r>
    </w:p>
    <w:p w:rsidR="00D43590" w:rsidRDefault="00D43590" w:rsidP="00D43590">
      <w:r>
        <w:t>706.4371</w:t>
      </w:r>
      <w:r>
        <w:tab/>
        <w:t>2.025e0</w:t>
      </w:r>
    </w:p>
    <w:p w:rsidR="00D43590" w:rsidRDefault="00D43590" w:rsidP="00D43590">
      <w:r>
        <w:t>706.5618</w:t>
      </w:r>
      <w:r>
        <w:tab/>
        <w:t>2.636e0</w:t>
      </w:r>
    </w:p>
    <w:p w:rsidR="00D43590" w:rsidRDefault="00D43590" w:rsidP="00D43590">
      <w:r>
        <w:t>706.8698</w:t>
      </w:r>
      <w:r>
        <w:tab/>
        <w:t>3.038e0</w:t>
      </w:r>
    </w:p>
    <w:p w:rsidR="00D43590" w:rsidRDefault="00D43590" w:rsidP="00D43590">
      <w:r>
        <w:t>707.0178</w:t>
      </w:r>
      <w:r>
        <w:tab/>
        <w:t>1.013e0</w:t>
      </w:r>
    </w:p>
    <w:p w:rsidR="00D43590" w:rsidRDefault="00D43590" w:rsidP="00D43590">
      <w:r>
        <w:t>707.0827</w:t>
      </w:r>
      <w:r>
        <w:tab/>
        <w:t>2.025e0</w:t>
      </w:r>
    </w:p>
    <w:p w:rsidR="00D43590" w:rsidRDefault="00D43590" w:rsidP="00D43590">
      <w:r>
        <w:t>707.1924</w:t>
      </w:r>
      <w:r>
        <w:tab/>
        <w:t>3.038e0</w:t>
      </w:r>
    </w:p>
    <w:p w:rsidR="00D43590" w:rsidRDefault="00D43590" w:rsidP="00D43590">
      <w:r>
        <w:lastRenderedPageBreak/>
        <w:t>707.2866</w:t>
      </w:r>
      <w:r>
        <w:tab/>
        <w:t>2.025e0</w:t>
      </w:r>
    </w:p>
    <w:p w:rsidR="00D43590" w:rsidRDefault="00D43590" w:rsidP="00D43590">
      <w:r>
        <w:t>707.3820</w:t>
      </w:r>
      <w:r>
        <w:tab/>
        <w:t>4.051e0</w:t>
      </w:r>
    </w:p>
    <w:p w:rsidR="00D43590" w:rsidRDefault="00D43590" w:rsidP="00D43590">
      <w:r>
        <w:t>707.5332</w:t>
      </w:r>
      <w:r>
        <w:tab/>
        <w:t>5.186e0</w:t>
      </w:r>
    </w:p>
    <w:p w:rsidR="00D43590" w:rsidRDefault="00D43590" w:rsidP="00D43590">
      <w:r>
        <w:t>707.6495</w:t>
      </w:r>
      <w:r>
        <w:tab/>
        <w:t>4.051e0</w:t>
      </w:r>
    </w:p>
    <w:p w:rsidR="00D43590" w:rsidRDefault="00D43590" w:rsidP="00D43590">
      <w:r>
        <w:t>707.7360</w:t>
      </w:r>
      <w:r>
        <w:tab/>
        <w:t>1.013e0</w:t>
      </w:r>
    </w:p>
    <w:p w:rsidR="00D43590" w:rsidRDefault="00D43590" w:rsidP="00D43590">
      <w:r>
        <w:t>707.8281</w:t>
      </w:r>
      <w:r>
        <w:tab/>
        <w:t>1.013e0</w:t>
      </w:r>
    </w:p>
    <w:p w:rsidR="00D43590" w:rsidRDefault="00D43590" w:rsidP="00D43590">
      <w:r>
        <w:t>708.1644</w:t>
      </w:r>
      <w:r>
        <w:tab/>
        <w:t>1.013e0</w:t>
      </w:r>
    </w:p>
    <w:p w:rsidR="00D43590" w:rsidRDefault="00D43590" w:rsidP="00D43590">
      <w:r>
        <w:t>708.2587</w:t>
      </w:r>
      <w:r>
        <w:tab/>
        <w:t>1.013e0</w:t>
      </w:r>
    </w:p>
    <w:p w:rsidR="00D43590" w:rsidRDefault="00D43590" w:rsidP="00D43590">
      <w:r>
        <w:t>708.3888</w:t>
      </w:r>
      <w:r>
        <w:tab/>
        <w:t>1.013e0</w:t>
      </w:r>
    </w:p>
    <w:p w:rsidR="00D43590" w:rsidRDefault="00D43590" w:rsidP="00D43590">
      <w:r>
        <w:t>708.5208</w:t>
      </w:r>
      <w:r>
        <w:tab/>
        <w:t>2.349e0</w:t>
      </w:r>
    </w:p>
    <w:p w:rsidR="00D43590" w:rsidRDefault="00D43590" w:rsidP="00D43590">
      <w:r>
        <w:t>708.5779</w:t>
      </w:r>
      <w:r>
        <w:tab/>
        <w:t>1.812e0</w:t>
      </w:r>
    </w:p>
    <w:p w:rsidR="00D43590" w:rsidRDefault="00D43590" w:rsidP="00D43590">
      <w:r>
        <w:t>708.6756</w:t>
      </w:r>
      <w:r>
        <w:tab/>
        <w:t>2.025e0</w:t>
      </w:r>
    </w:p>
    <w:p w:rsidR="00D43590" w:rsidRDefault="00D43590" w:rsidP="00D43590">
      <w:r>
        <w:t>709.0373</w:t>
      </w:r>
      <w:r>
        <w:tab/>
        <w:t>1.013e0</w:t>
      </w:r>
    </w:p>
    <w:p w:rsidR="00D43590" w:rsidRDefault="00D43590" w:rsidP="00D43590">
      <w:r>
        <w:t>709.1246</w:t>
      </w:r>
      <w:r>
        <w:tab/>
        <w:t>1.013e0</w:t>
      </w:r>
    </w:p>
    <w:p w:rsidR="00D43590" w:rsidRDefault="00D43590" w:rsidP="00D43590">
      <w:r>
        <w:t>709.3138</w:t>
      </w:r>
      <w:r>
        <w:tab/>
        <w:t>3.063e0</w:t>
      </w:r>
    </w:p>
    <w:p w:rsidR="00D43590" w:rsidRDefault="00D43590" w:rsidP="00D43590">
      <w:r>
        <w:t>709.4737</w:t>
      </w:r>
      <w:r>
        <w:tab/>
        <w:t>7.741e0</w:t>
      </w:r>
    </w:p>
    <w:p w:rsidR="00D43590" w:rsidRDefault="00D43590" w:rsidP="00D43590">
      <w:r>
        <w:t>709.7238</w:t>
      </w:r>
      <w:r>
        <w:tab/>
        <w:t>3.038e0</w:t>
      </w:r>
    </w:p>
    <w:p w:rsidR="00D43590" w:rsidRDefault="00D43590" w:rsidP="00D43590">
      <w:r>
        <w:t>709.8428</w:t>
      </w:r>
      <w:r>
        <w:tab/>
        <w:t>2.025e0</w:t>
      </w:r>
    </w:p>
    <w:p w:rsidR="00D43590" w:rsidRDefault="00D43590" w:rsidP="00D43590">
      <w:r>
        <w:t>710.4116</w:t>
      </w:r>
      <w:r>
        <w:tab/>
        <w:t>1.385e0</w:t>
      </w:r>
    </w:p>
    <w:p w:rsidR="00D43590" w:rsidRDefault="00D43590" w:rsidP="00D43590">
      <w:r>
        <w:lastRenderedPageBreak/>
        <w:t>710.5253</w:t>
      </w:r>
      <w:r>
        <w:tab/>
        <w:t>3.490e0</w:t>
      </w:r>
    </w:p>
    <w:p w:rsidR="00D43590" w:rsidRDefault="00D43590" w:rsidP="00D43590">
      <w:r>
        <w:t>710.7395</w:t>
      </w:r>
      <w:r>
        <w:tab/>
        <w:t>4.051e0</w:t>
      </w:r>
    </w:p>
    <w:p w:rsidR="00D43590" w:rsidRDefault="00D43590" w:rsidP="00D43590">
      <w:r>
        <w:t>710.9362</w:t>
      </w:r>
      <w:r>
        <w:tab/>
        <w:t>1.013e0</w:t>
      </w:r>
    </w:p>
    <w:p w:rsidR="00D43590" w:rsidRDefault="00D43590" w:rsidP="00D43590">
      <w:r>
        <w:t>711.0926</w:t>
      </w:r>
      <w:r>
        <w:tab/>
        <w:t>2.025e0</w:t>
      </w:r>
    </w:p>
    <w:p w:rsidR="00D43590" w:rsidRDefault="00D43590" w:rsidP="00D43590">
      <w:r>
        <w:t>711.2614</w:t>
      </w:r>
      <w:r>
        <w:tab/>
        <w:t>1.013e0</w:t>
      </w:r>
    </w:p>
    <w:p w:rsidR="00D43590" w:rsidRDefault="00D43590" w:rsidP="00D43590">
      <w:r>
        <w:t>711.3954</w:t>
      </w:r>
      <w:r>
        <w:tab/>
        <w:t>1.065e0</w:t>
      </w:r>
    </w:p>
    <w:p w:rsidR="00D43590" w:rsidRDefault="00D43590" w:rsidP="00D43590">
      <w:r>
        <w:t>711.4721</w:t>
      </w:r>
      <w:r>
        <w:tab/>
        <w:t>3.364e0</w:t>
      </w:r>
    </w:p>
    <w:p w:rsidR="00D43590" w:rsidRDefault="00D43590" w:rsidP="00D43590">
      <w:r>
        <w:t>711.6644</w:t>
      </w:r>
      <w:r>
        <w:tab/>
        <w:t>3.038e0</w:t>
      </w:r>
    </w:p>
    <w:p w:rsidR="00D43590" w:rsidRDefault="00D43590" w:rsidP="00D43590">
      <w:r>
        <w:t>711.7747</w:t>
      </w:r>
      <w:r>
        <w:tab/>
        <w:t>1.013e0</w:t>
      </w:r>
    </w:p>
    <w:p w:rsidR="00D43590" w:rsidRDefault="00D43590" w:rsidP="00D43590">
      <w:r>
        <w:t>711.9987</w:t>
      </w:r>
      <w:r>
        <w:tab/>
        <w:t>1.013e0</w:t>
      </w:r>
    </w:p>
    <w:p w:rsidR="00D43590" w:rsidRDefault="00D43590" w:rsidP="00D43590">
      <w:r>
        <w:t>712.1774</w:t>
      </w:r>
      <w:r>
        <w:tab/>
        <w:t>1.013e0</w:t>
      </w:r>
    </w:p>
    <w:p w:rsidR="00D43590" w:rsidRDefault="00D43590" w:rsidP="00D43590">
      <w:r>
        <w:t>712.4205</w:t>
      </w:r>
      <w:r>
        <w:tab/>
        <w:t>4.945e0</w:t>
      </w:r>
    </w:p>
    <w:p w:rsidR="00D43590" w:rsidRDefault="00D43590" w:rsidP="00D43590">
      <w:r>
        <w:t>712.6142</w:t>
      </w:r>
      <w:r>
        <w:tab/>
        <w:t>1.013e0</w:t>
      </w:r>
    </w:p>
    <w:p w:rsidR="00D43590" w:rsidRDefault="00D43590" w:rsidP="00D43590">
      <w:r>
        <w:t>712.6956</w:t>
      </w:r>
      <w:r>
        <w:tab/>
        <w:t>2.025e0</w:t>
      </w:r>
    </w:p>
    <w:p w:rsidR="00D43590" w:rsidRDefault="00D43590" w:rsidP="00D43590">
      <w:r>
        <w:t>712.9135</w:t>
      </w:r>
      <w:r>
        <w:tab/>
        <w:t>2.025e0</w:t>
      </w:r>
    </w:p>
    <w:p w:rsidR="00D43590" w:rsidRDefault="00D43590" w:rsidP="00D43590">
      <w:r>
        <w:t>713.1736</w:t>
      </w:r>
      <w:r>
        <w:tab/>
        <w:t>1.013e0</w:t>
      </w:r>
    </w:p>
    <w:p w:rsidR="00D43590" w:rsidRDefault="00D43590" w:rsidP="00D43590">
      <w:r>
        <w:t>713.2979</w:t>
      </w:r>
      <w:r>
        <w:tab/>
        <w:t>5.063e0</w:t>
      </w:r>
    </w:p>
    <w:p w:rsidR="00D43590" w:rsidRDefault="00D43590" w:rsidP="00D43590">
      <w:r>
        <w:t>713.6379</w:t>
      </w:r>
      <w:r>
        <w:tab/>
        <w:t>2.025e0</w:t>
      </w:r>
    </w:p>
    <w:p w:rsidR="00D43590" w:rsidRDefault="00D43590" w:rsidP="00D43590">
      <w:r>
        <w:t>713.8427</w:t>
      </w:r>
      <w:r>
        <w:tab/>
        <w:t>2.025e0</w:t>
      </w:r>
    </w:p>
    <w:p w:rsidR="00D43590" w:rsidRDefault="00D43590" w:rsidP="00D43590">
      <w:r>
        <w:lastRenderedPageBreak/>
        <w:t>713.9564</w:t>
      </w:r>
      <w:r>
        <w:tab/>
        <w:t>2.025e0</w:t>
      </w:r>
    </w:p>
    <w:p w:rsidR="00D43590" w:rsidRDefault="00D43590" w:rsidP="00D43590">
      <w:r>
        <w:t>714.0424</w:t>
      </w:r>
      <w:r>
        <w:tab/>
        <w:t>2.025e0</w:t>
      </w:r>
    </w:p>
    <w:p w:rsidR="00D43590" w:rsidRDefault="00D43590" w:rsidP="00D43590">
      <w:r>
        <w:t>714.3560</w:t>
      </w:r>
      <w:r>
        <w:tab/>
        <w:t>3.578e0</w:t>
      </w:r>
    </w:p>
    <w:p w:rsidR="00D43590" w:rsidRDefault="00D43590" w:rsidP="00D43590">
      <w:r>
        <w:t>714.6851</w:t>
      </w:r>
      <w:r>
        <w:tab/>
        <w:t>4.051e0</w:t>
      </w:r>
    </w:p>
    <w:p w:rsidR="00D43590" w:rsidRDefault="00D43590" w:rsidP="00D43590">
      <w:r>
        <w:t>714.8548</w:t>
      </w:r>
      <w:r>
        <w:tab/>
        <w:t>1.013e0</w:t>
      </w:r>
    </w:p>
    <w:p w:rsidR="00D43590" w:rsidRDefault="00D43590" w:rsidP="00D43590">
      <w:r>
        <w:t>715.0012</w:t>
      </w:r>
      <w:r>
        <w:tab/>
        <w:t>1.013e0</w:t>
      </w:r>
    </w:p>
    <w:p w:rsidR="00D43590" w:rsidRDefault="00D43590" w:rsidP="00D43590">
      <w:r>
        <w:t>715.3530</w:t>
      </w:r>
      <w:r>
        <w:tab/>
        <w:t>4.659e0</w:t>
      </w:r>
    </w:p>
    <w:p w:rsidR="00D43590" w:rsidRDefault="00D43590" w:rsidP="00D43590">
      <w:r>
        <w:t>715.4172</w:t>
      </w:r>
      <w:r>
        <w:tab/>
        <w:t>3.043e0</w:t>
      </w:r>
    </w:p>
    <w:p w:rsidR="00D43590" w:rsidRDefault="00D43590" w:rsidP="00D43590">
      <w:r>
        <w:t>715.5791</w:t>
      </w:r>
      <w:r>
        <w:tab/>
        <w:t>5.063e0</w:t>
      </w:r>
    </w:p>
    <w:p w:rsidR="00D43590" w:rsidRDefault="00D43590" w:rsidP="00D43590">
      <w:r>
        <w:t>715.7581</w:t>
      </w:r>
      <w:r>
        <w:tab/>
        <w:t>3.038e0</w:t>
      </w:r>
    </w:p>
    <w:p w:rsidR="00D43590" w:rsidRDefault="00D43590" w:rsidP="00D43590">
      <w:r>
        <w:t>715.8746</w:t>
      </w:r>
      <w:r>
        <w:tab/>
        <w:t>2.025e0</w:t>
      </w:r>
    </w:p>
    <w:p w:rsidR="00D43590" w:rsidRDefault="00D43590" w:rsidP="00D43590">
      <w:r>
        <w:t>716.0385</w:t>
      </w:r>
      <w:r>
        <w:tab/>
        <w:t>2.025e0</w:t>
      </w:r>
    </w:p>
    <w:p w:rsidR="00D43590" w:rsidRDefault="00D43590" w:rsidP="00D43590">
      <w:r>
        <w:t>716.1199</w:t>
      </w:r>
      <w:r>
        <w:tab/>
        <w:t>1.013e0</w:t>
      </w:r>
    </w:p>
    <w:p w:rsidR="00D43590" w:rsidRDefault="00D43590" w:rsidP="00D43590">
      <w:r>
        <w:t>716.1703</w:t>
      </w:r>
      <w:r>
        <w:tab/>
        <w:t>1.013e0</w:t>
      </w:r>
    </w:p>
    <w:p w:rsidR="00D43590" w:rsidRDefault="00D43590" w:rsidP="00D43590">
      <w:r>
        <w:t>716.3503</w:t>
      </w:r>
      <w:r>
        <w:tab/>
        <w:t>1.013e1</w:t>
      </w:r>
    </w:p>
    <w:p w:rsidR="00D43590" w:rsidRDefault="00D43590" w:rsidP="00D43590">
      <w:r>
        <w:t>716.5479</w:t>
      </w:r>
      <w:r>
        <w:tab/>
        <w:t>2.765e0</w:t>
      </w:r>
    </w:p>
    <w:p w:rsidR="00D43590" w:rsidRDefault="00D43590" w:rsidP="00D43590">
      <w:r>
        <w:t>716.6196</w:t>
      </w:r>
      <w:r>
        <w:tab/>
        <w:t>4.051e0</w:t>
      </w:r>
    </w:p>
    <w:p w:rsidR="00D43590" w:rsidRDefault="00D43590" w:rsidP="00D43590">
      <w:r>
        <w:t>716.7434</w:t>
      </w:r>
      <w:r>
        <w:tab/>
        <w:t>2.025e0</w:t>
      </w:r>
    </w:p>
    <w:p w:rsidR="00D43590" w:rsidRDefault="00D43590" w:rsidP="00D43590">
      <w:r>
        <w:t>716.9405</w:t>
      </w:r>
      <w:r>
        <w:tab/>
        <w:t>5.063e0</w:t>
      </w:r>
    </w:p>
    <w:p w:rsidR="00D43590" w:rsidRDefault="00D43590" w:rsidP="00D43590">
      <w:r>
        <w:lastRenderedPageBreak/>
        <w:t>717.0630</w:t>
      </w:r>
      <w:r>
        <w:tab/>
        <w:t>3.038e0</w:t>
      </w:r>
    </w:p>
    <w:p w:rsidR="00D43590" w:rsidRDefault="00D43590" w:rsidP="00D43590">
      <w:r>
        <w:t>717.1577</w:t>
      </w:r>
      <w:r>
        <w:tab/>
        <w:t>3.038e0</w:t>
      </w:r>
    </w:p>
    <w:p w:rsidR="00D43590" w:rsidRDefault="00D43590" w:rsidP="00D43590">
      <w:r>
        <w:t>717.2206</w:t>
      </w:r>
      <w:r>
        <w:tab/>
        <w:t>2.025e0</w:t>
      </w:r>
    </w:p>
    <w:p w:rsidR="00D43590" w:rsidRDefault="00D43590" w:rsidP="00D43590">
      <w:r>
        <w:t>717.3857</w:t>
      </w:r>
      <w:r>
        <w:tab/>
        <w:t>7.089e0</w:t>
      </w:r>
    </w:p>
    <w:p w:rsidR="00D43590" w:rsidRDefault="00D43590" w:rsidP="00D43590">
      <w:r>
        <w:t>717.6066</w:t>
      </w:r>
      <w:r>
        <w:tab/>
        <w:t>4.051e0</w:t>
      </w:r>
    </w:p>
    <w:p w:rsidR="00D43590" w:rsidRDefault="00D43590" w:rsidP="00D43590">
      <w:r>
        <w:t>717.7969</w:t>
      </w:r>
      <w:r>
        <w:tab/>
        <w:t>1.013e0</w:t>
      </w:r>
    </w:p>
    <w:p w:rsidR="00D43590" w:rsidRDefault="00D43590" w:rsidP="00D43590">
      <w:r>
        <w:t>717.8726</w:t>
      </w:r>
      <w:r>
        <w:tab/>
        <w:t>1.013e0</w:t>
      </w:r>
    </w:p>
    <w:p w:rsidR="00D43590" w:rsidRDefault="00D43590" w:rsidP="00D43590">
      <w:r>
        <w:t>718.0153</w:t>
      </w:r>
      <w:r>
        <w:tab/>
        <w:t>2.025e0</w:t>
      </w:r>
    </w:p>
    <w:p w:rsidR="00D43590" w:rsidRDefault="00D43590" w:rsidP="00D43590">
      <w:r>
        <w:t>718.2920</w:t>
      </w:r>
      <w:r>
        <w:tab/>
        <w:t>4.051e0</w:t>
      </w:r>
    </w:p>
    <w:p w:rsidR="00D43590" w:rsidRDefault="00D43590" w:rsidP="00D43590">
      <w:r>
        <w:t>718.5411</w:t>
      </w:r>
      <w:r>
        <w:tab/>
        <w:t>2.008e0</w:t>
      </w:r>
    </w:p>
    <w:p w:rsidR="00D43590" w:rsidRDefault="00D43590" w:rsidP="00D43590">
      <w:r>
        <w:t>718.6494</w:t>
      </w:r>
      <w:r>
        <w:tab/>
        <w:t>2.025e0</w:t>
      </w:r>
    </w:p>
    <w:p w:rsidR="00D43590" w:rsidRDefault="00D43590" w:rsidP="00D43590">
      <w:r>
        <w:t>718.8200</w:t>
      </w:r>
      <w:r>
        <w:tab/>
        <w:t>1.013e0</w:t>
      </w:r>
    </w:p>
    <w:p w:rsidR="00D43590" w:rsidRDefault="00D43590" w:rsidP="00D43590">
      <w:r>
        <w:t>719.0079</w:t>
      </w:r>
      <w:r>
        <w:tab/>
        <w:t>2.025e0</w:t>
      </w:r>
    </w:p>
    <w:p w:rsidR="00D43590" w:rsidRDefault="00D43590" w:rsidP="00D43590">
      <w:r>
        <w:t>719.1768</w:t>
      </w:r>
      <w:r>
        <w:tab/>
        <w:t>2.025e0</w:t>
      </w:r>
    </w:p>
    <w:p w:rsidR="00D43590" w:rsidRDefault="00D43590" w:rsidP="00D43590">
      <w:r>
        <w:t>719.2625</w:t>
      </w:r>
      <w:r>
        <w:tab/>
        <w:t>1.013e0</w:t>
      </w:r>
    </w:p>
    <w:p w:rsidR="00D43590" w:rsidRDefault="00D43590" w:rsidP="00D43590">
      <w:r>
        <w:t>719.4258</w:t>
      </w:r>
      <w:r>
        <w:tab/>
        <w:t>1.344e0</w:t>
      </w:r>
    </w:p>
    <w:p w:rsidR="00D43590" w:rsidRDefault="00D43590" w:rsidP="00D43590">
      <w:r>
        <w:t>719.5244</w:t>
      </w:r>
      <w:r>
        <w:tab/>
        <w:t>1.433e0</w:t>
      </w:r>
    </w:p>
    <w:p w:rsidR="00D43590" w:rsidRDefault="00D43590" w:rsidP="00D43590">
      <w:r>
        <w:t>719.6168</w:t>
      </w:r>
      <w:r>
        <w:tab/>
        <w:t>3.038e0</w:t>
      </w:r>
    </w:p>
    <w:p w:rsidR="00D43590" w:rsidRDefault="00D43590" w:rsidP="00D43590">
      <w:r>
        <w:t>720.0099</w:t>
      </w:r>
      <w:r>
        <w:tab/>
        <w:t>1.013e0</w:t>
      </w:r>
    </w:p>
    <w:p w:rsidR="00D43590" w:rsidRDefault="00D43590" w:rsidP="00D43590">
      <w:r>
        <w:lastRenderedPageBreak/>
        <w:t>720.1736</w:t>
      </w:r>
      <w:r>
        <w:tab/>
        <w:t>1.013e0</w:t>
      </w:r>
    </w:p>
    <w:p w:rsidR="00D43590" w:rsidRDefault="00D43590" w:rsidP="00D43590">
      <w:r>
        <w:t>720.2605</w:t>
      </w:r>
      <w:r>
        <w:tab/>
        <w:t>3.038e0</w:t>
      </w:r>
    </w:p>
    <w:p w:rsidR="00D43590" w:rsidRDefault="00D43590" w:rsidP="00D43590">
      <w:r>
        <w:t>720.3928</w:t>
      </w:r>
      <w:r>
        <w:tab/>
        <w:t>2.527e0</w:t>
      </w:r>
    </w:p>
    <w:p w:rsidR="00D43590" w:rsidRDefault="00D43590" w:rsidP="00D43590">
      <w:r>
        <w:t>720.6147</w:t>
      </w:r>
      <w:r>
        <w:tab/>
        <w:t>3.038e0</w:t>
      </w:r>
    </w:p>
    <w:p w:rsidR="00D43590" w:rsidRDefault="00D43590" w:rsidP="00D43590">
      <w:r>
        <w:t>720.9321</w:t>
      </w:r>
      <w:r>
        <w:tab/>
        <w:t>2.025e0</w:t>
      </w:r>
    </w:p>
    <w:p w:rsidR="00D43590" w:rsidRDefault="00D43590" w:rsidP="00D43590">
      <w:r>
        <w:t>721.2719</w:t>
      </w:r>
      <w:r>
        <w:tab/>
        <w:t>3.038e0</w:t>
      </w:r>
    </w:p>
    <w:p w:rsidR="00D43590" w:rsidRDefault="00D43590" w:rsidP="00D43590">
      <w:r>
        <w:t>721.3868</w:t>
      </w:r>
      <w:r>
        <w:tab/>
        <w:t>3.038e0</w:t>
      </w:r>
    </w:p>
    <w:p w:rsidR="00D43590" w:rsidRDefault="00D43590" w:rsidP="00D43590">
      <w:r>
        <w:t>721.4917</w:t>
      </w:r>
      <w:r>
        <w:tab/>
        <w:t>1.889e0</w:t>
      </w:r>
    </w:p>
    <w:p w:rsidR="00D43590" w:rsidRDefault="00D43590" w:rsidP="00D43590">
      <w:r>
        <w:t>721.5552</w:t>
      </w:r>
      <w:r>
        <w:tab/>
        <w:t>2.765e0</w:t>
      </w:r>
    </w:p>
    <w:p w:rsidR="00D43590" w:rsidRDefault="00D43590" w:rsidP="00D43590">
      <w:r>
        <w:t>721.6566</w:t>
      </w:r>
      <w:r>
        <w:tab/>
        <w:t>1.932e0</w:t>
      </w:r>
    </w:p>
    <w:p w:rsidR="00D43590" w:rsidRDefault="00D43590" w:rsidP="00D43590">
      <w:r>
        <w:t>721.9067</w:t>
      </w:r>
      <w:r>
        <w:tab/>
        <w:t>3.038e0</w:t>
      </w:r>
    </w:p>
    <w:p w:rsidR="00D43590" w:rsidRDefault="00D43590" w:rsidP="00D43590">
      <w:r>
        <w:t>722.0575</w:t>
      </w:r>
      <w:r>
        <w:tab/>
        <w:t>2.025e0</w:t>
      </w:r>
    </w:p>
    <w:p w:rsidR="00D43590" w:rsidRDefault="00D43590" w:rsidP="00D43590">
      <w:r>
        <w:t>722.1471</w:t>
      </w:r>
      <w:r>
        <w:tab/>
        <w:t>1.013e0</w:t>
      </w:r>
    </w:p>
    <w:p w:rsidR="00D43590" w:rsidRDefault="00D43590" w:rsidP="00D43590">
      <w:r>
        <w:t>722.3055</w:t>
      </w:r>
      <w:r>
        <w:tab/>
        <w:t>5.063e0</w:t>
      </w:r>
    </w:p>
    <w:p w:rsidR="00D43590" w:rsidRDefault="00D43590" w:rsidP="00D43590">
      <w:r>
        <w:t>722.5048</w:t>
      </w:r>
      <w:r>
        <w:tab/>
        <w:t>2.628e0</w:t>
      </w:r>
    </w:p>
    <w:p w:rsidR="00D43590" w:rsidRDefault="00D43590" w:rsidP="00D43590">
      <w:r>
        <w:t>722.6428</w:t>
      </w:r>
      <w:r>
        <w:tab/>
        <w:t>6.902e0</w:t>
      </w:r>
    </w:p>
    <w:p w:rsidR="00D43590" w:rsidRDefault="00D43590" w:rsidP="00D43590">
      <w:r>
        <w:t>722.8120</w:t>
      </w:r>
      <w:r>
        <w:tab/>
        <w:t>1.013e0</w:t>
      </w:r>
    </w:p>
    <w:p w:rsidR="00D43590" w:rsidRDefault="00D43590" w:rsidP="00D43590">
      <w:r>
        <w:t>722.8883</w:t>
      </w:r>
      <w:r>
        <w:tab/>
        <w:t>1.013e0</w:t>
      </w:r>
    </w:p>
    <w:p w:rsidR="00D43590" w:rsidRDefault="00D43590" w:rsidP="00D43590">
      <w:r>
        <w:t>723.0975</w:t>
      </w:r>
      <w:r>
        <w:tab/>
        <w:t>3.038e0</w:t>
      </w:r>
    </w:p>
    <w:p w:rsidR="00D43590" w:rsidRDefault="00D43590" w:rsidP="00D43590">
      <w:r>
        <w:lastRenderedPageBreak/>
        <w:t>723.1743</w:t>
      </w:r>
      <w:r>
        <w:tab/>
        <w:t>2.025e0</w:t>
      </w:r>
    </w:p>
    <w:p w:rsidR="00D43590" w:rsidRDefault="00D43590" w:rsidP="00D43590">
      <w:r>
        <w:t>723.2951</w:t>
      </w:r>
      <w:r>
        <w:tab/>
        <w:t>2.025e0</w:t>
      </w:r>
    </w:p>
    <w:p w:rsidR="00D43590" w:rsidRDefault="00D43590" w:rsidP="00D43590">
      <w:r>
        <w:t>723.4113</w:t>
      </w:r>
      <w:r>
        <w:tab/>
        <w:t>1.344e0</w:t>
      </w:r>
    </w:p>
    <w:p w:rsidR="00D43590" w:rsidRDefault="00D43590" w:rsidP="00D43590">
      <w:r>
        <w:t>723.5187</w:t>
      </w:r>
      <w:r>
        <w:tab/>
        <w:t>3.504e0</w:t>
      </w:r>
    </w:p>
    <w:p w:rsidR="00D43590" w:rsidRDefault="00D43590" w:rsidP="00D43590">
      <w:r>
        <w:t>723.7614</w:t>
      </w:r>
      <w:r>
        <w:tab/>
        <w:t>1.013e0</w:t>
      </w:r>
    </w:p>
    <w:p w:rsidR="00D43590" w:rsidRDefault="00D43590" w:rsidP="00D43590">
      <w:r>
        <w:t>723.8420</w:t>
      </w:r>
      <w:r>
        <w:tab/>
        <w:t>1.013e0</w:t>
      </w:r>
    </w:p>
    <w:p w:rsidR="00D43590" w:rsidRDefault="00D43590" w:rsidP="00D43590">
      <w:r>
        <w:t>724.0524</w:t>
      </w:r>
      <w:r>
        <w:tab/>
        <w:t>3.038e0</w:t>
      </w:r>
    </w:p>
    <w:p w:rsidR="00D43590" w:rsidRDefault="00D43590" w:rsidP="00D43590">
      <w:r>
        <w:t>724.1356</w:t>
      </w:r>
      <w:r>
        <w:tab/>
        <w:t>3.038e0</w:t>
      </w:r>
    </w:p>
    <w:p w:rsidR="00D43590" w:rsidRDefault="00D43590" w:rsidP="00D43590">
      <w:r>
        <w:t>724.2667</w:t>
      </w:r>
      <w:r>
        <w:tab/>
        <w:t>5.063e0</w:t>
      </w:r>
    </w:p>
    <w:p w:rsidR="00D43590" w:rsidRDefault="00D43590" w:rsidP="00D43590">
      <w:r>
        <w:t>724.3670</w:t>
      </w:r>
      <w:r>
        <w:tab/>
        <w:t>4.893e0</w:t>
      </w:r>
    </w:p>
    <w:p w:rsidR="00D43590" w:rsidRDefault="00D43590" w:rsidP="00D43590">
      <w:r>
        <w:t>724.4849</w:t>
      </w:r>
      <w:r>
        <w:tab/>
        <w:t>1.752e0</w:t>
      </w:r>
    </w:p>
    <w:p w:rsidR="00D43590" w:rsidRDefault="00D43590" w:rsidP="00D43590">
      <w:r>
        <w:t>724.6273</w:t>
      </w:r>
      <w:r>
        <w:tab/>
        <w:t>2.610e0</w:t>
      </w:r>
    </w:p>
    <w:p w:rsidR="00D43590" w:rsidRDefault="00D43590" w:rsidP="00D43590">
      <w:r>
        <w:t>724.7458</w:t>
      </w:r>
      <w:r>
        <w:tab/>
        <w:t>1.013e0</w:t>
      </w:r>
    </w:p>
    <w:p w:rsidR="00D43590" w:rsidRDefault="00D43590" w:rsidP="00D43590">
      <w:r>
        <w:t>725.0390</w:t>
      </w:r>
      <w:r>
        <w:tab/>
        <w:t>1.013e0</w:t>
      </w:r>
    </w:p>
    <w:p w:rsidR="00D43590" w:rsidRDefault="00D43590" w:rsidP="00D43590">
      <w:r>
        <w:t>725.1229</w:t>
      </w:r>
      <w:r>
        <w:tab/>
        <w:t>2.025e0</w:t>
      </w:r>
    </w:p>
    <w:p w:rsidR="00D43590" w:rsidRDefault="00D43590" w:rsidP="00D43590">
      <w:r>
        <w:t>725.3358</w:t>
      </w:r>
      <w:r>
        <w:tab/>
        <w:t>2.025e0</w:t>
      </w:r>
    </w:p>
    <w:p w:rsidR="00D43590" w:rsidRDefault="00D43590" w:rsidP="00D43590">
      <w:r>
        <w:t>725.4661</w:t>
      </w:r>
      <w:r>
        <w:tab/>
        <w:t>2.511e0</w:t>
      </w:r>
    </w:p>
    <w:p w:rsidR="00D43590" w:rsidRDefault="00D43590" w:rsidP="00D43590">
      <w:r>
        <w:t>725.5292</w:t>
      </w:r>
      <w:r>
        <w:tab/>
        <w:t>2.803e0</w:t>
      </w:r>
    </w:p>
    <w:p w:rsidR="00D43590" w:rsidRDefault="00D43590" w:rsidP="00D43590">
      <w:r>
        <w:t>725.8168</w:t>
      </w:r>
      <w:r>
        <w:tab/>
        <w:t>3.204e0</w:t>
      </w:r>
    </w:p>
    <w:p w:rsidR="00D43590" w:rsidRDefault="00D43590" w:rsidP="00D43590">
      <w:r>
        <w:lastRenderedPageBreak/>
        <w:t>725.9677</w:t>
      </w:r>
      <w:r>
        <w:tab/>
        <w:t>3.038e0</w:t>
      </w:r>
    </w:p>
    <w:p w:rsidR="00D43590" w:rsidRDefault="00D43590" w:rsidP="00D43590">
      <w:r>
        <w:t>726.2633</w:t>
      </w:r>
      <w:r>
        <w:tab/>
        <w:t>1.013e0</w:t>
      </w:r>
    </w:p>
    <w:p w:rsidR="00D43590" w:rsidRDefault="00D43590" w:rsidP="00D43590">
      <w:r>
        <w:t>726.3464</w:t>
      </w:r>
      <w:r>
        <w:tab/>
        <w:t>2.025e0</w:t>
      </w:r>
    </w:p>
    <w:p w:rsidR="00D43590" w:rsidRDefault="00D43590" w:rsidP="00D43590">
      <w:r>
        <w:t>726.5129</w:t>
      </w:r>
      <w:r>
        <w:tab/>
        <w:t>3.816e0</w:t>
      </w:r>
    </w:p>
    <w:p w:rsidR="00D43590" w:rsidRDefault="00D43590" w:rsidP="00D43590">
      <w:r>
        <w:t>726.8940</w:t>
      </w:r>
      <w:r>
        <w:tab/>
        <w:t>3.143e0</w:t>
      </w:r>
    </w:p>
    <w:p w:rsidR="00D43590" w:rsidRDefault="00D43590" w:rsidP="00D43590">
      <w:r>
        <w:t>727.0934</w:t>
      </w:r>
      <w:r>
        <w:tab/>
        <w:t>1.013e0</w:t>
      </w:r>
    </w:p>
    <w:p w:rsidR="00D43590" w:rsidRDefault="00D43590" w:rsidP="00D43590">
      <w:r>
        <w:t>727.1840</w:t>
      </w:r>
      <w:r>
        <w:tab/>
        <w:t>1.013e0</w:t>
      </w:r>
    </w:p>
    <w:p w:rsidR="00D43590" w:rsidRDefault="00D43590" w:rsidP="00D43590">
      <w:r>
        <w:t>727.2468</w:t>
      </w:r>
      <w:r>
        <w:tab/>
        <w:t>1.013e0</w:t>
      </w:r>
    </w:p>
    <w:p w:rsidR="00D43590" w:rsidRDefault="00D43590" w:rsidP="00D43590">
      <w:r>
        <w:t>727.4503</w:t>
      </w:r>
      <w:r>
        <w:tab/>
        <w:t>2.565e1</w:t>
      </w:r>
    </w:p>
    <w:p w:rsidR="00D43590" w:rsidRDefault="00D43590" w:rsidP="00D43590">
      <w:r>
        <w:t>727.5373</w:t>
      </w:r>
      <w:r>
        <w:tab/>
        <w:t>5.063e0</w:t>
      </w:r>
    </w:p>
    <w:p w:rsidR="00D43590" w:rsidRDefault="00D43590" w:rsidP="00D43590">
      <w:r>
        <w:t>727.8529</w:t>
      </w:r>
      <w:r>
        <w:tab/>
        <w:t>1.013e0</w:t>
      </w:r>
    </w:p>
    <w:p w:rsidR="00D43590" w:rsidRDefault="00D43590" w:rsidP="00D43590">
      <w:r>
        <w:t>728.0922</w:t>
      </w:r>
      <w:r>
        <w:tab/>
        <w:t>2.025e0</w:t>
      </w:r>
    </w:p>
    <w:p w:rsidR="00D43590" w:rsidRDefault="00D43590" w:rsidP="00D43590">
      <w:r>
        <w:t>728.2699</w:t>
      </w:r>
      <w:r>
        <w:tab/>
        <w:t>2.025e0</w:t>
      </w:r>
    </w:p>
    <w:p w:rsidR="00D43590" w:rsidRDefault="00D43590" w:rsidP="00D43590">
      <w:r>
        <w:t>728.4362</w:t>
      </w:r>
      <w:r>
        <w:tab/>
        <w:t>7.441e0</w:t>
      </w:r>
    </w:p>
    <w:p w:rsidR="00D43590" w:rsidRDefault="00D43590" w:rsidP="00D43590">
      <w:r>
        <w:t>728.5201</w:t>
      </w:r>
      <w:r>
        <w:tab/>
        <w:t>2.626e0</w:t>
      </w:r>
    </w:p>
    <w:p w:rsidR="00D43590" w:rsidRDefault="00D43590" w:rsidP="00D43590">
      <w:r>
        <w:t>728.6302</w:t>
      </w:r>
      <w:r>
        <w:tab/>
        <w:t>2.881e0</w:t>
      </w:r>
    </w:p>
    <w:p w:rsidR="00D43590" w:rsidRDefault="00D43590" w:rsidP="00D43590">
      <w:r>
        <w:t>728.7642</w:t>
      </w:r>
      <w:r>
        <w:tab/>
        <w:t>3.038e0</w:t>
      </w:r>
    </w:p>
    <w:p w:rsidR="00D43590" w:rsidRDefault="00D43590" w:rsidP="00D43590">
      <w:r>
        <w:t>728.8460</w:t>
      </w:r>
      <w:r>
        <w:tab/>
        <w:t>1.013e0</w:t>
      </w:r>
    </w:p>
    <w:p w:rsidR="00D43590" w:rsidRDefault="00D43590" w:rsidP="00D43590">
      <w:r>
        <w:t>728.9937</w:t>
      </w:r>
      <w:r>
        <w:tab/>
        <w:t>1.013e0</w:t>
      </w:r>
    </w:p>
    <w:p w:rsidR="00D43590" w:rsidRDefault="00D43590" w:rsidP="00D43590">
      <w:r>
        <w:lastRenderedPageBreak/>
        <w:t>729.1407</w:t>
      </w:r>
      <w:r>
        <w:tab/>
        <w:t>1.013e0</w:t>
      </w:r>
    </w:p>
    <w:p w:rsidR="00D43590" w:rsidRDefault="00D43590" w:rsidP="00D43590">
      <w:r>
        <w:t>729.2217</w:t>
      </w:r>
      <w:r>
        <w:tab/>
        <w:t>1.013e0</w:t>
      </w:r>
    </w:p>
    <w:p w:rsidR="00D43590" w:rsidRDefault="00D43590" w:rsidP="00D43590">
      <w:r>
        <w:t>729.3629</w:t>
      </w:r>
      <w:r>
        <w:tab/>
        <w:t>4.051e0</w:t>
      </w:r>
    </w:p>
    <w:p w:rsidR="00D43590" w:rsidRDefault="00D43590" w:rsidP="00D43590">
      <w:r>
        <w:t>729.4600</w:t>
      </w:r>
      <w:r>
        <w:tab/>
        <w:t>3.710e0</w:t>
      </w:r>
    </w:p>
    <w:p w:rsidR="00D43590" w:rsidRDefault="00D43590" w:rsidP="00D43590">
      <w:r>
        <w:t>729.5288</w:t>
      </w:r>
      <w:r>
        <w:tab/>
        <w:t>4.051e0</w:t>
      </w:r>
    </w:p>
    <w:p w:rsidR="00D43590" w:rsidRDefault="00D43590" w:rsidP="00D43590">
      <w:r>
        <w:t>729.6918</w:t>
      </w:r>
      <w:r>
        <w:tab/>
        <w:t>1.013e0</w:t>
      </w:r>
    </w:p>
    <w:p w:rsidR="00D43590" w:rsidRDefault="00D43590" w:rsidP="00D43590">
      <w:r>
        <w:t>729.7815</w:t>
      </w:r>
      <w:r>
        <w:tab/>
        <w:t>1.013e0</w:t>
      </w:r>
    </w:p>
    <w:p w:rsidR="00D43590" w:rsidRDefault="00D43590" w:rsidP="00D43590">
      <w:r>
        <w:t>729.9550</w:t>
      </w:r>
      <w:r>
        <w:tab/>
        <w:t>1.013e0</w:t>
      </w:r>
    </w:p>
    <w:p w:rsidR="00D43590" w:rsidRDefault="00D43590" w:rsidP="00D43590">
      <w:r>
        <w:t>730.0522</w:t>
      </w:r>
      <w:r>
        <w:tab/>
        <w:t>1.013e0</w:t>
      </w:r>
    </w:p>
    <w:p w:rsidR="00D43590" w:rsidRDefault="00D43590" w:rsidP="00D43590">
      <w:r>
        <w:t>730.2048</w:t>
      </w:r>
      <w:r>
        <w:tab/>
        <w:t>1.013e0</w:t>
      </w:r>
    </w:p>
    <w:p w:rsidR="00D43590" w:rsidRDefault="00D43590" w:rsidP="00D43590">
      <w:r>
        <w:t>730.3074</w:t>
      </w:r>
      <w:r>
        <w:tab/>
        <w:t>1.013e0</w:t>
      </w:r>
    </w:p>
    <w:p w:rsidR="00D43590" w:rsidRDefault="00D43590" w:rsidP="00D43590">
      <w:r>
        <w:t>730.4999</w:t>
      </w:r>
      <w:r>
        <w:tab/>
        <w:t>2.025e0</w:t>
      </w:r>
    </w:p>
    <w:p w:rsidR="00D43590" w:rsidRDefault="00D43590" w:rsidP="00D43590">
      <w:r>
        <w:t>730.7205</w:t>
      </w:r>
      <w:r>
        <w:tab/>
        <w:t>1.013e0</w:t>
      </w:r>
    </w:p>
    <w:p w:rsidR="00D43590" w:rsidRDefault="00D43590" w:rsidP="00D43590">
      <w:r>
        <w:t>731.0263</w:t>
      </w:r>
      <w:r>
        <w:tab/>
        <w:t>1.013e0</w:t>
      </w:r>
    </w:p>
    <w:p w:rsidR="00D43590" w:rsidRDefault="00D43590" w:rsidP="00D43590">
      <w:r>
        <w:t>731.1035</w:t>
      </w:r>
      <w:r>
        <w:tab/>
        <w:t>1.013e0</w:t>
      </w:r>
    </w:p>
    <w:p w:rsidR="00D43590" w:rsidRDefault="00D43590" w:rsidP="00D43590">
      <w:r>
        <w:t>731.1933</w:t>
      </w:r>
      <w:r>
        <w:tab/>
        <w:t>1.013e0</w:t>
      </w:r>
    </w:p>
    <w:p w:rsidR="00D43590" w:rsidRDefault="00D43590" w:rsidP="00D43590">
      <w:r>
        <w:t>731.3054</w:t>
      </w:r>
      <w:r>
        <w:tab/>
        <w:t>1.114e1</w:t>
      </w:r>
    </w:p>
    <w:p w:rsidR="00D43590" w:rsidRDefault="00D43590" w:rsidP="00D43590">
      <w:r>
        <w:t>731.3998</w:t>
      </w:r>
      <w:r>
        <w:tab/>
        <w:t>2.803e0</w:t>
      </w:r>
    </w:p>
    <w:p w:rsidR="00D43590" w:rsidRDefault="00D43590" w:rsidP="00D43590">
      <w:r>
        <w:t>731.5143</w:t>
      </w:r>
      <w:r>
        <w:tab/>
        <w:t>4.051e0</w:t>
      </w:r>
    </w:p>
    <w:p w:rsidR="00D43590" w:rsidRDefault="00D43590" w:rsidP="00D43590">
      <w:r>
        <w:lastRenderedPageBreak/>
        <w:t>731.6577</w:t>
      </w:r>
      <w:r>
        <w:tab/>
        <w:t>5.063e0</w:t>
      </w:r>
    </w:p>
    <w:p w:rsidR="00D43590" w:rsidRDefault="00D43590" w:rsidP="00D43590">
      <w:r>
        <w:t>731.9680</w:t>
      </w:r>
      <w:r>
        <w:tab/>
        <w:t>3.038e0</w:t>
      </w:r>
    </w:p>
    <w:p w:rsidR="00D43590" w:rsidRDefault="00D43590" w:rsidP="00D43590">
      <w:r>
        <w:t>732.1445</w:t>
      </w:r>
      <w:r>
        <w:tab/>
        <w:t>1.013e0</w:t>
      </w:r>
    </w:p>
    <w:p w:rsidR="00D43590" w:rsidRDefault="00D43590" w:rsidP="00D43590">
      <w:r>
        <w:t>732.2352</w:t>
      </w:r>
      <w:r>
        <w:tab/>
        <w:t>1.013e0</w:t>
      </w:r>
    </w:p>
    <w:p w:rsidR="00D43590" w:rsidRDefault="00D43590" w:rsidP="00D43590">
      <w:r>
        <w:t>732.3737</w:t>
      </w:r>
      <w:r>
        <w:tab/>
        <w:t>2.921e0</w:t>
      </w:r>
    </w:p>
    <w:p w:rsidR="00D43590" w:rsidRDefault="00D43590" w:rsidP="00D43590">
      <w:r>
        <w:t>732.5657</w:t>
      </w:r>
      <w:r>
        <w:tab/>
        <w:t>8.043e0</w:t>
      </w:r>
    </w:p>
    <w:p w:rsidR="00D43590" w:rsidRDefault="00D43590" w:rsidP="00D43590">
      <w:r>
        <w:t>732.6453</w:t>
      </w:r>
      <w:r>
        <w:tab/>
        <w:t>2.025e0</w:t>
      </w:r>
    </w:p>
    <w:p w:rsidR="00D43590" w:rsidRDefault="00D43590" w:rsidP="00D43590">
      <w:r>
        <w:t>732.8226</w:t>
      </w:r>
      <w:r>
        <w:tab/>
        <w:t>2.025e0</w:t>
      </w:r>
    </w:p>
    <w:p w:rsidR="00D43590" w:rsidRDefault="00D43590" w:rsidP="00D43590">
      <w:r>
        <w:t>732.9167</w:t>
      </w:r>
      <w:r>
        <w:tab/>
        <w:t>1.013e0</w:t>
      </w:r>
    </w:p>
    <w:p w:rsidR="00D43590" w:rsidRDefault="00D43590" w:rsidP="00D43590">
      <w:r>
        <w:t>733.1613</w:t>
      </w:r>
      <w:r>
        <w:tab/>
        <w:t>1.013e0</w:t>
      </w:r>
    </w:p>
    <w:p w:rsidR="00D43590" w:rsidRDefault="00D43590" w:rsidP="00D43590">
      <w:r>
        <w:t>733.3030</w:t>
      </w:r>
      <w:r>
        <w:tab/>
        <w:t>1.013e0</w:t>
      </w:r>
    </w:p>
    <w:p w:rsidR="00D43590" w:rsidRDefault="00D43590" w:rsidP="00D43590">
      <w:r>
        <w:t>733.4395</w:t>
      </w:r>
      <w:r>
        <w:tab/>
        <w:t>5.063e0</w:t>
      </w:r>
    </w:p>
    <w:p w:rsidR="00D43590" w:rsidRDefault="00D43590" w:rsidP="00D43590">
      <w:r>
        <w:t>733.5905</w:t>
      </w:r>
      <w:r>
        <w:tab/>
        <w:t>9.559e0</w:t>
      </w:r>
    </w:p>
    <w:p w:rsidR="00D43590" w:rsidRDefault="00D43590" w:rsidP="00D43590">
      <w:r>
        <w:t>733.9147</w:t>
      </w:r>
      <w:r>
        <w:tab/>
        <w:t>4.051e0</w:t>
      </w:r>
    </w:p>
    <w:p w:rsidR="00D43590" w:rsidRDefault="00D43590" w:rsidP="00D43590">
      <w:r>
        <w:t>734.0247</w:t>
      </w:r>
      <w:r>
        <w:tab/>
        <w:t>2.025e0</w:t>
      </w:r>
    </w:p>
    <w:p w:rsidR="00D43590" w:rsidRDefault="00D43590" w:rsidP="00D43590">
      <w:r>
        <w:t>734.2062</w:t>
      </w:r>
      <w:r>
        <w:tab/>
        <w:t>1.013e0</w:t>
      </w:r>
    </w:p>
    <w:p w:rsidR="00D43590" w:rsidRDefault="00D43590" w:rsidP="00D43590">
      <w:r>
        <w:t>734.5665</w:t>
      </w:r>
      <w:r>
        <w:tab/>
        <w:t>2.352e0</w:t>
      </w:r>
    </w:p>
    <w:p w:rsidR="00D43590" w:rsidRDefault="00D43590" w:rsidP="00D43590">
      <w:r>
        <w:t>734.6700</w:t>
      </w:r>
      <w:r>
        <w:tab/>
        <w:t>3.031e0</w:t>
      </w:r>
    </w:p>
    <w:p w:rsidR="00D43590" w:rsidRDefault="00D43590" w:rsidP="00D43590">
      <w:r>
        <w:t>734.8719</w:t>
      </w:r>
      <w:r>
        <w:tab/>
        <w:t>3.038e0</w:t>
      </w:r>
    </w:p>
    <w:p w:rsidR="00D43590" w:rsidRDefault="00D43590" w:rsidP="00D43590">
      <w:r>
        <w:lastRenderedPageBreak/>
        <w:t>734.9794</w:t>
      </w:r>
      <w:r>
        <w:tab/>
        <w:t>2.025e0</w:t>
      </w:r>
    </w:p>
    <w:p w:rsidR="00D43590" w:rsidRDefault="00D43590" w:rsidP="00D43590">
      <w:r>
        <w:t>735.0698</w:t>
      </w:r>
      <w:r>
        <w:tab/>
        <w:t>1.013e0</w:t>
      </w:r>
    </w:p>
    <w:p w:rsidR="00D43590" w:rsidRDefault="00D43590" w:rsidP="00D43590">
      <w:r>
        <w:t>735.2036</w:t>
      </w:r>
      <w:r>
        <w:tab/>
        <w:t>3.038e0</w:t>
      </w:r>
    </w:p>
    <w:p w:rsidR="00D43590" w:rsidRDefault="00D43590" w:rsidP="00D43590">
      <w:r>
        <w:t>735.3085</w:t>
      </w:r>
      <w:r>
        <w:tab/>
        <w:t>2.025e0</w:t>
      </w:r>
    </w:p>
    <w:p w:rsidR="00D43590" w:rsidRDefault="00D43590" w:rsidP="00D43590">
      <w:r>
        <w:t>735.4306</w:t>
      </w:r>
      <w:r>
        <w:tab/>
        <w:t>3.038e0</w:t>
      </w:r>
    </w:p>
    <w:p w:rsidR="00D43590" w:rsidRDefault="00D43590" w:rsidP="00D43590">
      <w:r>
        <w:t>735.6630</w:t>
      </w:r>
      <w:r>
        <w:tab/>
        <w:t>2.851e0</w:t>
      </w:r>
    </w:p>
    <w:p w:rsidR="00D43590" w:rsidRDefault="00D43590" w:rsidP="00D43590">
      <w:r>
        <w:t>735.7932</w:t>
      </w:r>
      <w:r>
        <w:tab/>
        <w:t>1.013e0</w:t>
      </w:r>
    </w:p>
    <w:p w:rsidR="00D43590" w:rsidRDefault="00D43590" w:rsidP="00D43590">
      <w:r>
        <w:t>735.9422</w:t>
      </w:r>
      <w:r>
        <w:tab/>
        <w:t>2.025e0</w:t>
      </w:r>
    </w:p>
    <w:p w:rsidR="00D43590" w:rsidRDefault="00D43590" w:rsidP="00D43590">
      <w:r>
        <w:t>736.0364</w:t>
      </w:r>
      <w:r>
        <w:tab/>
        <w:t>3.038e0</w:t>
      </w:r>
    </w:p>
    <w:p w:rsidR="00D43590" w:rsidRDefault="00D43590" w:rsidP="00D43590">
      <w:r>
        <w:t>736.1011</w:t>
      </w:r>
      <w:r>
        <w:tab/>
        <w:t>2.025e0</w:t>
      </w:r>
    </w:p>
    <w:p w:rsidR="00D43590" w:rsidRDefault="00D43590" w:rsidP="00D43590">
      <w:r>
        <w:t>736.2264</w:t>
      </w:r>
      <w:r>
        <w:tab/>
        <w:t>2.025e0</w:t>
      </w:r>
    </w:p>
    <w:p w:rsidR="00D43590" w:rsidRDefault="00D43590" w:rsidP="00D43590">
      <w:r>
        <w:t>736.3065</w:t>
      </w:r>
      <w:r>
        <w:tab/>
        <w:t>1.356e0</w:t>
      </w:r>
    </w:p>
    <w:p w:rsidR="00D43590" w:rsidRDefault="00D43590" w:rsidP="00D43590">
      <w:r>
        <w:t>736.4055</w:t>
      </w:r>
      <w:r>
        <w:tab/>
        <w:t>1.013e0</w:t>
      </w:r>
    </w:p>
    <w:p w:rsidR="00D43590" w:rsidRDefault="00D43590" w:rsidP="00D43590">
      <w:r>
        <w:t>736.5104</w:t>
      </w:r>
      <w:r>
        <w:tab/>
        <w:t>4.717e0</w:t>
      </w:r>
    </w:p>
    <w:p w:rsidR="00D43590" w:rsidRDefault="00D43590" w:rsidP="00D43590">
      <w:r>
        <w:t>736.7194</w:t>
      </w:r>
      <w:r>
        <w:tab/>
        <w:t>2.025e0</w:t>
      </w:r>
    </w:p>
    <w:p w:rsidR="00D43590" w:rsidRDefault="00D43590" w:rsidP="00D43590">
      <w:r>
        <w:t>736.8280</w:t>
      </w:r>
      <w:r>
        <w:tab/>
        <w:t>1.013e0</w:t>
      </w:r>
    </w:p>
    <w:p w:rsidR="00D43590" w:rsidRDefault="00D43590" w:rsidP="00D43590">
      <w:r>
        <w:t>736.9755</w:t>
      </w:r>
      <w:r>
        <w:tab/>
        <w:t>1.013e0</w:t>
      </w:r>
    </w:p>
    <w:p w:rsidR="00D43590" w:rsidRDefault="00D43590" w:rsidP="00D43590">
      <w:r>
        <w:t>737.0348</w:t>
      </w:r>
      <w:r>
        <w:tab/>
        <w:t>1.013e0</w:t>
      </w:r>
    </w:p>
    <w:p w:rsidR="00D43590" w:rsidRDefault="00D43590" w:rsidP="00D43590">
      <w:r>
        <w:t>737.3714</w:t>
      </w:r>
      <w:r>
        <w:tab/>
        <w:t>1.013e0</w:t>
      </w:r>
    </w:p>
    <w:p w:rsidR="00D43590" w:rsidRDefault="00D43590" w:rsidP="00D43590">
      <w:r>
        <w:lastRenderedPageBreak/>
        <w:t>737.4845</w:t>
      </w:r>
      <w:r>
        <w:tab/>
        <w:t>2.025e0</w:t>
      </w:r>
    </w:p>
    <w:p w:rsidR="00D43590" w:rsidRDefault="00D43590" w:rsidP="00D43590">
      <w:r>
        <w:t>737.7340</w:t>
      </w:r>
      <w:r>
        <w:tab/>
        <w:t>1.013e0</w:t>
      </w:r>
    </w:p>
    <w:p w:rsidR="00D43590" w:rsidRDefault="00D43590" w:rsidP="00D43590">
      <w:r>
        <w:t>738.1636</w:t>
      </w:r>
      <w:r>
        <w:tab/>
        <w:t>1.013e0</w:t>
      </w:r>
    </w:p>
    <w:p w:rsidR="00D43590" w:rsidRDefault="00D43590" w:rsidP="00D43590">
      <w:r>
        <w:t>738.2914</w:t>
      </w:r>
      <w:r>
        <w:tab/>
        <w:t>1.013e0</w:t>
      </w:r>
    </w:p>
    <w:p w:rsidR="00D43590" w:rsidRDefault="00D43590" w:rsidP="00D43590">
      <w:r>
        <w:t>738.4244</w:t>
      </w:r>
      <w:r>
        <w:tab/>
        <w:t>1.013e0</w:t>
      </w:r>
    </w:p>
    <w:p w:rsidR="00D43590" w:rsidRDefault="00D43590" w:rsidP="00D43590">
      <w:r>
        <w:t>738.5289</w:t>
      </w:r>
      <w:r>
        <w:tab/>
        <w:t>2.821e0</w:t>
      </w:r>
    </w:p>
    <w:p w:rsidR="00D43590" w:rsidRDefault="00D43590" w:rsidP="00D43590">
      <w:r>
        <w:t>738.6679</w:t>
      </w:r>
      <w:r>
        <w:tab/>
        <w:t>2.881e0</w:t>
      </w:r>
    </w:p>
    <w:p w:rsidR="00D43590" w:rsidRDefault="00D43590" w:rsidP="00D43590">
      <w:r>
        <w:t>739.0591</w:t>
      </w:r>
      <w:r>
        <w:tab/>
        <w:t>1.013e0</w:t>
      </w:r>
    </w:p>
    <w:p w:rsidR="00D43590" w:rsidRDefault="00D43590" w:rsidP="00D43590">
      <w:r>
        <w:t>739.2124</w:t>
      </w:r>
      <w:r>
        <w:tab/>
        <w:t>1.013e0</w:t>
      </w:r>
    </w:p>
    <w:p w:rsidR="00D43590" w:rsidRDefault="00D43590" w:rsidP="00D43590">
      <w:r>
        <w:t>739.2880</w:t>
      </w:r>
      <w:r>
        <w:tab/>
        <w:t>1.013e0</w:t>
      </w:r>
    </w:p>
    <w:p w:rsidR="00D43590" w:rsidRDefault="00D43590" w:rsidP="00D43590">
      <w:r>
        <w:t>739.4152</w:t>
      </w:r>
      <w:r>
        <w:tab/>
        <w:t>6.076e0</w:t>
      </w:r>
    </w:p>
    <w:p w:rsidR="00D43590" w:rsidRDefault="00D43590" w:rsidP="00D43590">
      <w:r>
        <w:t>739.4789</w:t>
      </w:r>
      <w:r>
        <w:tab/>
        <w:t>3.038e0</w:t>
      </w:r>
    </w:p>
    <w:p w:rsidR="00D43590" w:rsidRDefault="00D43590" w:rsidP="00D43590">
      <w:r>
        <w:t>739.7924</w:t>
      </w:r>
      <w:r>
        <w:tab/>
        <w:t>1.013e0</w:t>
      </w:r>
    </w:p>
    <w:p w:rsidR="00D43590" w:rsidRDefault="00D43590" w:rsidP="00D43590">
      <w:r>
        <w:t>739.9670</w:t>
      </w:r>
      <w:r>
        <w:tab/>
        <w:t>2.025e0</w:t>
      </w:r>
    </w:p>
    <w:p w:rsidR="00D43590" w:rsidRDefault="00D43590" w:rsidP="00D43590">
      <w:r>
        <w:t>740.1779</w:t>
      </w:r>
      <w:r>
        <w:tab/>
        <w:t>3.038e0</w:t>
      </w:r>
    </w:p>
    <w:p w:rsidR="00D43590" w:rsidRDefault="00D43590" w:rsidP="00D43590">
      <w:r>
        <w:t>740.3945</w:t>
      </w:r>
      <w:r>
        <w:tab/>
        <w:t>1.013e0</w:t>
      </w:r>
    </w:p>
    <w:p w:rsidR="00D43590" w:rsidRDefault="00D43590" w:rsidP="00D43590">
      <w:r>
        <w:t>740.6806</w:t>
      </w:r>
      <w:r>
        <w:tab/>
        <w:t>2.018e0</w:t>
      </w:r>
    </w:p>
    <w:p w:rsidR="00D43590" w:rsidRDefault="00D43590" w:rsidP="00D43590">
      <w:r>
        <w:t>740.8237</w:t>
      </w:r>
      <w:r>
        <w:tab/>
        <w:t>2.025e0</w:t>
      </w:r>
    </w:p>
    <w:p w:rsidR="00D43590" w:rsidRDefault="00D43590" w:rsidP="00D43590">
      <w:r>
        <w:t>741.0448</w:t>
      </w:r>
      <w:r>
        <w:tab/>
        <w:t>1.013e0</w:t>
      </w:r>
    </w:p>
    <w:p w:rsidR="00D43590" w:rsidRDefault="00D43590" w:rsidP="00D43590">
      <w:r>
        <w:lastRenderedPageBreak/>
        <w:t>741.1602</w:t>
      </w:r>
      <w:r>
        <w:tab/>
        <w:t>1.013e0</w:t>
      </w:r>
    </w:p>
    <w:p w:rsidR="00D43590" w:rsidRDefault="00D43590" w:rsidP="00D43590">
      <w:r>
        <w:t>741.2139</w:t>
      </w:r>
      <w:r>
        <w:tab/>
        <w:t>1.013e0</w:t>
      </w:r>
    </w:p>
    <w:p w:rsidR="00D43590" w:rsidRDefault="00D43590" w:rsidP="00D43590">
      <w:r>
        <w:t>741.3492</w:t>
      </w:r>
      <w:r>
        <w:tab/>
        <w:t>4.051e0</w:t>
      </w:r>
    </w:p>
    <w:p w:rsidR="00D43590" w:rsidRDefault="00D43590" w:rsidP="00D43590">
      <w:r>
        <w:t>741.4222</w:t>
      </w:r>
      <w:r>
        <w:tab/>
        <w:t>1.876e0</w:t>
      </w:r>
    </w:p>
    <w:p w:rsidR="00D43590" w:rsidRDefault="00D43590" w:rsidP="00D43590">
      <w:r>
        <w:t>741.5223</w:t>
      </w:r>
      <w:r>
        <w:tab/>
        <w:t>2.025e0</w:t>
      </w:r>
    </w:p>
    <w:p w:rsidR="00D43590" w:rsidRDefault="00D43590" w:rsidP="00D43590">
      <w:r>
        <w:t>741.6642</w:t>
      </w:r>
      <w:r>
        <w:tab/>
        <w:t>1.013e0</w:t>
      </w:r>
    </w:p>
    <w:p w:rsidR="00D43590" w:rsidRDefault="00D43590" w:rsidP="00D43590">
      <w:r>
        <w:t>741.8487</w:t>
      </w:r>
      <w:r>
        <w:tab/>
        <w:t>2.025e0</w:t>
      </w:r>
    </w:p>
    <w:p w:rsidR="00D43590" w:rsidRDefault="00D43590" w:rsidP="00D43590">
      <w:r>
        <w:t>741.9502</w:t>
      </w:r>
      <w:r>
        <w:tab/>
        <w:t>2.025e0</w:t>
      </w:r>
    </w:p>
    <w:p w:rsidR="00D43590" w:rsidRDefault="00D43590" w:rsidP="00D43590">
      <w:r>
        <w:t>742.1369</w:t>
      </w:r>
      <w:r>
        <w:tab/>
        <w:t>1.013e0</w:t>
      </w:r>
    </w:p>
    <w:p w:rsidR="00D43590" w:rsidRDefault="00D43590" w:rsidP="00D43590">
      <w:r>
        <w:t>742.2427</w:t>
      </w:r>
      <w:r>
        <w:tab/>
        <w:t>1.013e0</w:t>
      </w:r>
    </w:p>
    <w:p w:rsidR="00D43590" w:rsidRDefault="00D43590" w:rsidP="00D43590">
      <w:r>
        <w:t>742.5781</w:t>
      </w:r>
      <w:r>
        <w:tab/>
        <w:t>1.600e0</w:t>
      </w:r>
    </w:p>
    <w:p w:rsidR="00D43590" w:rsidRDefault="00D43590" w:rsidP="00D43590">
      <w:r>
        <w:t>742.6546</w:t>
      </w:r>
      <w:r>
        <w:tab/>
        <w:t>3.038e0</w:t>
      </w:r>
    </w:p>
    <w:p w:rsidR="00D43590" w:rsidRDefault="00D43590" w:rsidP="00D43590">
      <w:r>
        <w:t>742.7712</w:t>
      </w:r>
      <w:r>
        <w:tab/>
        <w:t>3.038e0</w:t>
      </w:r>
    </w:p>
    <w:p w:rsidR="00D43590" w:rsidRDefault="00D43590" w:rsidP="00D43590">
      <w:r>
        <w:t>743.1945</w:t>
      </w:r>
      <w:r>
        <w:tab/>
        <w:t>1.013e0</w:t>
      </w:r>
    </w:p>
    <w:p w:rsidR="00D43590" w:rsidRDefault="00D43590" w:rsidP="00D43590">
      <w:r>
        <w:t>743.2858</w:t>
      </w:r>
      <w:r>
        <w:tab/>
        <w:t>1.013e0</w:t>
      </w:r>
    </w:p>
    <w:p w:rsidR="00D43590" w:rsidRDefault="00D43590" w:rsidP="00D43590">
      <w:r>
        <w:t>743.3960</w:t>
      </w:r>
      <w:r>
        <w:tab/>
        <w:t>1.791e0</w:t>
      </w:r>
    </w:p>
    <w:p w:rsidR="00D43590" w:rsidRDefault="00D43590" w:rsidP="00D43590">
      <w:r>
        <w:t>743.4901</w:t>
      </w:r>
      <w:r>
        <w:tab/>
        <w:t>3.933e0</w:t>
      </w:r>
    </w:p>
    <w:p w:rsidR="00D43590" w:rsidRDefault="00D43590" w:rsidP="00D43590">
      <w:r>
        <w:t>743.5945</w:t>
      </w:r>
      <w:r>
        <w:tab/>
        <w:t>6.017e0</w:t>
      </w:r>
    </w:p>
    <w:p w:rsidR="00D43590" w:rsidRDefault="00D43590" w:rsidP="00D43590">
      <w:r>
        <w:t>743.6774</w:t>
      </w:r>
      <w:r>
        <w:tab/>
        <w:t>2.025e0</w:t>
      </w:r>
    </w:p>
    <w:p w:rsidR="00D43590" w:rsidRDefault="00D43590" w:rsidP="00D43590">
      <w:r>
        <w:lastRenderedPageBreak/>
        <w:t>743.8732</w:t>
      </w:r>
      <w:r>
        <w:tab/>
        <w:t>1.013e0</w:t>
      </w:r>
    </w:p>
    <w:p w:rsidR="00D43590" w:rsidRDefault="00D43590" w:rsidP="00D43590">
      <w:r>
        <w:t>743.9759</w:t>
      </w:r>
      <w:r>
        <w:tab/>
        <w:t>1.013e0</w:t>
      </w:r>
    </w:p>
    <w:p w:rsidR="00D43590" w:rsidRDefault="00D43590" w:rsidP="00D43590">
      <w:r>
        <w:t>744.1475</w:t>
      </w:r>
      <w:r>
        <w:tab/>
        <w:t>2.025e0</w:t>
      </w:r>
    </w:p>
    <w:p w:rsidR="00D43590" w:rsidRDefault="00D43590" w:rsidP="00D43590">
      <w:r>
        <w:t>744.3010</w:t>
      </w:r>
      <w:r>
        <w:tab/>
        <w:t>1.013e0</w:t>
      </w:r>
    </w:p>
    <w:p w:rsidR="00D43590" w:rsidRDefault="00D43590" w:rsidP="00D43590">
      <w:r>
        <w:t>744.6218</w:t>
      </w:r>
      <w:r>
        <w:tab/>
        <w:t>2.025e0</w:t>
      </w:r>
    </w:p>
    <w:p w:rsidR="00D43590" w:rsidRDefault="00D43590" w:rsidP="00D43590">
      <w:r>
        <w:t>744.9774</w:t>
      </w:r>
      <w:r>
        <w:tab/>
        <w:t>2.025e0</w:t>
      </w:r>
    </w:p>
    <w:p w:rsidR="00D43590" w:rsidRDefault="00D43590" w:rsidP="00D43590">
      <w:r>
        <w:t>745.1453</w:t>
      </w:r>
      <w:r>
        <w:tab/>
        <w:t>3.038e0</w:t>
      </w:r>
    </w:p>
    <w:p w:rsidR="00D43590" w:rsidRDefault="00D43590" w:rsidP="00D43590">
      <w:r>
        <w:t>745.2812</w:t>
      </w:r>
      <w:r>
        <w:tab/>
        <w:t>3.038e0</w:t>
      </w:r>
    </w:p>
    <w:p w:rsidR="00D43590" w:rsidRDefault="00D43590" w:rsidP="00D43590">
      <w:r>
        <w:t>745.3502</w:t>
      </w:r>
      <w:r>
        <w:tab/>
        <w:t>1.013e0</w:t>
      </w:r>
    </w:p>
    <w:p w:rsidR="00D43590" w:rsidRDefault="00D43590" w:rsidP="00D43590">
      <w:r>
        <w:t>745.6033</w:t>
      </w:r>
      <w:r>
        <w:tab/>
        <w:t>7.991e0</w:t>
      </w:r>
    </w:p>
    <w:p w:rsidR="00D43590" w:rsidRDefault="00D43590" w:rsidP="00D43590">
      <w:r>
        <w:t>745.6987</w:t>
      </w:r>
      <w:r>
        <w:tab/>
        <w:t>4.161e0</w:t>
      </w:r>
    </w:p>
    <w:p w:rsidR="00D43590" w:rsidRDefault="00D43590" w:rsidP="00D43590">
      <w:r>
        <w:t>745.8082</w:t>
      </w:r>
      <w:r>
        <w:tab/>
        <w:t>1.013e0</w:t>
      </w:r>
    </w:p>
    <w:p w:rsidR="00D43590" w:rsidRDefault="00D43590" w:rsidP="00D43590">
      <w:r>
        <w:t>745.8998</w:t>
      </w:r>
      <w:r>
        <w:tab/>
        <w:t>1.013e0</w:t>
      </w:r>
    </w:p>
    <w:p w:rsidR="00D43590" w:rsidRDefault="00D43590" w:rsidP="00D43590">
      <w:r>
        <w:t>745.9784</w:t>
      </w:r>
      <w:r>
        <w:tab/>
        <w:t>1.013e0</w:t>
      </w:r>
    </w:p>
    <w:p w:rsidR="00D43590" w:rsidRDefault="00D43590" w:rsidP="00D43590">
      <w:r>
        <w:t>746.0571</w:t>
      </w:r>
      <w:r>
        <w:tab/>
        <w:t>1.013e0</w:t>
      </w:r>
    </w:p>
    <w:p w:rsidR="00D43590" w:rsidRDefault="00D43590" w:rsidP="00D43590">
      <w:r>
        <w:t>746.1592</w:t>
      </w:r>
      <w:r>
        <w:tab/>
        <w:t>2.025e0</w:t>
      </w:r>
    </w:p>
    <w:p w:rsidR="00D43590" w:rsidRDefault="00D43590" w:rsidP="00D43590">
      <w:r>
        <w:t>746.2862</w:t>
      </w:r>
      <w:r>
        <w:tab/>
        <w:t>2.025e0</w:t>
      </w:r>
    </w:p>
    <w:p w:rsidR="00D43590" w:rsidRDefault="00D43590" w:rsidP="00D43590">
      <w:r>
        <w:t>746.4415</w:t>
      </w:r>
      <w:r>
        <w:tab/>
        <w:t>3.463e0</w:t>
      </w:r>
    </w:p>
    <w:p w:rsidR="00D43590" w:rsidRDefault="00D43590" w:rsidP="00D43590">
      <w:r>
        <w:t>746.5544</w:t>
      </w:r>
      <w:r>
        <w:tab/>
        <w:t>2.025e0</w:t>
      </w:r>
    </w:p>
    <w:p w:rsidR="00D43590" w:rsidRDefault="00D43590" w:rsidP="00D43590">
      <w:r>
        <w:lastRenderedPageBreak/>
        <w:t>746.6586</w:t>
      </w:r>
      <w:r>
        <w:tab/>
        <w:t>5.063e0</w:t>
      </w:r>
    </w:p>
    <w:p w:rsidR="00D43590" w:rsidRDefault="00D43590" w:rsidP="00D43590">
      <w:r>
        <w:t>746.7643</w:t>
      </w:r>
      <w:r>
        <w:tab/>
        <w:t>1.013e0</w:t>
      </w:r>
    </w:p>
    <w:p w:rsidR="00D43590" w:rsidRDefault="00D43590" w:rsidP="00D43590">
      <w:r>
        <w:t>746.9170</w:t>
      </w:r>
      <w:r>
        <w:tab/>
        <w:t>3.038e0</w:t>
      </w:r>
    </w:p>
    <w:p w:rsidR="00D43590" w:rsidRDefault="00D43590" w:rsidP="00D43590">
      <w:r>
        <w:t>747.2875</w:t>
      </w:r>
      <w:r>
        <w:tab/>
        <w:t>7.089e0</w:t>
      </w:r>
    </w:p>
    <w:p w:rsidR="00D43590" w:rsidRDefault="00D43590" w:rsidP="00D43590">
      <w:r>
        <w:t>747.4200</w:t>
      </w:r>
      <w:r>
        <w:tab/>
        <w:t>1.530e0</w:t>
      </w:r>
    </w:p>
    <w:p w:rsidR="00D43590" w:rsidRDefault="00D43590" w:rsidP="00D43590">
      <w:r>
        <w:t>747.6011</w:t>
      </w:r>
      <w:r>
        <w:tab/>
        <w:t>7.089e0</w:t>
      </w:r>
    </w:p>
    <w:p w:rsidR="00D43590" w:rsidRDefault="00D43590" w:rsidP="00D43590">
      <w:r>
        <w:t>747.7204</w:t>
      </w:r>
      <w:r>
        <w:tab/>
        <w:t>2.025e0</w:t>
      </w:r>
    </w:p>
    <w:p w:rsidR="00D43590" w:rsidRDefault="00D43590" w:rsidP="00D43590">
      <w:r>
        <w:t>748.0912</w:t>
      </w:r>
      <w:r>
        <w:tab/>
        <w:t>1.013e0</w:t>
      </w:r>
    </w:p>
    <w:p w:rsidR="00D43590" w:rsidRDefault="00D43590" w:rsidP="00D43590">
      <w:r>
        <w:t>748.2895</w:t>
      </w:r>
      <w:r>
        <w:tab/>
        <w:t>4.051e0</w:t>
      </w:r>
    </w:p>
    <w:p w:rsidR="00D43590" w:rsidRDefault="00D43590" w:rsidP="00D43590">
      <w:r>
        <w:t>748.3966</w:t>
      </w:r>
      <w:r>
        <w:tab/>
        <w:t>3.653e0</w:t>
      </w:r>
    </w:p>
    <w:p w:rsidR="00D43590" w:rsidRDefault="00D43590" w:rsidP="00D43590">
      <w:r>
        <w:t>748.5864</w:t>
      </w:r>
      <w:r>
        <w:tab/>
        <w:t>4.051e0</w:t>
      </w:r>
    </w:p>
    <w:p w:rsidR="00D43590" w:rsidRDefault="00D43590" w:rsidP="00D43590">
      <w:r>
        <w:t>748.7197</w:t>
      </w:r>
      <w:r>
        <w:tab/>
        <w:t>1.013e0</w:t>
      </w:r>
    </w:p>
    <w:p w:rsidR="00D43590" w:rsidRDefault="00D43590" w:rsidP="00D43590">
      <w:r>
        <w:t>748.8457</w:t>
      </w:r>
      <w:r>
        <w:tab/>
        <w:t>2.025e0</w:t>
      </w:r>
    </w:p>
    <w:p w:rsidR="00D43590" w:rsidRDefault="00D43590" w:rsidP="00D43590">
      <w:r>
        <w:t>749.0279</w:t>
      </w:r>
      <w:r>
        <w:tab/>
        <w:t>2.025e0</w:t>
      </w:r>
    </w:p>
    <w:p w:rsidR="00D43590" w:rsidRDefault="00D43590" w:rsidP="00D43590">
      <w:r>
        <w:t>749.1665</w:t>
      </w:r>
      <w:r>
        <w:tab/>
        <w:t>3.038e0</w:t>
      </w:r>
    </w:p>
    <w:p w:rsidR="00D43590" w:rsidRDefault="00D43590" w:rsidP="00D43590">
      <w:r>
        <w:t>749.3963</w:t>
      </w:r>
      <w:r>
        <w:tab/>
        <w:t>6.144e0</w:t>
      </w:r>
    </w:p>
    <w:p w:rsidR="00D43590" w:rsidRDefault="00D43590" w:rsidP="00D43590">
      <w:r>
        <w:t>749.5453</w:t>
      </w:r>
      <w:r>
        <w:tab/>
        <w:t>2.959e0</w:t>
      </w:r>
    </w:p>
    <w:p w:rsidR="00D43590" w:rsidRDefault="00D43590" w:rsidP="00D43590">
      <w:r>
        <w:t>749.6744</w:t>
      </w:r>
      <w:r>
        <w:tab/>
        <w:t>2.025e0</w:t>
      </w:r>
    </w:p>
    <w:p w:rsidR="00D43590" w:rsidRDefault="00D43590" w:rsidP="00D43590">
      <w:r>
        <w:t>749.7342</w:t>
      </w:r>
      <w:r>
        <w:tab/>
        <w:t>1.013e0</w:t>
      </w:r>
    </w:p>
    <w:p w:rsidR="00D43590" w:rsidRDefault="00D43590" w:rsidP="00D43590">
      <w:r>
        <w:lastRenderedPageBreak/>
        <w:t>750.2979</w:t>
      </w:r>
      <w:r>
        <w:tab/>
        <w:t>1.013e0</w:t>
      </w:r>
    </w:p>
    <w:p w:rsidR="00D43590" w:rsidRDefault="00D43590" w:rsidP="00D43590">
      <w:r>
        <w:t>750.3990</w:t>
      </w:r>
      <w:r>
        <w:tab/>
        <w:t>1.628e0</w:t>
      </w:r>
    </w:p>
    <w:p w:rsidR="00D43590" w:rsidRDefault="00D43590" w:rsidP="00D43590">
      <w:r>
        <w:t>750.4618</w:t>
      </w:r>
      <w:r>
        <w:tab/>
        <w:t>1.581e0</w:t>
      </w:r>
    </w:p>
    <w:p w:rsidR="00D43590" w:rsidRDefault="00D43590" w:rsidP="00D43590">
      <w:r>
        <w:t>750.6534</w:t>
      </w:r>
      <w:r>
        <w:tab/>
        <w:t>1.013e0</w:t>
      </w:r>
    </w:p>
    <w:p w:rsidR="00D43590" w:rsidRDefault="00D43590" w:rsidP="00D43590">
      <w:r>
        <w:t>750.7755</w:t>
      </w:r>
      <w:r>
        <w:tab/>
        <w:t>1.013e0</w:t>
      </w:r>
    </w:p>
    <w:p w:rsidR="00D43590" w:rsidRDefault="00D43590" w:rsidP="00D43590">
      <w:r>
        <w:t>750.9301</w:t>
      </w:r>
      <w:r>
        <w:tab/>
        <w:t>1.013e0</w:t>
      </w:r>
    </w:p>
    <w:p w:rsidR="00D43590" w:rsidRDefault="00D43590" w:rsidP="00D43590">
      <w:r>
        <w:t>751.0618</w:t>
      </w:r>
      <w:r>
        <w:tab/>
        <w:t>1.013e0</w:t>
      </w:r>
    </w:p>
    <w:p w:rsidR="00D43590" w:rsidRDefault="00D43590" w:rsidP="00D43590">
      <w:r>
        <w:t>751.2252</w:t>
      </w:r>
      <w:r>
        <w:tab/>
        <w:t>2.025e0</w:t>
      </w:r>
    </w:p>
    <w:p w:rsidR="00D43590" w:rsidRDefault="00D43590" w:rsidP="00D43590">
      <w:r>
        <w:t>751.4257</w:t>
      </w:r>
      <w:r>
        <w:tab/>
        <w:t>1.758e0</w:t>
      </w:r>
    </w:p>
    <w:p w:rsidR="00D43590" w:rsidRDefault="00D43590" w:rsidP="00D43590">
      <w:r>
        <w:t>751.5495</w:t>
      </w:r>
      <w:r>
        <w:tab/>
        <w:t>3.024e0</w:t>
      </w:r>
    </w:p>
    <w:p w:rsidR="00D43590" w:rsidRDefault="00D43590" w:rsidP="00D43590">
      <w:r>
        <w:t>751.7145</w:t>
      </w:r>
      <w:r>
        <w:tab/>
        <w:t>2.798e0</w:t>
      </w:r>
    </w:p>
    <w:p w:rsidR="00D43590" w:rsidRDefault="00D43590" w:rsidP="00D43590">
      <w:r>
        <w:t>751.9144</w:t>
      </w:r>
      <w:r>
        <w:tab/>
        <w:t>1.013e0</w:t>
      </w:r>
    </w:p>
    <w:p w:rsidR="00D43590" w:rsidRDefault="00D43590" w:rsidP="00D43590">
      <w:r>
        <w:t>751.9980</w:t>
      </w:r>
      <w:r>
        <w:tab/>
        <w:t>1.013e0</w:t>
      </w:r>
    </w:p>
    <w:p w:rsidR="00D43590" w:rsidRDefault="00D43590" w:rsidP="00D43590">
      <w:r>
        <w:t>752.0851</w:t>
      </w:r>
      <w:r>
        <w:tab/>
        <w:t>2.025e0</w:t>
      </w:r>
    </w:p>
    <w:p w:rsidR="00D43590" w:rsidRDefault="00D43590" w:rsidP="00D43590">
      <w:r>
        <w:t>752.2077</w:t>
      </w:r>
      <w:r>
        <w:tab/>
        <w:t>1.013e0</w:t>
      </w:r>
    </w:p>
    <w:p w:rsidR="00D43590" w:rsidRDefault="00D43590" w:rsidP="00D43590">
      <w:r>
        <w:t>752.3807</w:t>
      </w:r>
      <w:r>
        <w:tab/>
        <w:t>1.013e0</w:t>
      </w:r>
    </w:p>
    <w:p w:rsidR="00D43590" w:rsidRDefault="00D43590" w:rsidP="00D43590">
      <w:r>
        <w:t>752.4711</w:t>
      </w:r>
      <w:r>
        <w:tab/>
        <w:t>3.841e0</w:t>
      </w:r>
    </w:p>
    <w:p w:rsidR="00D43590" w:rsidRDefault="00D43590" w:rsidP="00D43590">
      <w:r>
        <w:t>752.7256</w:t>
      </w:r>
      <w:r>
        <w:tab/>
        <w:t>1.905e0</w:t>
      </w:r>
    </w:p>
    <w:p w:rsidR="00D43590" w:rsidRDefault="00D43590" w:rsidP="00D43590">
      <w:r>
        <w:t>752.8736</w:t>
      </w:r>
      <w:r>
        <w:tab/>
        <w:t>1.013e0</w:t>
      </w:r>
    </w:p>
    <w:p w:rsidR="00D43590" w:rsidRDefault="00D43590" w:rsidP="00D43590">
      <w:r>
        <w:lastRenderedPageBreak/>
        <w:t>753.0252</w:t>
      </w:r>
      <w:r>
        <w:tab/>
        <w:t>2.025e0</w:t>
      </w:r>
    </w:p>
    <w:p w:rsidR="00D43590" w:rsidRDefault="00D43590" w:rsidP="00D43590">
      <w:r>
        <w:t>753.1732</w:t>
      </w:r>
      <w:r>
        <w:tab/>
        <w:t>1.013e0</w:t>
      </w:r>
    </w:p>
    <w:p w:rsidR="00D43590" w:rsidRDefault="00D43590" w:rsidP="00D43590">
      <w:r>
        <w:t>753.2315</w:t>
      </w:r>
      <w:r>
        <w:tab/>
        <w:t>1.013e0</w:t>
      </w:r>
    </w:p>
    <w:p w:rsidR="00D43590" w:rsidRDefault="00D43590" w:rsidP="00D43590">
      <w:r>
        <w:t>753.4224</w:t>
      </w:r>
      <w:r>
        <w:tab/>
        <w:t>3.796e0</w:t>
      </w:r>
    </w:p>
    <w:p w:rsidR="00D43590" w:rsidRDefault="00D43590" w:rsidP="00D43590">
      <w:r>
        <w:t>753.5159</w:t>
      </w:r>
      <w:r>
        <w:tab/>
        <w:t>9.125e0</w:t>
      </w:r>
    </w:p>
    <w:p w:rsidR="00D43590" w:rsidRDefault="00D43590" w:rsidP="00D43590">
      <w:r>
        <w:t>753.6932</w:t>
      </w:r>
      <w:r>
        <w:tab/>
        <w:t>2.798e0</w:t>
      </w:r>
    </w:p>
    <w:p w:rsidR="00D43590" w:rsidRDefault="00D43590" w:rsidP="00D43590">
      <w:r>
        <w:t>753.8671</w:t>
      </w:r>
      <w:r>
        <w:tab/>
        <w:t>2.025e0</w:t>
      </w:r>
    </w:p>
    <w:p w:rsidR="00D43590" w:rsidRDefault="00D43590" w:rsidP="00D43590">
      <w:r>
        <w:t>753.9664</w:t>
      </w:r>
      <w:r>
        <w:tab/>
        <w:t>2.025e0</w:t>
      </w:r>
    </w:p>
    <w:p w:rsidR="00D43590" w:rsidRDefault="00D43590" w:rsidP="00D43590">
      <w:r>
        <w:t>754.3171</w:t>
      </w:r>
      <w:r>
        <w:tab/>
        <w:t>1.262e1</w:t>
      </w:r>
    </w:p>
    <w:p w:rsidR="00D43590" w:rsidRDefault="00D43590" w:rsidP="00D43590">
      <w:r>
        <w:t>754.4780</w:t>
      </w:r>
      <w:r>
        <w:tab/>
        <w:t>1.885e0</w:t>
      </w:r>
    </w:p>
    <w:p w:rsidR="00D43590" w:rsidRDefault="00D43590" w:rsidP="00D43590">
      <w:r>
        <w:t>754.8757</w:t>
      </w:r>
      <w:r>
        <w:tab/>
        <w:t>4.051e0</w:t>
      </w:r>
    </w:p>
    <w:p w:rsidR="00D43590" w:rsidRDefault="00D43590" w:rsidP="00D43590">
      <w:r>
        <w:t>755.0159</w:t>
      </w:r>
      <w:r>
        <w:tab/>
        <w:t>2.025e0</w:t>
      </w:r>
    </w:p>
    <w:p w:rsidR="00D43590" w:rsidRDefault="00D43590" w:rsidP="00D43590">
      <w:r>
        <w:t>755.1708</w:t>
      </w:r>
      <w:r>
        <w:tab/>
        <w:t>1.013e0</w:t>
      </w:r>
    </w:p>
    <w:p w:rsidR="00D43590" w:rsidRDefault="00D43590" w:rsidP="00D43590">
      <w:r>
        <w:t>755.3299</w:t>
      </w:r>
      <w:r>
        <w:tab/>
        <w:t>1.013e0</w:t>
      </w:r>
    </w:p>
    <w:p w:rsidR="00D43590" w:rsidRDefault="00D43590" w:rsidP="00D43590">
      <w:r>
        <w:t>755.4626</w:t>
      </w:r>
      <w:r>
        <w:tab/>
        <w:t>7.128e0</w:t>
      </w:r>
    </w:p>
    <w:p w:rsidR="00D43590" w:rsidRDefault="00D43590" w:rsidP="00D43590">
      <w:r>
        <w:t>755.6651</w:t>
      </w:r>
      <w:r>
        <w:tab/>
        <w:t>5.896e0</w:t>
      </w:r>
    </w:p>
    <w:p w:rsidR="00D43590" w:rsidRDefault="00D43590" w:rsidP="00D43590">
      <w:r>
        <w:t>755.9661</w:t>
      </w:r>
      <w:r>
        <w:tab/>
        <w:t>1.013e0</w:t>
      </w:r>
    </w:p>
    <w:p w:rsidR="00D43590" w:rsidRDefault="00D43590" w:rsidP="00D43590">
      <w:r>
        <w:t>756.1479</w:t>
      </w:r>
      <w:r>
        <w:tab/>
        <w:t>3.038e0</w:t>
      </w:r>
    </w:p>
    <w:p w:rsidR="00D43590" w:rsidRDefault="00D43590" w:rsidP="00D43590">
      <w:r>
        <w:t>756.2568</w:t>
      </w:r>
      <w:r>
        <w:tab/>
        <w:t>1.412e1</w:t>
      </w:r>
    </w:p>
    <w:p w:rsidR="00D43590" w:rsidRDefault="00D43590" w:rsidP="00D43590">
      <w:r>
        <w:lastRenderedPageBreak/>
        <w:t>756.4755</w:t>
      </w:r>
      <w:r>
        <w:tab/>
        <w:t>1.250e0</w:t>
      </w:r>
    </w:p>
    <w:p w:rsidR="00D43590" w:rsidRDefault="00D43590" w:rsidP="00D43590">
      <w:r>
        <w:t>756.5718</w:t>
      </w:r>
      <w:r>
        <w:tab/>
        <w:t>1.820e0</w:t>
      </w:r>
    </w:p>
    <w:p w:rsidR="00D43590" w:rsidRDefault="00D43590" w:rsidP="00D43590">
      <w:r>
        <w:t>756.6691</w:t>
      </w:r>
      <w:r>
        <w:tab/>
        <w:t>4.051e0</w:t>
      </w:r>
    </w:p>
    <w:p w:rsidR="00D43590" w:rsidRDefault="00D43590" w:rsidP="00D43590">
      <w:r>
        <w:t>756.8284</w:t>
      </w:r>
      <w:r>
        <w:tab/>
        <w:t>2.025e0</w:t>
      </w:r>
    </w:p>
    <w:p w:rsidR="00D43590" w:rsidRDefault="00D43590" w:rsidP="00D43590">
      <w:r>
        <w:t>757.1870</w:t>
      </w:r>
      <w:r>
        <w:tab/>
        <w:t>1.013e0</w:t>
      </w:r>
    </w:p>
    <w:p w:rsidR="00D43590" w:rsidRDefault="00D43590" w:rsidP="00D43590">
      <w:r>
        <w:t>757.2621</w:t>
      </w:r>
      <w:r>
        <w:tab/>
        <w:t>3.991e0</w:t>
      </w:r>
    </w:p>
    <w:p w:rsidR="00D43590" w:rsidRDefault="00D43590" w:rsidP="00D43590">
      <w:r>
        <w:t>757.3600</w:t>
      </w:r>
      <w:r>
        <w:tab/>
        <w:t>3.702e0</w:t>
      </w:r>
    </w:p>
    <w:p w:rsidR="00D43590" w:rsidRDefault="00D43590" w:rsidP="00D43590">
      <w:r>
        <w:t>757.4678</w:t>
      </w:r>
      <w:r>
        <w:tab/>
        <w:t>2.862e1</w:t>
      </w:r>
    </w:p>
    <w:p w:rsidR="00D43590" w:rsidRDefault="00D43590" w:rsidP="00D43590">
      <w:r>
        <w:t>757.6456</w:t>
      </w:r>
      <w:r>
        <w:tab/>
        <w:t>2.025e0</w:t>
      </w:r>
    </w:p>
    <w:p w:rsidR="00D43590" w:rsidRDefault="00D43590" w:rsidP="00D43590">
      <w:r>
        <w:t>757.7618</w:t>
      </w:r>
      <w:r>
        <w:tab/>
        <w:t>5.063e0</w:t>
      </w:r>
    </w:p>
    <w:p w:rsidR="00D43590" w:rsidRDefault="00D43590" w:rsidP="00D43590">
      <w:r>
        <w:t>757.8646</w:t>
      </w:r>
      <w:r>
        <w:tab/>
        <w:t>1.618e0</w:t>
      </w:r>
    </w:p>
    <w:p w:rsidR="00D43590" w:rsidRDefault="00D43590" w:rsidP="00D43590">
      <w:r>
        <w:t>758.0639</w:t>
      </w:r>
      <w:r>
        <w:tab/>
        <w:t>1.013e0</w:t>
      </w:r>
    </w:p>
    <w:p w:rsidR="00D43590" w:rsidRDefault="00D43590" w:rsidP="00D43590">
      <w:r>
        <w:t>758.2675</w:t>
      </w:r>
      <w:r>
        <w:tab/>
        <w:t>2.025e0</w:t>
      </w:r>
    </w:p>
    <w:p w:rsidR="00D43590" w:rsidRDefault="00D43590" w:rsidP="00D43590">
      <w:r>
        <w:t>758.3320</w:t>
      </w:r>
      <w:r>
        <w:tab/>
        <w:t>2.025e0</w:t>
      </w:r>
    </w:p>
    <w:p w:rsidR="00D43590" w:rsidRDefault="00D43590" w:rsidP="00D43590">
      <w:r>
        <w:t>758.4576</w:t>
      </w:r>
      <w:r>
        <w:tab/>
        <w:t>9.655e0</w:t>
      </w:r>
    </w:p>
    <w:p w:rsidR="00D43590" w:rsidRDefault="00D43590" w:rsidP="00D43590">
      <w:r>
        <w:t>758.5563</w:t>
      </w:r>
      <w:r>
        <w:tab/>
        <w:t>1.752e0</w:t>
      </w:r>
    </w:p>
    <w:p w:rsidR="00D43590" w:rsidRDefault="00D43590" w:rsidP="00D43590">
      <w:r>
        <w:t>758.7286</w:t>
      </w:r>
      <w:r>
        <w:tab/>
        <w:t>2.025e0</w:t>
      </w:r>
    </w:p>
    <w:p w:rsidR="00D43590" w:rsidRDefault="00D43590" w:rsidP="00D43590">
      <w:r>
        <w:t>758.8972</w:t>
      </w:r>
      <w:r>
        <w:tab/>
        <w:t>2.025e0</w:t>
      </w:r>
    </w:p>
    <w:p w:rsidR="00D43590" w:rsidRDefault="00D43590" w:rsidP="00D43590">
      <w:r>
        <w:t>759.0286</w:t>
      </w:r>
      <w:r>
        <w:tab/>
        <w:t>2.025e0</w:t>
      </w:r>
    </w:p>
    <w:p w:rsidR="00D43590" w:rsidRDefault="00D43590" w:rsidP="00D43590">
      <w:r>
        <w:lastRenderedPageBreak/>
        <w:t>759.1348</w:t>
      </w:r>
      <w:r>
        <w:tab/>
        <w:t>3.038e0</w:t>
      </w:r>
    </w:p>
    <w:p w:rsidR="00D43590" w:rsidRDefault="00D43590" w:rsidP="00D43590">
      <w:r>
        <w:t>759.2709</w:t>
      </w:r>
      <w:r>
        <w:tab/>
        <w:t>4.434e0</w:t>
      </w:r>
    </w:p>
    <w:p w:rsidR="00D43590" w:rsidRDefault="00D43590" w:rsidP="00D43590">
      <w:r>
        <w:t>759.3613</w:t>
      </w:r>
      <w:r>
        <w:tab/>
        <w:t>2.602e1</w:t>
      </w:r>
    </w:p>
    <w:p w:rsidR="00D43590" w:rsidRDefault="00D43590" w:rsidP="00D43590">
      <w:r>
        <w:t>759.4786</w:t>
      </w:r>
      <w:r>
        <w:tab/>
        <w:t>8.134e0</w:t>
      </w:r>
    </w:p>
    <w:p w:rsidR="00D43590" w:rsidRDefault="00D43590" w:rsidP="00D43590">
      <w:r>
        <w:t>759.6422</w:t>
      </w:r>
      <w:r>
        <w:tab/>
        <w:t>2.025e0</w:t>
      </w:r>
    </w:p>
    <w:p w:rsidR="00D43590" w:rsidRDefault="00D43590" w:rsidP="00D43590">
      <w:r>
        <w:t>759.7665</w:t>
      </w:r>
      <w:r>
        <w:tab/>
        <w:t>3.038e0</w:t>
      </w:r>
    </w:p>
    <w:p w:rsidR="00D43590" w:rsidRDefault="00D43590" w:rsidP="00D43590">
      <w:r>
        <w:t>759.8843</w:t>
      </w:r>
      <w:r>
        <w:tab/>
        <w:t>3.038e0</w:t>
      </w:r>
    </w:p>
    <w:p w:rsidR="00D43590" w:rsidRDefault="00D43590" w:rsidP="00D43590">
      <w:r>
        <w:t>760.1475</w:t>
      </w:r>
      <w:r>
        <w:tab/>
        <w:t>2.025e0</w:t>
      </w:r>
    </w:p>
    <w:p w:rsidR="00D43590" w:rsidRDefault="00D43590" w:rsidP="00D43590">
      <w:r>
        <w:t>760.2872</w:t>
      </w:r>
      <w:r>
        <w:tab/>
        <w:t>2.010e0</w:t>
      </w:r>
    </w:p>
    <w:p w:rsidR="00D43590" w:rsidRDefault="00D43590" w:rsidP="00D43590">
      <w:r>
        <w:t>760.4058</w:t>
      </w:r>
      <w:r>
        <w:tab/>
        <w:t>4.557e0</w:t>
      </w:r>
    </w:p>
    <w:p w:rsidR="00D43590" w:rsidRDefault="00D43590" w:rsidP="00D43590">
      <w:r>
        <w:t>760.5215</w:t>
      </w:r>
      <w:r>
        <w:tab/>
        <w:t>3.682e0</w:t>
      </w:r>
    </w:p>
    <w:p w:rsidR="00D43590" w:rsidRDefault="00D43590" w:rsidP="00D43590">
      <w:r>
        <w:t>760.6085</w:t>
      </w:r>
      <w:r>
        <w:tab/>
        <w:t>5.019e0</w:t>
      </w:r>
    </w:p>
    <w:p w:rsidR="00D43590" w:rsidRDefault="00D43590" w:rsidP="00D43590">
      <w:r>
        <w:t>760.7228</w:t>
      </w:r>
      <w:r>
        <w:tab/>
        <w:t>3.038e0</w:t>
      </w:r>
    </w:p>
    <w:p w:rsidR="00D43590" w:rsidRDefault="00D43590" w:rsidP="00D43590">
      <w:r>
        <w:t>761.1409</w:t>
      </w:r>
      <w:r>
        <w:tab/>
        <w:t>2.025e0</w:t>
      </w:r>
    </w:p>
    <w:p w:rsidR="00D43590" w:rsidRDefault="00D43590" w:rsidP="00D43590">
      <w:r>
        <w:t>761.2076</w:t>
      </w:r>
      <w:r>
        <w:tab/>
        <w:t>3.945e0</w:t>
      </w:r>
    </w:p>
    <w:p w:rsidR="00D43590" w:rsidRDefault="00D43590" w:rsidP="00D43590">
      <w:r>
        <w:t>761.3857</w:t>
      </w:r>
      <w:r>
        <w:tab/>
        <w:t>8.785e0</w:t>
      </w:r>
    </w:p>
    <w:p w:rsidR="00D43590" w:rsidRDefault="00D43590" w:rsidP="00D43590">
      <w:r>
        <w:t>761.5598</w:t>
      </w:r>
      <w:r>
        <w:tab/>
        <w:t>2.861e0</w:t>
      </w:r>
    </w:p>
    <w:p w:rsidR="00D43590" w:rsidRDefault="00D43590" w:rsidP="00D43590">
      <w:r>
        <w:t>761.6719</w:t>
      </w:r>
      <w:r>
        <w:tab/>
        <w:t>3.038e0</w:t>
      </w:r>
    </w:p>
    <w:p w:rsidR="00D43590" w:rsidRDefault="00D43590" w:rsidP="00D43590">
      <w:r>
        <w:t>761.8090</w:t>
      </w:r>
      <w:r>
        <w:tab/>
        <w:t>3.038e0</w:t>
      </w:r>
    </w:p>
    <w:p w:rsidR="00D43590" w:rsidRDefault="00D43590" w:rsidP="00D43590">
      <w:r>
        <w:lastRenderedPageBreak/>
        <w:t>762.1061</w:t>
      </w:r>
      <w:r>
        <w:tab/>
        <w:t>6.076e0</w:t>
      </w:r>
    </w:p>
    <w:p w:rsidR="00D43590" w:rsidRDefault="00D43590" w:rsidP="00D43590">
      <w:r>
        <w:t>762.2797</w:t>
      </w:r>
      <w:r>
        <w:tab/>
        <w:t>1.814e0</w:t>
      </w:r>
    </w:p>
    <w:p w:rsidR="00D43590" w:rsidRDefault="00D43590" w:rsidP="00D43590">
      <w:r>
        <w:t>762.3764</w:t>
      </w:r>
      <w:r>
        <w:tab/>
        <w:t>2.025e0</w:t>
      </w:r>
    </w:p>
    <w:p w:rsidR="00D43590" w:rsidRDefault="00D43590" w:rsidP="00D43590">
      <w:r>
        <w:t>762.4889</w:t>
      </w:r>
      <w:r>
        <w:tab/>
        <w:t>5.745e0</w:t>
      </w:r>
    </w:p>
    <w:p w:rsidR="00D43590" w:rsidRDefault="00D43590" w:rsidP="00D43590">
      <w:r>
        <w:t>762.6088</w:t>
      </w:r>
      <w:r>
        <w:tab/>
        <w:t>4.501e0</w:t>
      </w:r>
    </w:p>
    <w:p w:rsidR="00D43590" w:rsidRDefault="00D43590" w:rsidP="00D43590">
      <w:r>
        <w:t>762.7709</w:t>
      </w:r>
      <w:r>
        <w:tab/>
        <w:t>1.013e0</w:t>
      </w:r>
    </w:p>
    <w:p w:rsidR="00D43590" w:rsidRDefault="00D43590" w:rsidP="00D43590">
      <w:r>
        <w:t>762.9698</w:t>
      </w:r>
      <w:r>
        <w:tab/>
        <w:t>1.013e0</w:t>
      </w:r>
    </w:p>
    <w:p w:rsidR="00D43590" w:rsidRDefault="00D43590" w:rsidP="00D43590">
      <w:r>
        <w:t>763.1158</w:t>
      </w:r>
      <w:r>
        <w:tab/>
        <w:t>1.013e0</w:t>
      </w:r>
    </w:p>
    <w:p w:rsidR="00D43590" w:rsidRDefault="00D43590" w:rsidP="00D43590">
      <w:r>
        <w:t>763.2622</w:t>
      </w:r>
      <w:r>
        <w:tab/>
        <w:t>1.708e0</w:t>
      </w:r>
    </w:p>
    <w:p w:rsidR="00D43590" w:rsidRDefault="00D43590" w:rsidP="00D43590">
      <w:r>
        <w:t>763.3982</w:t>
      </w:r>
      <w:r>
        <w:tab/>
        <w:t>4.667e0</w:t>
      </w:r>
    </w:p>
    <w:p w:rsidR="00D43590" w:rsidRDefault="00D43590" w:rsidP="00D43590">
      <w:r>
        <w:t>763.5694</w:t>
      </w:r>
      <w:r>
        <w:tab/>
        <w:t>7.246e0</w:t>
      </w:r>
    </w:p>
    <w:p w:rsidR="00D43590" w:rsidRDefault="00D43590" w:rsidP="00D43590">
      <w:r>
        <w:t>764.1000</w:t>
      </w:r>
      <w:r>
        <w:tab/>
        <w:t>2.025e0</w:t>
      </w:r>
    </w:p>
    <w:p w:rsidR="00D43590" w:rsidRDefault="00D43590" w:rsidP="00D43590">
      <w:r>
        <w:t>764.3639</w:t>
      </w:r>
      <w:r>
        <w:tab/>
        <w:t>2.025e0</w:t>
      </w:r>
    </w:p>
    <w:p w:rsidR="00D43590" w:rsidRDefault="00D43590" w:rsidP="00D43590">
      <w:r>
        <w:t>764.4542</w:t>
      </w:r>
      <w:r>
        <w:tab/>
        <w:t>4.428e0</w:t>
      </w:r>
    </w:p>
    <w:p w:rsidR="00D43590" w:rsidRDefault="00D43590" w:rsidP="00D43590">
      <w:r>
        <w:t>764.5843</w:t>
      </w:r>
      <w:r>
        <w:tab/>
        <w:t>3.024e0</w:t>
      </w:r>
    </w:p>
    <w:p w:rsidR="00D43590" w:rsidRDefault="00D43590" w:rsidP="00D43590">
      <w:r>
        <w:t>764.7251</w:t>
      </w:r>
      <w:r>
        <w:tab/>
        <w:t>1.013e0</w:t>
      </w:r>
    </w:p>
    <w:p w:rsidR="00D43590" w:rsidRDefault="00D43590" w:rsidP="00D43590">
      <w:r>
        <w:t>764.7794</w:t>
      </w:r>
      <w:r>
        <w:tab/>
        <w:t>1.013e0</w:t>
      </w:r>
    </w:p>
    <w:p w:rsidR="00D43590" w:rsidRDefault="00D43590" w:rsidP="00D43590">
      <w:r>
        <w:t>764.8598</w:t>
      </w:r>
      <w:r>
        <w:tab/>
        <w:t>1.013e0</w:t>
      </w:r>
    </w:p>
    <w:p w:rsidR="00D43590" w:rsidRDefault="00D43590" w:rsidP="00D43590">
      <w:r>
        <w:t>765.2397</w:t>
      </w:r>
      <w:r>
        <w:tab/>
        <w:t>5.063e0</w:t>
      </w:r>
    </w:p>
    <w:p w:rsidR="00D43590" w:rsidRDefault="00D43590" w:rsidP="00D43590">
      <w:r>
        <w:lastRenderedPageBreak/>
        <w:t>765.5154</w:t>
      </w:r>
      <w:r>
        <w:tab/>
        <w:t>3.254e0</w:t>
      </w:r>
    </w:p>
    <w:p w:rsidR="00D43590" w:rsidRDefault="00D43590" w:rsidP="00D43590">
      <w:r>
        <w:t>765.9349</w:t>
      </w:r>
      <w:r>
        <w:tab/>
        <w:t>2.025e0</w:t>
      </w:r>
    </w:p>
    <w:p w:rsidR="00D43590" w:rsidRDefault="00D43590" w:rsidP="00D43590">
      <w:r>
        <w:t>766.1579</w:t>
      </w:r>
      <w:r>
        <w:tab/>
        <w:t>2.025e0</w:t>
      </w:r>
    </w:p>
    <w:p w:rsidR="00D43590" w:rsidRDefault="00D43590" w:rsidP="00D43590">
      <w:r>
        <w:t>766.2779</w:t>
      </w:r>
      <w:r>
        <w:tab/>
        <w:t>6.926e0</w:t>
      </w:r>
    </w:p>
    <w:p w:rsidR="00D43590" w:rsidRDefault="00D43590" w:rsidP="00D43590">
      <w:r>
        <w:t>766.3867</w:t>
      </w:r>
      <w:r>
        <w:tab/>
        <w:t>2.909e0</w:t>
      </w:r>
    </w:p>
    <w:p w:rsidR="00D43590" w:rsidRDefault="00D43590" w:rsidP="00D43590">
      <w:r>
        <w:t>766.5181</w:t>
      </w:r>
      <w:r>
        <w:tab/>
        <w:t>3.497e0</w:t>
      </w:r>
    </w:p>
    <w:p w:rsidR="00D43590" w:rsidRDefault="00D43590" w:rsidP="00D43590">
      <w:r>
        <w:t>766.7476</w:t>
      </w:r>
      <w:r>
        <w:tab/>
        <w:t>3.038e0</w:t>
      </w:r>
    </w:p>
    <w:p w:rsidR="00D43590" w:rsidRDefault="00D43590" w:rsidP="00D43590">
      <w:r>
        <w:t>766.8357</w:t>
      </w:r>
      <w:r>
        <w:tab/>
        <w:t>1.013e0</w:t>
      </w:r>
    </w:p>
    <w:p w:rsidR="00D43590" w:rsidRDefault="00D43590" w:rsidP="00D43590">
      <w:r>
        <w:t>767.0055</w:t>
      </w:r>
      <w:r>
        <w:tab/>
        <w:t>3.038e0</w:t>
      </w:r>
    </w:p>
    <w:p w:rsidR="00D43590" w:rsidRDefault="00D43590" w:rsidP="00D43590">
      <w:r>
        <w:t>767.1761</w:t>
      </w:r>
      <w:r>
        <w:tab/>
        <w:t>2.025e0</w:t>
      </w:r>
    </w:p>
    <w:p w:rsidR="00D43590" w:rsidRDefault="00D43590" w:rsidP="00D43590">
      <w:r>
        <w:t>767.2714</w:t>
      </w:r>
      <w:r>
        <w:tab/>
        <w:t>2.875e0</w:t>
      </w:r>
    </w:p>
    <w:p w:rsidR="00D43590" w:rsidRDefault="00D43590" w:rsidP="00D43590">
      <w:r>
        <w:t>767.5594</w:t>
      </w:r>
      <w:r>
        <w:tab/>
        <w:t>2.965e0</w:t>
      </w:r>
    </w:p>
    <w:p w:rsidR="00D43590" w:rsidRDefault="00D43590" w:rsidP="00D43590">
      <w:r>
        <w:t>767.7053</w:t>
      </w:r>
      <w:r>
        <w:tab/>
        <w:t>2.025e0</w:t>
      </w:r>
    </w:p>
    <w:p w:rsidR="00D43590" w:rsidRDefault="00D43590" w:rsidP="00D43590">
      <w:r>
        <w:t>767.9238</w:t>
      </w:r>
      <w:r>
        <w:tab/>
        <w:t>1.013e0</w:t>
      </w:r>
    </w:p>
    <w:p w:rsidR="00D43590" w:rsidRDefault="00D43590" w:rsidP="00D43590">
      <w:r>
        <w:t>768.3359</w:t>
      </w:r>
      <w:r>
        <w:tab/>
        <w:t>2.025e0</w:t>
      </w:r>
    </w:p>
    <w:p w:rsidR="00D43590" w:rsidRDefault="00D43590" w:rsidP="00D43590">
      <w:r>
        <w:t>768.4442</w:t>
      </w:r>
      <w:r>
        <w:tab/>
        <w:t>3.711e0</w:t>
      </w:r>
    </w:p>
    <w:p w:rsidR="00D43590" w:rsidRDefault="00D43590" w:rsidP="00D43590">
      <w:r>
        <w:t>768.6641</w:t>
      </w:r>
      <w:r>
        <w:tab/>
        <w:t>2.025e0</w:t>
      </w:r>
    </w:p>
    <w:p w:rsidR="00D43590" w:rsidRDefault="00D43590" w:rsidP="00D43590">
      <w:r>
        <w:t>768.7913</w:t>
      </w:r>
      <w:r>
        <w:tab/>
        <w:t>2.025e0</w:t>
      </w:r>
    </w:p>
    <w:p w:rsidR="00D43590" w:rsidRDefault="00D43590" w:rsidP="00D43590">
      <w:r>
        <w:t>768.9329</w:t>
      </w:r>
      <w:r>
        <w:tab/>
        <w:t>1.013e0</w:t>
      </w:r>
    </w:p>
    <w:p w:rsidR="00D43590" w:rsidRDefault="00D43590" w:rsidP="00D43590">
      <w:r>
        <w:lastRenderedPageBreak/>
        <w:t>769.0286</w:t>
      </w:r>
      <w:r>
        <w:tab/>
        <w:t>1.013e0</w:t>
      </w:r>
    </w:p>
    <w:p w:rsidR="00D43590" w:rsidRDefault="00D43590" w:rsidP="00D43590">
      <w:r>
        <w:t>769.2196</w:t>
      </w:r>
      <w:r>
        <w:tab/>
        <w:t>2.025e0</w:t>
      </w:r>
    </w:p>
    <w:p w:rsidR="00D43590" w:rsidRDefault="00D43590" w:rsidP="00D43590">
      <w:r>
        <w:t>769.3296</w:t>
      </w:r>
      <w:r>
        <w:tab/>
        <w:t>3.038e0</w:t>
      </w:r>
    </w:p>
    <w:p w:rsidR="00D43590" w:rsidRDefault="00D43590" w:rsidP="00D43590">
      <w:r>
        <w:t>769.4382</w:t>
      </w:r>
      <w:r>
        <w:tab/>
        <w:t>2.979e0</w:t>
      </w:r>
    </w:p>
    <w:p w:rsidR="00D43590" w:rsidRDefault="00D43590" w:rsidP="00D43590">
      <w:r>
        <w:t>769.5978</w:t>
      </w:r>
      <w:r>
        <w:tab/>
        <w:t>2.025e0</w:t>
      </w:r>
    </w:p>
    <w:p w:rsidR="00D43590" w:rsidRDefault="00D43590" w:rsidP="00D43590">
      <w:r>
        <w:t>769.7242</w:t>
      </w:r>
      <w:r>
        <w:tab/>
        <w:t>3.038e0</w:t>
      </w:r>
    </w:p>
    <w:p w:rsidR="00D43590" w:rsidRDefault="00D43590" w:rsidP="00D43590">
      <w:r>
        <w:t>769.9307</w:t>
      </w:r>
      <w:r>
        <w:tab/>
        <w:t>1.013e0</w:t>
      </w:r>
    </w:p>
    <w:p w:rsidR="00D43590" w:rsidRDefault="00D43590" w:rsidP="00D43590">
      <w:r>
        <w:t>770.2277</w:t>
      </w:r>
      <w:r>
        <w:tab/>
        <w:t>2.025e0</w:t>
      </w:r>
    </w:p>
    <w:p w:rsidR="00D43590" w:rsidRDefault="00D43590" w:rsidP="00D43590">
      <w:r>
        <w:t>770.3425</w:t>
      </w:r>
      <w:r>
        <w:tab/>
        <w:t>3.038e0</w:t>
      </w:r>
    </w:p>
    <w:p w:rsidR="00D43590" w:rsidRDefault="00D43590" w:rsidP="00D43590">
      <w:r>
        <w:t>770.5895</w:t>
      </w:r>
      <w:r>
        <w:tab/>
        <w:t>3.038e0</w:t>
      </w:r>
    </w:p>
    <w:p w:rsidR="00D43590" w:rsidRDefault="00D43590" w:rsidP="00D43590">
      <w:r>
        <w:t>770.7272</w:t>
      </w:r>
      <w:r>
        <w:tab/>
        <w:t>1.013e0</w:t>
      </w:r>
    </w:p>
    <w:p w:rsidR="00D43590" w:rsidRDefault="00D43590" w:rsidP="00D43590">
      <w:r>
        <w:t>770.9028</w:t>
      </w:r>
      <w:r>
        <w:tab/>
        <w:t>1.013e0</w:t>
      </w:r>
    </w:p>
    <w:p w:rsidR="00D43590" w:rsidRDefault="00D43590" w:rsidP="00D43590">
      <w:r>
        <w:t>770.9789</w:t>
      </w:r>
      <w:r>
        <w:tab/>
        <w:t>1.013e0</w:t>
      </w:r>
    </w:p>
    <w:p w:rsidR="00D43590" w:rsidRDefault="00D43590" w:rsidP="00D43590">
      <w:r>
        <w:t>771.2531</w:t>
      </w:r>
      <w:r>
        <w:tab/>
        <w:t>2.025e0</w:t>
      </w:r>
    </w:p>
    <w:p w:rsidR="00D43590" w:rsidRDefault="00D43590" w:rsidP="00D43590">
      <w:r>
        <w:t>771.4102</w:t>
      </w:r>
      <w:r>
        <w:tab/>
        <w:t>1.996e0</w:t>
      </w:r>
    </w:p>
    <w:p w:rsidR="00D43590" w:rsidRDefault="00D43590" w:rsidP="00D43590">
      <w:r>
        <w:t>771.5056</w:t>
      </w:r>
      <w:r>
        <w:tab/>
        <w:t>1.801e0</w:t>
      </w:r>
    </w:p>
    <w:p w:rsidR="00D43590" w:rsidRDefault="00D43590" w:rsidP="00D43590">
      <w:r>
        <w:t>772.0945</w:t>
      </w:r>
      <w:r>
        <w:tab/>
        <w:t>2.025e0</w:t>
      </w:r>
    </w:p>
    <w:p w:rsidR="00D43590" w:rsidRDefault="00D43590" w:rsidP="00D43590">
      <w:r>
        <w:t>772.2593</w:t>
      </w:r>
      <w:r>
        <w:tab/>
        <w:t>3.038e0</w:t>
      </w:r>
    </w:p>
    <w:p w:rsidR="00D43590" w:rsidRDefault="00D43590" w:rsidP="00D43590">
      <w:r>
        <w:t>772.3395</w:t>
      </w:r>
      <w:r>
        <w:tab/>
        <w:t>3.038e0</w:t>
      </w:r>
    </w:p>
    <w:p w:rsidR="00D43590" w:rsidRDefault="00D43590" w:rsidP="00D43590">
      <w:r>
        <w:lastRenderedPageBreak/>
        <w:t>772.5951</w:t>
      </w:r>
      <w:r>
        <w:tab/>
        <w:t>2.025e0</w:t>
      </w:r>
    </w:p>
    <w:p w:rsidR="00D43590" w:rsidRDefault="00D43590" w:rsidP="00D43590">
      <w:r>
        <w:t>772.6995</w:t>
      </w:r>
      <w:r>
        <w:tab/>
        <w:t>3.397e0</w:t>
      </w:r>
    </w:p>
    <w:p w:rsidR="00D43590" w:rsidRDefault="00D43590" w:rsidP="00D43590">
      <w:r>
        <w:t>772.9317</w:t>
      </w:r>
      <w:r>
        <w:tab/>
        <w:t>1.013e0</w:t>
      </w:r>
    </w:p>
    <w:p w:rsidR="00D43590" w:rsidRDefault="00D43590" w:rsidP="00D43590">
      <w:r>
        <w:t>773.0265</w:t>
      </w:r>
      <w:r>
        <w:tab/>
        <w:t>1.013e0</w:t>
      </w:r>
    </w:p>
    <w:p w:rsidR="00D43590" w:rsidRDefault="00D43590" w:rsidP="00D43590">
      <w:r>
        <w:t>773.1077</w:t>
      </w:r>
      <w:r>
        <w:tab/>
        <w:t>1.013e0</w:t>
      </w:r>
    </w:p>
    <w:p w:rsidR="00D43590" w:rsidRDefault="00D43590" w:rsidP="00D43590">
      <w:r>
        <w:t>773.2755</w:t>
      </w:r>
      <w:r>
        <w:tab/>
        <w:t>2.025e0</w:t>
      </w:r>
    </w:p>
    <w:p w:rsidR="00D43590" w:rsidRDefault="00D43590" w:rsidP="00D43590">
      <w:r>
        <w:t>773.3873</w:t>
      </w:r>
      <w:r>
        <w:tab/>
        <w:t>2.025e0</w:t>
      </w:r>
    </w:p>
    <w:p w:rsidR="00D43590" w:rsidRDefault="00D43590" w:rsidP="00D43590">
      <w:r>
        <w:t>773.6522</w:t>
      </w:r>
      <w:r>
        <w:tab/>
        <w:t>3.038e0</w:t>
      </w:r>
    </w:p>
    <w:p w:rsidR="00D43590" w:rsidRDefault="00D43590" w:rsidP="00D43590">
      <w:r>
        <w:t>773.7921</w:t>
      </w:r>
      <w:r>
        <w:tab/>
        <w:t>2.025e0</w:t>
      </w:r>
    </w:p>
    <w:p w:rsidR="00D43590" w:rsidRDefault="00D43590" w:rsidP="00D43590">
      <w:r>
        <w:t>773.8823</w:t>
      </w:r>
      <w:r>
        <w:tab/>
        <w:t>2.025e0</w:t>
      </w:r>
    </w:p>
    <w:p w:rsidR="00D43590" w:rsidRDefault="00D43590" w:rsidP="00D43590">
      <w:r>
        <w:t>773.9887</w:t>
      </w:r>
      <w:r>
        <w:tab/>
        <w:t>1.013e0</w:t>
      </w:r>
    </w:p>
    <w:p w:rsidR="00D43590" w:rsidRDefault="00D43590" w:rsidP="00D43590">
      <w:r>
        <w:t>774.1379</w:t>
      </w:r>
      <w:r>
        <w:tab/>
        <w:t>1.013e0</w:t>
      </w:r>
    </w:p>
    <w:p w:rsidR="00D43590" w:rsidRDefault="00D43590" w:rsidP="00D43590">
      <w:r>
        <w:t>774.2599</w:t>
      </w:r>
      <w:r>
        <w:tab/>
        <w:t>1.013e0</w:t>
      </w:r>
    </w:p>
    <w:p w:rsidR="00D43590" w:rsidRDefault="00D43590" w:rsidP="00D43590">
      <w:r>
        <w:t>774.3821</w:t>
      </w:r>
      <w:r>
        <w:tab/>
        <w:t>1.013e0</w:t>
      </w:r>
    </w:p>
    <w:p w:rsidR="00D43590" w:rsidRDefault="00D43590" w:rsidP="00D43590">
      <w:r>
        <w:t>774.4363</w:t>
      </w:r>
      <w:r>
        <w:tab/>
        <w:t>1.013e0</w:t>
      </w:r>
    </w:p>
    <w:p w:rsidR="00D43590" w:rsidRDefault="00D43590" w:rsidP="00D43590">
      <w:r>
        <w:t>774.5790</w:t>
      </w:r>
      <w:r>
        <w:tab/>
        <w:t>2.025e0</w:t>
      </w:r>
    </w:p>
    <w:p w:rsidR="00D43590" w:rsidRDefault="00D43590" w:rsidP="00D43590">
      <w:r>
        <w:t>774.6497</w:t>
      </w:r>
      <w:r>
        <w:tab/>
        <w:t>1.013e0</w:t>
      </w:r>
    </w:p>
    <w:p w:rsidR="00D43590" w:rsidRDefault="00D43590" w:rsidP="00D43590">
      <w:r>
        <w:t>774.7818</w:t>
      </w:r>
      <w:r>
        <w:tab/>
        <w:t>4.051e0</w:t>
      </w:r>
    </w:p>
    <w:p w:rsidR="00D43590" w:rsidRDefault="00D43590" w:rsidP="00D43590">
      <w:r>
        <w:t>774.9928</w:t>
      </w:r>
      <w:r>
        <w:tab/>
        <w:t>1.013e0</w:t>
      </w:r>
    </w:p>
    <w:p w:rsidR="00D43590" w:rsidRDefault="00D43590" w:rsidP="00D43590">
      <w:r>
        <w:lastRenderedPageBreak/>
        <w:t>775.0878</w:t>
      </w:r>
      <w:r>
        <w:tab/>
        <w:t>1.013e0</w:t>
      </w:r>
    </w:p>
    <w:p w:rsidR="00D43590" w:rsidRDefault="00D43590" w:rsidP="00D43590">
      <w:r>
        <w:t>775.3652</w:t>
      </w:r>
      <w:r>
        <w:tab/>
        <w:t>4.051e0</w:t>
      </w:r>
    </w:p>
    <w:p w:rsidR="00D43590" w:rsidRDefault="00D43590" w:rsidP="00D43590">
      <w:r>
        <w:t>775.6096</w:t>
      </w:r>
      <w:r>
        <w:tab/>
        <w:t>3.038e0</w:t>
      </w:r>
    </w:p>
    <w:p w:rsidR="00D43590" w:rsidRDefault="00D43590" w:rsidP="00D43590">
      <w:r>
        <w:t>775.8024</w:t>
      </w:r>
      <w:r>
        <w:tab/>
        <w:t>1.013e0</w:t>
      </w:r>
    </w:p>
    <w:p w:rsidR="00D43590" w:rsidRDefault="00D43590" w:rsidP="00D43590">
      <w:r>
        <w:t>775.9004</w:t>
      </w:r>
      <w:r>
        <w:tab/>
        <w:t>1.013e0</w:t>
      </w:r>
    </w:p>
    <w:p w:rsidR="00D43590" w:rsidRDefault="00D43590" w:rsidP="00D43590">
      <w:r>
        <w:t>775.9573</w:t>
      </w:r>
      <w:r>
        <w:tab/>
        <w:t>1.013e0</w:t>
      </w:r>
    </w:p>
    <w:p w:rsidR="00D43590" w:rsidRDefault="00D43590" w:rsidP="00D43590">
      <w:r>
        <w:t>776.1915</w:t>
      </w:r>
      <w:r>
        <w:tab/>
        <w:t>1.013e0</w:t>
      </w:r>
    </w:p>
    <w:p w:rsidR="00D43590" w:rsidRDefault="00D43590" w:rsidP="00D43590">
      <w:r>
        <w:t>776.2878</w:t>
      </w:r>
      <w:r>
        <w:tab/>
        <w:t>3.038e0</w:t>
      </w:r>
    </w:p>
    <w:p w:rsidR="00D43590" w:rsidRDefault="00D43590" w:rsidP="00D43590">
      <w:r>
        <w:t>776.4852</w:t>
      </w:r>
      <w:r>
        <w:tab/>
        <w:t>1.990e0</w:t>
      </w:r>
    </w:p>
    <w:p w:rsidR="00D43590" w:rsidRDefault="00D43590" w:rsidP="00D43590">
      <w:r>
        <w:t>776.5678</w:t>
      </w:r>
      <w:r>
        <w:tab/>
        <w:t>2.025e0</w:t>
      </w:r>
    </w:p>
    <w:p w:rsidR="00D43590" w:rsidRDefault="00D43590" w:rsidP="00D43590">
      <w:r>
        <w:t>776.6872</w:t>
      </w:r>
      <w:r>
        <w:tab/>
        <w:t>3.704e0</w:t>
      </w:r>
    </w:p>
    <w:p w:rsidR="00D43590" w:rsidRDefault="00D43590" w:rsidP="00D43590">
      <w:r>
        <w:t>776.8904</w:t>
      </w:r>
      <w:r>
        <w:tab/>
        <w:t>1.013e0</w:t>
      </w:r>
    </w:p>
    <w:p w:rsidR="00D43590" w:rsidRDefault="00D43590" w:rsidP="00D43590">
      <w:r>
        <w:t>776.9503</w:t>
      </w:r>
      <w:r>
        <w:tab/>
        <w:t>1.013e0</w:t>
      </w:r>
    </w:p>
    <w:p w:rsidR="00D43590" w:rsidRDefault="00D43590" w:rsidP="00D43590">
      <w:r>
        <w:t>777.0872</w:t>
      </w:r>
      <w:r>
        <w:tab/>
        <w:t>2.025e0</w:t>
      </w:r>
    </w:p>
    <w:p w:rsidR="00D43590" w:rsidRDefault="00D43590" w:rsidP="00D43590">
      <w:r>
        <w:t>777.2497</w:t>
      </w:r>
      <w:r>
        <w:tab/>
        <w:t>3.038e0</w:t>
      </w:r>
    </w:p>
    <w:p w:rsidR="00D43590" w:rsidRDefault="00D43590" w:rsidP="00D43590">
      <w:r>
        <w:t>777.3785</w:t>
      </w:r>
      <w:r>
        <w:tab/>
        <w:t>3.038e0</w:t>
      </w:r>
    </w:p>
    <w:p w:rsidR="00D43590" w:rsidRDefault="00D43590" w:rsidP="00D43590">
      <w:r>
        <w:t>777.4924</w:t>
      </w:r>
      <w:r>
        <w:tab/>
        <w:t>3.038e0</w:t>
      </w:r>
    </w:p>
    <w:p w:rsidR="00D43590" w:rsidRDefault="00D43590" w:rsidP="00D43590">
      <w:r>
        <w:t>777.6583</w:t>
      </w:r>
      <w:r>
        <w:tab/>
        <w:t>1.013e0</w:t>
      </w:r>
    </w:p>
    <w:p w:rsidR="00D43590" w:rsidRDefault="00D43590" w:rsidP="00D43590">
      <w:r>
        <w:t>777.7484</w:t>
      </w:r>
      <w:r>
        <w:tab/>
        <w:t>3.038e0</w:t>
      </w:r>
    </w:p>
    <w:p w:rsidR="00D43590" w:rsidRDefault="00D43590" w:rsidP="00D43590">
      <w:r>
        <w:lastRenderedPageBreak/>
        <w:t>777.8970</w:t>
      </w:r>
      <w:r>
        <w:tab/>
        <w:t>1.013e0</w:t>
      </w:r>
    </w:p>
    <w:p w:rsidR="00D43590" w:rsidRDefault="00D43590" w:rsidP="00D43590">
      <w:r>
        <w:t>778.1362</w:t>
      </w:r>
      <w:r>
        <w:tab/>
        <w:t>2.025e0</w:t>
      </w:r>
    </w:p>
    <w:p w:rsidR="00D43590" w:rsidRDefault="00D43590" w:rsidP="00D43590">
      <w:r>
        <w:t>778.3088</w:t>
      </w:r>
      <w:r>
        <w:tab/>
        <w:t>2.025e0</w:t>
      </w:r>
    </w:p>
    <w:p w:rsidR="00D43590" w:rsidRDefault="00D43590" w:rsidP="00D43590">
      <w:r>
        <w:t>778.4079</w:t>
      </w:r>
      <w:r>
        <w:tab/>
        <w:t>1.013e0</w:t>
      </w:r>
    </w:p>
    <w:p w:rsidR="00D43590" w:rsidRDefault="00D43590" w:rsidP="00D43590">
      <w:r>
        <w:t>778.6533</w:t>
      </w:r>
      <w:r>
        <w:tab/>
        <w:t>2.025e0</w:t>
      </w:r>
    </w:p>
    <w:p w:rsidR="00D43590" w:rsidRDefault="00D43590" w:rsidP="00D43590">
      <w:r>
        <w:t>778.7557</w:t>
      </w:r>
      <w:r>
        <w:tab/>
        <w:t>2.164e0</w:t>
      </w:r>
    </w:p>
    <w:p w:rsidR="00D43590" w:rsidRDefault="00D43590" w:rsidP="00D43590">
      <w:r>
        <w:t>779.0822</w:t>
      </w:r>
      <w:r>
        <w:tab/>
        <w:t>1.013e0</w:t>
      </w:r>
    </w:p>
    <w:p w:rsidR="00D43590" w:rsidRDefault="00D43590" w:rsidP="00D43590">
      <w:r>
        <w:t>779.2338</w:t>
      </w:r>
      <w:r>
        <w:tab/>
        <w:t>2.025e0</w:t>
      </w:r>
    </w:p>
    <w:p w:rsidR="00D43590" w:rsidRDefault="00D43590" w:rsidP="00D43590">
      <w:r>
        <w:t>779.3909</w:t>
      </w:r>
      <w:r>
        <w:tab/>
        <w:t>2.025e0</w:t>
      </w:r>
    </w:p>
    <w:p w:rsidR="00D43590" w:rsidRDefault="00D43590" w:rsidP="00D43590">
      <w:r>
        <w:t>779.4966</w:t>
      </w:r>
      <w:r>
        <w:tab/>
        <w:t>3.038e0</w:t>
      </w:r>
    </w:p>
    <w:p w:rsidR="00D43590" w:rsidRDefault="00D43590" w:rsidP="00D43590">
      <w:r>
        <w:t>779.5677</w:t>
      </w:r>
      <w:r>
        <w:tab/>
        <w:t>3.038e0</w:t>
      </w:r>
    </w:p>
    <w:p w:rsidR="00D43590" w:rsidRDefault="00D43590" w:rsidP="00D43590">
      <w:r>
        <w:t>779.7383</w:t>
      </w:r>
      <w:r>
        <w:tab/>
        <w:t>2.025e0</w:t>
      </w:r>
    </w:p>
    <w:p w:rsidR="00D43590" w:rsidRDefault="00D43590" w:rsidP="00D43590">
      <w:r>
        <w:t>779.8954</w:t>
      </w:r>
      <w:r>
        <w:tab/>
        <w:t>1.013e0</w:t>
      </w:r>
    </w:p>
    <w:p w:rsidR="00D43590" w:rsidRDefault="00D43590" w:rsidP="00D43590">
      <w:r>
        <w:t>779.9592</w:t>
      </w:r>
      <w:r>
        <w:tab/>
        <w:t>1.013e0</w:t>
      </w:r>
    </w:p>
    <w:p w:rsidR="00D43590" w:rsidRDefault="00D43590" w:rsidP="00D43590">
      <w:r>
        <w:t>780.1213</w:t>
      </w:r>
      <w:r>
        <w:tab/>
        <w:t>1.013e0</w:t>
      </w:r>
    </w:p>
    <w:p w:rsidR="00D43590" w:rsidRDefault="00D43590" w:rsidP="00D43590">
      <w:r>
        <w:t>780.2506</w:t>
      </w:r>
      <w:r>
        <w:tab/>
        <w:t>2.025e0</w:t>
      </w:r>
    </w:p>
    <w:p w:rsidR="00D43590" w:rsidRDefault="00D43590" w:rsidP="00D43590">
      <w:r>
        <w:t>780.3370</w:t>
      </w:r>
      <w:r>
        <w:tab/>
        <w:t>3.038e0</w:t>
      </w:r>
    </w:p>
    <w:p w:rsidR="00D43590" w:rsidRDefault="00D43590" w:rsidP="00D43590">
      <w:r>
        <w:t>780.4042</w:t>
      </w:r>
      <w:r>
        <w:tab/>
        <w:t>4.051e0</w:t>
      </w:r>
    </w:p>
    <w:p w:rsidR="00D43590" w:rsidRDefault="00D43590" w:rsidP="00D43590">
      <w:r>
        <w:t>780.6146</w:t>
      </w:r>
      <w:r>
        <w:tab/>
        <w:t>2.025e0</w:t>
      </w:r>
    </w:p>
    <w:p w:rsidR="00D43590" w:rsidRDefault="00D43590" w:rsidP="00D43590">
      <w:r>
        <w:lastRenderedPageBreak/>
        <w:t>780.7290</w:t>
      </w:r>
      <w:r>
        <w:tab/>
        <w:t>1.013e0</w:t>
      </w:r>
    </w:p>
    <w:p w:rsidR="00D43590" w:rsidRDefault="00D43590" w:rsidP="00D43590">
      <w:r>
        <w:t>780.7863</w:t>
      </w:r>
      <w:r>
        <w:tab/>
        <w:t>1.013e0</w:t>
      </w:r>
    </w:p>
    <w:p w:rsidR="00D43590" w:rsidRDefault="00D43590" w:rsidP="00D43590">
      <w:r>
        <w:t>780.8942</w:t>
      </w:r>
      <w:r>
        <w:tab/>
        <w:t>4.051e0</w:t>
      </w:r>
    </w:p>
    <w:p w:rsidR="00D43590" w:rsidRDefault="00D43590" w:rsidP="00D43590">
      <w:r>
        <w:t>781.1439</w:t>
      </w:r>
      <w:r>
        <w:tab/>
        <w:t>1.013e0</w:t>
      </w:r>
    </w:p>
    <w:p w:rsidR="00D43590" w:rsidRDefault="00D43590" w:rsidP="00D43590">
      <w:r>
        <w:t>781.2078</w:t>
      </w:r>
      <w:r>
        <w:tab/>
        <w:t>1.013e0</w:t>
      </w:r>
    </w:p>
    <w:p w:rsidR="00D43590" w:rsidRDefault="00D43590" w:rsidP="00D43590">
      <w:r>
        <w:t>781.4106</w:t>
      </w:r>
      <w:r>
        <w:tab/>
        <w:t>8.621e0</w:t>
      </w:r>
    </w:p>
    <w:p w:rsidR="00D43590" w:rsidRDefault="00D43590" w:rsidP="00D43590">
      <w:r>
        <w:t>781.5909</w:t>
      </w:r>
      <w:r>
        <w:tab/>
        <w:t>1.013e0</w:t>
      </w:r>
    </w:p>
    <w:p w:rsidR="00D43590" w:rsidRDefault="00D43590" w:rsidP="00D43590">
      <w:r>
        <w:t>781.8547</w:t>
      </w:r>
      <w:r>
        <w:tab/>
        <w:t>2.025e0</w:t>
      </w:r>
    </w:p>
    <w:p w:rsidR="00D43590" w:rsidRDefault="00D43590" w:rsidP="00D43590">
      <w:r>
        <w:t>781.9806</w:t>
      </w:r>
      <w:r>
        <w:tab/>
        <w:t>2.025e0</w:t>
      </w:r>
    </w:p>
    <w:p w:rsidR="00D43590" w:rsidRDefault="00D43590" w:rsidP="00D43590">
      <w:r>
        <w:t>782.1182</w:t>
      </w:r>
      <w:r>
        <w:tab/>
        <w:t>1.013e0</w:t>
      </w:r>
    </w:p>
    <w:p w:rsidR="00D43590" w:rsidRDefault="00D43590" w:rsidP="00D43590">
      <w:r>
        <w:t>782.3167</w:t>
      </w:r>
      <w:r>
        <w:tab/>
        <w:t>1.013e0</w:t>
      </w:r>
    </w:p>
    <w:p w:rsidR="00D43590" w:rsidRDefault="00D43590" w:rsidP="00D43590">
      <w:r>
        <w:t>782.4274</w:t>
      </w:r>
      <w:r>
        <w:tab/>
        <w:t>2.768e0</w:t>
      </w:r>
    </w:p>
    <w:p w:rsidR="00D43590" w:rsidRDefault="00D43590" w:rsidP="00D43590">
      <w:r>
        <w:t>782.5734</w:t>
      </w:r>
      <w:r>
        <w:tab/>
        <w:t>2.025e0</w:t>
      </w:r>
    </w:p>
    <w:p w:rsidR="00D43590" w:rsidRDefault="00D43590" w:rsidP="00D43590">
      <w:r>
        <w:t>782.7689</w:t>
      </w:r>
      <w:r>
        <w:tab/>
        <w:t>2.025e0</w:t>
      </w:r>
    </w:p>
    <w:p w:rsidR="00D43590" w:rsidRDefault="00D43590" w:rsidP="00D43590">
      <w:r>
        <w:t>783.0284</w:t>
      </w:r>
      <w:r>
        <w:tab/>
        <w:t>1.013e0</w:t>
      </w:r>
    </w:p>
    <w:p w:rsidR="00D43590" w:rsidRDefault="00D43590" w:rsidP="00D43590">
      <w:r>
        <w:t>783.1396</w:t>
      </w:r>
      <w:r>
        <w:tab/>
        <w:t>1.013e0</w:t>
      </w:r>
    </w:p>
    <w:p w:rsidR="00D43590" w:rsidRDefault="00D43590" w:rsidP="00D43590">
      <w:r>
        <w:t>783.3183</w:t>
      </w:r>
      <w:r>
        <w:tab/>
        <w:t>1.013e0</w:t>
      </w:r>
    </w:p>
    <w:p w:rsidR="00D43590" w:rsidRDefault="00D43590" w:rsidP="00D43590">
      <w:r>
        <w:t>783.4048</w:t>
      </w:r>
      <w:r>
        <w:tab/>
        <w:t>1.655e0</w:t>
      </w:r>
    </w:p>
    <w:p w:rsidR="00D43590" w:rsidRDefault="00D43590" w:rsidP="00D43590">
      <w:r>
        <w:t>783.6603</w:t>
      </w:r>
      <w:r>
        <w:tab/>
        <w:t>2.025e0</w:t>
      </w:r>
    </w:p>
    <w:p w:rsidR="00D43590" w:rsidRDefault="00D43590" w:rsidP="00D43590">
      <w:r>
        <w:lastRenderedPageBreak/>
        <w:t>783.7563</w:t>
      </w:r>
      <w:r>
        <w:tab/>
        <w:t>1.013e0</w:t>
      </w:r>
    </w:p>
    <w:p w:rsidR="00D43590" w:rsidRDefault="00D43590" w:rsidP="00D43590">
      <w:r>
        <w:t>783.9095</w:t>
      </w:r>
      <w:r>
        <w:tab/>
        <w:t>3.038e0</w:t>
      </w:r>
    </w:p>
    <w:p w:rsidR="00D43590" w:rsidRDefault="00D43590" w:rsidP="00D43590">
      <w:r>
        <w:t>784.1407</w:t>
      </w:r>
      <w:r>
        <w:tab/>
        <w:t>1.013e0</w:t>
      </w:r>
    </w:p>
    <w:p w:rsidR="00D43590" w:rsidRDefault="00D43590" w:rsidP="00D43590">
      <w:r>
        <w:t>784.2281</w:t>
      </w:r>
      <w:r>
        <w:tab/>
        <w:t>2.025e0</w:t>
      </w:r>
    </w:p>
    <w:p w:rsidR="00D43590" w:rsidRDefault="00D43590" w:rsidP="00D43590">
      <w:r>
        <w:t>784.4841</w:t>
      </w:r>
      <w:r>
        <w:tab/>
        <w:t>1.013e0</w:t>
      </w:r>
    </w:p>
    <w:p w:rsidR="00D43590" w:rsidRDefault="00D43590" w:rsidP="00D43590">
      <w:r>
        <w:t>784.5679</w:t>
      </w:r>
      <w:r>
        <w:tab/>
        <w:t>2.025e0</w:t>
      </w:r>
    </w:p>
    <w:p w:rsidR="00D43590" w:rsidRDefault="00D43590" w:rsidP="00D43590">
      <w:r>
        <w:t>784.7402</w:t>
      </w:r>
      <w:r>
        <w:tab/>
        <w:t>2.025e0</w:t>
      </w:r>
    </w:p>
    <w:p w:rsidR="00D43590" w:rsidRDefault="00D43590" w:rsidP="00D43590">
      <w:r>
        <w:t>784.8959</w:t>
      </w:r>
      <w:r>
        <w:tab/>
        <w:t>3.038e0</w:t>
      </w:r>
    </w:p>
    <w:p w:rsidR="00D43590" w:rsidRDefault="00D43590" w:rsidP="00D43590">
      <w:r>
        <w:t>785.1041</w:t>
      </w:r>
      <w:r>
        <w:tab/>
        <w:t>1.013e0</w:t>
      </w:r>
    </w:p>
    <w:p w:rsidR="00D43590" w:rsidRDefault="00D43590" w:rsidP="00D43590">
      <w:r>
        <w:t>785.1986</w:t>
      </w:r>
      <w:r>
        <w:tab/>
        <w:t>1.013e0</w:t>
      </w:r>
    </w:p>
    <w:p w:rsidR="00D43590" w:rsidRDefault="00D43590" w:rsidP="00D43590">
      <w:r>
        <w:t>785.3193</w:t>
      </w:r>
      <w:r>
        <w:tab/>
        <w:t>3.111e0</w:t>
      </w:r>
    </w:p>
    <w:p w:rsidR="00D43590" w:rsidRDefault="00D43590" w:rsidP="00D43590">
      <w:r>
        <w:t>785.5588</w:t>
      </w:r>
      <w:r>
        <w:tab/>
        <w:t>1.013e0</w:t>
      </w:r>
    </w:p>
    <w:p w:rsidR="00D43590" w:rsidRDefault="00D43590" w:rsidP="00D43590">
      <w:r>
        <w:t>785.6825</w:t>
      </w:r>
      <w:r>
        <w:tab/>
        <w:t>3.038e0</w:t>
      </w:r>
    </w:p>
    <w:p w:rsidR="00D43590" w:rsidRDefault="00D43590" w:rsidP="00D43590">
      <w:r>
        <w:t>786.0302</w:t>
      </w:r>
      <w:r>
        <w:tab/>
        <w:t>1.013e0</w:t>
      </w:r>
    </w:p>
    <w:p w:rsidR="00D43590" w:rsidRDefault="00D43590" w:rsidP="00D43590">
      <w:r>
        <w:t>786.2344</w:t>
      </w:r>
      <w:r>
        <w:tab/>
        <w:t>2.025e0</w:t>
      </w:r>
    </w:p>
    <w:p w:rsidR="00D43590" w:rsidRDefault="00D43590" w:rsidP="00D43590">
      <w:r>
        <w:t>786.3561</w:t>
      </w:r>
      <w:r>
        <w:tab/>
        <w:t>1.935e0</w:t>
      </w:r>
    </w:p>
    <w:p w:rsidR="00D43590" w:rsidRDefault="00D43590" w:rsidP="00D43590">
      <w:r>
        <w:t>786.9602</w:t>
      </w:r>
      <w:r>
        <w:tab/>
        <w:t>1.013e0</w:t>
      </w:r>
    </w:p>
    <w:p w:rsidR="00D43590" w:rsidRDefault="00D43590" w:rsidP="00D43590">
      <w:r>
        <w:t>787.2101</w:t>
      </w:r>
      <w:r>
        <w:tab/>
        <w:t>2.025e0</w:t>
      </w:r>
    </w:p>
    <w:p w:rsidR="00D43590" w:rsidRDefault="00D43590" w:rsidP="00D43590">
      <w:r>
        <w:t>787.4782</w:t>
      </w:r>
      <w:r>
        <w:tab/>
        <w:t>3.038e0</w:t>
      </w:r>
    </w:p>
    <w:p w:rsidR="00D43590" w:rsidRDefault="00D43590" w:rsidP="00D43590">
      <w:r>
        <w:lastRenderedPageBreak/>
        <w:t>787.5966</w:t>
      </w:r>
      <w:r>
        <w:tab/>
        <w:t>5.063e0</w:t>
      </w:r>
    </w:p>
    <w:p w:rsidR="00D43590" w:rsidRDefault="00D43590" w:rsidP="00D43590">
      <w:r>
        <w:t>787.7051</w:t>
      </w:r>
      <w:r>
        <w:tab/>
        <w:t>3.038e0</w:t>
      </w:r>
    </w:p>
    <w:p w:rsidR="00D43590" w:rsidRDefault="00D43590" w:rsidP="00D43590">
      <w:r>
        <w:t>787.8309</w:t>
      </w:r>
      <w:r>
        <w:tab/>
        <w:t>1.013e0</w:t>
      </w:r>
    </w:p>
    <w:p w:rsidR="00D43590" w:rsidRDefault="00D43590" w:rsidP="00D43590">
      <w:r>
        <w:t>788.0228</w:t>
      </w:r>
      <w:r>
        <w:tab/>
        <w:t>2.025e0</w:t>
      </w:r>
    </w:p>
    <w:p w:rsidR="00D43590" w:rsidRDefault="00D43590" w:rsidP="00D43590">
      <w:r>
        <w:t>788.1401</w:t>
      </w:r>
      <w:r>
        <w:tab/>
        <w:t>1.013e0</w:t>
      </w:r>
    </w:p>
    <w:p w:rsidR="00D43590" w:rsidRDefault="00D43590" w:rsidP="00D43590">
      <w:r>
        <w:t>788.2801</w:t>
      </w:r>
      <w:r>
        <w:tab/>
        <w:t>3.038e0</w:t>
      </w:r>
    </w:p>
    <w:p w:rsidR="00D43590" w:rsidRDefault="00D43590" w:rsidP="00D43590">
      <w:r>
        <w:t>788.6644</w:t>
      </w:r>
      <w:r>
        <w:tab/>
        <w:t>7.089e0</w:t>
      </w:r>
    </w:p>
    <w:p w:rsidR="00D43590" w:rsidRDefault="00D43590" w:rsidP="00D43590">
      <w:r>
        <w:t>788.7672</w:t>
      </w:r>
      <w:r>
        <w:tab/>
        <w:t>3.038e0</w:t>
      </w:r>
    </w:p>
    <w:p w:rsidR="00D43590" w:rsidRDefault="00D43590" w:rsidP="00D43590">
      <w:r>
        <w:t>788.8774</w:t>
      </w:r>
      <w:r>
        <w:tab/>
        <w:t>1.013e0</w:t>
      </w:r>
    </w:p>
    <w:p w:rsidR="00D43590" w:rsidRDefault="00D43590" w:rsidP="00D43590">
      <w:r>
        <w:t>788.9534</w:t>
      </w:r>
      <w:r>
        <w:tab/>
        <w:t>2.025e0</w:t>
      </w:r>
    </w:p>
    <w:p w:rsidR="00D43590" w:rsidRDefault="00D43590" w:rsidP="00D43590">
      <w:r>
        <w:t>789.0156</w:t>
      </w:r>
      <w:r>
        <w:tab/>
        <w:t>1.013e0</w:t>
      </w:r>
    </w:p>
    <w:p w:rsidR="00D43590" w:rsidRDefault="00D43590" w:rsidP="00D43590">
      <w:r>
        <w:t>789.1813</w:t>
      </w:r>
      <w:r>
        <w:tab/>
        <w:t>1.013e0</w:t>
      </w:r>
    </w:p>
    <w:p w:rsidR="00D43590" w:rsidRDefault="00D43590" w:rsidP="00D43590">
      <w:r>
        <w:t>789.3056</w:t>
      </w:r>
      <w:r>
        <w:tab/>
        <w:t>1.013e0</w:t>
      </w:r>
    </w:p>
    <w:p w:rsidR="00D43590" w:rsidRDefault="00D43590" w:rsidP="00D43590">
      <w:r>
        <w:t>789.4714</w:t>
      </w:r>
      <w:r>
        <w:tab/>
        <w:t>4.785e0</w:t>
      </w:r>
    </w:p>
    <w:p w:rsidR="00D43590" w:rsidRDefault="00D43590" w:rsidP="00D43590">
      <w:r>
        <w:t>789.6313</w:t>
      </w:r>
      <w:r>
        <w:tab/>
        <w:t>5.063e0</w:t>
      </w:r>
    </w:p>
    <w:p w:rsidR="00D43590" w:rsidRDefault="00D43590" w:rsidP="00D43590">
      <w:r>
        <w:t>789.7478</w:t>
      </w:r>
      <w:r>
        <w:tab/>
        <w:t>1.013e0</w:t>
      </w:r>
    </w:p>
    <w:p w:rsidR="00D43590" w:rsidRDefault="00D43590" w:rsidP="00D43590">
      <w:r>
        <w:t>789.8861</w:t>
      </w:r>
      <w:r>
        <w:tab/>
        <w:t>2.025e0</w:t>
      </w:r>
    </w:p>
    <w:p w:rsidR="00D43590" w:rsidRDefault="00D43590" w:rsidP="00D43590">
      <w:r>
        <w:t>789.9712</w:t>
      </w:r>
      <w:r>
        <w:tab/>
        <w:t>3.038e0</w:t>
      </w:r>
    </w:p>
    <w:p w:rsidR="00D43590" w:rsidRDefault="00D43590" w:rsidP="00D43590">
      <w:r>
        <w:t>790.3708</w:t>
      </w:r>
      <w:r>
        <w:tab/>
        <w:t>3.927e0</w:t>
      </w:r>
    </w:p>
    <w:p w:rsidR="00D43590" w:rsidRDefault="00D43590" w:rsidP="00D43590">
      <w:r>
        <w:lastRenderedPageBreak/>
        <w:t>790.5569</w:t>
      </w:r>
      <w:r>
        <w:tab/>
        <w:t>2.025e0</w:t>
      </w:r>
    </w:p>
    <w:p w:rsidR="00D43590" w:rsidRDefault="00D43590" w:rsidP="00D43590">
      <w:r>
        <w:t>790.6581</w:t>
      </w:r>
      <w:r>
        <w:tab/>
        <w:t>3.199e0</w:t>
      </w:r>
    </w:p>
    <w:p w:rsidR="00D43590" w:rsidRDefault="00D43590" w:rsidP="00D43590">
      <w:r>
        <w:t>790.9376</w:t>
      </w:r>
      <w:r>
        <w:tab/>
        <w:t>1.013e0</w:t>
      </w:r>
    </w:p>
    <w:p w:rsidR="00D43590" w:rsidRDefault="00D43590" w:rsidP="00D43590">
      <w:r>
        <w:t>791.2660</w:t>
      </w:r>
      <w:r>
        <w:tab/>
        <w:t>4.051e0</w:t>
      </w:r>
    </w:p>
    <w:p w:rsidR="00D43590" w:rsidRDefault="00D43590" w:rsidP="00D43590">
      <w:r>
        <w:t>791.3937</w:t>
      </w:r>
      <w:r>
        <w:tab/>
        <w:t>2.668e0</w:t>
      </w:r>
    </w:p>
    <w:p w:rsidR="00D43590" w:rsidRDefault="00D43590" w:rsidP="00D43590">
      <w:r>
        <w:t>791.4978</w:t>
      </w:r>
      <w:r>
        <w:tab/>
        <w:t>5.862e0</w:t>
      </w:r>
    </w:p>
    <w:p w:rsidR="00D43590" w:rsidRDefault="00D43590" w:rsidP="00D43590">
      <w:r>
        <w:t>791.5837</w:t>
      </w:r>
      <w:r>
        <w:tab/>
        <w:t>4.051e0</w:t>
      </w:r>
    </w:p>
    <w:p w:rsidR="00D43590" w:rsidRDefault="00D43590" w:rsidP="00D43590">
      <w:r>
        <w:t>791.7271</w:t>
      </w:r>
      <w:r>
        <w:tab/>
        <w:t>1.013e0</w:t>
      </w:r>
    </w:p>
    <w:p w:rsidR="00D43590" w:rsidRDefault="00D43590" w:rsidP="00D43590">
      <w:r>
        <w:t>791.8795</w:t>
      </w:r>
      <w:r>
        <w:tab/>
        <w:t>1.013e0</w:t>
      </w:r>
    </w:p>
    <w:p w:rsidR="00D43590" w:rsidRDefault="00D43590" w:rsidP="00D43590">
      <w:r>
        <w:t>792.0471</w:t>
      </w:r>
      <w:r>
        <w:tab/>
        <w:t>3.038e0</w:t>
      </w:r>
    </w:p>
    <w:p w:rsidR="00D43590" w:rsidRDefault="00D43590" w:rsidP="00D43590">
      <w:r>
        <w:t>792.1918</w:t>
      </w:r>
      <w:r>
        <w:tab/>
        <w:t>2.025e0</w:t>
      </w:r>
    </w:p>
    <w:p w:rsidR="00D43590" w:rsidRDefault="00D43590" w:rsidP="00D43590">
      <w:r>
        <w:t>792.3751</w:t>
      </w:r>
      <w:r>
        <w:tab/>
        <w:t>3.781e0</w:t>
      </w:r>
    </w:p>
    <w:p w:rsidR="00D43590" w:rsidRDefault="00D43590" w:rsidP="00D43590">
      <w:r>
        <w:t>792.6022</w:t>
      </w:r>
      <w:r>
        <w:tab/>
        <w:t>3.038e0</w:t>
      </w:r>
    </w:p>
    <w:p w:rsidR="00D43590" w:rsidRDefault="00D43590" w:rsidP="00D43590">
      <w:r>
        <w:t>793.0248</w:t>
      </w:r>
      <w:r>
        <w:tab/>
        <w:t>2.025e0</w:t>
      </w:r>
    </w:p>
    <w:p w:rsidR="00D43590" w:rsidRDefault="00D43590" w:rsidP="00D43590">
      <w:r>
        <w:t>793.2511</w:t>
      </w:r>
      <w:r>
        <w:tab/>
        <w:t>1.013e1</w:t>
      </w:r>
    </w:p>
    <w:p w:rsidR="00D43590" w:rsidRDefault="00D43590" w:rsidP="00D43590">
      <w:r>
        <w:t>793.3596</w:t>
      </w:r>
      <w:r>
        <w:tab/>
        <w:t>4.067e0</w:t>
      </w:r>
    </w:p>
    <w:p w:rsidR="00D43590" w:rsidRDefault="00D43590" w:rsidP="00D43590">
      <w:r>
        <w:t>793.4669</w:t>
      </w:r>
      <w:r>
        <w:tab/>
        <w:t>4.973e0</w:t>
      </w:r>
    </w:p>
    <w:p w:rsidR="00D43590" w:rsidRDefault="00D43590" w:rsidP="00D43590">
      <w:r>
        <w:t>793.6114</w:t>
      </w:r>
      <w:r>
        <w:tab/>
        <w:t>3.038e0</w:t>
      </w:r>
    </w:p>
    <w:p w:rsidR="00D43590" w:rsidRDefault="00D43590" w:rsidP="00D43590">
      <w:r>
        <w:t>793.7004</w:t>
      </w:r>
      <w:r>
        <w:tab/>
        <w:t>2.025e0</w:t>
      </w:r>
    </w:p>
    <w:p w:rsidR="00D43590" w:rsidRDefault="00D43590" w:rsidP="00D43590">
      <w:r>
        <w:lastRenderedPageBreak/>
        <w:t>793.8208</w:t>
      </w:r>
      <w:r>
        <w:tab/>
        <w:t>1.013e0</w:t>
      </w:r>
    </w:p>
    <w:p w:rsidR="00D43590" w:rsidRDefault="00D43590" w:rsidP="00D43590">
      <w:r>
        <w:t>793.9279</w:t>
      </w:r>
      <w:r>
        <w:tab/>
        <w:t>3.038e0</w:t>
      </w:r>
    </w:p>
    <w:p w:rsidR="00D43590" w:rsidRDefault="00D43590" w:rsidP="00D43590">
      <w:r>
        <w:t>794.0793</w:t>
      </w:r>
      <w:r>
        <w:tab/>
        <w:t>1.013e0</w:t>
      </w:r>
    </w:p>
    <w:p w:rsidR="00D43590" w:rsidRDefault="00D43590" w:rsidP="00D43590">
      <w:r>
        <w:t>794.2602</w:t>
      </w:r>
      <w:r>
        <w:tab/>
        <w:t>4.051e0</w:t>
      </w:r>
    </w:p>
    <w:p w:rsidR="00D43590" w:rsidRDefault="00D43590" w:rsidP="00D43590">
      <w:r>
        <w:t>794.4687</w:t>
      </w:r>
      <w:r>
        <w:tab/>
        <w:t>1.013e0</w:t>
      </w:r>
    </w:p>
    <w:p w:rsidR="00D43590" w:rsidRDefault="00D43590" w:rsidP="00D43590">
      <w:r>
        <w:t>794.5586</w:t>
      </w:r>
      <w:r>
        <w:tab/>
        <w:t>2.025e0</w:t>
      </w:r>
    </w:p>
    <w:p w:rsidR="00D43590" w:rsidRDefault="00D43590" w:rsidP="00D43590">
      <w:r>
        <w:t>794.7216</w:t>
      </w:r>
      <w:r>
        <w:tab/>
        <w:t>4.001e0</w:t>
      </w:r>
    </w:p>
    <w:p w:rsidR="00D43590" w:rsidRDefault="00D43590" w:rsidP="00D43590">
      <w:r>
        <w:t>795.1352</w:t>
      </w:r>
      <w:r>
        <w:tab/>
        <w:t>3.038e0</w:t>
      </w:r>
    </w:p>
    <w:p w:rsidR="00D43590" w:rsidRDefault="00D43590" w:rsidP="00D43590">
      <w:r>
        <w:t>795.2958</w:t>
      </w:r>
      <w:r>
        <w:tab/>
        <w:t>1.013e0</w:t>
      </w:r>
    </w:p>
    <w:p w:rsidR="00D43590" w:rsidRDefault="00D43590" w:rsidP="00D43590">
      <w:r>
        <w:t>795.3785</w:t>
      </w:r>
      <w:r>
        <w:tab/>
        <w:t>2.025e0</w:t>
      </w:r>
    </w:p>
    <w:p w:rsidR="00D43590" w:rsidRDefault="00D43590" w:rsidP="00D43590">
      <w:r>
        <w:t>795.6346</w:t>
      </w:r>
      <w:r>
        <w:tab/>
        <w:t>3.038e0</w:t>
      </w:r>
    </w:p>
    <w:p w:rsidR="00D43590" w:rsidRDefault="00D43590" w:rsidP="00D43590">
      <w:r>
        <w:t>795.7541</w:t>
      </w:r>
      <w:r>
        <w:tab/>
        <w:t>5.063e0</w:t>
      </w:r>
    </w:p>
    <w:p w:rsidR="00D43590" w:rsidRDefault="00D43590" w:rsidP="00D43590">
      <w:r>
        <w:t>796.3374</w:t>
      </w:r>
      <w:r>
        <w:tab/>
        <w:t>2.025e0</w:t>
      </w:r>
    </w:p>
    <w:p w:rsidR="00D43590" w:rsidRDefault="00D43590" w:rsidP="00D43590">
      <w:r>
        <w:t>796.4348</w:t>
      </w:r>
      <w:r>
        <w:tab/>
        <w:t>5.862e0</w:t>
      </w:r>
    </w:p>
    <w:p w:rsidR="00D43590" w:rsidRDefault="00D43590" w:rsidP="00D43590">
      <w:r>
        <w:t>796.7409</w:t>
      </w:r>
      <w:r>
        <w:tab/>
        <w:t>2.025e0</w:t>
      </w:r>
    </w:p>
    <w:p w:rsidR="00D43590" w:rsidRDefault="00D43590" w:rsidP="00D43590">
      <w:r>
        <w:t>797.0731</w:t>
      </w:r>
      <w:r>
        <w:tab/>
        <w:t>3.038e0</w:t>
      </w:r>
    </w:p>
    <w:p w:rsidR="00D43590" w:rsidRDefault="00D43590" w:rsidP="00D43590">
      <w:r>
        <w:t>797.2960</w:t>
      </w:r>
      <w:r>
        <w:tab/>
        <w:t>5.063e0</w:t>
      </w:r>
    </w:p>
    <w:p w:rsidR="00D43590" w:rsidRDefault="00D43590" w:rsidP="00D43590">
      <w:r>
        <w:t>797.4622</w:t>
      </w:r>
      <w:r>
        <w:tab/>
        <w:t>7.085e0</w:t>
      </w:r>
    </w:p>
    <w:p w:rsidR="00D43590" w:rsidRDefault="00D43590" w:rsidP="00D43590">
      <w:r>
        <w:t>797.6510</w:t>
      </w:r>
      <w:r>
        <w:tab/>
        <w:t>1.807e0</w:t>
      </w:r>
    </w:p>
    <w:p w:rsidR="00D43590" w:rsidRDefault="00D43590" w:rsidP="00D43590">
      <w:r>
        <w:lastRenderedPageBreak/>
        <w:t>797.7487</w:t>
      </w:r>
      <w:r>
        <w:tab/>
        <w:t>1.013e0</w:t>
      </w:r>
    </w:p>
    <w:p w:rsidR="00D43590" w:rsidRDefault="00D43590" w:rsidP="00D43590">
      <w:r>
        <w:t>797.8109</w:t>
      </w:r>
      <w:r>
        <w:tab/>
        <w:t>1.013e0</w:t>
      </w:r>
    </w:p>
    <w:p w:rsidR="00D43590" w:rsidRDefault="00D43590" w:rsidP="00D43590">
      <w:r>
        <w:t>797.9885</w:t>
      </w:r>
      <w:r>
        <w:tab/>
        <w:t>1.013e0</w:t>
      </w:r>
    </w:p>
    <w:p w:rsidR="00D43590" w:rsidRDefault="00D43590" w:rsidP="00D43590">
      <w:r>
        <w:t>798.1829</w:t>
      </w:r>
      <w:r>
        <w:tab/>
        <w:t>1.013e0</w:t>
      </w:r>
    </w:p>
    <w:p w:rsidR="00D43590" w:rsidRDefault="00D43590" w:rsidP="00D43590">
      <w:r>
        <w:t>798.3240</w:t>
      </w:r>
      <w:r>
        <w:tab/>
        <w:t>4.051e0</w:t>
      </w:r>
    </w:p>
    <w:p w:rsidR="00D43590" w:rsidRDefault="00D43590" w:rsidP="00D43590">
      <w:r>
        <w:t>798.4682</w:t>
      </w:r>
      <w:r>
        <w:tab/>
        <w:t>2.824e0</w:t>
      </w:r>
    </w:p>
    <w:p w:rsidR="00D43590" w:rsidRDefault="00D43590" w:rsidP="00D43590">
      <w:r>
        <w:t>798.5931</w:t>
      </w:r>
      <w:r>
        <w:tab/>
        <w:t>1.842e0</w:t>
      </w:r>
    </w:p>
    <w:p w:rsidR="00D43590" w:rsidRDefault="00D43590" w:rsidP="00D43590">
      <w:r>
        <w:t>798.6778</w:t>
      </w:r>
      <w:r>
        <w:tab/>
        <w:t>2.025e0</w:t>
      </w:r>
    </w:p>
    <w:p w:rsidR="00D43590" w:rsidRDefault="00D43590" w:rsidP="00D43590">
      <w:r>
        <w:t>798.7829</w:t>
      </w:r>
      <w:r>
        <w:tab/>
        <w:t>1.013e0</w:t>
      </w:r>
    </w:p>
    <w:p w:rsidR="00D43590" w:rsidRDefault="00D43590" w:rsidP="00D43590">
      <w:r>
        <w:t>799.2557</w:t>
      </w:r>
      <w:r>
        <w:tab/>
        <w:t>1.013e0</w:t>
      </w:r>
    </w:p>
    <w:p w:rsidR="00D43590" w:rsidRDefault="00D43590" w:rsidP="00D43590">
      <w:r>
        <w:t>799.3716</w:t>
      </w:r>
      <w:r>
        <w:tab/>
        <w:t>4.499e0</w:t>
      </w:r>
    </w:p>
    <w:p w:rsidR="00D43590" w:rsidRDefault="00D43590" w:rsidP="00D43590">
      <w:r>
        <w:t>799.5698</w:t>
      </w:r>
      <w:r>
        <w:tab/>
        <w:t>3.038e0</w:t>
      </w:r>
    </w:p>
    <w:p w:rsidR="00D43590" w:rsidRDefault="00D43590" w:rsidP="00D43590">
      <w:r>
        <w:t>799.6467</w:t>
      </w:r>
      <w:r>
        <w:tab/>
        <w:t>2.025e0</w:t>
      </w:r>
    </w:p>
    <w:p w:rsidR="00D43590" w:rsidRDefault="00D43590" w:rsidP="00D43590">
      <w:r>
        <w:t>799.7820</w:t>
      </w:r>
      <w:r>
        <w:tab/>
        <w:t>2.025e0</w:t>
      </w:r>
    </w:p>
    <w:p w:rsidR="00D43590" w:rsidRDefault="00D43590" w:rsidP="00D43590">
      <w:r>
        <w:t>800.0900</w:t>
      </w:r>
      <w:r>
        <w:tab/>
        <w:t>2.025e0</w:t>
      </w:r>
    </w:p>
    <w:p w:rsidR="00D43590" w:rsidRDefault="00D43590" w:rsidP="00D43590">
      <w:r>
        <w:t>800.2278</w:t>
      </w:r>
      <w:r>
        <w:tab/>
        <w:t>1.013e0</w:t>
      </w:r>
    </w:p>
    <w:p w:rsidR="00D43590" w:rsidRDefault="00D43590" w:rsidP="00D43590">
      <w:r>
        <w:t>800.3867</w:t>
      </w:r>
      <w:r>
        <w:tab/>
        <w:t>3.396e0</w:t>
      </w:r>
    </w:p>
    <w:p w:rsidR="00D43590" w:rsidRDefault="00D43590" w:rsidP="00D43590">
      <w:r>
        <w:t>800.5626</w:t>
      </w:r>
      <w:r>
        <w:tab/>
        <w:t>5.063e0</w:t>
      </w:r>
    </w:p>
    <w:p w:rsidR="00D43590" w:rsidRDefault="00D43590" w:rsidP="00D43590">
      <w:r>
        <w:t>800.8040</w:t>
      </w:r>
      <w:r>
        <w:tab/>
        <w:t>2.025e0</w:t>
      </w:r>
    </w:p>
    <w:p w:rsidR="00D43590" w:rsidRDefault="00D43590" w:rsidP="00D43590">
      <w:r>
        <w:lastRenderedPageBreak/>
        <w:t>800.9931</w:t>
      </w:r>
      <w:r>
        <w:tab/>
        <w:t>1.013e0</w:t>
      </w:r>
    </w:p>
    <w:p w:rsidR="00D43590" w:rsidRDefault="00D43590" w:rsidP="00D43590">
      <w:r>
        <w:t>801.1161</w:t>
      </w:r>
      <w:r>
        <w:tab/>
        <w:t>3.038e0</w:t>
      </w:r>
    </w:p>
    <w:p w:rsidR="00D43590" w:rsidRDefault="00D43590" w:rsidP="00D43590">
      <w:r>
        <w:t>801.3472</w:t>
      </w:r>
      <w:r>
        <w:tab/>
        <w:t>4.051e0</w:t>
      </w:r>
    </w:p>
    <w:p w:rsidR="00D43590" w:rsidRDefault="00D43590" w:rsidP="00D43590">
      <w:r>
        <w:t>801.4761</w:t>
      </w:r>
      <w:r>
        <w:tab/>
        <w:t>3.494e0</w:t>
      </w:r>
    </w:p>
    <w:p w:rsidR="00D43590" w:rsidRDefault="00D43590" w:rsidP="00D43590">
      <w:r>
        <w:t>801.5958</w:t>
      </w:r>
      <w:r>
        <w:tab/>
        <w:t>1.013e0</w:t>
      </w:r>
    </w:p>
    <w:p w:rsidR="00D43590" w:rsidRDefault="00D43590" w:rsidP="00D43590">
      <w:r>
        <w:t>801.7264</w:t>
      </w:r>
      <w:r>
        <w:tab/>
        <w:t>3.001e0</w:t>
      </w:r>
    </w:p>
    <w:p w:rsidR="00D43590" w:rsidRDefault="00D43590" w:rsidP="00D43590">
      <w:r>
        <w:t>801.9183</w:t>
      </w:r>
      <w:r>
        <w:tab/>
        <w:t>1.013e0</w:t>
      </w:r>
    </w:p>
    <w:p w:rsidR="00D43590" w:rsidRDefault="00D43590" w:rsidP="00D43590">
      <w:r>
        <w:t>801.9744</w:t>
      </w:r>
      <w:r>
        <w:tab/>
        <w:t>1.013e0</w:t>
      </w:r>
    </w:p>
    <w:p w:rsidR="00D43590" w:rsidRDefault="00D43590" w:rsidP="00D43590">
      <w:r>
        <w:t>802.1270</w:t>
      </w:r>
      <w:r>
        <w:tab/>
        <w:t>1.013e0</w:t>
      </w:r>
    </w:p>
    <w:p w:rsidR="00D43590" w:rsidRDefault="00D43590" w:rsidP="00D43590">
      <w:r>
        <w:t>802.3597</w:t>
      </w:r>
      <w:r>
        <w:tab/>
        <w:t>2.025e0</w:t>
      </w:r>
    </w:p>
    <w:p w:rsidR="00D43590" w:rsidRDefault="00D43590" w:rsidP="00D43590">
      <w:r>
        <w:t>802.4448</w:t>
      </w:r>
      <w:r>
        <w:tab/>
        <w:t>2.824e0</w:t>
      </w:r>
    </w:p>
    <w:p w:rsidR="00D43590" w:rsidRDefault="00D43590" w:rsidP="00D43590">
      <w:r>
        <w:t>802.5326</w:t>
      </w:r>
      <w:r>
        <w:tab/>
        <w:t>2.967e0</w:t>
      </w:r>
    </w:p>
    <w:p w:rsidR="00D43590" w:rsidRDefault="00D43590" w:rsidP="00D43590">
      <w:r>
        <w:t>802.6321</w:t>
      </w:r>
      <w:r>
        <w:tab/>
        <w:t>3.038e0</w:t>
      </w:r>
    </w:p>
    <w:p w:rsidR="00D43590" w:rsidRDefault="00D43590" w:rsidP="00D43590">
      <w:r>
        <w:t>802.7601</w:t>
      </w:r>
      <w:r>
        <w:tab/>
        <w:t>1.013e0</w:t>
      </w:r>
    </w:p>
    <w:p w:rsidR="00D43590" w:rsidRDefault="00D43590" w:rsidP="00D43590">
      <w:r>
        <w:t>802.9850</w:t>
      </w:r>
      <w:r>
        <w:tab/>
        <w:t>1.013e0</w:t>
      </w:r>
    </w:p>
    <w:p w:rsidR="00D43590" w:rsidRDefault="00D43590" w:rsidP="00D43590">
      <w:r>
        <w:t>803.0833</w:t>
      </w:r>
      <w:r>
        <w:tab/>
        <w:t>1.013e0</w:t>
      </w:r>
    </w:p>
    <w:p w:rsidR="00D43590" w:rsidRDefault="00D43590" w:rsidP="00D43590">
      <w:r>
        <w:t>803.1957</w:t>
      </w:r>
      <w:r>
        <w:tab/>
        <w:t>1.013e0</w:t>
      </w:r>
    </w:p>
    <w:p w:rsidR="00D43590" w:rsidRDefault="00D43590" w:rsidP="00D43590">
      <w:r>
        <w:t>803.3087</w:t>
      </w:r>
      <w:r>
        <w:tab/>
        <w:t>1.013e0</w:t>
      </w:r>
    </w:p>
    <w:p w:rsidR="00D43590" w:rsidRDefault="00D43590" w:rsidP="00D43590">
      <w:r>
        <w:t>803.4362</w:t>
      </w:r>
      <w:r>
        <w:tab/>
        <w:t>2.967e0</w:t>
      </w:r>
    </w:p>
    <w:p w:rsidR="00D43590" w:rsidRDefault="00D43590" w:rsidP="00D43590">
      <w:r>
        <w:lastRenderedPageBreak/>
        <w:t>803.5560</w:t>
      </w:r>
      <w:r>
        <w:tab/>
        <w:t>6.076e0</w:t>
      </w:r>
    </w:p>
    <w:p w:rsidR="00D43590" w:rsidRDefault="00D43590" w:rsidP="00D43590">
      <w:r>
        <w:t>803.7006</w:t>
      </w:r>
      <w:r>
        <w:tab/>
        <w:t>1.013e0</w:t>
      </w:r>
    </w:p>
    <w:p w:rsidR="00D43590" w:rsidRDefault="00D43590" w:rsidP="00D43590">
      <w:r>
        <w:t>804.1596</w:t>
      </w:r>
      <w:r>
        <w:tab/>
        <w:t>2.025e0</w:t>
      </w:r>
    </w:p>
    <w:p w:rsidR="00D43590" w:rsidRDefault="00D43590" w:rsidP="00D43590">
      <w:r>
        <w:t>804.3360</w:t>
      </w:r>
      <w:r>
        <w:tab/>
        <w:t>3.038e0</w:t>
      </w:r>
    </w:p>
    <w:p w:rsidR="00D43590" w:rsidRDefault="00D43590" w:rsidP="00D43590">
      <w:r>
        <w:t>804.5111</w:t>
      </w:r>
      <w:r>
        <w:tab/>
        <w:t>1.927e0</w:t>
      </w:r>
    </w:p>
    <w:p w:rsidR="00D43590" w:rsidRDefault="00D43590" w:rsidP="00D43590">
      <w:r>
        <w:t>804.5992</w:t>
      </w:r>
      <w:r>
        <w:tab/>
        <w:t>2.025e0</w:t>
      </w:r>
    </w:p>
    <w:p w:rsidR="00D43590" w:rsidRDefault="00D43590" w:rsidP="00D43590">
      <w:r>
        <w:t>804.6912</w:t>
      </w:r>
      <w:r>
        <w:tab/>
        <w:t>7.089e0</w:t>
      </w:r>
    </w:p>
    <w:p w:rsidR="00D43590" w:rsidRDefault="00D43590" w:rsidP="00D43590">
      <w:r>
        <w:t>804.8013</w:t>
      </w:r>
      <w:r>
        <w:tab/>
        <w:t>2.025e0</w:t>
      </w:r>
    </w:p>
    <w:p w:rsidR="00D43590" w:rsidRDefault="00D43590" w:rsidP="00D43590">
      <w:r>
        <w:t>804.8831</w:t>
      </w:r>
      <w:r>
        <w:tab/>
        <w:t>1.013e0</w:t>
      </w:r>
    </w:p>
    <w:p w:rsidR="00D43590" w:rsidRDefault="00D43590" w:rsidP="00D43590">
      <w:r>
        <w:t>804.9677</w:t>
      </w:r>
      <w:r>
        <w:tab/>
        <w:t>1.013e0</w:t>
      </w:r>
    </w:p>
    <w:p w:rsidR="00D43590" w:rsidRDefault="00D43590" w:rsidP="00D43590">
      <w:r>
        <w:t>805.0803</w:t>
      </w:r>
      <w:r>
        <w:tab/>
        <w:t>1.013e0</w:t>
      </w:r>
    </w:p>
    <w:p w:rsidR="00D43590" w:rsidRDefault="00D43590" w:rsidP="00D43590">
      <w:r>
        <w:t>805.4745</w:t>
      </w:r>
      <w:r>
        <w:tab/>
        <w:t>2.890e0</w:t>
      </w:r>
    </w:p>
    <w:p w:rsidR="00D43590" w:rsidRDefault="00D43590" w:rsidP="00D43590">
      <w:r>
        <w:t>805.5872</w:t>
      </w:r>
      <w:r>
        <w:tab/>
        <w:t>1.013e0</w:t>
      </w:r>
    </w:p>
    <w:p w:rsidR="00D43590" w:rsidRDefault="00D43590" w:rsidP="00D43590">
      <w:r>
        <w:t>805.6733</w:t>
      </w:r>
      <w:r>
        <w:tab/>
        <w:t>2.025e0</w:t>
      </w:r>
    </w:p>
    <w:p w:rsidR="00D43590" w:rsidRDefault="00D43590" w:rsidP="00D43590">
      <w:r>
        <w:t>805.8409</w:t>
      </w:r>
      <w:r>
        <w:tab/>
        <w:t>1.013e0</w:t>
      </w:r>
    </w:p>
    <w:p w:rsidR="00D43590" w:rsidRDefault="00D43590" w:rsidP="00D43590">
      <w:r>
        <w:t>805.9462</w:t>
      </w:r>
      <w:r>
        <w:tab/>
        <w:t>2.025e0</w:t>
      </w:r>
    </w:p>
    <w:p w:rsidR="00D43590" w:rsidRDefault="00D43590" w:rsidP="00D43590">
      <w:r>
        <w:t>806.0805</w:t>
      </w:r>
      <w:r>
        <w:tab/>
        <w:t>1.013e0</w:t>
      </w:r>
    </w:p>
    <w:p w:rsidR="00D43590" w:rsidRDefault="00D43590" w:rsidP="00D43590">
      <w:r>
        <w:t>806.2087</w:t>
      </w:r>
      <w:r>
        <w:tab/>
        <w:t>4.051e0</w:t>
      </w:r>
    </w:p>
    <w:p w:rsidR="00D43590" w:rsidRDefault="00D43590" w:rsidP="00D43590">
      <w:r>
        <w:t>806.4199</w:t>
      </w:r>
      <w:r>
        <w:tab/>
        <w:t>1.769e0</w:t>
      </w:r>
    </w:p>
    <w:p w:rsidR="00D43590" w:rsidRDefault="00D43590" w:rsidP="00D43590">
      <w:r>
        <w:lastRenderedPageBreak/>
        <w:t>806.6435</w:t>
      </w:r>
      <w:r>
        <w:tab/>
        <w:t>4.051e0</w:t>
      </w:r>
    </w:p>
    <w:p w:rsidR="00D43590" w:rsidRDefault="00D43590" w:rsidP="00D43590">
      <w:r>
        <w:t>806.7817</w:t>
      </w:r>
      <w:r>
        <w:tab/>
        <w:t>2.025e0</w:t>
      </w:r>
    </w:p>
    <w:p w:rsidR="00D43590" w:rsidRDefault="00D43590" w:rsidP="00D43590">
      <w:r>
        <w:t>806.9421</w:t>
      </w:r>
      <w:r>
        <w:tab/>
        <w:t>1.013e0</w:t>
      </w:r>
    </w:p>
    <w:p w:rsidR="00D43590" w:rsidRDefault="00D43590" w:rsidP="00D43590">
      <w:r>
        <w:t>807.2795</w:t>
      </w:r>
      <w:r>
        <w:tab/>
        <w:t>1.013e0</w:t>
      </w:r>
    </w:p>
    <w:p w:rsidR="00D43590" w:rsidRDefault="00D43590" w:rsidP="00D43590">
      <w:r>
        <w:t>807.3676</w:t>
      </w:r>
      <w:r>
        <w:tab/>
        <w:t>2.853e0</w:t>
      </w:r>
    </w:p>
    <w:p w:rsidR="00D43590" w:rsidRDefault="00D43590" w:rsidP="00D43590">
      <w:r>
        <w:t>807.5901</w:t>
      </w:r>
      <w:r>
        <w:tab/>
        <w:t>3.038e0</w:t>
      </w:r>
    </w:p>
    <w:p w:rsidR="00D43590" w:rsidRDefault="00D43590" w:rsidP="00D43590">
      <w:r>
        <w:t>807.7588</w:t>
      </w:r>
      <w:r>
        <w:tab/>
        <w:t>2.035e0</w:t>
      </w:r>
    </w:p>
    <w:p w:rsidR="00D43590" w:rsidRDefault="00D43590" w:rsidP="00D43590">
      <w:r>
        <w:t>807.8443</w:t>
      </w:r>
      <w:r>
        <w:tab/>
        <w:t>1.013e0</w:t>
      </w:r>
    </w:p>
    <w:p w:rsidR="00D43590" w:rsidRDefault="00D43590" w:rsidP="00D43590">
      <w:r>
        <w:t>808.0787</w:t>
      </w:r>
      <w:r>
        <w:tab/>
        <w:t>1.013e0</w:t>
      </w:r>
    </w:p>
    <w:p w:rsidR="00D43590" w:rsidRDefault="00D43590" w:rsidP="00D43590">
      <w:r>
        <w:t>808.2330</w:t>
      </w:r>
      <w:r>
        <w:tab/>
        <w:t>3.038e0</w:t>
      </w:r>
    </w:p>
    <w:p w:rsidR="00D43590" w:rsidRDefault="00D43590" w:rsidP="00D43590">
      <w:r>
        <w:t>808.3696</w:t>
      </w:r>
      <w:r>
        <w:tab/>
        <w:t>1.013e0</w:t>
      </w:r>
    </w:p>
    <w:p w:rsidR="00D43590" w:rsidRDefault="00D43590" w:rsidP="00D43590">
      <w:r>
        <w:t>808.4698</w:t>
      </w:r>
      <w:r>
        <w:tab/>
        <w:t>2.329e0</w:t>
      </w:r>
    </w:p>
    <w:p w:rsidR="00D43590" w:rsidRDefault="00D43590" w:rsidP="00D43590">
      <w:r>
        <w:t>808.5872</w:t>
      </w:r>
      <w:r>
        <w:tab/>
        <w:t>2.025e0</w:t>
      </w:r>
    </w:p>
    <w:p w:rsidR="00D43590" w:rsidRDefault="00D43590" w:rsidP="00D43590">
      <w:r>
        <w:t>808.7578</w:t>
      </w:r>
      <w:r>
        <w:tab/>
        <w:t>3.038e0</w:t>
      </w:r>
    </w:p>
    <w:p w:rsidR="00D43590" w:rsidRDefault="00D43590" w:rsidP="00D43590">
      <w:r>
        <w:t>809.0176</w:t>
      </w:r>
      <w:r>
        <w:tab/>
        <w:t>1.013e0</w:t>
      </w:r>
    </w:p>
    <w:p w:rsidR="00D43590" w:rsidRDefault="00D43590" w:rsidP="00D43590">
      <w:r>
        <w:t>809.0742</w:t>
      </w:r>
      <w:r>
        <w:tab/>
        <w:t>1.013e0</w:t>
      </w:r>
    </w:p>
    <w:p w:rsidR="00D43590" w:rsidRDefault="00D43590" w:rsidP="00D43590">
      <w:r>
        <w:t>809.2083</w:t>
      </w:r>
      <w:r>
        <w:tab/>
        <w:t>2.025e0</w:t>
      </w:r>
    </w:p>
    <w:p w:rsidR="00D43590" w:rsidRDefault="00D43590" w:rsidP="00D43590">
      <w:r>
        <w:t>809.5216</w:t>
      </w:r>
      <w:r>
        <w:tab/>
        <w:t>3.038e0</w:t>
      </w:r>
    </w:p>
    <w:p w:rsidR="00D43590" w:rsidRDefault="00D43590" w:rsidP="00D43590">
      <w:r>
        <w:t>809.6048</w:t>
      </w:r>
      <w:r>
        <w:tab/>
        <w:t>2.025e0</w:t>
      </w:r>
    </w:p>
    <w:p w:rsidR="00D43590" w:rsidRDefault="00D43590" w:rsidP="00D43590">
      <w:r>
        <w:lastRenderedPageBreak/>
        <w:t>809.7086</w:t>
      </w:r>
      <w:r>
        <w:tab/>
        <w:t>3.038e0</w:t>
      </w:r>
    </w:p>
    <w:p w:rsidR="00D43590" w:rsidRDefault="00D43590" w:rsidP="00D43590">
      <w:r>
        <w:t>809.8668</w:t>
      </w:r>
      <w:r>
        <w:tab/>
        <w:t>1.013e0</w:t>
      </w:r>
    </w:p>
    <w:p w:rsidR="00D43590" w:rsidRDefault="00D43590" w:rsidP="00D43590">
      <w:r>
        <w:t>810.1357</w:t>
      </w:r>
      <w:r>
        <w:tab/>
        <w:t>1.013e0</w:t>
      </w:r>
    </w:p>
    <w:p w:rsidR="00D43590" w:rsidRDefault="00D43590" w:rsidP="00D43590">
      <w:r>
        <w:t>810.3011</w:t>
      </w:r>
      <w:r>
        <w:tab/>
        <w:t>3.038e0</w:t>
      </w:r>
    </w:p>
    <w:p w:rsidR="00D43590" w:rsidRDefault="00D43590" w:rsidP="00D43590">
      <w:r>
        <w:t>810.4475</w:t>
      </w:r>
      <w:r>
        <w:tab/>
        <w:t>1.013e0</w:t>
      </w:r>
    </w:p>
    <w:p w:rsidR="00D43590" w:rsidRDefault="00D43590" w:rsidP="00D43590">
      <w:r>
        <w:t>810.6174</w:t>
      </w:r>
      <w:r>
        <w:tab/>
        <w:t>3.038e0</w:t>
      </w:r>
    </w:p>
    <w:p w:rsidR="00D43590" w:rsidRDefault="00D43590" w:rsidP="00D43590">
      <w:r>
        <w:t>810.7944</w:t>
      </w:r>
      <w:r>
        <w:tab/>
        <w:t>2.025e0</w:t>
      </w:r>
    </w:p>
    <w:p w:rsidR="00D43590" w:rsidRDefault="00D43590" w:rsidP="00D43590">
      <w:r>
        <w:t>811.3145</w:t>
      </w:r>
      <w:r>
        <w:tab/>
        <w:t>4.051e0</w:t>
      </w:r>
    </w:p>
    <w:p w:rsidR="00D43590" w:rsidRDefault="00D43590" w:rsidP="00D43590">
      <w:r>
        <w:t>811.4922</w:t>
      </w:r>
      <w:r>
        <w:tab/>
        <w:t>3.038e0</w:t>
      </w:r>
    </w:p>
    <w:p w:rsidR="00D43590" w:rsidRDefault="00D43590" w:rsidP="00D43590">
      <w:r>
        <w:t>811.7394</w:t>
      </w:r>
      <w:r>
        <w:tab/>
        <w:t>2.025e0</w:t>
      </w:r>
    </w:p>
    <w:p w:rsidR="00D43590" w:rsidRDefault="00D43590" w:rsidP="00D43590">
      <w:r>
        <w:t>811.9081</w:t>
      </w:r>
      <w:r>
        <w:tab/>
        <w:t>1.013e0</w:t>
      </w:r>
    </w:p>
    <w:p w:rsidR="00D43590" w:rsidRDefault="00D43590" w:rsidP="00D43590">
      <w:r>
        <w:t>812.0074</w:t>
      </w:r>
      <w:r>
        <w:tab/>
        <w:t>1.013e0</w:t>
      </w:r>
    </w:p>
    <w:p w:rsidR="00D43590" w:rsidRDefault="00D43590" w:rsidP="00D43590">
      <w:r>
        <w:t>812.1211</w:t>
      </w:r>
      <w:r>
        <w:tab/>
        <w:t>1.013e0</w:t>
      </w:r>
    </w:p>
    <w:p w:rsidR="00D43590" w:rsidRDefault="00D43590" w:rsidP="00D43590">
      <w:r>
        <w:t>812.3027</w:t>
      </w:r>
      <w:r>
        <w:tab/>
        <w:t>2.025e0</w:t>
      </w:r>
    </w:p>
    <w:p w:rsidR="00D43590" w:rsidRDefault="00D43590" w:rsidP="00D43590">
      <w:r>
        <w:t>812.3832</w:t>
      </w:r>
      <w:r>
        <w:tab/>
        <w:t>2.025e0</w:t>
      </w:r>
    </w:p>
    <w:p w:rsidR="00D43590" w:rsidRDefault="00D43590" w:rsidP="00D43590">
      <w:r>
        <w:t>812.4763</w:t>
      </w:r>
      <w:r>
        <w:tab/>
        <w:t>1.549e0</w:t>
      </w:r>
    </w:p>
    <w:p w:rsidR="00D43590" w:rsidRDefault="00D43590" w:rsidP="00D43590">
      <w:r>
        <w:t>812.5712</w:t>
      </w:r>
      <w:r>
        <w:tab/>
        <w:t>1.013e0</w:t>
      </w:r>
    </w:p>
    <w:p w:rsidR="00D43590" w:rsidRDefault="00D43590" w:rsidP="00D43590">
      <w:r>
        <w:t>812.9285</w:t>
      </w:r>
      <w:r>
        <w:tab/>
        <w:t>1.013e0</w:t>
      </w:r>
    </w:p>
    <w:p w:rsidR="00D43590" w:rsidRDefault="00D43590" w:rsidP="00D43590">
      <w:r>
        <w:t>813.0472</w:t>
      </w:r>
      <w:r>
        <w:tab/>
        <w:t>3.038e0</w:t>
      </w:r>
    </w:p>
    <w:p w:rsidR="00D43590" w:rsidRDefault="00D43590" w:rsidP="00D43590">
      <w:r>
        <w:lastRenderedPageBreak/>
        <w:t>813.3019</w:t>
      </w:r>
      <w:r>
        <w:tab/>
        <w:t>2.025e0</w:t>
      </w:r>
    </w:p>
    <w:p w:rsidR="00D43590" w:rsidRDefault="00D43590" w:rsidP="00D43590">
      <w:r>
        <w:t>813.3676</w:t>
      </w:r>
      <w:r>
        <w:tab/>
        <w:t>3.038e0</w:t>
      </w:r>
    </w:p>
    <w:p w:rsidR="00D43590" w:rsidRDefault="00D43590" w:rsidP="00D43590">
      <w:r>
        <w:t>813.5917</w:t>
      </w:r>
      <w:r>
        <w:tab/>
        <w:t>2.025e0</w:t>
      </w:r>
    </w:p>
    <w:p w:rsidR="00D43590" w:rsidRDefault="00D43590" w:rsidP="00D43590">
      <w:r>
        <w:t>813.7047</w:t>
      </w:r>
      <w:r>
        <w:tab/>
        <w:t>3.038e0</w:t>
      </w:r>
    </w:p>
    <w:p w:rsidR="00D43590" w:rsidRDefault="00D43590" w:rsidP="00D43590">
      <w:r>
        <w:t>813.8691</w:t>
      </w:r>
      <w:r>
        <w:tab/>
        <w:t>1.013e0</w:t>
      </w:r>
    </w:p>
    <w:p w:rsidR="00D43590" w:rsidRDefault="00D43590" w:rsidP="00D43590">
      <w:r>
        <w:t>813.9858</w:t>
      </w:r>
      <w:r>
        <w:tab/>
        <w:t>4.051e0</w:t>
      </w:r>
    </w:p>
    <w:p w:rsidR="00D43590" w:rsidRDefault="00D43590" w:rsidP="00D43590">
      <w:r>
        <w:t>814.1110</w:t>
      </w:r>
      <w:r>
        <w:tab/>
        <w:t>1.013e0</w:t>
      </w:r>
    </w:p>
    <w:p w:rsidR="00D43590" w:rsidRDefault="00D43590" w:rsidP="00D43590">
      <w:r>
        <w:t>814.2551</w:t>
      </w:r>
      <w:r>
        <w:tab/>
        <w:t>2.025e0</w:t>
      </w:r>
    </w:p>
    <w:p w:rsidR="00D43590" w:rsidRDefault="00D43590" w:rsidP="00D43590">
      <w:r>
        <w:t>814.3929</w:t>
      </w:r>
      <w:r>
        <w:tab/>
        <w:t>4.051e0</w:t>
      </w:r>
    </w:p>
    <w:p w:rsidR="00D43590" w:rsidRDefault="00D43590" w:rsidP="00D43590">
      <w:r>
        <w:t>814.6729</w:t>
      </w:r>
      <w:r>
        <w:tab/>
        <w:t>5.063e0</w:t>
      </w:r>
    </w:p>
    <w:p w:rsidR="00D43590" w:rsidRDefault="00D43590" w:rsidP="00D43590">
      <w:r>
        <w:t>814.9082</w:t>
      </w:r>
      <w:r>
        <w:tab/>
        <w:t>1.013e0</w:t>
      </w:r>
    </w:p>
    <w:p w:rsidR="00D43590" w:rsidRDefault="00D43590" w:rsidP="00D43590">
      <w:r>
        <w:t>815.3775</w:t>
      </w:r>
      <w:r>
        <w:tab/>
        <w:t>1.013e0</w:t>
      </w:r>
    </w:p>
    <w:p w:rsidR="00D43590" w:rsidRDefault="00D43590" w:rsidP="00D43590">
      <w:r>
        <w:t>815.4595</w:t>
      </w:r>
      <w:r>
        <w:tab/>
        <w:t>2.025e0</w:t>
      </w:r>
    </w:p>
    <w:p w:rsidR="00D43590" w:rsidRDefault="00D43590" w:rsidP="00D43590">
      <w:r>
        <w:t>815.6592</w:t>
      </w:r>
      <w:r>
        <w:tab/>
        <w:t>2.025e0</w:t>
      </w:r>
    </w:p>
    <w:p w:rsidR="00D43590" w:rsidRDefault="00D43590" w:rsidP="00D43590">
      <w:r>
        <w:t>815.7362</w:t>
      </w:r>
      <w:r>
        <w:tab/>
        <w:t>3.038e0</w:t>
      </w:r>
    </w:p>
    <w:p w:rsidR="00D43590" w:rsidRDefault="00D43590" w:rsidP="00D43590">
      <w:r>
        <w:t>815.9241</w:t>
      </w:r>
      <w:r>
        <w:tab/>
        <w:t>2.025e0</w:t>
      </w:r>
    </w:p>
    <w:p w:rsidR="00D43590" w:rsidRDefault="00D43590" w:rsidP="00D43590">
      <w:r>
        <w:t>816.2769</w:t>
      </w:r>
      <w:r>
        <w:tab/>
        <w:t>3.038e0</w:t>
      </w:r>
    </w:p>
    <w:p w:rsidR="00D43590" w:rsidRDefault="00D43590" w:rsidP="00D43590">
      <w:r>
        <w:t>816.4548</w:t>
      </w:r>
      <w:r>
        <w:tab/>
        <w:t>3.648e0</w:t>
      </w:r>
    </w:p>
    <w:p w:rsidR="00D43590" w:rsidRDefault="00D43590" w:rsidP="00D43590">
      <w:r>
        <w:t>816.6708</w:t>
      </w:r>
      <w:r>
        <w:tab/>
        <w:t>3.038e0</w:t>
      </w:r>
    </w:p>
    <w:p w:rsidR="00D43590" w:rsidRDefault="00D43590" w:rsidP="00D43590">
      <w:r>
        <w:lastRenderedPageBreak/>
        <w:t>816.9179</w:t>
      </w:r>
      <w:r>
        <w:tab/>
        <w:t>1.013e0</w:t>
      </w:r>
    </w:p>
    <w:p w:rsidR="00D43590" w:rsidRDefault="00D43590" w:rsidP="00D43590">
      <w:r>
        <w:t>817.1473</w:t>
      </w:r>
      <w:r>
        <w:tab/>
        <w:t>1.013e0</w:t>
      </w:r>
    </w:p>
    <w:p w:rsidR="00D43590" w:rsidRDefault="00D43590" w:rsidP="00D43590">
      <w:r>
        <w:t>817.2244</w:t>
      </w:r>
      <w:r>
        <w:tab/>
        <w:t>1.013e0</w:t>
      </w:r>
    </w:p>
    <w:p w:rsidR="00D43590" w:rsidRDefault="00D43590" w:rsidP="00D43590">
      <w:r>
        <w:t>817.3543</w:t>
      </w:r>
      <w:r>
        <w:tab/>
        <w:t>2.025e0</w:t>
      </w:r>
    </w:p>
    <w:p w:rsidR="00D43590" w:rsidRDefault="00D43590" w:rsidP="00D43590">
      <w:r>
        <w:t>817.5154</w:t>
      </w:r>
      <w:r>
        <w:tab/>
        <w:t>4.051e0</w:t>
      </w:r>
    </w:p>
    <w:p w:rsidR="00D43590" w:rsidRDefault="00D43590" w:rsidP="00D43590">
      <w:r>
        <w:t>817.6757</w:t>
      </w:r>
      <w:r>
        <w:tab/>
        <w:t>3.799e0</w:t>
      </w:r>
    </w:p>
    <w:p w:rsidR="00D43590" w:rsidRDefault="00D43590" w:rsidP="00D43590">
      <w:r>
        <w:t>817.8903</w:t>
      </w:r>
      <w:r>
        <w:tab/>
        <w:t>1.013e0</w:t>
      </w:r>
    </w:p>
    <w:p w:rsidR="00D43590" w:rsidRDefault="00D43590" w:rsidP="00D43590">
      <w:r>
        <w:t>818.0405</w:t>
      </w:r>
      <w:r>
        <w:tab/>
        <w:t>2.025e0</w:t>
      </w:r>
    </w:p>
    <w:p w:rsidR="00D43590" w:rsidRDefault="00D43590" w:rsidP="00D43590">
      <w:r>
        <w:t>818.1333</w:t>
      </w:r>
      <w:r>
        <w:tab/>
        <w:t>1.013e0</w:t>
      </w:r>
    </w:p>
    <w:p w:rsidR="00D43590" w:rsidRDefault="00D43590" w:rsidP="00D43590">
      <w:r>
        <w:t>818.3232</w:t>
      </w:r>
      <w:r>
        <w:tab/>
        <w:t>3.038e0</w:t>
      </w:r>
    </w:p>
    <w:p w:rsidR="00D43590" w:rsidRDefault="00D43590" w:rsidP="00D43590">
      <w:r>
        <w:t>818.7054</w:t>
      </w:r>
      <w:r>
        <w:tab/>
        <w:t>1.013e0</w:t>
      </w:r>
    </w:p>
    <w:p w:rsidR="00D43590" w:rsidRDefault="00D43590" w:rsidP="00D43590">
      <w:r>
        <w:t>818.7711</w:t>
      </w:r>
      <w:r>
        <w:tab/>
        <w:t>2.025e0</w:t>
      </w:r>
    </w:p>
    <w:p w:rsidR="00D43590" w:rsidRDefault="00D43590" w:rsidP="00D43590">
      <w:r>
        <w:t>818.9343</w:t>
      </w:r>
      <w:r>
        <w:tab/>
        <w:t>1.013e0</w:t>
      </w:r>
    </w:p>
    <w:p w:rsidR="00D43590" w:rsidRDefault="00D43590" w:rsidP="00D43590">
      <w:r>
        <w:t>819.2047</w:t>
      </w:r>
      <w:r>
        <w:tab/>
        <w:t>2.025e0</w:t>
      </w:r>
    </w:p>
    <w:p w:rsidR="00D43590" w:rsidRDefault="00D43590" w:rsidP="00D43590">
      <w:r>
        <w:t>819.3637</w:t>
      </w:r>
      <w:r>
        <w:tab/>
        <w:t>2.025e0</w:t>
      </w:r>
    </w:p>
    <w:p w:rsidR="00D43590" w:rsidRDefault="00D43590" w:rsidP="00D43590">
      <w:r>
        <w:t>819.6256</w:t>
      </w:r>
      <w:r>
        <w:tab/>
        <w:t>4.051e0</w:t>
      </w:r>
    </w:p>
    <w:p w:rsidR="00D43590" w:rsidRDefault="00D43590" w:rsidP="00D43590">
      <w:r>
        <w:t>819.7532</w:t>
      </w:r>
      <w:r>
        <w:tab/>
        <w:t>1.013e0</w:t>
      </w:r>
    </w:p>
    <w:p w:rsidR="00D43590" w:rsidRDefault="00D43590" w:rsidP="00D43590">
      <w:r>
        <w:t>819.9330</w:t>
      </w:r>
      <w:r>
        <w:tab/>
        <w:t>1.013e0</w:t>
      </w:r>
    </w:p>
    <w:p w:rsidR="00D43590" w:rsidRDefault="00D43590" w:rsidP="00D43590">
      <w:r>
        <w:t>820.0083</w:t>
      </w:r>
      <w:r>
        <w:tab/>
        <w:t>1.013e0</w:t>
      </w:r>
    </w:p>
    <w:p w:rsidR="00D43590" w:rsidRDefault="00D43590" w:rsidP="00D43590">
      <w:r>
        <w:lastRenderedPageBreak/>
        <w:t>820.2853</w:t>
      </w:r>
      <w:r>
        <w:tab/>
        <w:t>2.147e0</w:t>
      </w:r>
    </w:p>
    <w:p w:rsidR="00D43590" w:rsidRDefault="00D43590" w:rsidP="00D43590">
      <w:r>
        <w:t>820.4526</w:t>
      </w:r>
      <w:r>
        <w:tab/>
        <w:t>1.013e0</w:t>
      </w:r>
    </w:p>
    <w:p w:rsidR="00D43590" w:rsidRDefault="00D43590" w:rsidP="00D43590">
      <w:r>
        <w:t>820.6746</w:t>
      </w:r>
      <w:r>
        <w:tab/>
        <w:t>4.051e0</w:t>
      </w:r>
    </w:p>
    <w:p w:rsidR="00D43590" w:rsidRDefault="00D43590" w:rsidP="00D43590">
      <w:r>
        <w:t>820.8039</w:t>
      </w:r>
      <w:r>
        <w:tab/>
        <w:t>2.025e0</w:t>
      </w:r>
    </w:p>
    <w:p w:rsidR="00D43590" w:rsidRDefault="00D43590" w:rsidP="00D43590">
      <w:r>
        <w:t>821.1050</w:t>
      </w:r>
      <w:r>
        <w:tab/>
        <w:t>2.025e0</w:t>
      </w:r>
    </w:p>
    <w:p w:rsidR="00D43590" w:rsidRDefault="00D43590" w:rsidP="00D43590">
      <w:r>
        <w:t>821.2391</w:t>
      </w:r>
      <w:r>
        <w:tab/>
        <w:t>3.038e0</w:t>
      </w:r>
    </w:p>
    <w:p w:rsidR="00D43590" w:rsidRDefault="00D43590" w:rsidP="00D43590">
      <w:r>
        <w:t>821.5888</w:t>
      </w:r>
      <w:r>
        <w:tab/>
        <w:t>3.038e0</w:t>
      </w:r>
    </w:p>
    <w:p w:rsidR="00D43590" w:rsidRDefault="00D43590" w:rsidP="00D43590">
      <w:r>
        <w:t>821.7596</w:t>
      </w:r>
      <w:r>
        <w:tab/>
        <w:t>2.025e0</w:t>
      </w:r>
    </w:p>
    <w:p w:rsidR="00D43590" w:rsidRDefault="00D43590" w:rsidP="00D43590">
      <w:r>
        <w:t>821.9360</w:t>
      </w:r>
      <w:r>
        <w:tab/>
        <w:t>2.025e0</w:t>
      </w:r>
    </w:p>
    <w:p w:rsidR="00D43590" w:rsidRDefault="00D43590" w:rsidP="00D43590">
      <w:r>
        <w:t>822.1035</w:t>
      </w:r>
      <w:r>
        <w:tab/>
        <w:t>1.013e0</w:t>
      </w:r>
    </w:p>
    <w:p w:rsidR="00D43590" w:rsidRDefault="00D43590" w:rsidP="00D43590">
      <w:r>
        <w:t>822.2335</w:t>
      </w:r>
      <w:r>
        <w:tab/>
        <w:t>1.013e0</w:t>
      </w:r>
    </w:p>
    <w:p w:rsidR="00D43590" w:rsidRDefault="00D43590" w:rsidP="00D43590">
      <w:r>
        <w:t>822.4189</w:t>
      </w:r>
      <w:r>
        <w:tab/>
        <w:t>2.025e0</w:t>
      </w:r>
    </w:p>
    <w:p w:rsidR="00D43590" w:rsidRDefault="00D43590" w:rsidP="00D43590">
      <w:r>
        <w:t>822.6104</w:t>
      </w:r>
      <w:r>
        <w:tab/>
        <w:t>5.063e0</w:t>
      </w:r>
    </w:p>
    <w:p w:rsidR="00D43590" w:rsidRDefault="00D43590" w:rsidP="00D43590">
      <w:r>
        <w:t>822.7830</w:t>
      </w:r>
      <w:r>
        <w:tab/>
        <w:t>3.038e0</w:t>
      </w:r>
    </w:p>
    <w:p w:rsidR="00D43590" w:rsidRDefault="00D43590" w:rsidP="00D43590">
      <w:r>
        <w:t>822.9597</w:t>
      </w:r>
      <w:r>
        <w:tab/>
        <w:t>3.038e0</w:t>
      </w:r>
    </w:p>
    <w:p w:rsidR="00D43590" w:rsidRDefault="00D43590" w:rsidP="00D43590">
      <w:r>
        <w:t>823.0642</w:t>
      </w:r>
      <w:r>
        <w:tab/>
        <w:t>2.025e0</w:t>
      </w:r>
    </w:p>
    <w:p w:rsidR="00D43590" w:rsidRDefault="00D43590" w:rsidP="00D43590">
      <w:r>
        <w:t>823.2095</w:t>
      </w:r>
      <w:r>
        <w:tab/>
        <w:t>2.025e0</w:t>
      </w:r>
    </w:p>
    <w:p w:rsidR="00D43590" w:rsidRDefault="00D43590" w:rsidP="00D43590">
      <w:r>
        <w:t>823.4253</w:t>
      </w:r>
      <w:r>
        <w:tab/>
        <w:t>2.025e0</w:t>
      </w:r>
    </w:p>
    <w:p w:rsidR="00D43590" w:rsidRDefault="00D43590" w:rsidP="00D43590">
      <w:r>
        <w:t>823.5548</w:t>
      </w:r>
      <w:r>
        <w:tab/>
        <w:t>1.013e0</w:t>
      </w:r>
    </w:p>
    <w:p w:rsidR="00D43590" w:rsidRDefault="00D43590" w:rsidP="00D43590">
      <w:r>
        <w:lastRenderedPageBreak/>
        <w:t>823.6652</w:t>
      </w:r>
      <w:r>
        <w:tab/>
        <w:t>2.116e0</w:t>
      </w:r>
    </w:p>
    <w:p w:rsidR="00D43590" w:rsidRDefault="00D43590" w:rsidP="00D43590">
      <w:r>
        <w:t>823.8051</w:t>
      </w:r>
      <w:r>
        <w:tab/>
        <w:t>3.038e0</w:t>
      </w:r>
    </w:p>
    <w:p w:rsidR="00D43590" w:rsidRDefault="00D43590" w:rsidP="00D43590">
      <w:r>
        <w:t>823.9634</w:t>
      </w:r>
      <w:r>
        <w:tab/>
        <w:t>2.025e0</w:t>
      </w:r>
    </w:p>
    <w:p w:rsidR="00D43590" w:rsidRDefault="00D43590" w:rsidP="00D43590">
      <w:r>
        <w:t>824.3268</w:t>
      </w:r>
      <w:r>
        <w:tab/>
        <w:t>5.063e0</w:t>
      </w:r>
    </w:p>
    <w:p w:rsidR="00D43590" w:rsidRDefault="00D43590" w:rsidP="00D43590">
      <w:r>
        <w:t>824.4905</w:t>
      </w:r>
      <w:r>
        <w:tab/>
        <w:t>1.013e0</w:t>
      </w:r>
    </w:p>
    <w:p w:rsidR="00D43590" w:rsidRDefault="00D43590" w:rsidP="00D43590">
      <w:r>
        <w:t>824.6413</w:t>
      </w:r>
      <w:r>
        <w:tab/>
        <w:t>2.025e0</w:t>
      </w:r>
    </w:p>
    <w:p w:rsidR="00D43590" w:rsidRDefault="00D43590" w:rsidP="00D43590">
      <w:r>
        <w:t>824.8123</w:t>
      </w:r>
      <w:r>
        <w:tab/>
        <w:t>1.013e0</w:t>
      </w:r>
    </w:p>
    <w:p w:rsidR="00D43590" w:rsidRDefault="00D43590" w:rsidP="00D43590">
      <w:r>
        <w:t>824.9627</w:t>
      </w:r>
      <w:r>
        <w:tab/>
        <w:t>3.038e0</w:t>
      </w:r>
    </w:p>
    <w:p w:rsidR="00D43590" w:rsidRDefault="00D43590" w:rsidP="00D43590">
      <w:r>
        <w:t>825.1602</w:t>
      </w:r>
      <w:r>
        <w:tab/>
        <w:t>2.025e0</w:t>
      </w:r>
    </w:p>
    <w:p w:rsidR="00D43590" w:rsidRDefault="00D43590" w:rsidP="00D43590">
      <w:r>
        <w:t>825.2398</w:t>
      </w:r>
      <w:r>
        <w:tab/>
        <w:t>2.025e0</w:t>
      </w:r>
    </w:p>
    <w:p w:rsidR="00D43590" w:rsidRDefault="00D43590" w:rsidP="00D43590">
      <w:r>
        <w:t>825.3311</w:t>
      </w:r>
      <w:r>
        <w:tab/>
        <w:t>1.013e0</w:t>
      </w:r>
    </w:p>
    <w:p w:rsidR="00D43590" w:rsidRDefault="00D43590" w:rsidP="00D43590">
      <w:r>
        <w:t>825.4417</w:t>
      </w:r>
      <w:r>
        <w:tab/>
        <w:t>1.013e0</w:t>
      </w:r>
    </w:p>
    <w:p w:rsidR="00D43590" w:rsidRDefault="00D43590" w:rsidP="00D43590">
      <w:r>
        <w:t>825.6235</w:t>
      </w:r>
      <w:r>
        <w:tab/>
        <w:t>1.013e0</w:t>
      </w:r>
    </w:p>
    <w:p w:rsidR="00D43590" w:rsidRDefault="00D43590" w:rsidP="00D43590">
      <w:r>
        <w:t>825.7372</w:t>
      </w:r>
      <w:r>
        <w:tab/>
        <w:t>2.025e0</w:t>
      </w:r>
    </w:p>
    <w:p w:rsidR="00D43590" w:rsidRDefault="00D43590" w:rsidP="00D43590">
      <w:r>
        <w:t>825.8252</w:t>
      </w:r>
      <w:r>
        <w:tab/>
        <w:t>1.931e0</w:t>
      </w:r>
    </w:p>
    <w:p w:rsidR="00D43590" w:rsidRDefault="00D43590" w:rsidP="00D43590">
      <w:r>
        <w:t>825.9794</w:t>
      </w:r>
      <w:r>
        <w:tab/>
        <w:t>1.013e0</w:t>
      </w:r>
    </w:p>
    <w:p w:rsidR="00D43590" w:rsidRDefault="00D43590" w:rsidP="00D43590">
      <w:r>
        <w:t>826.0475</w:t>
      </w:r>
      <w:r>
        <w:tab/>
        <w:t>1.013e0</w:t>
      </w:r>
    </w:p>
    <w:p w:rsidR="00D43590" w:rsidRDefault="00D43590" w:rsidP="00D43590">
      <w:r>
        <w:t>826.4808</w:t>
      </w:r>
      <w:r>
        <w:tab/>
        <w:t>1.013e0</w:t>
      </w:r>
    </w:p>
    <w:p w:rsidR="00D43590" w:rsidRDefault="00D43590" w:rsidP="00D43590">
      <w:r>
        <w:t>826.5912</w:t>
      </w:r>
      <w:r>
        <w:tab/>
        <w:t>3.038e0</w:t>
      </w:r>
    </w:p>
    <w:p w:rsidR="00D43590" w:rsidRDefault="00D43590" w:rsidP="00D43590">
      <w:r>
        <w:lastRenderedPageBreak/>
        <w:t>826.6941</w:t>
      </w:r>
      <w:r>
        <w:tab/>
        <w:t>1.013e0</w:t>
      </w:r>
    </w:p>
    <w:p w:rsidR="00D43590" w:rsidRDefault="00D43590" w:rsidP="00D43590">
      <w:r>
        <w:t>826.8070</w:t>
      </w:r>
      <w:r>
        <w:tab/>
        <w:t>1.013e0</w:t>
      </w:r>
    </w:p>
    <w:p w:rsidR="00D43590" w:rsidRDefault="00D43590" w:rsidP="00D43590">
      <w:r>
        <w:t>826.9533</w:t>
      </w:r>
      <w:r>
        <w:tab/>
        <w:t>1.013e0</w:t>
      </w:r>
    </w:p>
    <w:p w:rsidR="00D43590" w:rsidRDefault="00D43590" w:rsidP="00D43590">
      <w:r>
        <w:t>827.0774</w:t>
      </w:r>
      <w:r>
        <w:tab/>
        <w:t>3.038e0</w:t>
      </w:r>
    </w:p>
    <w:p w:rsidR="00D43590" w:rsidRDefault="00D43590" w:rsidP="00D43590">
      <w:r>
        <w:t>827.3461</w:t>
      </w:r>
      <w:r>
        <w:tab/>
        <w:t>2.025e0</w:t>
      </w:r>
    </w:p>
    <w:p w:rsidR="00D43590" w:rsidRDefault="00D43590" w:rsidP="00D43590">
      <w:r>
        <w:t>827.5055</w:t>
      </w:r>
      <w:r>
        <w:tab/>
        <w:t>1.013e0</w:t>
      </w:r>
    </w:p>
    <w:p w:rsidR="00D43590" w:rsidRDefault="00D43590" w:rsidP="00D43590">
      <w:r>
        <w:t>827.6455</w:t>
      </w:r>
      <w:r>
        <w:tab/>
        <w:t>3.038e0</w:t>
      </w:r>
    </w:p>
    <w:p w:rsidR="00D43590" w:rsidRDefault="00D43590" w:rsidP="00D43590">
      <w:r>
        <w:t>827.7233</w:t>
      </w:r>
      <w:r>
        <w:tab/>
        <w:t>3.038e0</w:t>
      </w:r>
    </w:p>
    <w:p w:rsidR="00D43590" w:rsidRDefault="00D43590" w:rsidP="00D43590">
      <w:r>
        <w:t>827.8554</w:t>
      </w:r>
      <w:r>
        <w:tab/>
        <w:t>2.025e0</w:t>
      </w:r>
    </w:p>
    <w:p w:rsidR="00D43590" w:rsidRDefault="00D43590" w:rsidP="00D43590">
      <w:r>
        <w:t>828.0699</w:t>
      </w:r>
      <w:r>
        <w:tab/>
        <w:t>1.013e0</w:t>
      </w:r>
    </w:p>
    <w:p w:rsidR="00D43590" w:rsidRDefault="00D43590" w:rsidP="00D43590">
      <w:r>
        <w:t>828.3326</w:t>
      </w:r>
      <w:r>
        <w:tab/>
        <w:t>4.051e0</w:t>
      </w:r>
    </w:p>
    <w:p w:rsidR="00D43590" w:rsidRDefault="00D43590" w:rsidP="00D43590">
      <w:r>
        <w:t>828.5314</w:t>
      </w:r>
      <w:r>
        <w:tab/>
        <w:t>3.244e0</w:t>
      </w:r>
    </w:p>
    <w:p w:rsidR="00D43590" w:rsidRDefault="00D43590" w:rsidP="00D43590">
      <w:r>
        <w:t>828.6993</w:t>
      </w:r>
      <w:r>
        <w:tab/>
        <w:t>2.025e0</w:t>
      </w:r>
    </w:p>
    <w:p w:rsidR="00D43590" w:rsidRDefault="00D43590" w:rsidP="00D43590">
      <w:r>
        <w:t>829.1191</w:t>
      </w:r>
      <w:r>
        <w:tab/>
        <w:t>2.025e0</w:t>
      </w:r>
    </w:p>
    <w:p w:rsidR="00D43590" w:rsidRDefault="00D43590" w:rsidP="00D43590">
      <w:r>
        <w:t>829.2712</w:t>
      </w:r>
      <w:r>
        <w:tab/>
        <w:t>1.013e0</w:t>
      </w:r>
    </w:p>
    <w:p w:rsidR="00D43590" w:rsidRDefault="00D43590" w:rsidP="00D43590">
      <w:r>
        <w:t>829.3654</w:t>
      </w:r>
      <w:r>
        <w:tab/>
        <w:t>2.025e0</w:t>
      </w:r>
    </w:p>
    <w:p w:rsidR="00D43590" w:rsidRDefault="00D43590" w:rsidP="00D43590">
      <w:r>
        <w:t>829.5505</w:t>
      </w:r>
      <w:r>
        <w:tab/>
        <w:t>4.051e0</w:t>
      </w:r>
    </w:p>
    <w:p w:rsidR="00D43590" w:rsidRDefault="00D43590" w:rsidP="00D43590">
      <w:r>
        <w:t>829.7492</w:t>
      </w:r>
      <w:r>
        <w:tab/>
        <w:t>2.025e0</w:t>
      </w:r>
    </w:p>
    <w:p w:rsidR="00D43590" w:rsidRDefault="00D43590" w:rsidP="00D43590">
      <w:r>
        <w:t>830.0261</w:t>
      </w:r>
      <w:r>
        <w:tab/>
        <w:t>4.051e0</w:t>
      </w:r>
    </w:p>
    <w:p w:rsidR="00D43590" w:rsidRDefault="00D43590" w:rsidP="00D43590">
      <w:r>
        <w:lastRenderedPageBreak/>
        <w:t>830.1987</w:t>
      </w:r>
      <w:r>
        <w:tab/>
        <w:t>2.025e0</w:t>
      </w:r>
    </w:p>
    <w:p w:rsidR="00D43590" w:rsidRDefault="00D43590" w:rsidP="00D43590">
      <w:r>
        <w:t>830.4382</w:t>
      </w:r>
      <w:r>
        <w:tab/>
        <w:t>3.038e0</w:t>
      </w:r>
    </w:p>
    <w:p w:rsidR="00D43590" w:rsidRDefault="00D43590" w:rsidP="00D43590">
      <w:r>
        <w:t>830.7678</w:t>
      </w:r>
      <w:r>
        <w:tab/>
        <w:t>3.038e0</w:t>
      </w:r>
    </w:p>
    <w:p w:rsidR="00D43590" w:rsidRDefault="00D43590" w:rsidP="00D43590">
      <w:r>
        <w:t>830.8876</w:t>
      </w:r>
      <w:r>
        <w:tab/>
        <w:t>2.025e0</w:t>
      </w:r>
    </w:p>
    <w:p w:rsidR="00D43590" w:rsidRDefault="00D43590" w:rsidP="00D43590">
      <w:r>
        <w:t>831.1097</w:t>
      </w:r>
      <w:r>
        <w:tab/>
        <w:t>3.038e0</w:t>
      </w:r>
    </w:p>
    <w:p w:rsidR="00D43590" w:rsidRDefault="00D43590" w:rsidP="00D43590">
      <w:r>
        <w:t>831.3845</w:t>
      </w:r>
      <w:r>
        <w:tab/>
        <w:t>2.025e0</w:t>
      </w:r>
    </w:p>
    <w:p w:rsidR="00D43590" w:rsidRDefault="00D43590" w:rsidP="00D43590">
      <w:r>
        <w:t>831.4609</w:t>
      </w:r>
      <w:r>
        <w:tab/>
        <w:t>1.013e0</w:t>
      </w:r>
    </w:p>
    <w:p w:rsidR="00D43590" w:rsidRDefault="00D43590" w:rsidP="00D43590">
      <w:r>
        <w:t>831.6127</w:t>
      </w:r>
      <w:r>
        <w:tab/>
        <w:t>3.031e0</w:t>
      </w:r>
    </w:p>
    <w:p w:rsidR="00D43590" w:rsidRDefault="00D43590" w:rsidP="00D43590">
      <w:r>
        <w:t>831.7023</w:t>
      </w:r>
      <w:r>
        <w:tab/>
        <w:t>4.047e0</w:t>
      </w:r>
    </w:p>
    <w:p w:rsidR="00D43590" w:rsidRDefault="00D43590" w:rsidP="00D43590">
      <w:r>
        <w:t>831.8683</w:t>
      </w:r>
      <w:r>
        <w:tab/>
        <w:t>2.025e0</w:t>
      </w:r>
    </w:p>
    <w:p w:rsidR="00D43590" w:rsidRDefault="00D43590" w:rsidP="00D43590">
      <w:r>
        <w:t>832.1246</w:t>
      </w:r>
      <w:r>
        <w:tab/>
        <w:t>1.013e0</w:t>
      </w:r>
    </w:p>
    <w:p w:rsidR="00D43590" w:rsidRDefault="00D43590" w:rsidP="00D43590">
      <w:r>
        <w:t>832.2627</w:t>
      </w:r>
      <w:r>
        <w:tab/>
        <w:t>4.051e0</w:t>
      </w:r>
    </w:p>
    <w:p w:rsidR="00D43590" w:rsidRDefault="00D43590" w:rsidP="00D43590">
      <w:r>
        <w:t>832.3730</w:t>
      </w:r>
      <w:r>
        <w:tab/>
        <w:t>2.025e0</w:t>
      </w:r>
    </w:p>
    <w:p w:rsidR="00D43590" w:rsidRDefault="00D43590" w:rsidP="00D43590">
      <w:r>
        <w:t>832.4634</w:t>
      </w:r>
      <w:r>
        <w:tab/>
        <w:t>2.025e0</w:t>
      </w:r>
    </w:p>
    <w:p w:rsidR="00D43590" w:rsidRDefault="00D43590" w:rsidP="00D43590">
      <w:r>
        <w:t>832.5439</w:t>
      </w:r>
      <w:r>
        <w:tab/>
        <w:t>1.457e0</w:t>
      </w:r>
    </w:p>
    <w:p w:rsidR="00D43590" w:rsidRDefault="00D43590" w:rsidP="00D43590">
      <w:r>
        <w:t>832.6802</w:t>
      </w:r>
      <w:r>
        <w:tab/>
        <w:t>2.025e0</w:t>
      </w:r>
    </w:p>
    <w:p w:rsidR="00D43590" w:rsidRDefault="00D43590" w:rsidP="00D43590">
      <w:r>
        <w:t>832.9868</w:t>
      </w:r>
      <w:r>
        <w:tab/>
        <w:t>1.013e0</w:t>
      </w:r>
    </w:p>
    <w:p w:rsidR="00D43590" w:rsidRDefault="00D43590" w:rsidP="00D43590">
      <w:r>
        <w:t>833.1469</w:t>
      </w:r>
      <w:r>
        <w:tab/>
        <w:t>1.013e0</w:t>
      </w:r>
    </w:p>
    <w:p w:rsidR="00D43590" w:rsidRDefault="00D43590" w:rsidP="00D43590">
      <w:r>
        <w:t>833.2578</w:t>
      </w:r>
      <w:r>
        <w:tab/>
        <w:t>3.038e0</w:t>
      </w:r>
    </w:p>
    <w:p w:rsidR="00D43590" w:rsidRDefault="00D43590" w:rsidP="00D43590">
      <w:r>
        <w:lastRenderedPageBreak/>
        <w:t>833.4087</w:t>
      </w:r>
      <w:r>
        <w:tab/>
        <w:t>2.025e0</w:t>
      </w:r>
    </w:p>
    <w:p w:rsidR="00D43590" w:rsidRDefault="00D43590" w:rsidP="00D43590">
      <w:r>
        <w:t>833.4920</w:t>
      </w:r>
      <w:r>
        <w:tab/>
        <w:t>2.025e0</w:t>
      </w:r>
    </w:p>
    <w:p w:rsidR="00D43590" w:rsidRDefault="00D43590" w:rsidP="00D43590">
      <w:r>
        <w:t>833.5903</w:t>
      </w:r>
      <w:r>
        <w:tab/>
        <w:t>2.025e0</w:t>
      </w:r>
    </w:p>
    <w:p w:rsidR="00D43590" w:rsidRDefault="00D43590" w:rsidP="00D43590">
      <w:r>
        <w:t>833.6999</w:t>
      </w:r>
      <w:r>
        <w:tab/>
        <w:t>1.013e0</w:t>
      </w:r>
    </w:p>
    <w:p w:rsidR="00D43590" w:rsidRDefault="00D43590" w:rsidP="00D43590">
      <w:r>
        <w:t>833.7581</w:t>
      </w:r>
      <w:r>
        <w:tab/>
        <w:t>1.013e0</w:t>
      </w:r>
    </w:p>
    <w:p w:rsidR="00D43590" w:rsidRDefault="00D43590" w:rsidP="00D43590">
      <w:r>
        <w:t>834.1512</w:t>
      </w:r>
      <w:r>
        <w:tab/>
        <w:t>1.013e0</w:t>
      </w:r>
    </w:p>
    <w:p w:rsidR="00D43590" w:rsidRDefault="00D43590" w:rsidP="00D43590">
      <w:r>
        <w:t>834.2241</w:t>
      </w:r>
      <w:r>
        <w:tab/>
        <w:t>1.013e0</w:t>
      </w:r>
    </w:p>
    <w:p w:rsidR="00D43590" w:rsidRDefault="00D43590" w:rsidP="00D43590">
      <w:r>
        <w:t>834.4118</w:t>
      </w:r>
      <w:r>
        <w:tab/>
        <w:t>2.025e0</w:t>
      </w:r>
    </w:p>
    <w:p w:rsidR="00D43590" w:rsidRDefault="00D43590" w:rsidP="00D43590">
      <w:r>
        <w:t>834.6708</w:t>
      </w:r>
      <w:r>
        <w:tab/>
        <w:t>3.038e0</w:t>
      </w:r>
    </w:p>
    <w:p w:rsidR="00D43590" w:rsidRDefault="00D43590" w:rsidP="00D43590">
      <w:r>
        <w:t>834.8829</w:t>
      </w:r>
      <w:r>
        <w:tab/>
        <w:t>3.038e0</w:t>
      </w:r>
    </w:p>
    <w:p w:rsidR="00D43590" w:rsidRDefault="00D43590" w:rsidP="00D43590">
      <w:r>
        <w:t>835.0110</w:t>
      </w:r>
      <w:r>
        <w:tab/>
        <w:t>1.013e0</w:t>
      </w:r>
    </w:p>
    <w:p w:rsidR="00D43590" w:rsidRDefault="00D43590" w:rsidP="00D43590">
      <w:r>
        <w:t>835.1567</w:t>
      </w:r>
      <w:r>
        <w:tab/>
        <w:t>1.013e0</w:t>
      </w:r>
    </w:p>
    <w:p w:rsidR="00D43590" w:rsidRDefault="00D43590" w:rsidP="00D43590">
      <w:r>
        <w:t>835.2698</w:t>
      </w:r>
      <w:r>
        <w:tab/>
        <w:t>1.013e0</w:t>
      </w:r>
    </w:p>
    <w:p w:rsidR="00D43590" w:rsidRDefault="00D43590" w:rsidP="00D43590">
      <w:r>
        <w:t>835.3648</w:t>
      </w:r>
      <w:r>
        <w:tab/>
        <w:t>2.025e0</w:t>
      </w:r>
    </w:p>
    <w:p w:rsidR="00D43590" w:rsidRDefault="00D43590" w:rsidP="00D43590">
      <w:r>
        <w:t>835.5798</w:t>
      </w:r>
      <w:r>
        <w:tab/>
        <w:t>1.013e0</w:t>
      </w:r>
    </w:p>
    <w:p w:rsidR="00D43590" w:rsidRDefault="00D43590" w:rsidP="00D43590">
      <w:r>
        <w:t>835.6796</w:t>
      </w:r>
      <w:r>
        <w:tab/>
        <w:t>2.025e0</w:t>
      </w:r>
    </w:p>
    <w:p w:rsidR="00D43590" w:rsidRDefault="00D43590" w:rsidP="00D43590">
      <w:r>
        <w:t>835.8715</w:t>
      </w:r>
      <w:r>
        <w:tab/>
        <w:t>1.013e0</w:t>
      </w:r>
    </w:p>
    <w:p w:rsidR="00D43590" w:rsidRDefault="00D43590" w:rsidP="00D43590">
      <w:r>
        <w:t>835.9496</w:t>
      </w:r>
      <w:r>
        <w:tab/>
        <w:t>1.013e0</w:t>
      </w:r>
    </w:p>
    <w:p w:rsidR="00D43590" w:rsidRDefault="00D43590" w:rsidP="00D43590">
      <w:r>
        <w:t>836.0955</w:t>
      </w:r>
      <w:r>
        <w:tab/>
        <w:t>1.013e0</w:t>
      </w:r>
    </w:p>
    <w:p w:rsidR="00D43590" w:rsidRDefault="00D43590" w:rsidP="00D43590">
      <w:r>
        <w:lastRenderedPageBreak/>
        <w:t>836.2887</w:t>
      </w:r>
      <w:r>
        <w:tab/>
        <w:t>3.038e0</w:t>
      </w:r>
    </w:p>
    <w:p w:rsidR="00D43590" w:rsidRDefault="00D43590" w:rsidP="00D43590">
      <w:r>
        <w:t>836.4697</w:t>
      </w:r>
      <w:r>
        <w:tab/>
        <w:t>2.025e0</w:t>
      </w:r>
    </w:p>
    <w:p w:rsidR="00D43590" w:rsidRDefault="00D43590" w:rsidP="00D43590">
      <w:r>
        <w:t>836.6110</w:t>
      </w:r>
      <w:r>
        <w:tab/>
        <w:t>4.051e0</w:t>
      </w:r>
    </w:p>
    <w:p w:rsidR="00D43590" w:rsidRDefault="00D43590" w:rsidP="00D43590">
      <w:r>
        <w:t>836.7479</w:t>
      </w:r>
      <w:r>
        <w:tab/>
        <w:t>5.063e0</w:t>
      </w:r>
    </w:p>
    <w:p w:rsidR="00D43590" w:rsidRDefault="00D43590" w:rsidP="00D43590">
      <w:r>
        <w:t>836.9128</w:t>
      </w:r>
      <w:r>
        <w:tab/>
        <w:t>3.038e0</w:t>
      </w:r>
    </w:p>
    <w:p w:rsidR="00D43590" w:rsidRDefault="00D43590" w:rsidP="00D43590">
      <w:r>
        <w:t>837.0087</w:t>
      </w:r>
      <w:r>
        <w:tab/>
        <w:t>2.025e0</w:t>
      </w:r>
    </w:p>
    <w:p w:rsidR="00D43590" w:rsidRDefault="00D43590" w:rsidP="00D43590">
      <w:r>
        <w:t>837.1859</w:t>
      </w:r>
      <w:r>
        <w:tab/>
        <w:t>1.013e0</w:t>
      </w:r>
    </w:p>
    <w:p w:rsidR="00D43590" w:rsidRDefault="00D43590" w:rsidP="00D43590">
      <w:r>
        <w:t>837.6830</w:t>
      </w:r>
      <w:r>
        <w:tab/>
        <w:t>1.013e0</w:t>
      </w:r>
    </w:p>
    <w:p w:rsidR="00D43590" w:rsidRDefault="00D43590" w:rsidP="00D43590">
      <w:r>
        <w:t>837.7415</w:t>
      </w:r>
      <w:r>
        <w:tab/>
        <w:t>1.013e0</w:t>
      </w:r>
    </w:p>
    <w:p w:rsidR="00D43590" w:rsidRDefault="00D43590" w:rsidP="00D43590">
      <w:r>
        <w:t>837.8292</w:t>
      </w:r>
      <w:r>
        <w:tab/>
        <w:t>1.013e0</w:t>
      </w:r>
    </w:p>
    <w:p w:rsidR="00D43590" w:rsidRDefault="00D43590" w:rsidP="00D43590">
      <w:r>
        <w:t>837.9024</w:t>
      </w:r>
      <w:r>
        <w:tab/>
        <w:t>1.013e0</w:t>
      </w:r>
    </w:p>
    <w:p w:rsidR="00D43590" w:rsidRDefault="00D43590" w:rsidP="00D43590">
      <w:r>
        <w:t>838.1536</w:t>
      </w:r>
      <w:r>
        <w:tab/>
        <w:t>1.013e0</w:t>
      </w:r>
    </w:p>
    <w:p w:rsidR="00D43590" w:rsidRDefault="00D43590" w:rsidP="00D43590">
      <w:r>
        <w:t>838.4144</w:t>
      </w:r>
      <w:r>
        <w:tab/>
        <w:t>1.013e0</w:t>
      </w:r>
    </w:p>
    <w:p w:rsidR="00D43590" w:rsidRDefault="00D43590" w:rsidP="00D43590">
      <w:r>
        <w:t>838.4953</w:t>
      </w:r>
      <w:r>
        <w:tab/>
        <w:t>3.038e0</w:t>
      </w:r>
    </w:p>
    <w:p w:rsidR="00D43590" w:rsidRDefault="00D43590" w:rsidP="00D43590">
      <w:r>
        <w:t>838.7291</w:t>
      </w:r>
      <w:r>
        <w:tab/>
        <w:t>4.051e0</w:t>
      </w:r>
    </w:p>
    <w:p w:rsidR="00D43590" w:rsidRDefault="00D43590" w:rsidP="00D43590">
      <w:r>
        <w:t>838.8198</w:t>
      </w:r>
      <w:r>
        <w:tab/>
        <w:t>2.025e0</w:t>
      </w:r>
    </w:p>
    <w:p w:rsidR="00D43590" w:rsidRDefault="00D43590" w:rsidP="00D43590">
      <w:r>
        <w:t>838.9855</w:t>
      </w:r>
      <w:r>
        <w:tab/>
        <w:t>1.013e0</w:t>
      </w:r>
    </w:p>
    <w:p w:rsidR="00D43590" w:rsidRDefault="00D43590" w:rsidP="00D43590">
      <w:r>
        <w:t>839.1906</w:t>
      </w:r>
      <w:r>
        <w:tab/>
        <w:t>1.013e0</w:t>
      </w:r>
    </w:p>
    <w:p w:rsidR="00D43590" w:rsidRDefault="00D43590" w:rsidP="00D43590">
      <w:r>
        <w:t>839.3173</w:t>
      </w:r>
      <w:r>
        <w:tab/>
        <w:t>3.038e0</w:t>
      </w:r>
    </w:p>
    <w:p w:rsidR="00D43590" w:rsidRDefault="00D43590" w:rsidP="00D43590">
      <w:r>
        <w:lastRenderedPageBreak/>
        <w:t>839.5099</w:t>
      </w:r>
      <w:r>
        <w:tab/>
        <w:t>4.051e0</w:t>
      </w:r>
    </w:p>
    <w:p w:rsidR="00D43590" w:rsidRDefault="00D43590" w:rsidP="00D43590">
      <w:r>
        <w:t>839.6301</w:t>
      </w:r>
      <w:r>
        <w:tab/>
        <w:t>2.025e0</w:t>
      </w:r>
    </w:p>
    <w:p w:rsidR="00D43590" w:rsidRDefault="00D43590" w:rsidP="00D43590">
      <w:r>
        <w:t>839.7134</w:t>
      </w:r>
      <w:r>
        <w:tab/>
        <w:t>3.038e0</w:t>
      </w:r>
    </w:p>
    <w:p w:rsidR="00D43590" w:rsidRDefault="00D43590" w:rsidP="00D43590">
      <w:r>
        <w:t>840.0531</w:t>
      </w:r>
      <w:r>
        <w:tab/>
        <w:t>2.025e0</w:t>
      </w:r>
    </w:p>
    <w:p w:rsidR="00D43590" w:rsidRDefault="00D43590" w:rsidP="00D43590">
      <w:r>
        <w:t>840.2387</w:t>
      </w:r>
      <w:r>
        <w:tab/>
        <w:t>2.025e0</w:t>
      </w:r>
    </w:p>
    <w:p w:rsidR="00D43590" w:rsidRDefault="00D43590" w:rsidP="00D43590">
      <w:r>
        <w:t>840.4590</w:t>
      </w:r>
      <w:r>
        <w:tab/>
        <w:t>1.722e1</w:t>
      </w:r>
    </w:p>
    <w:p w:rsidR="00D43590" w:rsidRDefault="00D43590" w:rsidP="00D43590">
      <w:r>
        <w:t>840.6556</w:t>
      </w:r>
      <w:r>
        <w:tab/>
        <w:t>2.025e0</w:t>
      </w:r>
    </w:p>
    <w:p w:rsidR="00D43590" w:rsidRDefault="00D43590" w:rsidP="00D43590">
      <w:r>
        <w:t>840.7863</w:t>
      </w:r>
      <w:r>
        <w:tab/>
        <w:t>2.025e0</w:t>
      </w:r>
    </w:p>
    <w:p w:rsidR="00D43590" w:rsidRDefault="00D43590" w:rsidP="00D43590">
      <w:r>
        <w:t>840.9281</w:t>
      </w:r>
      <w:r>
        <w:tab/>
        <w:t>2.025e0</w:t>
      </w:r>
    </w:p>
    <w:p w:rsidR="00D43590" w:rsidRDefault="00D43590" w:rsidP="00D43590">
      <w:r>
        <w:t>841.0541</w:t>
      </w:r>
      <w:r>
        <w:tab/>
        <w:t>2.025e0</w:t>
      </w:r>
    </w:p>
    <w:p w:rsidR="00D43590" w:rsidRDefault="00D43590" w:rsidP="00D43590">
      <w:r>
        <w:t>841.2291</w:t>
      </w:r>
      <w:r>
        <w:tab/>
        <w:t>1.013e0</w:t>
      </w:r>
    </w:p>
    <w:p w:rsidR="00D43590" w:rsidRDefault="00D43590" w:rsidP="00D43590">
      <w:r>
        <w:t>841.3759</w:t>
      </w:r>
      <w:r>
        <w:tab/>
        <w:t>1.013e0</w:t>
      </w:r>
    </w:p>
    <w:p w:rsidR="00D43590" w:rsidRDefault="00D43590" w:rsidP="00D43590">
      <w:r>
        <w:t>841.4948</w:t>
      </w:r>
      <w:r>
        <w:tab/>
        <w:t>4.051e0</w:t>
      </w:r>
    </w:p>
    <w:p w:rsidR="00D43590" w:rsidRDefault="00D43590" w:rsidP="00D43590">
      <w:r>
        <w:t>841.6365</w:t>
      </w:r>
      <w:r>
        <w:tab/>
        <w:t>4.704e0</w:t>
      </w:r>
    </w:p>
    <w:p w:rsidR="00D43590" w:rsidRDefault="00D43590" w:rsidP="00D43590">
      <w:r>
        <w:t>841.7630</w:t>
      </w:r>
      <w:r>
        <w:tab/>
        <w:t>2.025e0</w:t>
      </w:r>
    </w:p>
    <w:p w:rsidR="00D43590" w:rsidRDefault="00D43590" w:rsidP="00D43590">
      <w:r>
        <w:t>841.9341</w:t>
      </w:r>
      <w:r>
        <w:tab/>
        <w:t>1.013e0</w:t>
      </w:r>
    </w:p>
    <w:p w:rsidR="00D43590" w:rsidRDefault="00D43590" w:rsidP="00D43590">
      <w:r>
        <w:t>842.0909</w:t>
      </w:r>
      <w:r>
        <w:tab/>
        <w:t>3.038e0</w:t>
      </w:r>
    </w:p>
    <w:p w:rsidR="00D43590" w:rsidRDefault="00D43590" w:rsidP="00D43590">
      <w:r>
        <w:t>842.2797</w:t>
      </w:r>
      <w:r>
        <w:tab/>
        <w:t>2.025e0</w:t>
      </w:r>
    </w:p>
    <w:p w:rsidR="00D43590" w:rsidRDefault="00D43590" w:rsidP="00D43590">
      <w:r>
        <w:t>842.4191</w:t>
      </w:r>
      <w:r>
        <w:tab/>
        <w:t>1.013e0</w:t>
      </w:r>
    </w:p>
    <w:p w:rsidR="00D43590" w:rsidRDefault="00D43590" w:rsidP="00D43590">
      <w:r>
        <w:lastRenderedPageBreak/>
        <w:t>842.6103</w:t>
      </w:r>
      <w:r>
        <w:tab/>
        <w:t>1.013e0</w:t>
      </w:r>
    </w:p>
    <w:p w:rsidR="00D43590" w:rsidRDefault="00D43590" w:rsidP="00D43590">
      <w:r>
        <w:t>842.7427</w:t>
      </w:r>
      <w:r>
        <w:tab/>
        <w:t>2.025e0</w:t>
      </w:r>
    </w:p>
    <w:p w:rsidR="00D43590" w:rsidRDefault="00D43590" w:rsidP="00D43590">
      <w:r>
        <w:t>842.9561</w:t>
      </w:r>
      <w:r>
        <w:tab/>
        <w:t>5.063e0</w:t>
      </w:r>
    </w:p>
    <w:p w:rsidR="00D43590" w:rsidRDefault="00D43590" w:rsidP="00D43590">
      <w:r>
        <w:t>843.1141</w:t>
      </w:r>
      <w:r>
        <w:tab/>
        <w:t>2.025e0</w:t>
      </w:r>
    </w:p>
    <w:p w:rsidR="00D43590" w:rsidRDefault="00D43590" w:rsidP="00D43590">
      <w:r>
        <w:t>843.3545</w:t>
      </w:r>
      <w:r>
        <w:tab/>
        <w:t>2.025e0</w:t>
      </w:r>
    </w:p>
    <w:p w:rsidR="00D43590" w:rsidRDefault="00D43590" w:rsidP="00D43590">
      <w:r>
        <w:t>843.6412</w:t>
      </w:r>
      <w:r>
        <w:tab/>
        <w:t>6.076e0</w:t>
      </w:r>
    </w:p>
    <w:p w:rsidR="00D43590" w:rsidRDefault="00D43590" w:rsidP="00D43590">
      <w:r>
        <w:t>844.2574</w:t>
      </w:r>
      <w:r>
        <w:tab/>
        <w:t>4.051e0</w:t>
      </w:r>
    </w:p>
    <w:p w:rsidR="00D43590" w:rsidRDefault="00D43590" w:rsidP="00D43590">
      <w:r>
        <w:t>844.3326</w:t>
      </w:r>
      <w:r>
        <w:tab/>
        <w:t>3.038e0</w:t>
      </w:r>
    </w:p>
    <w:p w:rsidR="00D43590" w:rsidRDefault="00D43590" w:rsidP="00D43590">
      <w:r>
        <w:t>844.4357</w:t>
      </w:r>
      <w:r>
        <w:tab/>
        <w:t>1.013e0</w:t>
      </w:r>
    </w:p>
    <w:p w:rsidR="00D43590" w:rsidRDefault="00D43590" w:rsidP="00D43590">
      <w:r>
        <w:t>844.5568</w:t>
      </w:r>
      <w:r>
        <w:tab/>
        <w:t>1.013e0</w:t>
      </w:r>
    </w:p>
    <w:p w:rsidR="00D43590" w:rsidRDefault="00D43590" w:rsidP="00D43590">
      <w:r>
        <w:t>844.6862</w:t>
      </w:r>
      <w:r>
        <w:tab/>
        <w:t>1.013e0</w:t>
      </w:r>
    </w:p>
    <w:p w:rsidR="00D43590" w:rsidRDefault="00D43590" w:rsidP="00D43590">
      <w:r>
        <w:t>844.8491</w:t>
      </w:r>
      <w:r>
        <w:tab/>
        <w:t>2.025e0</w:t>
      </w:r>
    </w:p>
    <w:p w:rsidR="00D43590" w:rsidRDefault="00D43590" w:rsidP="00D43590">
      <w:r>
        <w:t>844.9306</w:t>
      </w:r>
      <w:r>
        <w:tab/>
        <w:t>1.013e0</w:t>
      </w:r>
    </w:p>
    <w:p w:rsidR="00D43590" w:rsidRDefault="00D43590" w:rsidP="00D43590">
      <w:r>
        <w:t>845.1260</w:t>
      </w:r>
      <w:r>
        <w:tab/>
        <w:t>1.013e0</w:t>
      </w:r>
    </w:p>
    <w:p w:rsidR="00D43590" w:rsidRDefault="00D43590" w:rsidP="00D43590">
      <w:r>
        <w:t>845.2731</w:t>
      </w:r>
      <w:r>
        <w:tab/>
        <w:t>2.025e0</w:t>
      </w:r>
    </w:p>
    <w:p w:rsidR="00D43590" w:rsidRDefault="00D43590" w:rsidP="00D43590">
      <w:r>
        <w:t>845.4236</w:t>
      </w:r>
      <w:r>
        <w:tab/>
        <w:t>1.013e0</w:t>
      </w:r>
    </w:p>
    <w:p w:rsidR="00D43590" w:rsidRDefault="00D43590" w:rsidP="00D43590">
      <w:r>
        <w:t>845.5757</w:t>
      </w:r>
      <w:r>
        <w:tab/>
        <w:t>2.025e0</w:t>
      </w:r>
    </w:p>
    <w:p w:rsidR="00D43590" w:rsidRDefault="00D43590" w:rsidP="00D43590">
      <w:r>
        <w:t>845.6608</w:t>
      </w:r>
      <w:r>
        <w:tab/>
        <w:t>3.038e0</w:t>
      </w:r>
    </w:p>
    <w:p w:rsidR="00D43590" w:rsidRDefault="00D43590" w:rsidP="00D43590">
      <w:r>
        <w:t>845.8515</w:t>
      </w:r>
      <w:r>
        <w:tab/>
        <w:t>1.013e0</w:t>
      </w:r>
    </w:p>
    <w:p w:rsidR="00D43590" w:rsidRDefault="00D43590" w:rsidP="00D43590">
      <w:r>
        <w:lastRenderedPageBreak/>
        <w:t>845.9695</w:t>
      </w:r>
      <w:r>
        <w:tab/>
        <w:t>1.013e0</w:t>
      </w:r>
    </w:p>
    <w:p w:rsidR="00D43590" w:rsidRDefault="00D43590" w:rsidP="00D43590">
      <w:r>
        <w:t>846.0899</w:t>
      </w:r>
      <w:r>
        <w:tab/>
        <w:t>2.025e0</w:t>
      </w:r>
    </w:p>
    <w:p w:rsidR="00D43590" w:rsidRDefault="00D43590" w:rsidP="00D43590">
      <w:r>
        <w:t>846.2501</w:t>
      </w:r>
      <w:r>
        <w:tab/>
        <w:t>2.025e0</w:t>
      </w:r>
    </w:p>
    <w:p w:rsidR="00D43590" w:rsidRDefault="00D43590" w:rsidP="00D43590">
      <w:r>
        <w:t>846.3239</w:t>
      </w:r>
      <w:r>
        <w:tab/>
        <w:t>1.013e0</w:t>
      </w:r>
    </w:p>
    <w:p w:rsidR="00D43590" w:rsidRDefault="00D43590" w:rsidP="00D43590">
      <w:r>
        <w:t>846.5012</w:t>
      </w:r>
      <w:r>
        <w:tab/>
        <w:t>2.025e0</w:t>
      </w:r>
    </w:p>
    <w:p w:rsidR="00D43590" w:rsidRDefault="00D43590" w:rsidP="00D43590">
      <w:r>
        <w:t>846.7006</w:t>
      </w:r>
      <w:r>
        <w:tab/>
        <w:t>8.101e0</w:t>
      </w:r>
    </w:p>
    <w:p w:rsidR="00D43590" w:rsidRDefault="00D43590" w:rsidP="00D43590">
      <w:r>
        <w:t>846.9149</w:t>
      </w:r>
      <w:r>
        <w:tab/>
        <w:t>1.013e0</w:t>
      </w:r>
    </w:p>
    <w:p w:rsidR="00D43590" w:rsidRDefault="00D43590" w:rsidP="00D43590">
      <w:r>
        <w:t>847.0774</w:t>
      </w:r>
      <w:r>
        <w:tab/>
        <w:t>1.013e0</w:t>
      </w:r>
    </w:p>
    <w:p w:rsidR="00D43590" w:rsidRDefault="00D43590" w:rsidP="00D43590">
      <w:r>
        <w:t>847.1808</w:t>
      </w:r>
      <w:r>
        <w:tab/>
        <w:t>1.013e0</w:t>
      </w:r>
    </w:p>
    <w:p w:rsidR="00D43590" w:rsidRDefault="00D43590" w:rsidP="00D43590">
      <w:r>
        <w:t>847.2844</w:t>
      </w:r>
      <w:r>
        <w:tab/>
        <w:t>1.013e0</w:t>
      </w:r>
    </w:p>
    <w:p w:rsidR="00D43590" w:rsidRDefault="00D43590" w:rsidP="00D43590">
      <w:r>
        <w:t>847.5388</w:t>
      </w:r>
      <w:r>
        <w:tab/>
        <w:t>2.025e0</w:t>
      </w:r>
    </w:p>
    <w:p w:rsidR="00D43590" w:rsidRDefault="00D43590" w:rsidP="00D43590">
      <w:r>
        <w:t>847.6392</w:t>
      </w:r>
      <w:r>
        <w:tab/>
        <w:t>2.025e0</w:t>
      </w:r>
    </w:p>
    <w:p w:rsidR="00D43590" w:rsidRDefault="00D43590" w:rsidP="00D43590">
      <w:r>
        <w:t>847.7296</w:t>
      </w:r>
      <w:r>
        <w:tab/>
        <w:t>2.229e0</w:t>
      </w:r>
    </w:p>
    <w:p w:rsidR="00D43590" w:rsidRDefault="00D43590" w:rsidP="00D43590">
      <w:r>
        <w:t>848.0534</w:t>
      </w:r>
      <w:r>
        <w:tab/>
        <w:t>1.013e0</w:t>
      </w:r>
    </w:p>
    <w:p w:rsidR="00D43590" w:rsidRDefault="00D43590" w:rsidP="00D43590">
      <w:r>
        <w:t>848.3575</w:t>
      </w:r>
      <w:r>
        <w:tab/>
        <w:t>5.063e0</w:t>
      </w:r>
    </w:p>
    <w:p w:rsidR="00D43590" w:rsidRDefault="00D43590" w:rsidP="00D43590">
      <w:r>
        <w:t>848.4659</w:t>
      </w:r>
      <w:r>
        <w:tab/>
        <w:t>1.580e0</w:t>
      </w:r>
    </w:p>
    <w:p w:rsidR="00D43590" w:rsidRDefault="00D43590" w:rsidP="00D43590">
      <w:r>
        <w:t>848.5271</w:t>
      </w:r>
      <w:r>
        <w:tab/>
        <w:t>1.013e0</w:t>
      </w:r>
    </w:p>
    <w:p w:rsidR="00D43590" w:rsidRDefault="00D43590" w:rsidP="00D43590">
      <w:r>
        <w:t>848.8367</w:t>
      </w:r>
      <w:r>
        <w:tab/>
        <w:t>3.038e0</w:t>
      </w:r>
    </w:p>
    <w:p w:rsidR="00D43590" w:rsidRDefault="00D43590" w:rsidP="00D43590">
      <w:r>
        <w:t>849.1239</w:t>
      </w:r>
      <w:r>
        <w:tab/>
        <w:t>3.038e0</w:t>
      </w:r>
    </w:p>
    <w:p w:rsidR="00D43590" w:rsidRDefault="00D43590" w:rsidP="00D43590">
      <w:r>
        <w:lastRenderedPageBreak/>
        <w:t>849.2380</w:t>
      </w:r>
      <w:r>
        <w:tab/>
        <w:t>1.013e0</w:t>
      </w:r>
    </w:p>
    <w:p w:rsidR="00D43590" w:rsidRDefault="00D43590" w:rsidP="00D43590">
      <w:r>
        <w:t>849.4695</w:t>
      </w:r>
      <w:r>
        <w:tab/>
        <w:t>1.013e0</w:t>
      </w:r>
    </w:p>
    <w:p w:rsidR="00D43590" w:rsidRDefault="00D43590" w:rsidP="00D43590">
      <w:r>
        <w:t>849.7419</w:t>
      </w:r>
      <w:r>
        <w:tab/>
        <w:t>1.013e0</w:t>
      </w:r>
    </w:p>
    <w:p w:rsidR="00D43590" w:rsidRDefault="00D43590" w:rsidP="00D43590">
      <w:r>
        <w:t>849.9138</w:t>
      </w:r>
      <w:r>
        <w:tab/>
        <w:t>2.025e0</w:t>
      </w:r>
    </w:p>
    <w:p w:rsidR="00D43590" w:rsidRDefault="00D43590" w:rsidP="00D43590">
      <w:r>
        <w:t>850.0384</w:t>
      </w:r>
      <w:r>
        <w:tab/>
        <w:t>1.013e0</w:t>
      </w:r>
    </w:p>
    <w:p w:rsidR="00D43590" w:rsidRDefault="00D43590" w:rsidP="00D43590">
      <w:r>
        <w:t>850.1003</w:t>
      </w:r>
      <w:r>
        <w:tab/>
        <w:t>1.013e0</w:t>
      </w:r>
    </w:p>
    <w:p w:rsidR="00D43590" w:rsidRDefault="00D43590" w:rsidP="00D43590">
      <w:r>
        <w:t>850.2161</w:t>
      </w:r>
      <w:r>
        <w:tab/>
        <w:t>4.854e0</w:t>
      </w:r>
    </w:p>
    <w:p w:rsidR="00D43590" w:rsidRDefault="00D43590" w:rsidP="00D43590">
      <w:r>
        <w:t>850.3499</w:t>
      </w:r>
      <w:r>
        <w:tab/>
        <w:t>1.013e0</w:t>
      </w:r>
    </w:p>
    <w:p w:rsidR="00D43590" w:rsidRDefault="00D43590" w:rsidP="00D43590">
      <w:r>
        <w:t>850.5236</w:t>
      </w:r>
      <w:r>
        <w:tab/>
        <w:t>4.051e0</w:t>
      </w:r>
    </w:p>
    <w:p w:rsidR="00D43590" w:rsidRDefault="00D43590" w:rsidP="00D43590">
      <w:r>
        <w:t>850.6761</w:t>
      </w:r>
      <w:r>
        <w:tab/>
        <w:t>5.063e0</w:t>
      </w:r>
    </w:p>
    <w:p w:rsidR="00D43590" w:rsidRDefault="00D43590" w:rsidP="00D43590">
      <w:r>
        <w:t>850.7977</w:t>
      </w:r>
      <w:r>
        <w:tab/>
        <w:t>3.038e0</w:t>
      </w:r>
    </w:p>
    <w:p w:rsidR="00D43590" w:rsidRDefault="00D43590" w:rsidP="00D43590">
      <w:r>
        <w:t>850.9435</w:t>
      </w:r>
      <w:r>
        <w:tab/>
        <w:t>1.013e0</w:t>
      </w:r>
    </w:p>
    <w:p w:rsidR="00D43590" w:rsidRDefault="00D43590" w:rsidP="00D43590">
      <w:r>
        <w:t>851.1371</w:t>
      </w:r>
      <w:r>
        <w:tab/>
        <w:t>1.013e0</w:t>
      </w:r>
    </w:p>
    <w:p w:rsidR="00D43590" w:rsidRDefault="00D43590" w:rsidP="00D43590">
      <w:r>
        <w:t>851.2582</w:t>
      </w:r>
      <w:r>
        <w:tab/>
        <w:t>3.038e0</w:t>
      </w:r>
    </w:p>
    <w:p w:rsidR="00D43590" w:rsidRDefault="00D43590" w:rsidP="00D43590">
      <w:r>
        <w:t>851.3572</w:t>
      </w:r>
      <w:r>
        <w:tab/>
        <w:t>2.025e0</w:t>
      </w:r>
    </w:p>
    <w:p w:rsidR="00D43590" w:rsidRDefault="00D43590" w:rsidP="00D43590">
      <w:r>
        <w:t>851.5484</w:t>
      </w:r>
      <w:r>
        <w:tab/>
        <w:t>4.051e0</w:t>
      </w:r>
    </w:p>
    <w:p w:rsidR="00D43590" w:rsidRDefault="00D43590" w:rsidP="00D43590">
      <w:r>
        <w:t>851.6649</w:t>
      </w:r>
      <w:r>
        <w:tab/>
        <w:t>2.025e0</w:t>
      </w:r>
    </w:p>
    <w:p w:rsidR="00D43590" w:rsidRDefault="00D43590" w:rsidP="00D43590">
      <w:r>
        <w:t>851.8955</w:t>
      </w:r>
      <w:r>
        <w:tab/>
        <w:t>2.025e0</w:t>
      </w:r>
    </w:p>
    <w:p w:rsidR="00D43590" w:rsidRDefault="00D43590" w:rsidP="00D43590">
      <w:r>
        <w:t>852.0457</w:t>
      </w:r>
      <w:r>
        <w:tab/>
        <w:t>1.013e0</w:t>
      </w:r>
    </w:p>
    <w:p w:rsidR="00D43590" w:rsidRDefault="00D43590" w:rsidP="00D43590">
      <w:r>
        <w:lastRenderedPageBreak/>
        <w:t>852.2657</w:t>
      </w:r>
      <w:r>
        <w:tab/>
        <w:t>1.013e0</w:t>
      </w:r>
    </w:p>
    <w:p w:rsidR="00D43590" w:rsidRDefault="00D43590" w:rsidP="00D43590">
      <w:r>
        <w:t>852.3251</w:t>
      </w:r>
      <w:r>
        <w:tab/>
        <w:t>1.013e0</w:t>
      </w:r>
    </w:p>
    <w:p w:rsidR="00D43590" w:rsidRDefault="00D43590" w:rsidP="00D43590">
      <w:r>
        <w:t>852.4520</w:t>
      </w:r>
      <w:r>
        <w:tab/>
        <w:t>1.013e0</w:t>
      </w:r>
    </w:p>
    <w:p w:rsidR="00D43590" w:rsidRDefault="00D43590" w:rsidP="00D43590">
      <w:r>
        <w:t>852.6320</w:t>
      </w:r>
      <w:r>
        <w:tab/>
        <w:t>6.076e0</w:t>
      </w:r>
    </w:p>
    <w:p w:rsidR="00D43590" w:rsidRDefault="00D43590" w:rsidP="00D43590">
      <w:r>
        <w:t>852.7776</w:t>
      </w:r>
      <w:r>
        <w:tab/>
        <w:t>3.038e0</w:t>
      </w:r>
    </w:p>
    <w:p w:rsidR="00D43590" w:rsidRDefault="00D43590" w:rsidP="00D43590">
      <w:r>
        <w:t>853.2565</w:t>
      </w:r>
      <w:r>
        <w:tab/>
        <w:t>3.038e0</w:t>
      </w:r>
    </w:p>
    <w:p w:rsidR="00D43590" w:rsidRDefault="00D43590" w:rsidP="00D43590">
      <w:r>
        <w:t>853.6129</w:t>
      </w:r>
      <w:r>
        <w:tab/>
        <w:t>2.025e0</w:t>
      </w:r>
    </w:p>
    <w:p w:rsidR="00D43590" w:rsidRDefault="00D43590" w:rsidP="00D43590">
      <w:r>
        <w:t>853.7196</w:t>
      </w:r>
      <w:r>
        <w:tab/>
        <w:t>3.038e0</w:t>
      </w:r>
    </w:p>
    <w:p w:rsidR="00D43590" w:rsidRDefault="00D43590" w:rsidP="00D43590">
      <w:r>
        <w:t>854.0515</w:t>
      </w:r>
      <w:r>
        <w:tab/>
        <w:t>1.013e0</w:t>
      </w:r>
    </w:p>
    <w:p w:rsidR="00D43590" w:rsidRDefault="00D43590" w:rsidP="00D43590">
      <w:r>
        <w:t>854.1392</w:t>
      </w:r>
      <w:r>
        <w:tab/>
        <w:t>1.013e0</w:t>
      </w:r>
    </w:p>
    <w:p w:rsidR="00D43590" w:rsidRDefault="00D43590" w:rsidP="00D43590">
      <w:r>
        <w:t>854.4526</w:t>
      </w:r>
      <w:r>
        <w:tab/>
        <w:t>3.038e0</w:t>
      </w:r>
    </w:p>
    <w:p w:rsidR="00D43590" w:rsidRDefault="00D43590" w:rsidP="00D43590">
      <w:r>
        <w:t>854.6326</w:t>
      </w:r>
      <w:r>
        <w:tab/>
        <w:t>2.025e0</w:t>
      </w:r>
    </w:p>
    <w:p w:rsidR="00D43590" w:rsidRDefault="00D43590" w:rsidP="00D43590">
      <w:r>
        <w:t>854.7346</w:t>
      </w:r>
      <w:r>
        <w:tab/>
        <w:t>4.051e0</w:t>
      </w:r>
    </w:p>
    <w:p w:rsidR="00D43590" w:rsidRDefault="00D43590" w:rsidP="00D43590">
      <w:r>
        <w:t>854.9904</w:t>
      </w:r>
      <w:r>
        <w:tab/>
        <w:t>1.013e0</w:t>
      </w:r>
    </w:p>
    <w:p w:rsidR="00D43590" w:rsidRDefault="00D43590" w:rsidP="00D43590">
      <w:r>
        <w:t>855.2738</w:t>
      </w:r>
      <w:r>
        <w:tab/>
        <w:t>1.013e0</w:t>
      </w:r>
    </w:p>
    <w:p w:rsidR="00D43590" w:rsidRDefault="00D43590" w:rsidP="00D43590">
      <w:r>
        <w:t>855.4057</w:t>
      </w:r>
      <w:r>
        <w:tab/>
        <w:t>2.947e0</w:t>
      </w:r>
    </w:p>
    <w:p w:rsidR="00D43590" w:rsidRDefault="00D43590" w:rsidP="00D43590">
      <w:r>
        <w:t>855.4976</w:t>
      </w:r>
      <w:r>
        <w:tab/>
        <w:t>1.843e0</w:t>
      </w:r>
    </w:p>
    <w:p w:rsidR="00D43590" w:rsidRDefault="00D43590" w:rsidP="00D43590">
      <w:r>
        <w:t>855.6916</w:t>
      </w:r>
      <w:r>
        <w:tab/>
        <w:t>2.025e0</w:t>
      </w:r>
    </w:p>
    <w:p w:rsidR="00D43590" w:rsidRDefault="00D43590" w:rsidP="00D43590">
      <w:r>
        <w:t>855.8707</w:t>
      </w:r>
      <w:r>
        <w:tab/>
        <w:t>1.013e0</w:t>
      </w:r>
    </w:p>
    <w:p w:rsidR="00D43590" w:rsidRDefault="00D43590" w:rsidP="00D43590">
      <w:r>
        <w:lastRenderedPageBreak/>
        <w:t>856.1813</w:t>
      </w:r>
      <w:r>
        <w:tab/>
        <w:t>1.013e0</w:t>
      </w:r>
    </w:p>
    <w:p w:rsidR="00D43590" w:rsidRDefault="00D43590" w:rsidP="00D43590">
      <w:r>
        <w:t>856.3096</w:t>
      </w:r>
      <w:r>
        <w:tab/>
        <w:t>1.013e0</w:t>
      </w:r>
    </w:p>
    <w:p w:rsidR="00D43590" w:rsidRDefault="00D43590" w:rsidP="00D43590">
      <w:r>
        <w:t>856.4076</w:t>
      </w:r>
      <w:r>
        <w:tab/>
        <w:t>3.960e0</w:t>
      </w:r>
    </w:p>
    <w:p w:rsidR="00D43590" w:rsidRDefault="00D43590" w:rsidP="00D43590">
      <w:r>
        <w:t>856.5128</w:t>
      </w:r>
      <w:r>
        <w:tab/>
        <w:t>1.215e0</w:t>
      </w:r>
    </w:p>
    <w:p w:rsidR="00D43590" w:rsidRDefault="00D43590" w:rsidP="00D43590">
      <w:r>
        <w:t>856.6173</w:t>
      </w:r>
      <w:r>
        <w:tab/>
        <w:t>1.013e0</w:t>
      </w:r>
    </w:p>
    <w:p w:rsidR="00D43590" w:rsidRDefault="00D43590" w:rsidP="00D43590">
      <w:r>
        <w:t>856.7219</w:t>
      </w:r>
      <w:r>
        <w:tab/>
        <w:t>1.013e0</w:t>
      </w:r>
    </w:p>
    <w:p w:rsidR="00D43590" w:rsidRDefault="00D43590" w:rsidP="00D43590">
      <w:r>
        <w:t>856.9312</w:t>
      </w:r>
      <w:r>
        <w:tab/>
        <w:t>1.013e0</w:t>
      </w:r>
    </w:p>
    <w:p w:rsidR="00D43590" w:rsidRDefault="00D43590" w:rsidP="00D43590">
      <w:r>
        <w:t>857.0208</w:t>
      </w:r>
      <w:r>
        <w:tab/>
        <w:t>1.013e0</w:t>
      </w:r>
    </w:p>
    <w:p w:rsidR="00D43590" w:rsidRDefault="00D43590" w:rsidP="00D43590">
      <w:r>
        <w:t>857.2007</w:t>
      </w:r>
      <w:r>
        <w:tab/>
        <w:t>3.038e0</w:t>
      </w:r>
    </w:p>
    <w:p w:rsidR="00D43590" w:rsidRDefault="00D43590" w:rsidP="00D43590">
      <w:r>
        <w:t>857.3749</w:t>
      </w:r>
      <w:r>
        <w:tab/>
        <w:t>2.025e0</w:t>
      </w:r>
    </w:p>
    <w:p w:rsidR="00D43590" w:rsidRDefault="00D43590" w:rsidP="00D43590">
      <w:r>
        <w:t>857.4889</w:t>
      </w:r>
      <w:r>
        <w:tab/>
        <w:t>2.765e0</w:t>
      </w:r>
    </w:p>
    <w:p w:rsidR="00D43590" w:rsidRDefault="00D43590" w:rsidP="00D43590">
      <w:r>
        <w:t>857.5889</w:t>
      </w:r>
      <w:r>
        <w:tab/>
        <w:t>1.013e0</w:t>
      </w:r>
    </w:p>
    <w:p w:rsidR="00D43590" w:rsidRDefault="00D43590" w:rsidP="00D43590">
      <w:r>
        <w:t>857.7158</w:t>
      </w:r>
      <w:r>
        <w:tab/>
        <w:t>4.051e0</w:t>
      </w:r>
    </w:p>
    <w:p w:rsidR="00D43590" w:rsidRDefault="00D43590" w:rsidP="00D43590">
      <w:r>
        <w:t>857.8165</w:t>
      </w:r>
      <w:r>
        <w:tab/>
        <w:t>2.025e0</w:t>
      </w:r>
    </w:p>
    <w:p w:rsidR="00D43590" w:rsidRDefault="00D43590" w:rsidP="00D43590">
      <w:r>
        <w:t>858.5137</w:t>
      </w:r>
      <w:r>
        <w:tab/>
        <w:t>5.490e0</w:t>
      </w:r>
    </w:p>
    <w:p w:rsidR="00D43590" w:rsidRDefault="00D43590" w:rsidP="00D43590">
      <w:r>
        <w:t>858.8719</w:t>
      </w:r>
      <w:r>
        <w:tab/>
        <w:t>1.013e0</w:t>
      </w:r>
    </w:p>
    <w:p w:rsidR="00D43590" w:rsidRDefault="00D43590" w:rsidP="00D43590">
      <w:r>
        <w:t>859.1907</w:t>
      </w:r>
      <w:r>
        <w:tab/>
        <w:t>2.025e0</w:t>
      </w:r>
    </w:p>
    <w:p w:rsidR="00D43590" w:rsidRDefault="00D43590" w:rsidP="00D43590">
      <w:r>
        <w:t>859.3105</w:t>
      </w:r>
      <w:r>
        <w:tab/>
        <w:t>1.013e0</w:t>
      </w:r>
    </w:p>
    <w:p w:rsidR="00D43590" w:rsidRDefault="00D43590" w:rsidP="00D43590">
      <w:r>
        <w:t>859.6702</w:t>
      </w:r>
      <w:r>
        <w:tab/>
        <w:t>1.013e0</w:t>
      </w:r>
    </w:p>
    <w:p w:rsidR="00D43590" w:rsidRDefault="00D43590" w:rsidP="00D43590">
      <w:r>
        <w:lastRenderedPageBreak/>
        <w:t>859.7302</w:t>
      </w:r>
      <w:r>
        <w:tab/>
        <w:t>1.013e0</w:t>
      </w:r>
    </w:p>
    <w:p w:rsidR="00D43590" w:rsidRDefault="00D43590" w:rsidP="00D43590">
      <w:r>
        <w:t>859.9403</w:t>
      </w:r>
      <w:r>
        <w:tab/>
        <w:t>2.025e0</w:t>
      </w:r>
    </w:p>
    <w:p w:rsidR="00D43590" w:rsidRDefault="00D43590" w:rsidP="00D43590">
      <w:r>
        <w:t>860.2325</w:t>
      </w:r>
      <w:r>
        <w:tab/>
        <w:t>2.025e0</w:t>
      </w:r>
    </w:p>
    <w:p w:rsidR="00D43590" w:rsidRDefault="00D43590" w:rsidP="00D43590">
      <w:r>
        <w:t>860.3000</w:t>
      </w:r>
      <w:r>
        <w:tab/>
        <w:t>2.025e0</w:t>
      </w:r>
    </w:p>
    <w:p w:rsidR="00D43590" w:rsidRDefault="00D43590" w:rsidP="00D43590">
      <w:r>
        <w:t>860.4307</w:t>
      </w:r>
      <w:r>
        <w:tab/>
        <w:t>1.732e0</w:t>
      </w:r>
    </w:p>
    <w:p w:rsidR="00D43590" w:rsidRDefault="00D43590" w:rsidP="00D43590">
      <w:r>
        <w:t>860.7054</w:t>
      </w:r>
      <w:r>
        <w:tab/>
        <w:t>2.025e0</w:t>
      </w:r>
    </w:p>
    <w:p w:rsidR="00D43590" w:rsidRDefault="00D43590" w:rsidP="00D43590">
      <w:r>
        <w:t>860.7996</w:t>
      </w:r>
      <w:r>
        <w:tab/>
        <w:t>1.013e0</w:t>
      </w:r>
    </w:p>
    <w:p w:rsidR="00D43590" w:rsidRDefault="00D43590" w:rsidP="00D43590">
      <w:r>
        <w:t>860.9152</w:t>
      </w:r>
      <w:r>
        <w:tab/>
        <w:t>1.013e0</w:t>
      </w:r>
    </w:p>
    <w:p w:rsidR="00D43590" w:rsidRDefault="00D43590" w:rsidP="00D43590">
      <w:r>
        <w:t>861.1254</w:t>
      </w:r>
      <w:r>
        <w:tab/>
        <w:t>1.013e0</w:t>
      </w:r>
    </w:p>
    <w:p w:rsidR="00D43590" w:rsidRDefault="00D43590" w:rsidP="00D43590">
      <w:r>
        <w:t>861.2364</w:t>
      </w:r>
      <w:r>
        <w:tab/>
        <w:t>2.025e0</w:t>
      </w:r>
    </w:p>
    <w:p w:rsidR="00D43590" w:rsidRDefault="00D43590" w:rsidP="00D43590">
      <w:r>
        <w:t>861.3463</w:t>
      </w:r>
      <w:r>
        <w:tab/>
        <w:t>3.038e0</w:t>
      </w:r>
    </w:p>
    <w:p w:rsidR="00D43590" w:rsidRDefault="00D43590" w:rsidP="00D43590">
      <w:r>
        <w:t>861.4279</w:t>
      </w:r>
      <w:r>
        <w:tab/>
        <w:t>4.478e0</w:t>
      </w:r>
    </w:p>
    <w:p w:rsidR="00D43590" w:rsidRDefault="00D43590" w:rsidP="00D43590">
      <w:r>
        <w:t>861.6516</w:t>
      </w:r>
      <w:r>
        <w:tab/>
        <w:t>7.089e0</w:t>
      </w:r>
    </w:p>
    <w:p w:rsidR="00D43590" w:rsidRDefault="00D43590" w:rsidP="00D43590">
      <w:r>
        <w:t>861.8246</w:t>
      </w:r>
      <w:r>
        <w:tab/>
        <w:t>4.051e0</w:t>
      </w:r>
    </w:p>
    <w:p w:rsidR="00D43590" w:rsidRDefault="00D43590" w:rsidP="00D43590">
      <w:r>
        <w:t>862.2093</w:t>
      </w:r>
      <w:r>
        <w:tab/>
        <w:t>1.013e0</w:t>
      </w:r>
    </w:p>
    <w:p w:rsidR="00D43590" w:rsidRDefault="00D43590" w:rsidP="00D43590">
      <w:r>
        <w:t>862.3726</w:t>
      </w:r>
      <w:r>
        <w:tab/>
        <w:t>1.013e0</w:t>
      </w:r>
    </w:p>
    <w:p w:rsidR="00D43590" w:rsidRDefault="00D43590" w:rsidP="00D43590">
      <w:r>
        <w:t>862.5806</w:t>
      </w:r>
      <w:r>
        <w:tab/>
        <w:t>6.503e0</w:t>
      </w:r>
    </w:p>
    <w:p w:rsidR="00D43590" w:rsidRDefault="00D43590" w:rsidP="00D43590">
      <w:r>
        <w:t>862.7006</w:t>
      </w:r>
      <w:r>
        <w:tab/>
        <w:t>5.063e0</w:t>
      </w:r>
    </w:p>
    <w:p w:rsidR="00D43590" w:rsidRDefault="00D43590" w:rsidP="00D43590">
      <w:r>
        <w:t>862.9440</w:t>
      </w:r>
      <w:r>
        <w:tab/>
        <w:t>1.013e0</w:t>
      </w:r>
    </w:p>
    <w:p w:rsidR="00D43590" w:rsidRDefault="00D43590" w:rsidP="00D43590">
      <w:r>
        <w:lastRenderedPageBreak/>
        <w:t>863.0795</w:t>
      </w:r>
      <w:r>
        <w:tab/>
        <w:t>1.013e0</w:t>
      </w:r>
    </w:p>
    <w:p w:rsidR="00D43590" w:rsidRDefault="00D43590" w:rsidP="00D43590">
      <w:r>
        <w:t>863.3460</w:t>
      </w:r>
      <w:r>
        <w:tab/>
        <w:t>1.013e0</w:t>
      </w:r>
    </w:p>
    <w:p w:rsidR="00D43590" w:rsidRDefault="00D43590" w:rsidP="00D43590">
      <w:r>
        <w:t>863.4843</w:t>
      </w:r>
      <w:r>
        <w:tab/>
        <w:t>3.851e0</w:t>
      </w:r>
    </w:p>
    <w:p w:rsidR="00D43590" w:rsidRDefault="00D43590" w:rsidP="00D43590">
      <w:r>
        <w:t>863.8624</w:t>
      </w:r>
      <w:r>
        <w:tab/>
        <w:t>2.025e0</w:t>
      </w:r>
    </w:p>
    <w:p w:rsidR="00D43590" w:rsidRDefault="00D43590" w:rsidP="00D43590">
      <w:r>
        <w:t>864.0731</w:t>
      </w:r>
      <w:r>
        <w:tab/>
        <w:t>1.013e0</w:t>
      </w:r>
    </w:p>
    <w:p w:rsidR="00D43590" w:rsidRDefault="00D43590" w:rsidP="00D43590">
      <w:r>
        <w:t>864.2389</w:t>
      </w:r>
      <w:r>
        <w:tab/>
        <w:t>1.013e0</w:t>
      </w:r>
    </w:p>
    <w:p w:rsidR="00D43590" w:rsidRDefault="00D43590" w:rsidP="00D43590">
      <w:r>
        <w:t>864.3425</w:t>
      </w:r>
      <w:r>
        <w:tab/>
        <w:t>3.038e0</w:t>
      </w:r>
    </w:p>
    <w:p w:rsidR="00D43590" w:rsidRDefault="00D43590" w:rsidP="00D43590">
      <w:r>
        <w:t>864.4824</w:t>
      </w:r>
      <w:r>
        <w:tab/>
        <w:t>2.433e0</w:t>
      </w:r>
    </w:p>
    <w:p w:rsidR="00D43590" w:rsidRDefault="00D43590" w:rsidP="00D43590">
      <w:r>
        <w:t>864.9020</w:t>
      </w:r>
      <w:r>
        <w:tab/>
        <w:t>1.013e0</w:t>
      </w:r>
    </w:p>
    <w:p w:rsidR="00D43590" w:rsidRDefault="00D43590" w:rsidP="00D43590">
      <w:r>
        <w:t>865.0151</w:t>
      </w:r>
      <w:r>
        <w:tab/>
        <w:t>1.013e0</w:t>
      </w:r>
    </w:p>
    <w:p w:rsidR="00D43590" w:rsidRDefault="00D43590" w:rsidP="00D43590">
      <w:r>
        <w:t>865.1282</w:t>
      </w:r>
      <w:r>
        <w:tab/>
        <w:t>1.013e0</w:t>
      </w:r>
    </w:p>
    <w:p w:rsidR="00D43590" w:rsidRDefault="00D43590" w:rsidP="00D43590">
      <w:r>
        <w:t>865.2791</w:t>
      </w:r>
      <w:r>
        <w:tab/>
        <w:t>2.025e0</w:t>
      </w:r>
    </w:p>
    <w:p w:rsidR="00D43590" w:rsidRDefault="00D43590" w:rsidP="00D43590">
      <w:r>
        <w:t>865.4722</w:t>
      </w:r>
      <w:r>
        <w:tab/>
        <w:t>2.772e0</w:t>
      </w:r>
    </w:p>
    <w:p w:rsidR="00D43590" w:rsidRDefault="00D43590" w:rsidP="00D43590">
      <w:r>
        <w:t>865.5578</w:t>
      </w:r>
      <w:r>
        <w:tab/>
        <w:t>2.025e0</w:t>
      </w:r>
    </w:p>
    <w:p w:rsidR="00D43590" w:rsidRDefault="00D43590" w:rsidP="00D43590">
      <w:r>
        <w:t>865.7338</w:t>
      </w:r>
      <w:r>
        <w:tab/>
        <w:t>5.063e0</w:t>
      </w:r>
    </w:p>
    <w:p w:rsidR="00D43590" w:rsidRDefault="00D43590" w:rsidP="00D43590">
      <w:r>
        <w:t>866.0789</w:t>
      </w:r>
      <w:r>
        <w:tab/>
        <w:t>1.013e0</w:t>
      </w:r>
    </w:p>
    <w:p w:rsidR="00D43590" w:rsidRDefault="00D43590" w:rsidP="00D43590">
      <w:r>
        <w:t>866.3613</w:t>
      </w:r>
      <w:r>
        <w:tab/>
        <w:t>1.013e0</w:t>
      </w:r>
    </w:p>
    <w:p w:rsidR="00D43590" w:rsidRDefault="00D43590" w:rsidP="00D43590">
      <w:r>
        <w:t>866.5124</w:t>
      </w:r>
      <w:r>
        <w:tab/>
        <w:t>2.878e0</w:t>
      </w:r>
    </w:p>
    <w:p w:rsidR="00D43590" w:rsidRDefault="00D43590" w:rsidP="00D43590">
      <w:r>
        <w:t>866.6789</w:t>
      </w:r>
      <w:r>
        <w:tab/>
        <w:t>6.076e0</w:t>
      </w:r>
    </w:p>
    <w:p w:rsidR="00D43590" w:rsidRDefault="00D43590" w:rsidP="00D43590">
      <w:r>
        <w:lastRenderedPageBreak/>
        <w:t>866.9550</w:t>
      </w:r>
      <w:r>
        <w:tab/>
        <w:t>2.025e0</w:t>
      </w:r>
    </w:p>
    <w:p w:rsidR="00D43590" w:rsidRDefault="00D43590" w:rsidP="00D43590">
      <w:r>
        <w:t>867.1968</w:t>
      </w:r>
      <w:r>
        <w:tab/>
        <w:t>1.013e0</w:t>
      </w:r>
    </w:p>
    <w:p w:rsidR="00D43590" w:rsidRDefault="00D43590" w:rsidP="00D43590">
      <w:r>
        <w:t>867.3404</w:t>
      </w:r>
      <w:r>
        <w:tab/>
        <w:t>3.038e0</w:t>
      </w:r>
    </w:p>
    <w:p w:rsidR="00D43590" w:rsidRDefault="00D43590" w:rsidP="00D43590">
      <w:r>
        <w:t>867.5142</w:t>
      </w:r>
      <w:r>
        <w:tab/>
        <w:t>1.892e0</w:t>
      </w:r>
    </w:p>
    <w:p w:rsidR="00D43590" w:rsidRDefault="00D43590" w:rsidP="00D43590">
      <w:r>
        <w:t>867.6352</w:t>
      </w:r>
      <w:r>
        <w:tab/>
        <w:t>1.013e0</w:t>
      </w:r>
    </w:p>
    <w:p w:rsidR="00D43590" w:rsidRDefault="00D43590" w:rsidP="00D43590">
      <w:r>
        <w:t>867.9340</w:t>
      </w:r>
      <w:r>
        <w:tab/>
        <w:t>1.013e0</w:t>
      </w:r>
    </w:p>
    <w:p w:rsidR="00D43590" w:rsidRDefault="00D43590" w:rsidP="00D43590">
      <w:r>
        <w:t>868.0583</w:t>
      </w:r>
      <w:r>
        <w:tab/>
        <w:t>2.025e0</w:t>
      </w:r>
    </w:p>
    <w:p w:rsidR="00D43590" w:rsidRDefault="00D43590" w:rsidP="00D43590">
      <w:r>
        <w:t>868.2252</w:t>
      </w:r>
      <w:r>
        <w:tab/>
        <w:t>1.013e0</w:t>
      </w:r>
    </w:p>
    <w:p w:rsidR="00D43590" w:rsidRDefault="00D43590" w:rsidP="00D43590">
      <w:r>
        <w:t>868.3444</w:t>
      </w:r>
      <w:r>
        <w:tab/>
        <w:t>2.025e0</w:t>
      </w:r>
    </w:p>
    <w:p w:rsidR="00D43590" w:rsidRDefault="00D43590" w:rsidP="00D43590">
      <w:r>
        <w:t>868.4724</w:t>
      </w:r>
      <w:r>
        <w:tab/>
        <w:t>5.981e0</w:t>
      </w:r>
    </w:p>
    <w:p w:rsidR="00D43590" w:rsidRDefault="00D43590" w:rsidP="00D43590">
      <w:r>
        <w:t>868.5961</w:t>
      </w:r>
      <w:r>
        <w:tab/>
        <w:t>2.025e0</w:t>
      </w:r>
    </w:p>
    <w:p w:rsidR="00D43590" w:rsidRDefault="00D43590" w:rsidP="00D43590">
      <w:r>
        <w:t>868.6642</w:t>
      </w:r>
      <w:r>
        <w:tab/>
        <w:t>2.025e0</w:t>
      </w:r>
    </w:p>
    <w:p w:rsidR="00D43590" w:rsidRDefault="00D43590" w:rsidP="00D43590">
      <w:r>
        <w:t>868.7924</w:t>
      </w:r>
      <w:r>
        <w:tab/>
        <w:t>1.013e0</w:t>
      </w:r>
    </w:p>
    <w:p w:rsidR="00D43590" w:rsidRDefault="00D43590" w:rsidP="00D43590">
      <w:r>
        <w:t>868.9368</w:t>
      </w:r>
      <w:r>
        <w:tab/>
        <w:t>1.013e0</w:t>
      </w:r>
    </w:p>
    <w:p w:rsidR="00D43590" w:rsidRDefault="00D43590" w:rsidP="00D43590">
      <w:r>
        <w:t>869.0543</w:t>
      </w:r>
      <w:r>
        <w:tab/>
        <w:t>2.025e0</w:t>
      </w:r>
    </w:p>
    <w:p w:rsidR="00D43590" w:rsidRDefault="00D43590" w:rsidP="00D43590">
      <w:r>
        <w:t>869.1802</w:t>
      </w:r>
      <w:r>
        <w:tab/>
        <w:t>2.025e0</w:t>
      </w:r>
    </w:p>
    <w:p w:rsidR="00D43590" w:rsidRDefault="00D43590" w:rsidP="00D43590">
      <w:r>
        <w:t>869.2842</w:t>
      </w:r>
      <w:r>
        <w:tab/>
        <w:t>2.025e0</w:t>
      </w:r>
    </w:p>
    <w:p w:rsidR="00D43590" w:rsidRDefault="00D43590" w:rsidP="00D43590">
      <w:r>
        <w:t>869.4216</w:t>
      </w:r>
      <w:r>
        <w:tab/>
        <w:t>2.025e0</w:t>
      </w:r>
    </w:p>
    <w:p w:rsidR="00D43590" w:rsidRDefault="00D43590" w:rsidP="00D43590">
      <w:r>
        <w:t>869.4913</w:t>
      </w:r>
      <w:r>
        <w:tab/>
        <w:t>1.839e0</w:t>
      </w:r>
    </w:p>
    <w:p w:rsidR="00D43590" w:rsidRDefault="00D43590" w:rsidP="00D43590">
      <w:r>
        <w:lastRenderedPageBreak/>
        <w:t>869.6500</w:t>
      </w:r>
      <w:r>
        <w:tab/>
        <w:t>1.013e0</w:t>
      </w:r>
    </w:p>
    <w:p w:rsidR="00D43590" w:rsidRDefault="00D43590" w:rsidP="00D43590">
      <w:r>
        <w:t>869.7397</w:t>
      </w:r>
      <w:r>
        <w:tab/>
        <w:t>1.013e0</w:t>
      </w:r>
    </w:p>
    <w:p w:rsidR="00D43590" w:rsidRDefault="00D43590" w:rsidP="00D43590">
      <w:r>
        <w:t>869.8762</w:t>
      </w:r>
      <w:r>
        <w:tab/>
        <w:t>1.013e0</w:t>
      </w:r>
    </w:p>
    <w:p w:rsidR="00D43590" w:rsidRDefault="00D43590" w:rsidP="00D43590">
      <w:r>
        <w:t>870.2361</w:t>
      </w:r>
      <w:r>
        <w:tab/>
        <w:t>1.013e0</w:t>
      </w:r>
    </w:p>
    <w:p w:rsidR="00D43590" w:rsidRDefault="00D43590" w:rsidP="00D43590">
      <w:r>
        <w:t>870.3268</w:t>
      </w:r>
      <w:r>
        <w:tab/>
        <w:t>3.038e0</w:t>
      </w:r>
    </w:p>
    <w:p w:rsidR="00D43590" w:rsidRDefault="00D43590" w:rsidP="00D43590">
      <w:r>
        <w:t>870.4445</w:t>
      </w:r>
      <w:r>
        <w:tab/>
        <w:t>2.763e0</w:t>
      </w:r>
    </w:p>
    <w:p w:rsidR="00D43590" w:rsidRDefault="00D43590" w:rsidP="00D43590">
      <w:r>
        <w:t>870.7639</w:t>
      </w:r>
      <w:r>
        <w:tab/>
        <w:t>4.051e0</w:t>
      </w:r>
    </w:p>
    <w:p w:rsidR="00D43590" w:rsidRDefault="00D43590" w:rsidP="00D43590">
      <w:r>
        <w:t>871.0122</w:t>
      </w:r>
      <w:r>
        <w:tab/>
        <w:t>3.038e0</w:t>
      </w:r>
    </w:p>
    <w:p w:rsidR="00D43590" w:rsidRDefault="00D43590" w:rsidP="00D43590">
      <w:r>
        <w:t>871.1516</w:t>
      </w:r>
      <w:r>
        <w:tab/>
        <w:t>2.025e0</w:t>
      </w:r>
    </w:p>
    <w:p w:rsidR="00D43590" w:rsidRDefault="00D43590" w:rsidP="00D43590">
      <w:r>
        <w:t>871.2568</w:t>
      </w:r>
      <w:r>
        <w:tab/>
        <w:t>1.013e0</w:t>
      </w:r>
    </w:p>
    <w:p w:rsidR="00D43590" w:rsidRDefault="00D43590" w:rsidP="00D43590">
      <w:r>
        <w:t>871.6130</w:t>
      </w:r>
      <w:r>
        <w:tab/>
        <w:t>5.063e0</w:t>
      </w:r>
    </w:p>
    <w:p w:rsidR="00D43590" w:rsidRDefault="00D43590" w:rsidP="00D43590">
      <w:r>
        <w:t>871.7637</w:t>
      </w:r>
      <w:r>
        <w:tab/>
        <w:t>2.025e0</w:t>
      </w:r>
    </w:p>
    <w:p w:rsidR="00D43590" w:rsidRDefault="00D43590" w:rsidP="00D43590">
      <w:r>
        <w:t>872.0762</w:t>
      </w:r>
      <w:r>
        <w:tab/>
        <w:t>3.038e0</w:t>
      </w:r>
    </w:p>
    <w:p w:rsidR="00D43590" w:rsidRDefault="00D43590" w:rsidP="00D43590">
      <w:r>
        <w:t>872.2392</w:t>
      </w:r>
      <w:r>
        <w:tab/>
        <w:t>5.063e0</w:t>
      </w:r>
    </w:p>
    <w:p w:rsidR="00D43590" w:rsidRDefault="00D43590" w:rsidP="00D43590">
      <w:r>
        <w:t>872.4959</w:t>
      </w:r>
      <w:r>
        <w:tab/>
        <w:t>1.344e0</w:t>
      </w:r>
    </w:p>
    <w:p w:rsidR="00D43590" w:rsidRDefault="00D43590" w:rsidP="00D43590">
      <w:r>
        <w:t>872.5861</w:t>
      </w:r>
      <w:r>
        <w:tab/>
        <w:t>1.013e0</w:t>
      </w:r>
    </w:p>
    <w:p w:rsidR="00D43590" w:rsidRDefault="00D43590" w:rsidP="00D43590">
      <w:r>
        <w:t>872.7311</w:t>
      </w:r>
      <w:r>
        <w:tab/>
        <w:t>2.025e0</w:t>
      </w:r>
    </w:p>
    <w:p w:rsidR="00D43590" w:rsidRDefault="00D43590" w:rsidP="00D43590">
      <w:r>
        <w:t>872.8069</w:t>
      </w:r>
      <w:r>
        <w:tab/>
        <w:t>1.013e0</w:t>
      </w:r>
    </w:p>
    <w:p w:rsidR="00D43590" w:rsidRDefault="00D43590" w:rsidP="00D43590">
      <w:r>
        <w:t>872.9590</w:t>
      </w:r>
      <w:r>
        <w:tab/>
        <w:t>2.025e0</w:t>
      </w:r>
    </w:p>
    <w:p w:rsidR="00D43590" w:rsidRDefault="00D43590" w:rsidP="00D43590">
      <w:r>
        <w:lastRenderedPageBreak/>
        <w:t>873.2785</w:t>
      </w:r>
      <w:r>
        <w:tab/>
        <w:t>1.013e0</w:t>
      </w:r>
    </w:p>
    <w:p w:rsidR="00D43590" w:rsidRDefault="00D43590" w:rsidP="00D43590">
      <w:r>
        <w:t>873.4155</w:t>
      </w:r>
      <w:r>
        <w:tab/>
        <w:t>1.722e0</w:t>
      </w:r>
    </w:p>
    <w:p w:rsidR="00D43590" w:rsidRDefault="00D43590" w:rsidP="00D43590">
      <w:r>
        <w:t>873.6580</w:t>
      </w:r>
      <w:r>
        <w:tab/>
        <w:t>1.013e0</w:t>
      </w:r>
    </w:p>
    <w:p w:rsidR="00D43590" w:rsidRDefault="00D43590" w:rsidP="00D43590">
      <w:r>
        <w:t>873.7549</w:t>
      </w:r>
      <w:r>
        <w:tab/>
        <w:t>3.038e0</w:t>
      </w:r>
    </w:p>
    <w:p w:rsidR="00D43590" w:rsidRDefault="00D43590" w:rsidP="00D43590">
      <w:r>
        <w:t>873.9484</w:t>
      </w:r>
      <w:r>
        <w:tab/>
        <w:t>1.013e0</w:t>
      </w:r>
    </w:p>
    <w:p w:rsidR="00D43590" w:rsidRDefault="00D43590" w:rsidP="00D43590">
      <w:r>
        <w:t>874.0702</w:t>
      </w:r>
      <w:r>
        <w:tab/>
        <w:t>1.013e0</w:t>
      </w:r>
    </w:p>
    <w:p w:rsidR="00D43590" w:rsidRDefault="00D43590" w:rsidP="00D43590">
      <w:r>
        <w:t>874.2834</w:t>
      </w:r>
      <w:r>
        <w:tab/>
        <w:t>2.025e0</w:t>
      </w:r>
    </w:p>
    <w:p w:rsidR="00D43590" w:rsidRDefault="00D43590" w:rsidP="00D43590">
      <w:r>
        <w:t>874.4773</w:t>
      </w:r>
      <w:r>
        <w:tab/>
        <w:t>4.655e0</w:t>
      </w:r>
    </w:p>
    <w:p w:rsidR="00D43590" w:rsidRDefault="00D43590" w:rsidP="00D43590">
      <w:r>
        <w:t>874.6634</w:t>
      </w:r>
      <w:r>
        <w:tab/>
        <w:t>2.025e0</w:t>
      </w:r>
    </w:p>
    <w:p w:rsidR="00D43590" w:rsidRDefault="00D43590" w:rsidP="00D43590">
      <w:r>
        <w:t>874.7711</w:t>
      </w:r>
      <w:r>
        <w:tab/>
        <w:t>1.013e0</w:t>
      </w:r>
    </w:p>
    <w:p w:rsidR="00D43590" w:rsidRDefault="00D43590" w:rsidP="00D43590">
      <w:r>
        <w:t>875.1157</w:t>
      </w:r>
      <w:r>
        <w:tab/>
        <w:t>1.013e0</w:t>
      </w:r>
    </w:p>
    <w:p w:rsidR="00D43590" w:rsidRDefault="00D43590" w:rsidP="00D43590">
      <w:r>
        <w:t>875.1827</w:t>
      </w:r>
      <w:r>
        <w:tab/>
        <w:t>1.013e0</w:t>
      </w:r>
    </w:p>
    <w:p w:rsidR="00D43590" w:rsidRDefault="00D43590" w:rsidP="00D43590">
      <w:r>
        <w:t>875.3872</w:t>
      </w:r>
      <w:r>
        <w:tab/>
        <w:t>6.887e0</w:t>
      </w:r>
    </w:p>
    <w:p w:rsidR="00D43590" w:rsidRDefault="00D43590" w:rsidP="00D43590">
      <w:r>
        <w:t>875.6099</w:t>
      </w:r>
      <w:r>
        <w:tab/>
        <w:t>1.013e0</w:t>
      </w:r>
    </w:p>
    <w:p w:rsidR="00D43590" w:rsidRDefault="00D43590" w:rsidP="00D43590">
      <w:r>
        <w:t>875.7166</w:t>
      </w:r>
      <w:r>
        <w:tab/>
        <w:t>1.013e0</w:t>
      </w:r>
    </w:p>
    <w:p w:rsidR="00D43590" w:rsidRDefault="00D43590" w:rsidP="00D43590">
      <w:r>
        <w:t>875.7776</w:t>
      </w:r>
      <w:r>
        <w:tab/>
        <w:t>1.013e0</w:t>
      </w:r>
    </w:p>
    <w:p w:rsidR="00D43590" w:rsidRDefault="00D43590" w:rsidP="00D43590">
      <w:r>
        <w:t>875.9428</w:t>
      </w:r>
      <w:r>
        <w:tab/>
        <w:t>3.038e0</w:t>
      </w:r>
    </w:p>
    <w:p w:rsidR="00D43590" w:rsidRDefault="00D43590" w:rsidP="00D43590">
      <w:r>
        <w:t>876.1592</w:t>
      </w:r>
      <w:r>
        <w:tab/>
        <w:t>1.013e0</w:t>
      </w:r>
    </w:p>
    <w:p w:rsidR="00D43590" w:rsidRDefault="00D43590" w:rsidP="00D43590">
      <w:r>
        <w:t>876.2661</w:t>
      </w:r>
      <w:r>
        <w:tab/>
        <w:t>1.013e0</w:t>
      </w:r>
    </w:p>
    <w:p w:rsidR="00D43590" w:rsidRDefault="00D43590" w:rsidP="00D43590">
      <w:r>
        <w:lastRenderedPageBreak/>
        <w:t>876.4507</w:t>
      </w:r>
      <w:r>
        <w:tab/>
        <w:t>4.692e0</w:t>
      </w:r>
    </w:p>
    <w:p w:rsidR="00D43590" w:rsidRDefault="00D43590" w:rsidP="00D43590">
      <w:r>
        <w:t>876.6428</w:t>
      </w:r>
      <w:r>
        <w:tab/>
        <w:t>3.038e0</w:t>
      </w:r>
    </w:p>
    <w:p w:rsidR="00D43590" w:rsidRDefault="00D43590" w:rsidP="00D43590">
      <w:r>
        <w:t>876.8006</w:t>
      </w:r>
      <w:r>
        <w:tab/>
        <w:t>2.025e0</w:t>
      </w:r>
    </w:p>
    <w:p w:rsidR="00D43590" w:rsidRDefault="00D43590" w:rsidP="00D43590">
      <w:r>
        <w:t>876.9380</w:t>
      </w:r>
      <w:r>
        <w:tab/>
        <w:t>1.013e0</w:t>
      </w:r>
    </w:p>
    <w:p w:rsidR="00D43590" w:rsidRDefault="00D43590" w:rsidP="00D43590">
      <w:r>
        <w:t>877.0922</w:t>
      </w:r>
      <w:r>
        <w:tab/>
        <w:t>2.025e0</w:t>
      </w:r>
    </w:p>
    <w:p w:rsidR="00D43590" w:rsidRDefault="00D43590" w:rsidP="00D43590">
      <w:r>
        <w:t>877.2456</w:t>
      </w:r>
      <w:r>
        <w:tab/>
        <w:t>4.051e0</w:t>
      </w:r>
    </w:p>
    <w:p w:rsidR="00D43590" w:rsidRDefault="00D43590" w:rsidP="00D43590">
      <w:r>
        <w:t>877.3609</w:t>
      </w:r>
      <w:r>
        <w:tab/>
        <w:t>2.971e0</w:t>
      </w:r>
    </w:p>
    <w:p w:rsidR="00D43590" w:rsidRDefault="00D43590" w:rsidP="00D43590">
      <w:r>
        <w:t>877.5164</w:t>
      </w:r>
      <w:r>
        <w:tab/>
        <w:t>1.922e0</w:t>
      </w:r>
    </w:p>
    <w:p w:rsidR="00D43590" w:rsidRDefault="00D43590" w:rsidP="00D43590">
      <w:r>
        <w:t>877.6931</w:t>
      </w:r>
      <w:r>
        <w:tab/>
        <w:t>3.038e0</w:t>
      </w:r>
    </w:p>
    <w:p w:rsidR="00D43590" w:rsidRDefault="00D43590" w:rsidP="00D43590">
      <w:r>
        <w:t>877.8240</w:t>
      </w:r>
      <w:r>
        <w:tab/>
        <w:t>2.025e0</w:t>
      </w:r>
    </w:p>
    <w:p w:rsidR="00D43590" w:rsidRDefault="00D43590" w:rsidP="00D43590">
      <w:r>
        <w:t>877.9588</w:t>
      </w:r>
      <w:r>
        <w:tab/>
        <w:t>2.025e0</w:t>
      </w:r>
    </w:p>
    <w:p w:rsidR="00D43590" w:rsidRDefault="00D43590" w:rsidP="00D43590">
      <w:r>
        <w:t>878.1615</w:t>
      </w:r>
      <w:r>
        <w:tab/>
        <w:t>1.013e0</w:t>
      </w:r>
    </w:p>
    <w:p w:rsidR="00D43590" w:rsidRDefault="00D43590" w:rsidP="00D43590">
      <w:r>
        <w:t>878.2939</w:t>
      </w:r>
      <w:r>
        <w:tab/>
        <w:t>1.013e0</w:t>
      </w:r>
    </w:p>
    <w:p w:rsidR="00D43590" w:rsidRDefault="00D43590" w:rsidP="00D43590">
      <w:r>
        <w:t>878.3981</w:t>
      </w:r>
      <w:r>
        <w:tab/>
        <w:t>1.824e0</w:t>
      </w:r>
    </w:p>
    <w:p w:rsidR="00D43590" w:rsidRDefault="00D43590" w:rsidP="00D43590">
      <w:r>
        <w:t>878.5233</w:t>
      </w:r>
      <w:r>
        <w:tab/>
        <w:t>1.957e0</w:t>
      </w:r>
    </w:p>
    <w:p w:rsidR="00D43590" w:rsidRDefault="00D43590" w:rsidP="00D43590">
      <w:r>
        <w:t>878.8287</w:t>
      </w:r>
      <w:r>
        <w:tab/>
        <w:t>2.025e0</w:t>
      </w:r>
    </w:p>
    <w:p w:rsidR="00D43590" w:rsidRDefault="00D43590" w:rsidP="00D43590">
      <w:r>
        <w:t>879.0429</w:t>
      </w:r>
      <w:r>
        <w:tab/>
        <w:t>3.038e0</w:t>
      </w:r>
    </w:p>
    <w:p w:rsidR="00D43590" w:rsidRDefault="00D43590" w:rsidP="00D43590">
      <w:r>
        <w:t>879.2057</w:t>
      </w:r>
      <w:r>
        <w:tab/>
        <w:t>3.038e0</w:t>
      </w:r>
    </w:p>
    <w:p w:rsidR="00D43590" w:rsidRDefault="00D43590" w:rsidP="00D43590">
      <w:r>
        <w:t>879.4558</w:t>
      </w:r>
      <w:r>
        <w:tab/>
        <w:t>1.089e2</w:t>
      </w:r>
    </w:p>
    <w:p w:rsidR="00D43590" w:rsidRDefault="00D43590" w:rsidP="00D43590">
      <w:r>
        <w:lastRenderedPageBreak/>
        <w:t>879.7843</w:t>
      </w:r>
      <w:r>
        <w:tab/>
        <w:t>3.038e0</w:t>
      </w:r>
    </w:p>
    <w:p w:rsidR="00D43590" w:rsidRDefault="00D43590" w:rsidP="00D43590">
      <w:r>
        <w:t>879.9933</w:t>
      </w:r>
      <w:r>
        <w:tab/>
        <w:t>3.038e0</w:t>
      </w:r>
    </w:p>
    <w:p w:rsidR="00D43590" w:rsidRDefault="00D43590" w:rsidP="00D43590">
      <w:r>
        <w:t>880.1242</w:t>
      </w:r>
      <w:r>
        <w:tab/>
        <w:t>2.025e0</w:t>
      </w:r>
    </w:p>
    <w:p w:rsidR="00D43590" w:rsidRDefault="00D43590" w:rsidP="00D43590">
      <w:r>
        <w:t>880.2059</w:t>
      </w:r>
      <w:r>
        <w:tab/>
        <w:t>2.025e0</w:t>
      </w:r>
    </w:p>
    <w:p w:rsidR="00D43590" w:rsidRDefault="00D43590" w:rsidP="00D43590">
      <w:r>
        <w:t>880.4713</w:t>
      </w:r>
      <w:r>
        <w:tab/>
        <w:t>7.195e1</w:t>
      </w:r>
    </w:p>
    <w:p w:rsidR="00D43590" w:rsidRDefault="00D43590" w:rsidP="00D43590">
      <w:r>
        <w:t>880.6497</w:t>
      </w:r>
      <w:r>
        <w:tab/>
        <w:t>2.025e0</w:t>
      </w:r>
    </w:p>
    <w:p w:rsidR="00D43590" w:rsidRDefault="00D43590" w:rsidP="00D43590">
      <w:r>
        <w:t>880.7580</w:t>
      </w:r>
      <w:r>
        <w:tab/>
        <w:t>2.025e0</w:t>
      </w:r>
    </w:p>
    <w:p w:rsidR="00D43590" w:rsidRDefault="00D43590" w:rsidP="00D43590">
      <w:r>
        <w:t>880.9037</w:t>
      </w:r>
      <w:r>
        <w:tab/>
        <w:t>2.025e0</w:t>
      </w:r>
    </w:p>
    <w:p w:rsidR="00D43590" w:rsidRDefault="00D43590" w:rsidP="00D43590">
      <w:r>
        <w:t>881.1877</w:t>
      </w:r>
      <w:r>
        <w:tab/>
        <w:t>2.025e0</w:t>
      </w:r>
    </w:p>
    <w:p w:rsidR="00D43590" w:rsidRDefault="00D43590" w:rsidP="00D43590">
      <w:r>
        <w:t>881.4693</w:t>
      </w:r>
      <w:r>
        <w:tab/>
        <w:t>2.716e1</w:t>
      </w:r>
    </w:p>
    <w:p w:rsidR="00D43590" w:rsidRDefault="00D43590" w:rsidP="00D43590">
      <w:r>
        <w:t>881.6570</w:t>
      </w:r>
      <w:r>
        <w:tab/>
        <w:t>4.051e0</w:t>
      </w:r>
    </w:p>
    <w:p w:rsidR="00D43590" w:rsidRDefault="00D43590" w:rsidP="00D43590">
      <w:r>
        <w:t>881.8928</w:t>
      </w:r>
      <w:r>
        <w:tab/>
        <w:t>1.013e0</w:t>
      </w:r>
    </w:p>
    <w:p w:rsidR="00D43590" w:rsidRDefault="00D43590" w:rsidP="00D43590">
      <w:r>
        <w:t>882.0707</w:t>
      </w:r>
      <w:r>
        <w:tab/>
        <w:t>1.013e0</w:t>
      </w:r>
    </w:p>
    <w:p w:rsidR="00D43590" w:rsidRDefault="00D43590" w:rsidP="00D43590">
      <w:r>
        <w:t>882.1968</w:t>
      </w:r>
      <w:r>
        <w:tab/>
        <w:t>3.038e0</w:t>
      </w:r>
    </w:p>
    <w:p w:rsidR="00D43590" w:rsidRDefault="00D43590" w:rsidP="00D43590">
      <w:r>
        <w:t>882.4749</w:t>
      </w:r>
      <w:r>
        <w:tab/>
        <w:t>6.964e0</w:t>
      </w:r>
    </w:p>
    <w:p w:rsidR="00D43590" w:rsidRDefault="00D43590" w:rsidP="00D43590">
      <w:r>
        <w:t>882.6468</w:t>
      </w:r>
      <w:r>
        <w:tab/>
        <w:t>2.025e0</w:t>
      </w:r>
    </w:p>
    <w:p w:rsidR="00D43590" w:rsidRDefault="00D43590" w:rsidP="00D43590">
      <w:r>
        <w:t>882.8839</w:t>
      </w:r>
      <w:r>
        <w:tab/>
        <w:t>1.013e0</w:t>
      </w:r>
    </w:p>
    <w:p w:rsidR="00D43590" w:rsidRDefault="00D43590" w:rsidP="00D43590">
      <w:r>
        <w:t>883.0545</w:t>
      </w:r>
      <w:r>
        <w:tab/>
        <w:t>1.013e0</w:t>
      </w:r>
    </w:p>
    <w:p w:rsidR="00D43590" w:rsidRDefault="00D43590" w:rsidP="00D43590">
      <w:r>
        <w:t>883.3598</w:t>
      </w:r>
      <w:r>
        <w:tab/>
        <w:t>1.976e0</w:t>
      </w:r>
    </w:p>
    <w:p w:rsidR="00D43590" w:rsidRDefault="00D43590" w:rsidP="00D43590">
      <w:r>
        <w:lastRenderedPageBreak/>
        <w:t>883.4744</w:t>
      </w:r>
      <w:r>
        <w:tab/>
        <w:t>6.040e0</w:t>
      </w:r>
    </w:p>
    <w:p w:rsidR="00D43590" w:rsidRDefault="00D43590" w:rsidP="00D43590">
      <w:r>
        <w:t>883.5845</w:t>
      </w:r>
      <w:r>
        <w:tab/>
        <w:t>3.038e0</w:t>
      </w:r>
    </w:p>
    <w:p w:rsidR="00D43590" w:rsidRDefault="00D43590" w:rsidP="00D43590">
      <w:r>
        <w:t>883.7161</w:t>
      </w:r>
      <w:r>
        <w:tab/>
        <w:t>1.013e0</w:t>
      </w:r>
    </w:p>
    <w:p w:rsidR="00D43590" w:rsidRDefault="00D43590" w:rsidP="00D43590">
      <w:r>
        <w:t>883.8589</w:t>
      </w:r>
      <w:r>
        <w:tab/>
        <w:t>6.076e0</w:t>
      </w:r>
    </w:p>
    <w:p w:rsidR="00D43590" w:rsidRDefault="00D43590" w:rsidP="00D43590">
      <w:r>
        <w:t>884.3507</w:t>
      </w:r>
      <w:r>
        <w:tab/>
        <w:t>2.989e0</w:t>
      </w:r>
    </w:p>
    <w:p w:rsidR="00D43590" w:rsidRDefault="00D43590" w:rsidP="00D43590">
      <w:r>
        <w:t>884.5168</w:t>
      </w:r>
      <w:r>
        <w:tab/>
        <w:t>2.025e0</w:t>
      </w:r>
    </w:p>
    <w:p w:rsidR="00D43590" w:rsidRDefault="00D43590" w:rsidP="00D43590">
      <w:r>
        <w:t>884.7320</w:t>
      </w:r>
      <w:r>
        <w:tab/>
        <w:t>3.038e0</w:t>
      </w:r>
    </w:p>
    <w:p w:rsidR="00D43590" w:rsidRDefault="00D43590" w:rsidP="00D43590">
      <w:r>
        <w:t>884.8430</w:t>
      </w:r>
      <w:r>
        <w:tab/>
        <w:t>1.130e0</w:t>
      </w:r>
    </w:p>
    <w:p w:rsidR="00D43590" w:rsidRDefault="00D43590" w:rsidP="00D43590">
      <w:r>
        <w:t>885.0562</w:t>
      </w:r>
      <w:r>
        <w:tab/>
        <w:t>1.013e0</w:t>
      </w:r>
    </w:p>
    <w:p w:rsidR="00D43590" w:rsidRDefault="00D43590" w:rsidP="00D43590">
      <w:r>
        <w:t>885.3028</w:t>
      </w:r>
      <w:r>
        <w:tab/>
        <w:t>2.025e0</w:t>
      </w:r>
    </w:p>
    <w:p w:rsidR="00D43590" w:rsidRDefault="00D43590" w:rsidP="00D43590">
      <w:r>
        <w:t>885.3951</w:t>
      </w:r>
      <w:r>
        <w:tab/>
        <w:t>2.989e0</w:t>
      </w:r>
    </w:p>
    <w:p w:rsidR="00D43590" w:rsidRDefault="00D43590" w:rsidP="00D43590">
      <w:r>
        <w:t>885.6884</w:t>
      </w:r>
      <w:r>
        <w:tab/>
        <w:t>1.013e0</w:t>
      </w:r>
    </w:p>
    <w:p w:rsidR="00D43590" w:rsidRDefault="00D43590" w:rsidP="00D43590">
      <w:r>
        <w:t>885.7856</w:t>
      </w:r>
      <w:r>
        <w:tab/>
        <w:t>4.051e0</w:t>
      </w:r>
    </w:p>
    <w:p w:rsidR="00D43590" w:rsidRDefault="00D43590" w:rsidP="00D43590">
      <w:r>
        <w:t>886.0432</w:t>
      </w:r>
      <w:r>
        <w:tab/>
        <w:t>3.038e0</w:t>
      </w:r>
    </w:p>
    <w:p w:rsidR="00D43590" w:rsidRDefault="00D43590" w:rsidP="00D43590">
      <w:r>
        <w:t>886.1245</w:t>
      </w:r>
      <w:r>
        <w:tab/>
        <w:t>2.025e0</w:t>
      </w:r>
    </w:p>
    <w:p w:rsidR="00D43590" w:rsidRDefault="00D43590" w:rsidP="00D43590">
      <w:r>
        <w:t>886.2592</w:t>
      </w:r>
      <w:r>
        <w:tab/>
        <w:t>2.025e0</w:t>
      </w:r>
    </w:p>
    <w:p w:rsidR="00D43590" w:rsidRDefault="00D43590" w:rsidP="00D43590">
      <w:r>
        <w:t>886.4068</w:t>
      </w:r>
      <w:r>
        <w:tab/>
        <w:t>2.989e0</w:t>
      </w:r>
    </w:p>
    <w:p w:rsidR="00D43590" w:rsidRDefault="00D43590" w:rsidP="00D43590">
      <w:r>
        <w:t>886.4979</w:t>
      </w:r>
      <w:r>
        <w:tab/>
        <w:t>2.900e0</w:t>
      </w:r>
    </w:p>
    <w:p w:rsidR="00D43590" w:rsidRDefault="00D43590" w:rsidP="00D43590">
      <w:r>
        <w:t>886.7104</w:t>
      </w:r>
      <w:r>
        <w:tab/>
        <w:t>3.038e0</w:t>
      </w:r>
    </w:p>
    <w:p w:rsidR="00D43590" w:rsidRDefault="00D43590" w:rsidP="00D43590">
      <w:r>
        <w:lastRenderedPageBreak/>
        <w:t>886.9641</w:t>
      </w:r>
      <w:r>
        <w:tab/>
        <w:t>2.025e0</w:t>
      </w:r>
    </w:p>
    <w:p w:rsidR="00D43590" w:rsidRDefault="00D43590" w:rsidP="00D43590">
      <w:r>
        <w:t>887.0977</w:t>
      </w:r>
      <w:r>
        <w:tab/>
        <w:t>1.013e0</w:t>
      </w:r>
    </w:p>
    <w:p w:rsidR="00D43590" w:rsidRDefault="00D43590" w:rsidP="00D43590">
      <w:r>
        <w:t>887.2608</w:t>
      </w:r>
      <w:r>
        <w:tab/>
        <w:t>7.089e0</w:t>
      </w:r>
    </w:p>
    <w:p w:rsidR="00D43590" w:rsidRDefault="00D43590" w:rsidP="00D43590">
      <w:r>
        <w:t>887.6022</w:t>
      </w:r>
      <w:r>
        <w:tab/>
        <w:t>2.025e0</w:t>
      </w:r>
    </w:p>
    <w:p w:rsidR="00D43590" w:rsidRDefault="00D43590" w:rsidP="00D43590">
      <w:r>
        <w:t>887.8170</w:t>
      </w:r>
      <w:r>
        <w:tab/>
        <w:t>4.051e0</w:t>
      </w:r>
    </w:p>
    <w:p w:rsidR="00D43590" w:rsidRDefault="00D43590" w:rsidP="00D43590">
      <w:r>
        <w:t>887.9121</w:t>
      </w:r>
      <w:r>
        <w:tab/>
        <w:t>2.025e0</w:t>
      </w:r>
    </w:p>
    <w:p w:rsidR="00D43590" w:rsidRDefault="00D43590" w:rsidP="00D43590">
      <w:r>
        <w:t>888.3943</w:t>
      </w:r>
      <w:r>
        <w:tab/>
        <w:t>1.960e0</w:t>
      </w:r>
    </w:p>
    <w:p w:rsidR="00D43590" w:rsidRDefault="00D43590" w:rsidP="00D43590">
      <w:r>
        <w:t>888.5699</w:t>
      </w:r>
      <w:r>
        <w:tab/>
        <w:t>2.025e0</w:t>
      </w:r>
    </w:p>
    <w:p w:rsidR="00D43590" w:rsidRDefault="00D43590" w:rsidP="00D43590">
      <w:r>
        <w:t>888.8248</w:t>
      </w:r>
      <w:r>
        <w:tab/>
        <w:t>1.013e0</w:t>
      </w:r>
    </w:p>
    <w:p w:rsidR="00D43590" w:rsidRDefault="00D43590" w:rsidP="00D43590">
      <w:r>
        <w:t>889.0032</w:t>
      </w:r>
      <w:r>
        <w:tab/>
        <w:t>2.025e0</w:t>
      </w:r>
    </w:p>
    <w:p w:rsidR="00D43590" w:rsidRDefault="00D43590" w:rsidP="00D43590">
      <w:r>
        <w:t>889.1005</w:t>
      </w:r>
      <w:r>
        <w:tab/>
        <w:t>2.025e0</w:t>
      </w:r>
    </w:p>
    <w:p w:rsidR="00D43590" w:rsidRDefault="00D43590" w:rsidP="00D43590">
      <w:r>
        <w:t>889.2075</w:t>
      </w:r>
      <w:r>
        <w:tab/>
        <w:t>1.013e0</w:t>
      </w:r>
    </w:p>
    <w:p w:rsidR="00D43590" w:rsidRDefault="00D43590" w:rsidP="00D43590">
      <w:r>
        <w:t>889.3796</w:t>
      </w:r>
      <w:r>
        <w:tab/>
        <w:t>4.051e0</w:t>
      </w:r>
    </w:p>
    <w:p w:rsidR="00D43590" w:rsidRDefault="00D43590" w:rsidP="00D43590">
      <w:r>
        <w:t>889.5142</w:t>
      </w:r>
      <w:r>
        <w:tab/>
        <w:t>3.038e0</w:t>
      </w:r>
    </w:p>
    <w:p w:rsidR="00D43590" w:rsidRDefault="00D43590" w:rsidP="00D43590">
      <w:r>
        <w:t>889.5894</w:t>
      </w:r>
      <w:r>
        <w:tab/>
        <w:t>3.038e0</w:t>
      </w:r>
    </w:p>
    <w:p w:rsidR="00D43590" w:rsidRDefault="00D43590" w:rsidP="00D43590">
      <w:r>
        <w:t>889.6927</w:t>
      </w:r>
      <w:r>
        <w:tab/>
        <w:t>4.051e0</w:t>
      </w:r>
    </w:p>
    <w:p w:rsidR="00D43590" w:rsidRDefault="00D43590" w:rsidP="00D43590">
      <w:r>
        <w:t>889.8365</w:t>
      </w:r>
      <w:r>
        <w:tab/>
        <w:t>2.025e0</w:t>
      </w:r>
    </w:p>
    <w:p w:rsidR="00D43590" w:rsidRDefault="00D43590" w:rsidP="00D43590">
      <w:r>
        <w:t>890.1304</w:t>
      </w:r>
      <w:r>
        <w:tab/>
        <w:t>1.013e0</w:t>
      </w:r>
    </w:p>
    <w:p w:rsidR="00D43590" w:rsidRDefault="00D43590" w:rsidP="00D43590">
      <w:r>
        <w:t>890.3118</w:t>
      </w:r>
      <w:r>
        <w:tab/>
        <w:t>1.013e0</w:t>
      </w:r>
    </w:p>
    <w:p w:rsidR="00D43590" w:rsidRDefault="00D43590" w:rsidP="00D43590">
      <w:r>
        <w:lastRenderedPageBreak/>
        <w:t>890.5471</w:t>
      </w:r>
      <w:r>
        <w:tab/>
        <w:t>2.025e0</w:t>
      </w:r>
    </w:p>
    <w:p w:rsidR="00D43590" w:rsidRDefault="00D43590" w:rsidP="00D43590">
      <w:r>
        <w:t>890.6684</w:t>
      </w:r>
      <w:r>
        <w:tab/>
        <w:t>1.013e0</w:t>
      </w:r>
    </w:p>
    <w:p w:rsidR="00D43590" w:rsidRDefault="00D43590" w:rsidP="00D43590">
      <w:r>
        <w:t>890.8468</w:t>
      </w:r>
      <w:r>
        <w:tab/>
        <w:t>2.025e0</w:t>
      </w:r>
    </w:p>
    <w:p w:rsidR="00D43590" w:rsidRDefault="00D43590" w:rsidP="00D43590">
      <w:r>
        <w:t>890.9941</w:t>
      </w:r>
      <w:r>
        <w:tab/>
        <w:t>1.013e0</w:t>
      </w:r>
    </w:p>
    <w:p w:rsidR="00D43590" w:rsidRDefault="00D43590" w:rsidP="00D43590">
      <w:r>
        <w:t>891.0872</w:t>
      </w:r>
      <w:r>
        <w:tab/>
        <w:t>1.013e0</w:t>
      </w:r>
    </w:p>
    <w:p w:rsidR="00D43590" w:rsidRDefault="00D43590" w:rsidP="00D43590">
      <w:r>
        <w:t>891.2748</w:t>
      </w:r>
      <w:r>
        <w:tab/>
        <w:t>2.025e0</w:t>
      </w:r>
    </w:p>
    <w:p w:rsidR="00D43590" w:rsidRDefault="00D43590" w:rsidP="00D43590">
      <w:r>
        <w:t>891.5403</w:t>
      </w:r>
      <w:r>
        <w:tab/>
        <w:t>2.025e0</w:t>
      </w:r>
    </w:p>
    <w:p w:rsidR="00D43590" w:rsidRDefault="00D43590" w:rsidP="00D43590">
      <w:r>
        <w:t>891.6738</w:t>
      </w:r>
      <w:r>
        <w:tab/>
        <w:t>2.025e0</w:t>
      </w:r>
    </w:p>
    <w:p w:rsidR="00D43590" w:rsidRDefault="00D43590" w:rsidP="00D43590">
      <w:r>
        <w:t>892.1971</w:t>
      </w:r>
      <w:r>
        <w:tab/>
        <w:t>2.025e0</w:t>
      </w:r>
    </w:p>
    <w:p w:rsidR="00D43590" w:rsidRDefault="00D43590" w:rsidP="00D43590">
      <w:r>
        <w:t>892.4031</w:t>
      </w:r>
      <w:r>
        <w:tab/>
        <w:t>4.051e0</w:t>
      </w:r>
    </w:p>
    <w:p w:rsidR="00D43590" w:rsidRDefault="00D43590" w:rsidP="00D43590">
      <w:r>
        <w:t>892.5778</w:t>
      </w:r>
      <w:r>
        <w:tab/>
        <w:t>1.013e0</w:t>
      </w:r>
    </w:p>
    <w:p w:rsidR="00D43590" w:rsidRDefault="00D43590" w:rsidP="00D43590">
      <w:r>
        <w:t>892.7953</w:t>
      </w:r>
      <w:r>
        <w:tab/>
        <w:t>1.013e0</w:t>
      </w:r>
    </w:p>
    <w:p w:rsidR="00D43590" w:rsidRDefault="00D43590" w:rsidP="00D43590">
      <w:r>
        <w:t>893.1218</w:t>
      </w:r>
      <w:r>
        <w:tab/>
        <w:t>1.013e0</w:t>
      </w:r>
    </w:p>
    <w:p w:rsidR="00D43590" w:rsidRDefault="00D43590" w:rsidP="00D43590">
      <w:r>
        <w:t>893.3240</w:t>
      </w:r>
      <w:r>
        <w:tab/>
        <w:t>2.025e0</w:t>
      </w:r>
    </w:p>
    <w:p w:rsidR="00D43590" w:rsidRDefault="00D43590" w:rsidP="00D43590">
      <w:r>
        <w:t>893.4873</w:t>
      </w:r>
      <w:r>
        <w:tab/>
        <w:t>2.025e0</w:t>
      </w:r>
    </w:p>
    <w:p w:rsidR="00D43590" w:rsidRDefault="00D43590" w:rsidP="00D43590">
      <w:r>
        <w:t>893.6148</w:t>
      </w:r>
      <w:r>
        <w:tab/>
        <w:t>2.025e0</w:t>
      </w:r>
    </w:p>
    <w:p w:rsidR="00D43590" w:rsidRDefault="00D43590" w:rsidP="00D43590">
      <w:r>
        <w:t>893.7165</w:t>
      </w:r>
      <w:r>
        <w:tab/>
        <w:t>4.051e0</w:t>
      </w:r>
    </w:p>
    <w:p w:rsidR="00D43590" w:rsidRDefault="00D43590" w:rsidP="00D43590">
      <w:r>
        <w:t>893.8443</w:t>
      </w:r>
      <w:r>
        <w:tab/>
        <w:t>2.025e0</w:t>
      </w:r>
    </w:p>
    <w:p w:rsidR="00D43590" w:rsidRDefault="00D43590" w:rsidP="00D43590">
      <w:r>
        <w:t>894.2997</w:t>
      </w:r>
      <w:r>
        <w:tab/>
        <w:t>3.038e0</w:t>
      </w:r>
    </w:p>
    <w:p w:rsidR="00D43590" w:rsidRDefault="00D43590" w:rsidP="00D43590">
      <w:r>
        <w:lastRenderedPageBreak/>
        <w:t>894.4642</w:t>
      </w:r>
      <w:r>
        <w:tab/>
        <w:t>3.038e0</w:t>
      </w:r>
    </w:p>
    <w:p w:rsidR="00D43590" w:rsidRDefault="00D43590" w:rsidP="00D43590">
      <w:r>
        <w:t>894.5917</w:t>
      </w:r>
      <w:r>
        <w:tab/>
        <w:t>3.038e0</w:t>
      </w:r>
    </w:p>
    <w:p w:rsidR="00D43590" w:rsidRDefault="00D43590" w:rsidP="00D43590">
      <w:r>
        <w:t>894.8766</w:t>
      </w:r>
      <w:r>
        <w:tab/>
        <w:t>3.038e0</w:t>
      </w:r>
    </w:p>
    <w:p w:rsidR="00D43590" w:rsidRDefault="00D43590" w:rsidP="00D43590">
      <w:r>
        <w:t>895.0363</w:t>
      </w:r>
      <w:r>
        <w:tab/>
        <w:t>1.013e0</w:t>
      </w:r>
    </w:p>
    <w:p w:rsidR="00D43590" w:rsidRDefault="00D43590" w:rsidP="00D43590">
      <w:r>
        <w:t>895.1385</w:t>
      </w:r>
      <w:r>
        <w:tab/>
        <w:t>2.025e0</w:t>
      </w:r>
    </w:p>
    <w:p w:rsidR="00D43590" w:rsidRDefault="00D43590" w:rsidP="00D43590">
      <w:r>
        <w:t>895.6285</w:t>
      </w:r>
      <w:r>
        <w:tab/>
        <w:t>2.025e0</w:t>
      </w:r>
    </w:p>
    <w:p w:rsidR="00D43590" w:rsidRDefault="00D43590" w:rsidP="00D43590">
      <w:r>
        <w:t>895.7582</w:t>
      </w:r>
      <w:r>
        <w:tab/>
        <w:t>4.051e0</w:t>
      </w:r>
    </w:p>
    <w:p w:rsidR="00D43590" w:rsidRDefault="00D43590" w:rsidP="00D43590">
      <w:r>
        <w:t>895.9398</w:t>
      </w:r>
      <w:r>
        <w:tab/>
        <w:t>1.013e0</w:t>
      </w:r>
    </w:p>
    <w:p w:rsidR="00D43590" w:rsidRDefault="00D43590" w:rsidP="00D43590">
      <w:r>
        <w:t>896.0651</w:t>
      </w:r>
      <w:r>
        <w:tab/>
        <w:t>1.013e0</w:t>
      </w:r>
    </w:p>
    <w:p w:rsidR="00D43590" w:rsidRDefault="00D43590" w:rsidP="00D43590">
      <w:r>
        <w:t>896.2461</w:t>
      </w:r>
      <w:r>
        <w:tab/>
        <w:t>1.013e0</w:t>
      </w:r>
    </w:p>
    <w:p w:rsidR="00D43590" w:rsidRDefault="00D43590" w:rsidP="00D43590">
      <w:r>
        <w:t>896.3922</w:t>
      </w:r>
      <w:r>
        <w:tab/>
        <w:t>4.051e0</w:t>
      </w:r>
    </w:p>
    <w:p w:rsidR="00D43590" w:rsidRDefault="00D43590" w:rsidP="00D43590">
      <w:r>
        <w:t>896.4955</w:t>
      </w:r>
      <w:r>
        <w:tab/>
        <w:t>2.025e0</w:t>
      </w:r>
    </w:p>
    <w:p w:rsidR="00D43590" w:rsidRDefault="00D43590" w:rsidP="00D43590">
      <w:r>
        <w:t>896.8033</w:t>
      </w:r>
      <w:r>
        <w:tab/>
        <w:t>3.038e0</w:t>
      </w:r>
    </w:p>
    <w:p w:rsidR="00D43590" w:rsidRDefault="00D43590" w:rsidP="00D43590">
      <w:r>
        <w:t>896.9819</w:t>
      </w:r>
      <w:r>
        <w:tab/>
        <w:t>2.025e0</w:t>
      </w:r>
    </w:p>
    <w:p w:rsidR="00D43590" w:rsidRDefault="00D43590" w:rsidP="00D43590">
      <w:r>
        <w:t>897.1954</w:t>
      </w:r>
      <w:r>
        <w:tab/>
        <w:t>2.025e0</w:t>
      </w:r>
    </w:p>
    <w:p w:rsidR="00D43590" w:rsidRDefault="00D43590" w:rsidP="00D43590">
      <w:r>
        <w:t>897.5202</w:t>
      </w:r>
      <w:r>
        <w:tab/>
        <w:t>3.984e0</w:t>
      </w:r>
    </w:p>
    <w:p w:rsidR="00D43590" w:rsidRDefault="00D43590" w:rsidP="00D43590">
      <w:r>
        <w:t>897.6431</w:t>
      </w:r>
      <w:r>
        <w:tab/>
        <w:t>2.025e0</w:t>
      </w:r>
    </w:p>
    <w:p w:rsidR="00D43590" w:rsidRDefault="00D43590" w:rsidP="00D43590">
      <w:r>
        <w:t>897.8450</w:t>
      </w:r>
      <w:r>
        <w:tab/>
        <w:t>1.013e0</w:t>
      </w:r>
    </w:p>
    <w:p w:rsidR="00D43590" w:rsidRDefault="00D43590" w:rsidP="00D43590">
      <w:r>
        <w:t>898.0159</w:t>
      </w:r>
      <w:r>
        <w:tab/>
        <w:t>1.013e0</w:t>
      </w:r>
    </w:p>
    <w:p w:rsidR="00D43590" w:rsidRDefault="00D43590" w:rsidP="00D43590">
      <w:r>
        <w:lastRenderedPageBreak/>
        <w:t>898.1575</w:t>
      </w:r>
      <w:r>
        <w:tab/>
        <w:t>1.013e0</w:t>
      </w:r>
    </w:p>
    <w:p w:rsidR="00D43590" w:rsidRDefault="00D43590" w:rsidP="00D43590">
      <w:r>
        <w:t>898.2827</w:t>
      </w:r>
      <w:r>
        <w:tab/>
        <w:t>1.013e0</w:t>
      </w:r>
    </w:p>
    <w:p w:rsidR="00D43590" w:rsidRDefault="00D43590" w:rsidP="00D43590">
      <w:r>
        <w:t>898.4812</w:t>
      </w:r>
      <w:r>
        <w:tab/>
        <w:t>1.895e0</w:t>
      </w:r>
    </w:p>
    <w:p w:rsidR="00D43590" w:rsidRDefault="00D43590" w:rsidP="00D43590">
      <w:r>
        <w:t>898.6947</w:t>
      </w:r>
      <w:r>
        <w:tab/>
        <w:t>1.013e0</w:t>
      </w:r>
    </w:p>
    <w:p w:rsidR="00D43590" w:rsidRDefault="00D43590" w:rsidP="00D43590">
      <w:r>
        <w:t>898.8094</w:t>
      </w:r>
      <w:r>
        <w:tab/>
        <w:t>2.025e0</w:t>
      </w:r>
    </w:p>
    <w:p w:rsidR="00D43590" w:rsidRDefault="00D43590" w:rsidP="00D43590">
      <w:r>
        <w:t>898.9551</w:t>
      </w:r>
      <w:r>
        <w:tab/>
        <w:t>1.013e0</w:t>
      </w:r>
    </w:p>
    <w:p w:rsidR="00D43590" w:rsidRDefault="00D43590" w:rsidP="00D43590">
      <w:r>
        <w:t>899.0333</w:t>
      </w:r>
      <w:r>
        <w:tab/>
        <w:t>1.013e0</w:t>
      </w:r>
    </w:p>
    <w:p w:rsidR="00D43590" w:rsidRDefault="00D43590" w:rsidP="00D43590">
      <w:r>
        <w:t>899.2145</w:t>
      </w:r>
      <w:r>
        <w:tab/>
        <w:t>1.013e0</w:t>
      </w:r>
    </w:p>
    <w:p w:rsidR="00D43590" w:rsidRDefault="00D43590" w:rsidP="00D43590">
      <w:r>
        <w:t>899.3307</w:t>
      </w:r>
      <w:r>
        <w:tab/>
        <w:t>1.013e0</w:t>
      </w:r>
    </w:p>
    <w:p w:rsidR="00D43590" w:rsidRDefault="00D43590" w:rsidP="00D43590">
      <w:r>
        <w:t>899.5509</w:t>
      </w:r>
      <w:r>
        <w:tab/>
        <w:t>2.972e0</w:t>
      </w:r>
    </w:p>
    <w:p w:rsidR="00D43590" w:rsidRDefault="00D43590" w:rsidP="00D43590">
      <w:r>
        <w:t>899.7299</w:t>
      </w:r>
      <w:r>
        <w:tab/>
        <w:t>2.025e0</w:t>
      </w:r>
    </w:p>
    <w:p w:rsidR="00D43590" w:rsidRDefault="00D43590" w:rsidP="00D43590">
      <w:r>
        <w:t>899.9235</w:t>
      </w:r>
      <w:r>
        <w:tab/>
        <w:t>2.025e0</w:t>
      </w:r>
    </w:p>
    <w:p w:rsidR="00D43590" w:rsidRDefault="00D43590" w:rsidP="00D43590">
      <w:r>
        <w:t>900.2385</w:t>
      </w:r>
      <w:r>
        <w:tab/>
        <w:t>2.025e0</w:t>
      </w:r>
    </w:p>
    <w:p w:rsidR="00D43590" w:rsidRDefault="00D43590" w:rsidP="00D43590">
      <w:r>
        <w:t>900.4579</w:t>
      </w:r>
      <w:r>
        <w:tab/>
        <w:t>2.025e0</w:t>
      </w:r>
    </w:p>
    <w:p w:rsidR="00D43590" w:rsidRDefault="00D43590" w:rsidP="00D43590">
      <w:r>
        <w:t>900.5363</w:t>
      </w:r>
      <w:r>
        <w:tab/>
        <w:t>2.025e0</w:t>
      </w:r>
    </w:p>
    <w:p w:rsidR="00D43590" w:rsidRDefault="00D43590" w:rsidP="00D43590">
      <w:r>
        <w:t>900.7092</w:t>
      </w:r>
      <w:r>
        <w:tab/>
        <w:t>2.025e0</w:t>
      </w:r>
    </w:p>
    <w:p w:rsidR="00D43590" w:rsidRDefault="00D43590" w:rsidP="00D43590">
      <w:r>
        <w:t>900.9823</w:t>
      </w:r>
      <w:r>
        <w:tab/>
        <w:t>1.013e0</w:t>
      </w:r>
    </w:p>
    <w:p w:rsidR="00D43590" w:rsidRDefault="00D43590" w:rsidP="00D43590">
      <w:r>
        <w:t>901.2943</w:t>
      </w:r>
      <w:r>
        <w:tab/>
        <w:t>2.025e0</w:t>
      </w:r>
    </w:p>
    <w:p w:rsidR="00D43590" w:rsidRDefault="00D43590" w:rsidP="00D43590">
      <w:r>
        <w:t>901.4281</w:t>
      </w:r>
      <w:r>
        <w:tab/>
        <w:t>6.076e0</w:t>
      </w:r>
    </w:p>
    <w:p w:rsidR="00D43590" w:rsidRDefault="00D43590" w:rsidP="00D43590">
      <w:r>
        <w:lastRenderedPageBreak/>
        <w:t>901.5674</w:t>
      </w:r>
      <w:r>
        <w:tab/>
        <w:t>3.038e0</w:t>
      </w:r>
    </w:p>
    <w:p w:rsidR="00D43590" w:rsidRDefault="00D43590" w:rsidP="00D43590">
      <w:r>
        <w:t>901.7678</w:t>
      </w:r>
      <w:r>
        <w:tab/>
        <w:t>2.025e0</w:t>
      </w:r>
    </w:p>
    <w:p w:rsidR="00D43590" w:rsidRDefault="00D43590" w:rsidP="00D43590">
      <w:r>
        <w:t>901.9639</w:t>
      </w:r>
      <w:r>
        <w:tab/>
        <w:t>1.013e0</w:t>
      </w:r>
    </w:p>
    <w:p w:rsidR="00D43590" w:rsidRDefault="00D43590" w:rsidP="00D43590">
      <w:r>
        <w:t>902.1068</w:t>
      </w:r>
      <w:r>
        <w:tab/>
        <w:t>2.025e0</w:t>
      </w:r>
    </w:p>
    <w:p w:rsidR="00D43590" w:rsidRDefault="00D43590" w:rsidP="00D43590">
      <w:r>
        <w:t>902.1837</w:t>
      </w:r>
      <w:r>
        <w:tab/>
        <w:t>1.013e0</w:t>
      </w:r>
    </w:p>
    <w:p w:rsidR="00D43590" w:rsidRDefault="00D43590" w:rsidP="00D43590">
      <w:r>
        <w:t>902.4350</w:t>
      </w:r>
      <w:r>
        <w:tab/>
        <w:t>7.089e0</w:t>
      </w:r>
    </w:p>
    <w:p w:rsidR="00D43590" w:rsidRDefault="00D43590" w:rsidP="00D43590">
      <w:r>
        <w:t>902.5049</w:t>
      </w:r>
      <w:r>
        <w:tab/>
        <w:t>6.076e0</w:t>
      </w:r>
    </w:p>
    <w:p w:rsidR="00D43590" w:rsidRDefault="00D43590" w:rsidP="00D43590">
      <w:r>
        <w:t>902.7075</w:t>
      </w:r>
      <w:r>
        <w:tab/>
        <w:t>3.038e0</w:t>
      </w:r>
    </w:p>
    <w:p w:rsidR="00D43590" w:rsidRDefault="00D43590" w:rsidP="00D43590">
      <w:r>
        <w:t>902.8882</w:t>
      </w:r>
      <w:r>
        <w:tab/>
        <w:t>3.038e0</w:t>
      </w:r>
    </w:p>
    <w:p w:rsidR="00D43590" w:rsidRDefault="00D43590" w:rsidP="00D43590">
      <w:r>
        <w:t>902.9834</w:t>
      </w:r>
      <w:r>
        <w:tab/>
        <w:t>2.025e0</w:t>
      </w:r>
    </w:p>
    <w:p w:rsidR="00D43590" w:rsidRDefault="00D43590" w:rsidP="00D43590">
      <w:r>
        <w:t>903.2208</w:t>
      </w:r>
      <w:r>
        <w:tab/>
        <w:t>2.025e0</w:t>
      </w:r>
    </w:p>
    <w:p w:rsidR="00D43590" w:rsidRDefault="00D43590" w:rsidP="00D43590">
      <w:r>
        <w:t>903.5303</w:t>
      </w:r>
      <w:r>
        <w:tab/>
        <w:t>1.013e0</w:t>
      </w:r>
    </w:p>
    <w:p w:rsidR="00D43590" w:rsidRDefault="00D43590" w:rsidP="00D43590">
      <w:r>
        <w:t>903.7483</w:t>
      </w:r>
      <w:r>
        <w:tab/>
        <w:t>3.038e0</w:t>
      </w:r>
    </w:p>
    <w:p w:rsidR="00D43590" w:rsidRDefault="00D43590" w:rsidP="00D43590">
      <w:r>
        <w:t>903.8906</w:t>
      </w:r>
      <w:r>
        <w:tab/>
        <w:t>4.051e0</w:t>
      </w:r>
    </w:p>
    <w:p w:rsidR="00D43590" w:rsidRDefault="00D43590" w:rsidP="00D43590">
      <w:r>
        <w:t>904.1156</w:t>
      </w:r>
      <w:r>
        <w:tab/>
        <w:t>1.013e0</w:t>
      </w:r>
    </w:p>
    <w:p w:rsidR="00D43590" w:rsidRDefault="00D43590" w:rsidP="00D43590">
      <w:r>
        <w:t>904.2036</w:t>
      </w:r>
      <w:r>
        <w:tab/>
        <w:t>2.025e0</w:t>
      </w:r>
    </w:p>
    <w:p w:rsidR="00D43590" w:rsidRDefault="00D43590" w:rsidP="00D43590">
      <w:r>
        <w:t>904.3154</w:t>
      </w:r>
      <w:r>
        <w:tab/>
        <w:t>2.025e0</w:t>
      </w:r>
    </w:p>
    <w:p w:rsidR="00D43590" w:rsidRDefault="00D43590" w:rsidP="00D43590">
      <w:r>
        <w:t>904.4815</w:t>
      </w:r>
      <w:r>
        <w:tab/>
        <w:t>3.038e0</w:t>
      </w:r>
    </w:p>
    <w:p w:rsidR="00D43590" w:rsidRDefault="00D43590" w:rsidP="00D43590">
      <w:r>
        <w:t>904.6990</w:t>
      </w:r>
      <w:r>
        <w:tab/>
        <w:t>1.013e0</w:t>
      </w:r>
    </w:p>
    <w:p w:rsidR="00D43590" w:rsidRDefault="00D43590" w:rsidP="00D43590">
      <w:r>
        <w:lastRenderedPageBreak/>
        <w:t>904.8417</w:t>
      </w:r>
      <w:r>
        <w:tab/>
        <w:t>1.013e0</w:t>
      </w:r>
    </w:p>
    <w:p w:rsidR="00D43590" w:rsidRDefault="00D43590" w:rsidP="00D43590">
      <w:r>
        <w:t>905.0386</w:t>
      </w:r>
      <w:r>
        <w:tab/>
        <w:t>1.013e0</w:t>
      </w:r>
    </w:p>
    <w:p w:rsidR="00D43590" w:rsidRDefault="00D43590" w:rsidP="00D43590">
      <w:r>
        <w:t>905.1481</w:t>
      </w:r>
      <w:r>
        <w:tab/>
        <w:t>3.038e0</w:t>
      </w:r>
    </w:p>
    <w:p w:rsidR="00D43590" w:rsidRDefault="00D43590" w:rsidP="00D43590">
      <w:r>
        <w:t>905.2820</w:t>
      </w:r>
      <w:r>
        <w:tab/>
        <w:t>2.025e0</w:t>
      </w:r>
    </w:p>
    <w:p w:rsidR="00D43590" w:rsidRDefault="00D43590" w:rsidP="00D43590">
      <w:r>
        <w:t>905.4187</w:t>
      </w:r>
      <w:r>
        <w:tab/>
        <w:t>4.051e0</w:t>
      </w:r>
    </w:p>
    <w:p w:rsidR="00D43590" w:rsidRDefault="00D43590" w:rsidP="00D43590">
      <w:r>
        <w:t>905.6279</w:t>
      </w:r>
      <w:r>
        <w:tab/>
        <w:t>3.038e0</w:t>
      </w:r>
    </w:p>
    <w:p w:rsidR="00D43590" w:rsidRDefault="00D43590" w:rsidP="00D43590">
      <w:r>
        <w:t>906.1176</w:t>
      </w:r>
      <w:r>
        <w:tab/>
        <w:t>2.025e0</w:t>
      </w:r>
    </w:p>
    <w:p w:rsidR="00D43590" w:rsidRDefault="00D43590" w:rsidP="00D43590">
      <w:r>
        <w:t>906.4085</w:t>
      </w:r>
      <w:r>
        <w:tab/>
        <w:t>2.025e0</w:t>
      </w:r>
    </w:p>
    <w:p w:rsidR="00D43590" w:rsidRDefault="00D43590" w:rsidP="00D43590">
      <w:r>
        <w:t>906.5097</w:t>
      </w:r>
      <w:r>
        <w:tab/>
        <w:t>2.025e0</w:t>
      </w:r>
    </w:p>
    <w:p w:rsidR="00D43590" w:rsidRDefault="00D43590" w:rsidP="00D43590">
      <w:r>
        <w:t>906.6827</w:t>
      </w:r>
      <w:r>
        <w:tab/>
        <w:t>3.038e0</w:t>
      </w:r>
    </w:p>
    <w:p w:rsidR="00D43590" w:rsidRDefault="00D43590" w:rsidP="00D43590">
      <w:r>
        <w:t>906.7920</w:t>
      </w:r>
      <w:r>
        <w:tab/>
        <w:t>1.013e0</w:t>
      </w:r>
    </w:p>
    <w:p w:rsidR="00D43590" w:rsidRDefault="00D43590" w:rsidP="00D43590">
      <w:r>
        <w:t>907.0001</w:t>
      </w:r>
      <w:r>
        <w:tab/>
        <w:t>2.025e0</w:t>
      </w:r>
    </w:p>
    <w:p w:rsidR="00D43590" w:rsidRDefault="00D43590" w:rsidP="00D43590">
      <w:r>
        <w:t>907.3106</w:t>
      </w:r>
      <w:r>
        <w:tab/>
        <w:t>1.013e0</w:t>
      </w:r>
    </w:p>
    <w:p w:rsidR="00D43590" w:rsidRDefault="00D43590" w:rsidP="00D43590">
      <w:r>
        <w:t>907.4681</w:t>
      </w:r>
      <w:r>
        <w:tab/>
        <w:t>3.038e0</w:t>
      </w:r>
    </w:p>
    <w:p w:rsidR="00D43590" w:rsidRDefault="00D43590" w:rsidP="00D43590">
      <w:r>
        <w:t>907.6609</w:t>
      </w:r>
      <w:r>
        <w:tab/>
        <w:t>3.038e0</w:t>
      </w:r>
    </w:p>
    <w:p w:rsidR="00D43590" w:rsidRDefault="00D43590" w:rsidP="00D43590">
      <w:r>
        <w:t>907.7583</w:t>
      </w:r>
      <w:r>
        <w:tab/>
        <w:t>2.025e0</w:t>
      </w:r>
    </w:p>
    <w:p w:rsidR="00D43590" w:rsidRDefault="00D43590" w:rsidP="00D43590">
      <w:r>
        <w:t>907.8427</w:t>
      </w:r>
      <w:r>
        <w:tab/>
        <w:t>2.025e0</w:t>
      </w:r>
    </w:p>
    <w:p w:rsidR="00D43590" w:rsidRDefault="00D43590" w:rsidP="00D43590">
      <w:r>
        <w:t>908.1053</w:t>
      </w:r>
      <w:r>
        <w:tab/>
        <w:t>1.013e0</w:t>
      </w:r>
    </w:p>
    <w:p w:rsidR="00D43590" w:rsidRDefault="00D43590" w:rsidP="00D43590">
      <w:r>
        <w:t>908.2476</w:t>
      </w:r>
      <w:r>
        <w:tab/>
        <w:t>1.013e0</w:t>
      </w:r>
    </w:p>
    <w:p w:rsidR="00D43590" w:rsidRDefault="00D43590" w:rsidP="00D43590">
      <w:r>
        <w:lastRenderedPageBreak/>
        <w:t>908.3837</w:t>
      </w:r>
      <w:r>
        <w:tab/>
        <w:t>2.025e0</w:t>
      </w:r>
    </w:p>
    <w:p w:rsidR="00D43590" w:rsidRDefault="00D43590" w:rsidP="00D43590">
      <w:r>
        <w:t>908.5443</w:t>
      </w:r>
      <w:r>
        <w:tab/>
        <w:t>1.013e0</w:t>
      </w:r>
    </w:p>
    <w:p w:rsidR="00D43590" w:rsidRDefault="00D43590" w:rsidP="00D43590">
      <w:r>
        <w:t>908.6584</w:t>
      </w:r>
      <w:r>
        <w:tab/>
        <w:t>1.013e0</w:t>
      </w:r>
    </w:p>
    <w:p w:rsidR="00D43590" w:rsidRDefault="00D43590" w:rsidP="00D43590">
      <w:r>
        <w:t>908.7217</w:t>
      </w:r>
      <w:r>
        <w:tab/>
        <w:t>1.013e0</w:t>
      </w:r>
    </w:p>
    <w:p w:rsidR="00D43590" w:rsidRDefault="00D43590" w:rsidP="00D43590">
      <w:r>
        <w:t>909.0626</w:t>
      </w:r>
      <w:r>
        <w:tab/>
        <w:t>1.013e0</w:t>
      </w:r>
    </w:p>
    <w:p w:rsidR="00D43590" w:rsidRDefault="00D43590" w:rsidP="00D43590">
      <w:r>
        <w:t>909.2527</w:t>
      </w:r>
      <w:r>
        <w:tab/>
        <w:t>3.038e0</w:t>
      </w:r>
    </w:p>
    <w:p w:rsidR="00D43590" w:rsidRDefault="00D43590" w:rsidP="00D43590">
      <w:r>
        <w:t>909.4260</w:t>
      </w:r>
      <w:r>
        <w:tab/>
        <w:t>3.038e0</w:t>
      </w:r>
    </w:p>
    <w:p w:rsidR="00D43590" w:rsidRDefault="00D43590" w:rsidP="00D43590">
      <w:r>
        <w:t>909.6676</w:t>
      </w:r>
      <w:r>
        <w:tab/>
        <w:t>5.063e0</w:t>
      </w:r>
    </w:p>
    <w:p w:rsidR="00D43590" w:rsidRDefault="00D43590" w:rsidP="00D43590">
      <w:r>
        <w:t>909.9412</w:t>
      </w:r>
      <w:r>
        <w:tab/>
        <w:t>3.038e0</w:t>
      </w:r>
    </w:p>
    <w:p w:rsidR="00D43590" w:rsidRDefault="00D43590" w:rsidP="00D43590">
      <w:r>
        <w:t>910.2613</w:t>
      </w:r>
      <w:r>
        <w:tab/>
        <w:t>3.038e0</w:t>
      </w:r>
    </w:p>
    <w:p w:rsidR="00D43590" w:rsidRPr="00044EB7" w:rsidRDefault="00D43590" w:rsidP="00D43590">
      <w:r>
        <w:t>910.4734</w:t>
      </w:r>
      <w:r>
        <w:tab/>
        <w:t>2.025e0</w:t>
      </w:r>
    </w:p>
    <w:sectPr w:rsidR="00D43590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590"/>
    <w:rsid w:val="00044EB7"/>
    <w:rsid w:val="004C2A0A"/>
    <w:rsid w:val="00595483"/>
    <w:rsid w:val="00B22530"/>
    <w:rsid w:val="00D4359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1</TotalTime>
  <Pages>358</Pages>
  <Words>17320</Words>
  <Characters>98728</Characters>
  <Application>Microsoft Office Word</Application>
  <DocSecurity>0</DocSecurity>
  <Lines>822</Lines>
  <Paragraphs>231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115817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1</cp:revision>
  <dcterms:created xsi:type="dcterms:W3CDTF">2020-07-21T13:37:00Z</dcterms:created>
  <dcterms:modified xsi:type="dcterms:W3CDTF">2020-07-21T14:10:00Z</dcterms:modified>
</cp:coreProperties>
</file>